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250" w:type="dxa"/>
        <w:tblLayout w:type="fixed"/>
        <w:tblLook w:val="0000" w:firstRow="0" w:lastRow="0" w:firstColumn="0" w:lastColumn="0" w:noHBand="0" w:noVBand="0"/>
      </w:tblPr>
      <w:tblGrid>
        <w:gridCol w:w="3969"/>
        <w:gridCol w:w="3260"/>
        <w:gridCol w:w="2410"/>
      </w:tblGrid>
      <w:tr w:rsidR="0083797B" w14:paraId="00C505AD" w14:textId="77777777" w:rsidTr="00660768">
        <w:trPr>
          <w:trHeight w:val="1843"/>
        </w:trPr>
        <w:tc>
          <w:tcPr>
            <w:tcW w:w="3969" w:type="dxa"/>
          </w:tcPr>
          <w:p w14:paraId="1A3E6532" w14:textId="77777777" w:rsidR="0083797B" w:rsidRDefault="0083797B"/>
        </w:tc>
        <w:tc>
          <w:tcPr>
            <w:tcW w:w="3260" w:type="dxa"/>
          </w:tcPr>
          <w:p w14:paraId="66BCE3FD" w14:textId="77777777" w:rsidR="0083797B" w:rsidRDefault="0083797B"/>
        </w:tc>
        <w:tc>
          <w:tcPr>
            <w:tcW w:w="2410" w:type="dxa"/>
          </w:tcPr>
          <w:p w14:paraId="77833CEB" w14:textId="77777777" w:rsidR="0083797B" w:rsidRDefault="0083797B">
            <w:pPr>
              <w:pStyle w:val="a9"/>
            </w:pPr>
          </w:p>
        </w:tc>
      </w:tr>
      <w:tr w:rsidR="0083797B" w14:paraId="48197981" w14:textId="77777777" w:rsidTr="00660768">
        <w:trPr>
          <w:cantSplit/>
          <w:trHeight w:val="995"/>
        </w:trPr>
        <w:tc>
          <w:tcPr>
            <w:tcW w:w="3969" w:type="dxa"/>
          </w:tcPr>
          <w:p w14:paraId="21776C88" w14:textId="357B9014" w:rsidR="0083797B" w:rsidRPr="00F07A57" w:rsidRDefault="00F07A57" w:rsidP="00660768">
            <w:pPr>
              <w:pStyle w:val="af4"/>
              <w:spacing w:before="120"/>
              <w:rPr>
                <w:szCs w:val="28"/>
              </w:rPr>
            </w:pPr>
            <w:bookmarkStart w:id="0" w:name="Дата"/>
            <w:bookmarkEnd w:id="0"/>
            <w:r>
              <w:rPr>
                <w:szCs w:val="28"/>
              </w:rPr>
              <w:t>28 декабря 2021 года</w:t>
            </w:r>
          </w:p>
        </w:tc>
        <w:tc>
          <w:tcPr>
            <w:tcW w:w="3260" w:type="dxa"/>
          </w:tcPr>
          <w:p w14:paraId="7D8B5719" w14:textId="77777777" w:rsidR="0083797B" w:rsidRDefault="0083797B" w:rsidP="00660768">
            <w:pPr>
              <w:spacing w:before="120"/>
            </w:pPr>
          </w:p>
        </w:tc>
        <w:tc>
          <w:tcPr>
            <w:tcW w:w="2410" w:type="dxa"/>
          </w:tcPr>
          <w:p w14:paraId="6599608A" w14:textId="0F58B662" w:rsidR="0083797B" w:rsidRPr="00F07A57" w:rsidRDefault="001E5906" w:rsidP="001E5906">
            <w:pPr>
              <w:pStyle w:val="a9"/>
              <w:spacing w:before="120"/>
              <w:ind w:firstLine="1162"/>
              <w:jc w:val="center"/>
              <w:rPr>
                <w:szCs w:val="28"/>
              </w:rPr>
            </w:pPr>
            <w:bookmarkStart w:id="1" w:name="Номер"/>
            <w:bookmarkEnd w:id="1"/>
            <w:r>
              <w:rPr>
                <w:szCs w:val="28"/>
              </w:rPr>
              <w:t>296</w:t>
            </w:r>
          </w:p>
        </w:tc>
      </w:tr>
      <w:tr w:rsidR="0083797B" w14:paraId="09652529" w14:textId="77777777" w:rsidTr="00660768">
        <w:trPr>
          <w:trHeight w:val="298"/>
        </w:trPr>
        <w:tc>
          <w:tcPr>
            <w:tcW w:w="3969" w:type="dxa"/>
          </w:tcPr>
          <w:p w14:paraId="1B896AC0" w14:textId="7C301199" w:rsidR="008E7674" w:rsidRDefault="00C0135E" w:rsidP="008E7674">
            <w:pPr>
              <w:pStyle w:val="a9"/>
            </w:pPr>
            <w:bookmarkStart w:id="2" w:name="Тема"/>
            <w:bookmarkEnd w:id="2"/>
            <w:r w:rsidRPr="0062320A">
              <w:t xml:space="preserve">О внесении изменений и дополнений в решение </w:t>
            </w:r>
            <w:r w:rsidR="00C67364">
              <w:t xml:space="preserve">  </w:t>
            </w:r>
            <w:r w:rsidRPr="0062320A">
              <w:t>Совета депутатов</w:t>
            </w:r>
            <w:r w:rsidR="008E7674">
              <w:t xml:space="preserve"> </w:t>
            </w:r>
            <w:r w:rsidRPr="0062320A">
              <w:t>Балахнинского муниципального округа</w:t>
            </w:r>
            <w:r w:rsidR="00C67364">
              <w:t xml:space="preserve">         </w:t>
            </w:r>
            <w:r w:rsidRPr="0062320A">
              <w:t xml:space="preserve">от 17.12.2020 № 96 «О бюджете Балахнинского муниципального округа на 2021 год и на плановый период 2022 и 2023 годов» </w:t>
            </w:r>
          </w:p>
          <w:p w14:paraId="3A0B35B0" w14:textId="6073446A" w:rsidR="0083797B" w:rsidRPr="0062320A" w:rsidRDefault="00C0135E" w:rsidP="0081034C">
            <w:pPr>
              <w:pStyle w:val="a9"/>
              <w:ind w:right="-108"/>
              <w:rPr>
                <w:sz w:val="24"/>
                <w:szCs w:val="24"/>
              </w:rPr>
            </w:pPr>
            <w:r w:rsidRPr="0062320A">
              <w:rPr>
                <w:szCs w:val="28"/>
              </w:rPr>
              <w:t xml:space="preserve">(в редакции решения Совета депутатов </w:t>
            </w:r>
            <w:r w:rsidRPr="00432275">
              <w:rPr>
                <w:color w:val="000000" w:themeColor="text1"/>
                <w:szCs w:val="28"/>
              </w:rPr>
              <w:t xml:space="preserve">от </w:t>
            </w:r>
            <w:r w:rsidR="00432275" w:rsidRPr="00432275">
              <w:rPr>
                <w:color w:val="000000" w:themeColor="text1"/>
                <w:szCs w:val="28"/>
              </w:rPr>
              <w:t>15</w:t>
            </w:r>
            <w:r w:rsidRPr="00432275">
              <w:rPr>
                <w:color w:val="000000" w:themeColor="text1"/>
                <w:szCs w:val="28"/>
              </w:rPr>
              <w:t>.</w:t>
            </w:r>
            <w:r w:rsidR="007017B0" w:rsidRPr="00432275">
              <w:rPr>
                <w:color w:val="000000" w:themeColor="text1"/>
                <w:szCs w:val="28"/>
              </w:rPr>
              <w:t>1</w:t>
            </w:r>
            <w:r w:rsidR="00432275" w:rsidRPr="00432275">
              <w:rPr>
                <w:color w:val="000000" w:themeColor="text1"/>
                <w:szCs w:val="28"/>
              </w:rPr>
              <w:t>2</w:t>
            </w:r>
            <w:r w:rsidRPr="00432275">
              <w:rPr>
                <w:color w:val="000000" w:themeColor="text1"/>
                <w:szCs w:val="28"/>
              </w:rPr>
              <w:t>.2021 №</w:t>
            </w:r>
            <w:r w:rsidR="0081034C">
              <w:rPr>
                <w:color w:val="000000" w:themeColor="text1"/>
                <w:szCs w:val="28"/>
              </w:rPr>
              <w:t xml:space="preserve"> </w:t>
            </w:r>
            <w:r w:rsidR="008E7674">
              <w:rPr>
                <w:color w:val="000000" w:themeColor="text1"/>
                <w:szCs w:val="28"/>
              </w:rPr>
              <w:t>292</w:t>
            </w:r>
            <w:r w:rsidR="00432275">
              <w:rPr>
                <w:color w:val="000000" w:themeColor="text1"/>
                <w:szCs w:val="28"/>
              </w:rPr>
              <w:t>)</w:t>
            </w:r>
          </w:p>
        </w:tc>
        <w:tc>
          <w:tcPr>
            <w:tcW w:w="3260" w:type="dxa"/>
          </w:tcPr>
          <w:p w14:paraId="5B17699E" w14:textId="77777777" w:rsidR="0083797B" w:rsidRPr="0062320A" w:rsidRDefault="0083797B"/>
        </w:tc>
        <w:tc>
          <w:tcPr>
            <w:tcW w:w="2410" w:type="dxa"/>
          </w:tcPr>
          <w:p w14:paraId="2C3BB395" w14:textId="632D0E24" w:rsidR="0083797B" w:rsidRPr="00EC6513" w:rsidRDefault="0083797B"/>
        </w:tc>
      </w:tr>
    </w:tbl>
    <w:p w14:paraId="084F5B0F" w14:textId="77777777" w:rsidR="0083797B" w:rsidRDefault="0083797B">
      <w:pPr>
        <w:sectPr w:rsidR="0083797B" w:rsidSect="00660768">
          <w:headerReference w:type="default" r:id="rId8"/>
          <w:headerReference w:type="first" r:id="rId9"/>
          <w:type w:val="continuous"/>
          <w:pgSz w:w="11907" w:h="16840" w:code="9"/>
          <w:pgMar w:top="-1701" w:right="567" w:bottom="-731" w:left="1134" w:header="567" w:footer="720" w:gutter="0"/>
          <w:cols w:space="720"/>
          <w:formProt w:val="0"/>
          <w:titlePg/>
        </w:sectPr>
      </w:pPr>
    </w:p>
    <w:p w14:paraId="6764F4A9" w14:textId="77777777" w:rsidR="0083797B" w:rsidRPr="00C0135E" w:rsidRDefault="0083797B">
      <w:pPr>
        <w:rPr>
          <w:sz w:val="24"/>
          <w:szCs w:val="24"/>
        </w:rPr>
      </w:pPr>
    </w:p>
    <w:p w14:paraId="270AE9A9" w14:textId="77777777" w:rsidR="00660768" w:rsidRPr="00C0135E" w:rsidRDefault="00660768">
      <w:pPr>
        <w:rPr>
          <w:sz w:val="24"/>
          <w:szCs w:val="24"/>
        </w:rPr>
      </w:pPr>
    </w:p>
    <w:p w14:paraId="68B2D24E" w14:textId="77777777" w:rsidR="0083797B" w:rsidRPr="00660768" w:rsidRDefault="0083797B">
      <w:pPr>
        <w:rPr>
          <w:sz w:val="24"/>
          <w:szCs w:val="24"/>
        </w:rPr>
      </w:pPr>
    </w:p>
    <w:p w14:paraId="2F3AF957" w14:textId="77777777" w:rsidR="0083797B" w:rsidRDefault="0083797B">
      <w:pPr>
        <w:sectPr w:rsidR="0083797B" w:rsidSect="00B1543B">
          <w:type w:val="continuous"/>
          <w:pgSz w:w="11907" w:h="16840" w:code="9"/>
          <w:pgMar w:top="-1985" w:right="567" w:bottom="-731" w:left="1134" w:header="568" w:footer="720" w:gutter="0"/>
          <w:cols w:space="720"/>
          <w:titlePg/>
        </w:sectPr>
      </w:pPr>
    </w:p>
    <w:p w14:paraId="047C53E1" w14:textId="079C455D" w:rsidR="00BA233F" w:rsidRPr="00BA233F" w:rsidRDefault="00BA233F" w:rsidP="00BA233F">
      <w:pPr>
        <w:pStyle w:val="11"/>
        <w:ind w:firstLine="709"/>
        <w:jc w:val="both"/>
      </w:pPr>
      <w:bookmarkStart w:id="3" w:name="Содержание"/>
      <w:bookmarkEnd w:id="3"/>
      <w:r w:rsidRPr="00BA233F">
        <w:t>На основании пункта 2 статьи 83 Бюджетного коде</w:t>
      </w:r>
      <w:r w:rsidR="006F2754">
        <w:t xml:space="preserve">кса Российской Федерации, </w:t>
      </w:r>
      <w:r w:rsidR="009D094C">
        <w:t xml:space="preserve">в соответствии со </w:t>
      </w:r>
      <w:r w:rsidR="006F2754">
        <w:t>статьями</w:t>
      </w:r>
      <w:r w:rsidRPr="00BA233F">
        <w:t xml:space="preserve"> </w:t>
      </w:r>
      <w:r w:rsidRPr="006F2754">
        <w:t>1</w:t>
      </w:r>
      <w:r w:rsidR="006F2754" w:rsidRPr="006F2754">
        <w:t>3</w:t>
      </w:r>
      <w:r w:rsidRPr="006F2754">
        <w:t>,</w:t>
      </w:r>
      <w:r w:rsidR="006F2754" w:rsidRPr="006F2754">
        <w:t xml:space="preserve"> </w:t>
      </w:r>
      <w:r w:rsidRPr="006F2754">
        <w:t>3</w:t>
      </w:r>
      <w:r w:rsidR="006F2754" w:rsidRPr="006F2754">
        <w:t>7</w:t>
      </w:r>
      <w:r w:rsidRPr="00BA233F">
        <w:t xml:space="preserve"> Положения о бюджетном процессе в </w:t>
      </w:r>
      <w:r w:rsidR="006F2754">
        <w:t xml:space="preserve">Балахнинском </w:t>
      </w:r>
      <w:r w:rsidRPr="00BA233F">
        <w:t xml:space="preserve">муниципальном </w:t>
      </w:r>
      <w:r w:rsidR="006F2754">
        <w:t>округе</w:t>
      </w:r>
      <w:r w:rsidRPr="00BA233F">
        <w:t xml:space="preserve"> Нижегородской области, утвержденного решением </w:t>
      </w:r>
      <w:r w:rsidR="006F2754">
        <w:t xml:space="preserve">Совета депутатов </w:t>
      </w:r>
      <w:r w:rsidRPr="00BA233F">
        <w:t xml:space="preserve">от </w:t>
      </w:r>
      <w:r w:rsidR="006F2754">
        <w:t>22</w:t>
      </w:r>
      <w:r w:rsidRPr="00BA233F">
        <w:t>.</w:t>
      </w:r>
      <w:r w:rsidR="006F2754">
        <w:t>10</w:t>
      </w:r>
      <w:r w:rsidRPr="00BA233F">
        <w:t>.20</w:t>
      </w:r>
      <w:r w:rsidR="006F2754">
        <w:t>20</w:t>
      </w:r>
      <w:r w:rsidRPr="00BA233F">
        <w:t xml:space="preserve"> №</w:t>
      </w:r>
      <w:r w:rsidR="009D094C">
        <w:t xml:space="preserve"> </w:t>
      </w:r>
      <w:r w:rsidR="006F2754">
        <w:t>40</w:t>
      </w:r>
      <w:r w:rsidRPr="00BA233F">
        <w:t>,</w:t>
      </w:r>
    </w:p>
    <w:p w14:paraId="30AA86FA" w14:textId="77777777" w:rsidR="00BA233F" w:rsidRDefault="00BA233F" w:rsidP="00BA233F">
      <w:pPr>
        <w:pStyle w:val="11"/>
        <w:ind w:firstLine="709"/>
        <w:jc w:val="center"/>
        <w:rPr>
          <w:b/>
        </w:rPr>
      </w:pPr>
    </w:p>
    <w:p w14:paraId="1908ED0E" w14:textId="77777777" w:rsidR="00C0135E" w:rsidRPr="007836D6" w:rsidRDefault="00C0135E" w:rsidP="00BA233F">
      <w:pPr>
        <w:pStyle w:val="11"/>
        <w:ind w:firstLine="709"/>
        <w:jc w:val="center"/>
        <w:rPr>
          <w:b/>
        </w:rPr>
      </w:pPr>
      <w:r w:rsidRPr="007836D6">
        <w:rPr>
          <w:b/>
        </w:rPr>
        <w:t>С</w:t>
      </w:r>
      <w:r w:rsidR="00BA233F" w:rsidRPr="007836D6">
        <w:rPr>
          <w:b/>
        </w:rPr>
        <w:t>ОВЕТ</w:t>
      </w:r>
      <w:r w:rsidRPr="007836D6">
        <w:rPr>
          <w:b/>
        </w:rPr>
        <w:t xml:space="preserve"> </w:t>
      </w:r>
      <w:r w:rsidR="00BA233F" w:rsidRPr="007836D6">
        <w:rPr>
          <w:b/>
        </w:rPr>
        <w:t>ДЕПУТАТОВ</w:t>
      </w:r>
      <w:r w:rsidRPr="007836D6">
        <w:rPr>
          <w:b/>
        </w:rPr>
        <w:t xml:space="preserve"> РЕШИЛ:</w:t>
      </w:r>
    </w:p>
    <w:p w14:paraId="067AE976" w14:textId="77777777" w:rsidR="00C0135E" w:rsidRPr="007836D6" w:rsidRDefault="00C0135E" w:rsidP="00C0135E">
      <w:pPr>
        <w:pStyle w:val="11"/>
      </w:pPr>
    </w:p>
    <w:p w14:paraId="345B1043" w14:textId="0E5EA882" w:rsidR="00C0135E" w:rsidRPr="007836D6" w:rsidRDefault="00C0135E" w:rsidP="004136AF">
      <w:pPr>
        <w:pStyle w:val="11"/>
        <w:ind w:firstLine="709"/>
        <w:jc w:val="both"/>
      </w:pPr>
      <w:r w:rsidRPr="007836D6">
        <w:t>1. Внести в решение Совета депутатов Балахнинского муниципального округа от 17.12.2020 № 96 «О бюджете Балахнинского муниципального округа на 2021 год и на плановый период 2022 и 2023 годов» (</w:t>
      </w:r>
      <w:r w:rsidRPr="007836D6">
        <w:rPr>
          <w:szCs w:val="28"/>
        </w:rPr>
        <w:t xml:space="preserve">в редакции решения Совета депутатов </w:t>
      </w:r>
      <w:r w:rsidRPr="00432275">
        <w:rPr>
          <w:color w:val="000000" w:themeColor="text1"/>
          <w:szCs w:val="28"/>
        </w:rPr>
        <w:t xml:space="preserve">от </w:t>
      </w:r>
      <w:r w:rsidR="00432275" w:rsidRPr="00432275">
        <w:rPr>
          <w:color w:val="000000" w:themeColor="text1"/>
          <w:szCs w:val="28"/>
        </w:rPr>
        <w:t>15</w:t>
      </w:r>
      <w:r w:rsidRPr="00432275">
        <w:rPr>
          <w:color w:val="000000" w:themeColor="text1"/>
          <w:szCs w:val="28"/>
        </w:rPr>
        <w:t>.</w:t>
      </w:r>
      <w:r w:rsidR="00A3765E" w:rsidRPr="00432275">
        <w:rPr>
          <w:color w:val="000000" w:themeColor="text1"/>
          <w:szCs w:val="28"/>
        </w:rPr>
        <w:t>1</w:t>
      </w:r>
      <w:r w:rsidR="00432275" w:rsidRPr="00432275">
        <w:rPr>
          <w:color w:val="000000" w:themeColor="text1"/>
          <w:szCs w:val="28"/>
        </w:rPr>
        <w:t>2</w:t>
      </w:r>
      <w:r w:rsidRPr="00432275">
        <w:rPr>
          <w:color w:val="000000" w:themeColor="text1"/>
          <w:szCs w:val="28"/>
        </w:rPr>
        <w:t>.2021 №</w:t>
      </w:r>
      <w:r w:rsidR="0081034C">
        <w:rPr>
          <w:color w:val="000000" w:themeColor="text1"/>
          <w:szCs w:val="28"/>
        </w:rPr>
        <w:t xml:space="preserve"> 292</w:t>
      </w:r>
      <w:r w:rsidRPr="007836D6">
        <w:rPr>
          <w:szCs w:val="28"/>
        </w:rPr>
        <w:t xml:space="preserve">) </w:t>
      </w:r>
      <w:r w:rsidRPr="007836D6">
        <w:t>следующие изменения и дополнения:</w:t>
      </w:r>
    </w:p>
    <w:p w14:paraId="248B9D41" w14:textId="77777777" w:rsidR="00C0135E" w:rsidRPr="007836D6" w:rsidRDefault="00C0135E" w:rsidP="004136AF">
      <w:pPr>
        <w:pStyle w:val="11"/>
        <w:jc w:val="both"/>
      </w:pPr>
      <w:r w:rsidRPr="007836D6">
        <w:t xml:space="preserve">   </w:t>
      </w:r>
    </w:p>
    <w:p w14:paraId="1B1C81F6" w14:textId="77777777" w:rsidR="00C0135E" w:rsidRPr="00487574" w:rsidRDefault="00C0135E" w:rsidP="004136AF">
      <w:pPr>
        <w:pStyle w:val="11"/>
        <w:ind w:firstLine="709"/>
        <w:jc w:val="both"/>
      </w:pPr>
      <w:r w:rsidRPr="00487574">
        <w:t>1.1. пункт 1 изложить в следующей редакции:</w:t>
      </w:r>
    </w:p>
    <w:p w14:paraId="2FB26873" w14:textId="77777777" w:rsidR="00C0135E" w:rsidRPr="00487574" w:rsidRDefault="00C0135E" w:rsidP="004136AF">
      <w:pPr>
        <w:pStyle w:val="11"/>
        <w:jc w:val="both"/>
      </w:pPr>
    </w:p>
    <w:p w14:paraId="6A5DD273" w14:textId="77777777" w:rsidR="00C0135E" w:rsidRPr="00487574" w:rsidRDefault="00C0135E" w:rsidP="004136AF">
      <w:pPr>
        <w:pStyle w:val="11"/>
        <w:ind w:firstLine="709"/>
        <w:jc w:val="both"/>
      </w:pPr>
      <w:r w:rsidRPr="00487574">
        <w:t>«1. Утвердить основные характеристики бюджета Балахнинского муниципального округа на 2021 год:</w:t>
      </w:r>
    </w:p>
    <w:p w14:paraId="2C5F7B57" w14:textId="77777777" w:rsidR="00C0135E" w:rsidRPr="00487574" w:rsidRDefault="00C0135E" w:rsidP="004136AF">
      <w:pPr>
        <w:pStyle w:val="11"/>
        <w:ind w:firstLine="709"/>
        <w:jc w:val="both"/>
      </w:pPr>
      <w:r w:rsidRPr="00487574">
        <w:t xml:space="preserve">         - общий объем доходов в сумме </w:t>
      </w:r>
      <w:r w:rsidR="00703D79" w:rsidRPr="00487574">
        <w:t>2</w:t>
      </w:r>
      <w:r w:rsidR="00487574" w:rsidRPr="00487574">
        <w:t> 4</w:t>
      </w:r>
      <w:r w:rsidR="00487574">
        <w:t>78</w:t>
      </w:r>
      <w:r w:rsidR="00487574" w:rsidRPr="00487574">
        <w:t> </w:t>
      </w:r>
      <w:r w:rsidR="00487574">
        <w:t>337</w:t>
      </w:r>
      <w:r w:rsidR="00487574" w:rsidRPr="00487574">
        <w:t>,</w:t>
      </w:r>
      <w:r w:rsidR="00487574">
        <w:t>4</w:t>
      </w:r>
      <w:r w:rsidR="008F4A46" w:rsidRPr="00487574">
        <w:t xml:space="preserve"> </w:t>
      </w:r>
      <w:r w:rsidRPr="00487574">
        <w:t>тыс. рублей;</w:t>
      </w:r>
    </w:p>
    <w:p w14:paraId="660B9238" w14:textId="77777777" w:rsidR="00C0135E" w:rsidRPr="00AD1A75" w:rsidRDefault="00C0135E" w:rsidP="004136AF">
      <w:pPr>
        <w:pStyle w:val="11"/>
        <w:ind w:firstLine="709"/>
        <w:jc w:val="both"/>
        <w:rPr>
          <w:color w:val="000000"/>
        </w:rPr>
      </w:pPr>
      <w:r w:rsidRPr="00AD1A75">
        <w:rPr>
          <w:color w:val="000000"/>
        </w:rPr>
        <w:t xml:space="preserve">         - общий объем расходов в сумме </w:t>
      </w:r>
      <w:r w:rsidR="00350FA2" w:rsidRPr="00AD1A75">
        <w:rPr>
          <w:color w:val="000000"/>
        </w:rPr>
        <w:t>2 </w:t>
      </w:r>
      <w:r w:rsidR="00AD1A75" w:rsidRPr="00AD1A75">
        <w:rPr>
          <w:color w:val="000000"/>
        </w:rPr>
        <w:t>53</w:t>
      </w:r>
      <w:r w:rsidR="00350FA2" w:rsidRPr="00AD1A75">
        <w:rPr>
          <w:color w:val="000000"/>
        </w:rPr>
        <w:t>3 </w:t>
      </w:r>
      <w:r w:rsidR="00AD1A75" w:rsidRPr="00AD1A75">
        <w:rPr>
          <w:color w:val="000000"/>
        </w:rPr>
        <w:t>26</w:t>
      </w:r>
      <w:r w:rsidR="00350FA2" w:rsidRPr="00AD1A75">
        <w:rPr>
          <w:color w:val="000000"/>
        </w:rPr>
        <w:t>9,0</w:t>
      </w:r>
      <w:r w:rsidR="004F0D03" w:rsidRPr="00AD1A75">
        <w:rPr>
          <w:color w:val="000000"/>
        </w:rPr>
        <w:t xml:space="preserve"> </w:t>
      </w:r>
      <w:r w:rsidRPr="00AD1A75">
        <w:rPr>
          <w:color w:val="000000"/>
        </w:rPr>
        <w:t>тыс. рублей;</w:t>
      </w:r>
    </w:p>
    <w:p w14:paraId="64F55179" w14:textId="77777777" w:rsidR="00C0135E" w:rsidRPr="00487574" w:rsidRDefault="00C0135E" w:rsidP="004136AF">
      <w:pPr>
        <w:pStyle w:val="11"/>
        <w:ind w:firstLine="709"/>
        <w:jc w:val="both"/>
        <w:rPr>
          <w:color w:val="000000"/>
        </w:rPr>
      </w:pPr>
      <w:r w:rsidRPr="00487574">
        <w:rPr>
          <w:color w:val="FF0000"/>
        </w:rPr>
        <w:t xml:space="preserve">         </w:t>
      </w:r>
      <w:r w:rsidRPr="00487574">
        <w:rPr>
          <w:color w:val="000000"/>
        </w:rPr>
        <w:t>- размер дефицита в сумме 54 </w:t>
      </w:r>
      <w:r w:rsidR="00CE7E55" w:rsidRPr="00487574">
        <w:rPr>
          <w:color w:val="000000"/>
        </w:rPr>
        <w:t>931</w:t>
      </w:r>
      <w:r w:rsidRPr="00487574">
        <w:rPr>
          <w:color w:val="000000"/>
        </w:rPr>
        <w:t>,</w:t>
      </w:r>
      <w:r w:rsidR="00CE7E55" w:rsidRPr="00487574">
        <w:rPr>
          <w:color w:val="000000"/>
        </w:rPr>
        <w:t>6</w:t>
      </w:r>
      <w:r w:rsidRPr="00487574">
        <w:rPr>
          <w:color w:val="000000"/>
        </w:rPr>
        <w:t xml:space="preserve"> тыс. рублей.»;</w:t>
      </w:r>
    </w:p>
    <w:p w14:paraId="324374B6" w14:textId="77777777" w:rsidR="00820B78" w:rsidRPr="00487574" w:rsidRDefault="00820B78" w:rsidP="004136AF">
      <w:pPr>
        <w:ind w:firstLine="851"/>
        <w:jc w:val="both"/>
        <w:rPr>
          <w:szCs w:val="28"/>
        </w:rPr>
      </w:pPr>
    </w:p>
    <w:p w14:paraId="60E13737" w14:textId="77777777" w:rsidR="00820B78" w:rsidRPr="00487574" w:rsidRDefault="00820B78" w:rsidP="004136AF">
      <w:pPr>
        <w:ind w:firstLine="851"/>
        <w:jc w:val="both"/>
        <w:rPr>
          <w:szCs w:val="28"/>
        </w:rPr>
      </w:pPr>
    </w:p>
    <w:p w14:paraId="3B1035A9" w14:textId="77777777" w:rsidR="00820B78" w:rsidRPr="00487574" w:rsidRDefault="00820B78" w:rsidP="004136AF">
      <w:pPr>
        <w:pStyle w:val="11"/>
        <w:ind w:firstLine="709"/>
        <w:jc w:val="both"/>
      </w:pPr>
      <w:r w:rsidRPr="00487574">
        <w:lastRenderedPageBreak/>
        <w:t>1.2. пункт 2 изложить в следующей редакции:</w:t>
      </w:r>
    </w:p>
    <w:p w14:paraId="77E777D2" w14:textId="77777777" w:rsidR="00273718" w:rsidRPr="00487574" w:rsidRDefault="00273718" w:rsidP="004136AF">
      <w:pPr>
        <w:pStyle w:val="11"/>
        <w:ind w:firstLine="709"/>
        <w:jc w:val="both"/>
        <w:rPr>
          <w:szCs w:val="28"/>
        </w:rPr>
      </w:pPr>
    </w:p>
    <w:p w14:paraId="05ECB4EB" w14:textId="77777777" w:rsidR="00820B78" w:rsidRPr="00487574" w:rsidRDefault="00820B78" w:rsidP="004136AF">
      <w:pPr>
        <w:pStyle w:val="11"/>
        <w:ind w:firstLine="709"/>
        <w:jc w:val="both"/>
      </w:pPr>
      <w:r w:rsidRPr="00487574">
        <w:rPr>
          <w:szCs w:val="28"/>
        </w:rPr>
        <w:t>«2. Утвердить основные характеристики бюджета Балахнинского муниципального округа на плановый период 2022 и 2023 годов:</w:t>
      </w:r>
    </w:p>
    <w:p w14:paraId="64E55823" w14:textId="77777777" w:rsidR="00820B78" w:rsidRPr="00487574" w:rsidRDefault="00820B78" w:rsidP="004136AF">
      <w:pPr>
        <w:ind w:firstLine="851"/>
        <w:jc w:val="both"/>
        <w:rPr>
          <w:szCs w:val="28"/>
        </w:rPr>
      </w:pPr>
      <w:r w:rsidRPr="00487574">
        <w:rPr>
          <w:szCs w:val="28"/>
        </w:rPr>
        <w:t>1) общий объем доходов на 2022 год в сумме 2</w:t>
      </w:r>
      <w:r w:rsidR="00487574" w:rsidRPr="00487574">
        <w:rPr>
          <w:szCs w:val="28"/>
        </w:rPr>
        <w:t> 103 877,2</w:t>
      </w:r>
      <w:r w:rsidR="000A1208" w:rsidRPr="00487574">
        <w:rPr>
          <w:szCs w:val="28"/>
        </w:rPr>
        <w:t xml:space="preserve"> </w:t>
      </w:r>
      <w:r w:rsidRPr="00487574">
        <w:rPr>
          <w:szCs w:val="28"/>
        </w:rPr>
        <w:t xml:space="preserve">тыс. рублей, на 2023 год в сумме </w:t>
      </w:r>
      <w:r w:rsidR="000A1208" w:rsidRPr="00487574">
        <w:rPr>
          <w:szCs w:val="28"/>
        </w:rPr>
        <w:t>2 035 965,1</w:t>
      </w:r>
      <w:r w:rsidRPr="00487574">
        <w:t xml:space="preserve"> </w:t>
      </w:r>
      <w:r w:rsidRPr="00487574">
        <w:rPr>
          <w:szCs w:val="28"/>
        </w:rPr>
        <w:t>тыс. рублей;</w:t>
      </w:r>
    </w:p>
    <w:p w14:paraId="4D731C78" w14:textId="77777777" w:rsidR="00820B78" w:rsidRPr="00AD1A75" w:rsidRDefault="00820B78" w:rsidP="004136AF">
      <w:pPr>
        <w:ind w:firstLine="851"/>
        <w:jc w:val="both"/>
        <w:rPr>
          <w:szCs w:val="28"/>
        </w:rPr>
      </w:pPr>
      <w:r w:rsidRPr="00AD1A75">
        <w:rPr>
          <w:szCs w:val="28"/>
        </w:rPr>
        <w:t xml:space="preserve">2) общий объем расходов на 2022 год в сумме </w:t>
      </w:r>
      <w:r w:rsidR="00AD1A75" w:rsidRPr="00AD1A75">
        <w:rPr>
          <w:szCs w:val="28"/>
        </w:rPr>
        <w:t>2 103 877,2</w:t>
      </w:r>
      <w:r w:rsidRPr="00AD1A75">
        <w:rPr>
          <w:szCs w:val="28"/>
        </w:rPr>
        <w:t xml:space="preserve"> тыс. рублей, в том числе условно утверждаемые расходы в сумме 26 298,1 тыс. рублей, на 2023 год в сумме </w:t>
      </w:r>
      <w:r w:rsidR="004930B7" w:rsidRPr="00AD1A75">
        <w:rPr>
          <w:szCs w:val="28"/>
        </w:rPr>
        <w:t>2 035 965,1</w:t>
      </w:r>
      <w:r w:rsidRPr="00AD1A75">
        <w:rPr>
          <w:szCs w:val="28"/>
        </w:rPr>
        <w:t xml:space="preserve"> тыс. рублей, в том числе условно утверждаемые расходы в сумме 54 755,4 тыс. рублей;</w:t>
      </w:r>
    </w:p>
    <w:p w14:paraId="5417F4B2" w14:textId="77777777" w:rsidR="00820B78" w:rsidRPr="00AD1A75" w:rsidRDefault="00820B78" w:rsidP="004136AF">
      <w:pPr>
        <w:ind w:firstLine="851"/>
        <w:jc w:val="both"/>
        <w:rPr>
          <w:szCs w:val="28"/>
        </w:rPr>
      </w:pPr>
      <w:r w:rsidRPr="00AD1A75">
        <w:rPr>
          <w:szCs w:val="28"/>
        </w:rPr>
        <w:t>3) размер дефицита на 2022 год в сумме 0,0 тыс. рублей, размер дефицита на 2023 год в сумме 0,0 тыс. рублей.»;</w:t>
      </w:r>
    </w:p>
    <w:p w14:paraId="361326FB" w14:textId="77777777" w:rsidR="00820B78" w:rsidRPr="00970BD5" w:rsidRDefault="00820B78" w:rsidP="004136AF">
      <w:pPr>
        <w:ind w:firstLine="709"/>
        <w:jc w:val="both"/>
        <w:rPr>
          <w:szCs w:val="28"/>
          <w:highlight w:val="yellow"/>
        </w:rPr>
      </w:pPr>
    </w:p>
    <w:p w14:paraId="17CB4E9E" w14:textId="77777777" w:rsidR="005C770F" w:rsidRDefault="005C770F" w:rsidP="005C770F">
      <w:pPr>
        <w:ind w:firstLine="709"/>
        <w:jc w:val="both"/>
        <w:rPr>
          <w:szCs w:val="28"/>
          <w:highlight w:val="yellow"/>
        </w:rPr>
      </w:pPr>
      <w:r w:rsidRPr="00C0684E">
        <w:rPr>
          <w:szCs w:val="28"/>
        </w:rPr>
        <w:t>1.</w:t>
      </w:r>
      <w:r>
        <w:rPr>
          <w:szCs w:val="28"/>
        </w:rPr>
        <w:t>3</w:t>
      </w:r>
      <w:r w:rsidRPr="00C0684E">
        <w:rPr>
          <w:szCs w:val="28"/>
        </w:rPr>
        <w:t>. приложени</w:t>
      </w:r>
      <w:r>
        <w:rPr>
          <w:szCs w:val="28"/>
        </w:rPr>
        <w:t>е</w:t>
      </w:r>
      <w:r w:rsidRPr="00C0684E">
        <w:rPr>
          <w:szCs w:val="28"/>
        </w:rPr>
        <w:t xml:space="preserve"> </w:t>
      </w:r>
      <w:r>
        <w:rPr>
          <w:szCs w:val="28"/>
        </w:rPr>
        <w:t xml:space="preserve">1 </w:t>
      </w:r>
      <w:r w:rsidRPr="00670B4B">
        <w:rPr>
          <w:szCs w:val="28"/>
        </w:rPr>
        <w:t xml:space="preserve">изложить в новой редакции согласно приложению </w:t>
      </w:r>
      <w:r>
        <w:rPr>
          <w:szCs w:val="28"/>
        </w:rPr>
        <w:t>1.</w:t>
      </w:r>
    </w:p>
    <w:p w14:paraId="6D93B84C" w14:textId="77777777" w:rsidR="0087252A" w:rsidRDefault="0087252A" w:rsidP="004136AF">
      <w:pPr>
        <w:ind w:firstLine="709"/>
        <w:jc w:val="both"/>
        <w:rPr>
          <w:szCs w:val="28"/>
        </w:rPr>
      </w:pPr>
    </w:p>
    <w:p w14:paraId="57121E97" w14:textId="77777777" w:rsidR="0023457A" w:rsidRDefault="00C0135E" w:rsidP="004136AF">
      <w:pPr>
        <w:ind w:firstLine="709"/>
        <w:jc w:val="both"/>
        <w:rPr>
          <w:szCs w:val="28"/>
          <w:highlight w:val="yellow"/>
        </w:rPr>
      </w:pPr>
      <w:r w:rsidRPr="00C0684E">
        <w:rPr>
          <w:szCs w:val="28"/>
        </w:rPr>
        <w:t>1.</w:t>
      </w:r>
      <w:r w:rsidR="004167E4" w:rsidRPr="00C0684E">
        <w:rPr>
          <w:szCs w:val="28"/>
        </w:rPr>
        <w:t>4</w:t>
      </w:r>
      <w:r w:rsidRPr="00C0684E">
        <w:rPr>
          <w:szCs w:val="28"/>
        </w:rPr>
        <w:t>. приложени</w:t>
      </w:r>
      <w:r w:rsidR="00467594">
        <w:rPr>
          <w:szCs w:val="28"/>
        </w:rPr>
        <w:t>е</w:t>
      </w:r>
      <w:r w:rsidRPr="00C0684E">
        <w:rPr>
          <w:szCs w:val="28"/>
        </w:rPr>
        <w:t xml:space="preserve"> 3</w:t>
      </w:r>
      <w:r w:rsidR="0023457A">
        <w:rPr>
          <w:szCs w:val="28"/>
        </w:rPr>
        <w:t xml:space="preserve"> </w:t>
      </w:r>
      <w:r w:rsidR="0023457A" w:rsidRPr="00670B4B">
        <w:rPr>
          <w:szCs w:val="28"/>
        </w:rPr>
        <w:t xml:space="preserve">изложить в новой редакции согласно приложению </w:t>
      </w:r>
      <w:r w:rsidR="00467594">
        <w:rPr>
          <w:szCs w:val="28"/>
        </w:rPr>
        <w:t>2</w:t>
      </w:r>
      <w:r w:rsidR="005C363D">
        <w:rPr>
          <w:szCs w:val="28"/>
        </w:rPr>
        <w:t>.</w:t>
      </w:r>
    </w:p>
    <w:p w14:paraId="6D2C5EBE" w14:textId="77777777" w:rsidR="0023457A" w:rsidRDefault="0023457A" w:rsidP="004136AF">
      <w:pPr>
        <w:ind w:firstLine="709"/>
        <w:jc w:val="both"/>
        <w:rPr>
          <w:szCs w:val="28"/>
          <w:highlight w:val="yellow"/>
        </w:rPr>
      </w:pPr>
    </w:p>
    <w:p w14:paraId="5A3BA1B2" w14:textId="77777777" w:rsidR="000118B9" w:rsidRPr="00487574" w:rsidRDefault="000118B9" w:rsidP="004136AF">
      <w:pPr>
        <w:ind w:firstLine="709"/>
        <w:jc w:val="both"/>
        <w:rPr>
          <w:szCs w:val="28"/>
        </w:rPr>
      </w:pPr>
      <w:r w:rsidRPr="00487574">
        <w:rPr>
          <w:szCs w:val="28"/>
        </w:rPr>
        <w:t>1.</w:t>
      </w:r>
      <w:r w:rsidR="004167E4" w:rsidRPr="00487574">
        <w:rPr>
          <w:szCs w:val="28"/>
        </w:rPr>
        <w:t>5</w:t>
      </w:r>
      <w:r w:rsidR="00766EC5" w:rsidRPr="00487574">
        <w:rPr>
          <w:szCs w:val="28"/>
        </w:rPr>
        <w:t xml:space="preserve">. </w:t>
      </w:r>
      <w:r w:rsidRPr="00487574">
        <w:rPr>
          <w:szCs w:val="28"/>
        </w:rPr>
        <w:t>пункт 6 изложить в следующей редакции:</w:t>
      </w:r>
    </w:p>
    <w:p w14:paraId="3CB7217A" w14:textId="77777777" w:rsidR="000118B9" w:rsidRPr="00487574" w:rsidRDefault="000118B9" w:rsidP="004136AF">
      <w:pPr>
        <w:pStyle w:val="25"/>
        <w:tabs>
          <w:tab w:val="num" w:pos="0"/>
        </w:tabs>
        <w:ind w:firstLine="851"/>
        <w:rPr>
          <w:sz w:val="28"/>
          <w:szCs w:val="28"/>
        </w:rPr>
      </w:pPr>
    </w:p>
    <w:p w14:paraId="588C09CE" w14:textId="77777777" w:rsidR="00766EC5" w:rsidRPr="00487574" w:rsidRDefault="000118B9" w:rsidP="004136AF">
      <w:pPr>
        <w:pStyle w:val="25"/>
        <w:tabs>
          <w:tab w:val="num" w:pos="0"/>
        </w:tabs>
        <w:ind w:firstLine="709"/>
        <w:rPr>
          <w:sz w:val="28"/>
          <w:szCs w:val="28"/>
        </w:rPr>
      </w:pPr>
      <w:r w:rsidRPr="00487574">
        <w:rPr>
          <w:sz w:val="28"/>
          <w:szCs w:val="28"/>
        </w:rPr>
        <w:t>«</w:t>
      </w:r>
      <w:r w:rsidR="00766EC5" w:rsidRPr="00487574">
        <w:rPr>
          <w:sz w:val="28"/>
          <w:szCs w:val="28"/>
        </w:rPr>
        <w:t>Утвердить общий объем налоговых и неналоговых доходов:</w:t>
      </w:r>
    </w:p>
    <w:p w14:paraId="0F60FE6D" w14:textId="77777777" w:rsidR="00766EC5" w:rsidRPr="00487574" w:rsidRDefault="00766EC5" w:rsidP="004136AF">
      <w:pPr>
        <w:ind w:firstLine="709"/>
        <w:jc w:val="both"/>
        <w:rPr>
          <w:szCs w:val="28"/>
        </w:rPr>
      </w:pPr>
      <w:r w:rsidRPr="00487574">
        <w:rPr>
          <w:szCs w:val="28"/>
        </w:rPr>
        <w:t xml:space="preserve">1) на 2021 год в сумме </w:t>
      </w:r>
      <w:r w:rsidR="00E011AE" w:rsidRPr="00487574">
        <w:rPr>
          <w:szCs w:val="28"/>
        </w:rPr>
        <w:t>8</w:t>
      </w:r>
      <w:r w:rsidR="00487574" w:rsidRPr="00487574">
        <w:rPr>
          <w:szCs w:val="28"/>
        </w:rPr>
        <w:t>3</w:t>
      </w:r>
      <w:r w:rsidR="00E011AE" w:rsidRPr="00487574">
        <w:rPr>
          <w:szCs w:val="28"/>
        </w:rPr>
        <w:t>7 </w:t>
      </w:r>
      <w:r w:rsidR="00487574" w:rsidRPr="00487574">
        <w:rPr>
          <w:szCs w:val="28"/>
        </w:rPr>
        <w:t>457</w:t>
      </w:r>
      <w:r w:rsidR="00E011AE" w:rsidRPr="00487574">
        <w:rPr>
          <w:szCs w:val="28"/>
        </w:rPr>
        <w:t>,</w:t>
      </w:r>
      <w:r w:rsidR="00487574" w:rsidRPr="00487574">
        <w:rPr>
          <w:szCs w:val="28"/>
        </w:rPr>
        <w:t>7</w:t>
      </w:r>
      <w:r w:rsidR="00E011AE" w:rsidRPr="00487574">
        <w:rPr>
          <w:b/>
          <w:sz w:val="24"/>
          <w:szCs w:val="24"/>
        </w:rPr>
        <w:t xml:space="preserve"> </w:t>
      </w:r>
      <w:r w:rsidRPr="00487574">
        <w:rPr>
          <w:szCs w:val="28"/>
        </w:rPr>
        <w:t>тыс. рублей, в том числе налоговых и неналоговых доходов, за исключением доходов, являющихся источниками формирования дорожного фонда Балахнинского муниципального округа, в сумме 8</w:t>
      </w:r>
      <w:r w:rsidR="00487574" w:rsidRPr="00487574">
        <w:rPr>
          <w:szCs w:val="28"/>
        </w:rPr>
        <w:t>19</w:t>
      </w:r>
      <w:r w:rsidR="004B6365" w:rsidRPr="00487574">
        <w:rPr>
          <w:szCs w:val="28"/>
        </w:rPr>
        <w:t> 2</w:t>
      </w:r>
      <w:r w:rsidR="00487574" w:rsidRPr="00487574">
        <w:rPr>
          <w:szCs w:val="28"/>
        </w:rPr>
        <w:t>10</w:t>
      </w:r>
      <w:r w:rsidR="004B6365" w:rsidRPr="00487574">
        <w:rPr>
          <w:szCs w:val="28"/>
        </w:rPr>
        <w:t>,</w:t>
      </w:r>
      <w:r w:rsidR="00487574" w:rsidRPr="00487574">
        <w:rPr>
          <w:szCs w:val="28"/>
        </w:rPr>
        <w:t>1</w:t>
      </w:r>
      <w:r w:rsidRPr="00487574">
        <w:rPr>
          <w:szCs w:val="28"/>
        </w:rPr>
        <w:t xml:space="preserve"> тыс.</w:t>
      </w:r>
      <w:r w:rsidR="00432275">
        <w:rPr>
          <w:szCs w:val="28"/>
        </w:rPr>
        <w:t xml:space="preserve"> </w:t>
      </w:r>
      <w:r w:rsidRPr="00487574">
        <w:rPr>
          <w:szCs w:val="28"/>
        </w:rPr>
        <w:t>рублей;</w:t>
      </w:r>
    </w:p>
    <w:p w14:paraId="170D663B" w14:textId="77777777" w:rsidR="00766EC5" w:rsidRPr="00487574" w:rsidRDefault="00766EC5" w:rsidP="004136AF">
      <w:pPr>
        <w:pStyle w:val="25"/>
        <w:tabs>
          <w:tab w:val="num" w:pos="0"/>
        </w:tabs>
        <w:ind w:firstLine="709"/>
        <w:rPr>
          <w:sz w:val="28"/>
          <w:szCs w:val="28"/>
        </w:rPr>
      </w:pPr>
      <w:r w:rsidRPr="00487574">
        <w:rPr>
          <w:sz w:val="28"/>
          <w:szCs w:val="28"/>
        </w:rPr>
        <w:t>2) на 2022 год в сумме 862 266,7 тыс. рублей, в том числе налоговых и неналоговых доходов, за исключением доходов, являющихся источниками формирования дорожного фонда Балахнинского муниципального округа, в сумме 842 481,8 тыс.</w:t>
      </w:r>
      <w:r w:rsidR="00432275">
        <w:rPr>
          <w:sz w:val="28"/>
          <w:szCs w:val="28"/>
        </w:rPr>
        <w:t xml:space="preserve"> </w:t>
      </w:r>
      <w:r w:rsidRPr="00487574">
        <w:rPr>
          <w:sz w:val="28"/>
          <w:szCs w:val="28"/>
        </w:rPr>
        <w:t>рублей;</w:t>
      </w:r>
    </w:p>
    <w:p w14:paraId="7817959C" w14:textId="77777777" w:rsidR="00766EC5" w:rsidRPr="00487574" w:rsidRDefault="00766EC5" w:rsidP="004136AF">
      <w:pPr>
        <w:pStyle w:val="25"/>
        <w:tabs>
          <w:tab w:val="num" w:pos="0"/>
        </w:tabs>
        <w:ind w:firstLine="851"/>
        <w:rPr>
          <w:sz w:val="28"/>
          <w:szCs w:val="28"/>
        </w:rPr>
      </w:pPr>
      <w:r w:rsidRPr="00487574">
        <w:rPr>
          <w:sz w:val="28"/>
          <w:szCs w:val="28"/>
        </w:rPr>
        <w:t>3) на 2023 год в сумме 972 562,8 тыс. рублей, в том числе налоговых и неналоговых доходов, за исключением доходов, являющихся источниками формирования дорожного фонда Балахнинского муниципального округа, в сумме 950 806,</w:t>
      </w:r>
      <w:r w:rsidR="008A0CB2" w:rsidRPr="00487574">
        <w:rPr>
          <w:sz w:val="28"/>
          <w:szCs w:val="28"/>
        </w:rPr>
        <w:t>4</w:t>
      </w:r>
      <w:r w:rsidRPr="00487574">
        <w:rPr>
          <w:sz w:val="28"/>
          <w:szCs w:val="28"/>
        </w:rPr>
        <w:t xml:space="preserve"> тыс.</w:t>
      </w:r>
      <w:r w:rsidR="00432275">
        <w:rPr>
          <w:sz w:val="28"/>
          <w:szCs w:val="28"/>
        </w:rPr>
        <w:t xml:space="preserve"> </w:t>
      </w:r>
      <w:r w:rsidRPr="00487574">
        <w:rPr>
          <w:sz w:val="28"/>
          <w:szCs w:val="28"/>
        </w:rPr>
        <w:t>рублей.</w:t>
      </w:r>
      <w:r w:rsidR="000118B9" w:rsidRPr="00487574">
        <w:rPr>
          <w:sz w:val="28"/>
          <w:szCs w:val="28"/>
        </w:rPr>
        <w:t>»;</w:t>
      </w:r>
    </w:p>
    <w:p w14:paraId="3BD37A02" w14:textId="77777777" w:rsidR="00766EC5" w:rsidRPr="00970BD5" w:rsidRDefault="00766EC5" w:rsidP="004136AF">
      <w:pPr>
        <w:ind w:firstLine="709"/>
        <w:jc w:val="both"/>
        <w:rPr>
          <w:szCs w:val="28"/>
          <w:highlight w:val="yellow"/>
        </w:rPr>
      </w:pPr>
    </w:p>
    <w:p w14:paraId="3AFC6DC7" w14:textId="77777777" w:rsidR="00C0135E" w:rsidRPr="00487574" w:rsidRDefault="00C0135E" w:rsidP="004136AF">
      <w:pPr>
        <w:ind w:firstLine="709"/>
        <w:jc w:val="both"/>
        <w:rPr>
          <w:szCs w:val="28"/>
        </w:rPr>
      </w:pPr>
      <w:r w:rsidRPr="00487574">
        <w:rPr>
          <w:szCs w:val="28"/>
        </w:rPr>
        <w:t>1.</w:t>
      </w:r>
      <w:r w:rsidR="004167E4" w:rsidRPr="00487574">
        <w:rPr>
          <w:szCs w:val="28"/>
        </w:rPr>
        <w:t>6</w:t>
      </w:r>
      <w:r w:rsidRPr="00487574">
        <w:rPr>
          <w:szCs w:val="28"/>
        </w:rPr>
        <w:t>. пункт 7 изложить в следующей редакции:</w:t>
      </w:r>
    </w:p>
    <w:p w14:paraId="010C36FA" w14:textId="77777777" w:rsidR="00C0135E" w:rsidRPr="00487574" w:rsidRDefault="00C0135E" w:rsidP="004136AF">
      <w:pPr>
        <w:ind w:firstLine="709"/>
        <w:jc w:val="both"/>
        <w:rPr>
          <w:color w:val="FF0000"/>
          <w:szCs w:val="28"/>
        </w:rPr>
      </w:pPr>
    </w:p>
    <w:p w14:paraId="4CA5B377" w14:textId="77777777" w:rsidR="00C0135E" w:rsidRPr="00487574" w:rsidRDefault="00C0135E" w:rsidP="004136AF">
      <w:pPr>
        <w:pStyle w:val="25"/>
        <w:tabs>
          <w:tab w:val="num" w:pos="0"/>
        </w:tabs>
        <w:ind w:firstLine="709"/>
        <w:rPr>
          <w:sz w:val="28"/>
          <w:szCs w:val="28"/>
        </w:rPr>
      </w:pPr>
      <w:r w:rsidRPr="00487574">
        <w:rPr>
          <w:sz w:val="28"/>
          <w:szCs w:val="28"/>
        </w:rPr>
        <w:t>«Утвердить объем безвозмездных поступлений, получаемых из других бюджетов бюджетной системы Российской Федерации:</w:t>
      </w:r>
    </w:p>
    <w:p w14:paraId="0BE2C13D" w14:textId="4FBC0B1A" w:rsidR="00C0135E" w:rsidRDefault="00C0135E" w:rsidP="004136AF">
      <w:pPr>
        <w:pStyle w:val="25"/>
        <w:tabs>
          <w:tab w:val="num" w:pos="0"/>
        </w:tabs>
        <w:ind w:firstLine="709"/>
        <w:rPr>
          <w:sz w:val="28"/>
          <w:szCs w:val="28"/>
        </w:rPr>
      </w:pPr>
      <w:r w:rsidRPr="00487574">
        <w:rPr>
          <w:sz w:val="28"/>
          <w:szCs w:val="28"/>
        </w:rPr>
        <w:t xml:space="preserve">- на 2021 год в сумме </w:t>
      </w:r>
      <w:r w:rsidR="00EA6885" w:rsidRPr="00487574">
        <w:rPr>
          <w:sz w:val="28"/>
          <w:szCs w:val="28"/>
        </w:rPr>
        <w:t>1</w:t>
      </w:r>
      <w:r w:rsidR="00487574" w:rsidRPr="00487574">
        <w:rPr>
          <w:sz w:val="28"/>
          <w:szCs w:val="28"/>
        </w:rPr>
        <w:t> 645 129,2</w:t>
      </w:r>
      <w:r w:rsidR="00E77738" w:rsidRPr="00487574">
        <w:rPr>
          <w:sz w:val="28"/>
          <w:szCs w:val="28"/>
        </w:rPr>
        <w:t xml:space="preserve"> </w:t>
      </w:r>
      <w:r w:rsidRPr="00487574">
        <w:rPr>
          <w:sz w:val="28"/>
          <w:szCs w:val="28"/>
        </w:rPr>
        <w:t xml:space="preserve">тыс. рублей, в том числе объем субсидий, субвенций и иных межбюджетных трансфертов, имеющих целевое назначение, в сумме </w:t>
      </w:r>
      <w:r w:rsidR="00EA6885" w:rsidRPr="00487574">
        <w:rPr>
          <w:sz w:val="28"/>
          <w:szCs w:val="28"/>
        </w:rPr>
        <w:t>1</w:t>
      </w:r>
      <w:r w:rsidR="00487574" w:rsidRPr="00487574">
        <w:rPr>
          <w:sz w:val="28"/>
          <w:szCs w:val="28"/>
        </w:rPr>
        <w:t> 418 703,6</w:t>
      </w:r>
      <w:r w:rsidRPr="00487574">
        <w:rPr>
          <w:sz w:val="28"/>
          <w:szCs w:val="28"/>
        </w:rPr>
        <w:t xml:space="preserve"> тыс.</w:t>
      </w:r>
      <w:r w:rsidR="00432275">
        <w:rPr>
          <w:sz w:val="28"/>
          <w:szCs w:val="28"/>
        </w:rPr>
        <w:t xml:space="preserve"> </w:t>
      </w:r>
      <w:r w:rsidRPr="00487574">
        <w:rPr>
          <w:sz w:val="28"/>
          <w:szCs w:val="28"/>
        </w:rPr>
        <w:t>рублей;</w:t>
      </w:r>
    </w:p>
    <w:p w14:paraId="7C02CD44" w14:textId="77777777" w:rsidR="00EF3AA3" w:rsidRPr="00487574" w:rsidRDefault="00EF3AA3" w:rsidP="004136AF">
      <w:pPr>
        <w:pStyle w:val="25"/>
        <w:tabs>
          <w:tab w:val="num" w:pos="0"/>
        </w:tabs>
        <w:ind w:firstLine="709"/>
        <w:rPr>
          <w:sz w:val="28"/>
          <w:szCs w:val="28"/>
        </w:rPr>
      </w:pPr>
    </w:p>
    <w:p w14:paraId="151BFA69" w14:textId="77777777" w:rsidR="00C0135E" w:rsidRPr="000A74B6" w:rsidRDefault="00C0135E" w:rsidP="004136AF">
      <w:pPr>
        <w:pStyle w:val="25"/>
        <w:tabs>
          <w:tab w:val="num" w:pos="0"/>
        </w:tabs>
        <w:ind w:firstLine="709"/>
        <w:rPr>
          <w:sz w:val="28"/>
          <w:szCs w:val="28"/>
        </w:rPr>
      </w:pPr>
      <w:r w:rsidRPr="000A74B6">
        <w:rPr>
          <w:sz w:val="28"/>
          <w:szCs w:val="28"/>
        </w:rPr>
        <w:lastRenderedPageBreak/>
        <w:t>- на 2022 год в сумме 1</w:t>
      </w:r>
      <w:r w:rsidR="000A74B6" w:rsidRPr="000A74B6">
        <w:rPr>
          <w:sz w:val="28"/>
          <w:szCs w:val="28"/>
        </w:rPr>
        <w:t> 241 610,5</w:t>
      </w:r>
      <w:r w:rsidRPr="000A74B6">
        <w:rPr>
          <w:sz w:val="28"/>
          <w:szCs w:val="28"/>
        </w:rPr>
        <w:t xml:space="preserve">тыс. рублей, в том числе объем субсидий, субвенций и иных межбюджетных трансфертов, имеющих целевое назначение, в сумме </w:t>
      </w:r>
      <w:r w:rsidR="00A378A0" w:rsidRPr="000A74B6">
        <w:rPr>
          <w:sz w:val="28"/>
          <w:szCs w:val="28"/>
        </w:rPr>
        <w:t>1</w:t>
      </w:r>
      <w:r w:rsidR="000A74B6" w:rsidRPr="000A74B6">
        <w:rPr>
          <w:sz w:val="28"/>
          <w:szCs w:val="28"/>
        </w:rPr>
        <w:t> 051 952,5</w:t>
      </w:r>
      <w:r w:rsidR="00A378A0" w:rsidRPr="000A74B6">
        <w:rPr>
          <w:sz w:val="28"/>
          <w:szCs w:val="28"/>
        </w:rPr>
        <w:t xml:space="preserve"> </w:t>
      </w:r>
      <w:r w:rsidRPr="000A74B6">
        <w:rPr>
          <w:sz w:val="28"/>
          <w:szCs w:val="28"/>
        </w:rPr>
        <w:t>тыс.</w:t>
      </w:r>
      <w:r w:rsidR="00432275">
        <w:rPr>
          <w:sz w:val="28"/>
          <w:szCs w:val="28"/>
        </w:rPr>
        <w:t xml:space="preserve"> </w:t>
      </w:r>
      <w:r w:rsidRPr="000A74B6">
        <w:rPr>
          <w:sz w:val="28"/>
          <w:szCs w:val="28"/>
        </w:rPr>
        <w:t>рублей;</w:t>
      </w:r>
    </w:p>
    <w:p w14:paraId="6D6238ED" w14:textId="77777777" w:rsidR="00C0135E" w:rsidRPr="00B248F5" w:rsidRDefault="00C0135E" w:rsidP="004136AF">
      <w:pPr>
        <w:pStyle w:val="25"/>
        <w:tabs>
          <w:tab w:val="num" w:pos="0"/>
        </w:tabs>
        <w:ind w:firstLine="709"/>
        <w:rPr>
          <w:sz w:val="28"/>
          <w:szCs w:val="28"/>
        </w:rPr>
      </w:pPr>
      <w:r w:rsidRPr="00B248F5">
        <w:rPr>
          <w:sz w:val="28"/>
          <w:szCs w:val="28"/>
        </w:rPr>
        <w:t>- на 2023 год в сумме 1</w:t>
      </w:r>
      <w:r w:rsidR="00FB310E" w:rsidRPr="00B248F5">
        <w:rPr>
          <w:sz w:val="28"/>
          <w:szCs w:val="28"/>
        </w:rPr>
        <w:t> 063 402,3</w:t>
      </w:r>
      <w:r w:rsidRPr="00B248F5">
        <w:rPr>
          <w:sz w:val="28"/>
          <w:szCs w:val="28"/>
        </w:rPr>
        <w:t xml:space="preserve"> тыс. рублей, в том числе объем субсидий, субвенций и иных межбюджетных трансфертов, имеющих целевое назначение, в сумме 94</w:t>
      </w:r>
      <w:r w:rsidR="00CE2F43" w:rsidRPr="00B248F5">
        <w:rPr>
          <w:sz w:val="28"/>
          <w:szCs w:val="28"/>
        </w:rPr>
        <w:t>0 858,0</w:t>
      </w:r>
      <w:r w:rsidRPr="00B248F5">
        <w:rPr>
          <w:sz w:val="28"/>
          <w:szCs w:val="28"/>
        </w:rPr>
        <w:t xml:space="preserve"> тыс.</w:t>
      </w:r>
      <w:r w:rsidR="00432275" w:rsidRPr="00B248F5">
        <w:rPr>
          <w:sz w:val="28"/>
          <w:szCs w:val="28"/>
        </w:rPr>
        <w:t xml:space="preserve"> </w:t>
      </w:r>
      <w:r w:rsidRPr="00B248F5">
        <w:rPr>
          <w:sz w:val="28"/>
          <w:szCs w:val="28"/>
        </w:rPr>
        <w:t>рублей.»;</w:t>
      </w:r>
    </w:p>
    <w:p w14:paraId="6C2ED16F" w14:textId="77777777" w:rsidR="00C0135E" w:rsidRPr="00B248F5" w:rsidRDefault="00574EAB" w:rsidP="004136AF">
      <w:pPr>
        <w:pStyle w:val="25"/>
        <w:tabs>
          <w:tab w:val="num" w:pos="0"/>
        </w:tabs>
      </w:pPr>
      <w:r w:rsidRPr="00B248F5">
        <w:rPr>
          <w:sz w:val="28"/>
          <w:szCs w:val="28"/>
        </w:rPr>
        <w:t xml:space="preserve">  </w:t>
      </w:r>
    </w:p>
    <w:p w14:paraId="5B257A8C" w14:textId="77777777" w:rsidR="00C0135E" w:rsidRPr="00B248F5" w:rsidRDefault="00C0135E" w:rsidP="004136AF">
      <w:pPr>
        <w:ind w:firstLine="540"/>
        <w:jc w:val="both"/>
        <w:rPr>
          <w:szCs w:val="28"/>
        </w:rPr>
      </w:pPr>
      <w:r w:rsidRPr="00B248F5">
        <w:rPr>
          <w:szCs w:val="28"/>
        </w:rPr>
        <w:t>1.</w:t>
      </w:r>
      <w:r w:rsidR="004167E4" w:rsidRPr="00B248F5">
        <w:rPr>
          <w:szCs w:val="28"/>
        </w:rPr>
        <w:t>7</w:t>
      </w:r>
      <w:r w:rsidRPr="00B248F5">
        <w:rPr>
          <w:szCs w:val="28"/>
        </w:rPr>
        <w:t>. в приложении 5:</w:t>
      </w:r>
    </w:p>
    <w:p w14:paraId="47DB2400" w14:textId="77777777" w:rsidR="00C0135E" w:rsidRPr="00B248F5" w:rsidRDefault="00C0135E" w:rsidP="004136AF">
      <w:pPr>
        <w:ind w:firstLine="540"/>
        <w:jc w:val="both"/>
        <w:rPr>
          <w:szCs w:val="28"/>
        </w:rPr>
      </w:pPr>
    </w:p>
    <w:tbl>
      <w:tblPr>
        <w:tblW w:w="1020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657"/>
        <w:gridCol w:w="1701"/>
        <w:gridCol w:w="709"/>
        <w:gridCol w:w="1417"/>
        <w:gridCol w:w="1418"/>
        <w:gridCol w:w="1304"/>
      </w:tblGrid>
      <w:tr w:rsidR="00B248F5" w:rsidRPr="00B248F5" w14:paraId="2FBF3A2B" w14:textId="77777777" w:rsidTr="00B44E0E">
        <w:trPr>
          <w:trHeight w:val="20"/>
          <w:tblHeader/>
        </w:trPr>
        <w:tc>
          <w:tcPr>
            <w:tcW w:w="36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00F75B" w14:textId="77777777" w:rsidR="00C0135E" w:rsidRPr="00B248F5" w:rsidRDefault="00C0135E" w:rsidP="004136AF">
            <w:pPr>
              <w:jc w:val="center"/>
              <w:rPr>
                <w:b/>
                <w:bCs/>
                <w:sz w:val="24"/>
                <w:szCs w:val="24"/>
              </w:rPr>
            </w:pPr>
            <w:r w:rsidRPr="00B248F5">
              <w:rPr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14:paraId="691E325A" w14:textId="77777777" w:rsidR="00C0135E" w:rsidRPr="00B248F5" w:rsidRDefault="00C0135E" w:rsidP="004136A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248F5">
              <w:rPr>
                <w:b/>
                <w:bCs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7E8DCC" w14:textId="77777777" w:rsidR="00C0135E" w:rsidRPr="00B248F5" w:rsidRDefault="00C0135E" w:rsidP="004136A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248F5">
              <w:rPr>
                <w:b/>
                <w:bCs/>
                <w:sz w:val="24"/>
                <w:szCs w:val="24"/>
              </w:rPr>
              <w:t>2021 год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2A28E" w14:textId="77777777" w:rsidR="00C0135E" w:rsidRPr="00B248F5" w:rsidRDefault="00C0135E" w:rsidP="004136A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248F5">
              <w:rPr>
                <w:b/>
                <w:bCs/>
                <w:sz w:val="24"/>
                <w:szCs w:val="24"/>
              </w:rPr>
              <w:t>2022 год</w:t>
            </w:r>
          </w:p>
        </w:tc>
        <w:tc>
          <w:tcPr>
            <w:tcW w:w="13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2D416" w14:textId="77777777" w:rsidR="00C0135E" w:rsidRPr="00B248F5" w:rsidRDefault="00C0135E" w:rsidP="004136A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248F5">
              <w:rPr>
                <w:b/>
                <w:bCs/>
                <w:sz w:val="24"/>
                <w:szCs w:val="24"/>
              </w:rPr>
              <w:t>2023 год</w:t>
            </w:r>
          </w:p>
        </w:tc>
      </w:tr>
      <w:tr w:rsidR="00C0135E" w:rsidRPr="00970BD5" w14:paraId="3621343A" w14:textId="77777777" w:rsidTr="00B44E0E">
        <w:trPr>
          <w:trHeight w:val="20"/>
          <w:tblHeader/>
        </w:trPr>
        <w:tc>
          <w:tcPr>
            <w:tcW w:w="36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27537E" w14:textId="77777777" w:rsidR="00C0135E" w:rsidRPr="00D36259" w:rsidRDefault="00C0135E" w:rsidP="004136AF">
            <w:pPr>
              <w:rPr>
                <w:b/>
                <w:bCs/>
                <w:color w:val="FF0000"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BAFABD" w14:textId="77777777" w:rsidR="00C0135E" w:rsidRPr="00D36259" w:rsidRDefault="00C0135E" w:rsidP="004136AF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36259">
              <w:rPr>
                <w:b/>
                <w:bCs/>
                <w:color w:val="000000"/>
                <w:sz w:val="24"/>
                <w:szCs w:val="24"/>
              </w:rPr>
              <w:t>Целевая статья расходов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320910" w14:textId="77777777" w:rsidR="00C0135E" w:rsidRPr="00D36259" w:rsidRDefault="00C0135E" w:rsidP="004136AF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36259">
              <w:rPr>
                <w:b/>
                <w:bCs/>
                <w:color w:val="000000"/>
                <w:sz w:val="24"/>
                <w:szCs w:val="24"/>
              </w:rPr>
              <w:t>Вид расходов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9293F0" w14:textId="77777777" w:rsidR="00C0135E" w:rsidRPr="00D36259" w:rsidRDefault="00C0135E" w:rsidP="004136AF">
            <w:pPr>
              <w:rPr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231F5" w14:textId="77777777" w:rsidR="00C0135E" w:rsidRPr="00D36259" w:rsidRDefault="00C0135E" w:rsidP="004136AF">
            <w:pPr>
              <w:rPr>
                <w:b/>
                <w:bCs/>
                <w:color w:val="FF0000"/>
                <w:sz w:val="24"/>
                <w:szCs w:val="24"/>
                <w:highlight w:val="yellow"/>
              </w:rPr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360B0" w14:textId="77777777" w:rsidR="00C0135E" w:rsidRPr="00D36259" w:rsidRDefault="00C0135E" w:rsidP="004136AF">
            <w:pPr>
              <w:rPr>
                <w:b/>
                <w:bCs/>
                <w:color w:val="FF0000"/>
                <w:sz w:val="24"/>
                <w:szCs w:val="24"/>
                <w:highlight w:val="yellow"/>
              </w:rPr>
            </w:pPr>
          </w:p>
        </w:tc>
      </w:tr>
      <w:tr w:rsidR="00FF165C" w:rsidRPr="00970BD5" w14:paraId="480575CA" w14:textId="77777777" w:rsidTr="00487574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DD6B50" w14:textId="77777777" w:rsidR="00FF165C" w:rsidRPr="00D36259" w:rsidRDefault="00FF165C" w:rsidP="00FF165C">
            <w:pPr>
              <w:ind w:firstLine="0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b/>
                <w:bCs/>
                <w:sz w:val="24"/>
                <w:szCs w:val="24"/>
              </w:rPr>
              <w:t>Муниципальная программа «Развитие образования Балахнинского муниципального округа»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6AB885" w14:textId="77777777" w:rsidR="00FF165C" w:rsidRPr="00D36259" w:rsidRDefault="00FF165C" w:rsidP="00FF165C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b/>
                <w:bCs/>
                <w:sz w:val="24"/>
                <w:szCs w:val="24"/>
              </w:rPr>
              <w:t>01 0 00 00000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35CC10" w14:textId="77777777" w:rsidR="00FF165C" w:rsidRPr="00D36259" w:rsidRDefault="00FF165C" w:rsidP="00FF165C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E2647F" w14:textId="77777777" w:rsidR="00FF165C" w:rsidRPr="00D36259" w:rsidRDefault="00FF165C" w:rsidP="00FF165C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b/>
                <w:bCs/>
                <w:sz w:val="24"/>
                <w:szCs w:val="24"/>
              </w:rPr>
              <w:t>1 251 499,8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361815" w14:textId="77777777" w:rsidR="00FF165C" w:rsidRPr="00D36259" w:rsidRDefault="00FF165C" w:rsidP="00FF165C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b/>
                <w:bCs/>
                <w:sz w:val="24"/>
                <w:szCs w:val="24"/>
              </w:rPr>
              <w:t>1 222 802,5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469D17" w14:textId="77777777" w:rsidR="00FF165C" w:rsidRPr="00D36259" w:rsidRDefault="00FF165C" w:rsidP="00432275">
            <w:pPr>
              <w:ind w:right="-108" w:hanging="79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b/>
                <w:bCs/>
                <w:sz w:val="24"/>
                <w:szCs w:val="24"/>
              </w:rPr>
              <w:t>1 122 763,0</w:t>
            </w:r>
          </w:p>
        </w:tc>
      </w:tr>
      <w:tr w:rsidR="00FF165C" w:rsidRPr="00970BD5" w14:paraId="0476EE5F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8498BB" w14:textId="77777777" w:rsidR="00FF165C" w:rsidRPr="00D36259" w:rsidRDefault="00FF165C" w:rsidP="00FF165C">
            <w:pPr>
              <w:ind w:firstLine="0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b/>
                <w:bCs/>
                <w:sz w:val="24"/>
                <w:szCs w:val="24"/>
              </w:rPr>
              <w:t xml:space="preserve">Подпрограмма «Развитие общего образования»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E40950" w14:textId="77777777" w:rsidR="00FF165C" w:rsidRPr="00D36259" w:rsidRDefault="00FF165C" w:rsidP="00FF165C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b/>
                <w:bCs/>
                <w:sz w:val="24"/>
                <w:szCs w:val="24"/>
              </w:rPr>
              <w:t>01 1 00 00000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46118F" w14:textId="77777777" w:rsidR="00FF165C" w:rsidRPr="00D36259" w:rsidRDefault="00FF165C" w:rsidP="00FF165C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1C9070" w14:textId="77777777" w:rsidR="00FF165C" w:rsidRPr="00D36259" w:rsidRDefault="00FF165C" w:rsidP="00FF165C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b/>
                <w:bCs/>
                <w:sz w:val="24"/>
                <w:szCs w:val="24"/>
              </w:rPr>
              <w:t>991 975,4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DDEB56" w14:textId="77777777" w:rsidR="00FF165C" w:rsidRPr="00D36259" w:rsidRDefault="00FF165C" w:rsidP="00FF165C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b/>
                <w:bCs/>
                <w:sz w:val="24"/>
                <w:szCs w:val="24"/>
              </w:rPr>
              <w:t>969 408,1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9A0321" w14:textId="77777777" w:rsidR="00FF165C" w:rsidRPr="00D36259" w:rsidRDefault="00FF165C" w:rsidP="00FF165C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b/>
                <w:bCs/>
                <w:sz w:val="24"/>
                <w:szCs w:val="24"/>
              </w:rPr>
              <w:t>969 408,1</w:t>
            </w:r>
          </w:p>
        </w:tc>
      </w:tr>
      <w:tr w:rsidR="00FF165C" w:rsidRPr="00970BD5" w14:paraId="6D1E3AF4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A35CC5" w14:textId="77777777" w:rsidR="00FF165C" w:rsidRPr="00D36259" w:rsidRDefault="00FF165C" w:rsidP="00FF165C">
            <w:pPr>
              <w:ind w:firstLine="0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Обеспечение деятельности дошкольных учреждений на основе муниципальных заданий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2ADC7D" w14:textId="77777777" w:rsidR="00FF165C" w:rsidRPr="00D36259" w:rsidRDefault="00FF165C" w:rsidP="00FF165C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01 1 01 00000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5988F8" w14:textId="77777777" w:rsidR="00FF165C" w:rsidRPr="00D36259" w:rsidRDefault="00FF165C" w:rsidP="00FF165C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E8589A" w14:textId="77777777" w:rsidR="00FF165C" w:rsidRPr="00D36259" w:rsidRDefault="00FF165C" w:rsidP="00FF165C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414 838,1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9BE2DC" w14:textId="77777777" w:rsidR="00FF165C" w:rsidRPr="00D36259" w:rsidRDefault="00FF165C" w:rsidP="00FF165C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398 186,2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5B06BD" w14:textId="77777777" w:rsidR="00FF165C" w:rsidRPr="00D36259" w:rsidRDefault="00FF165C" w:rsidP="00FF165C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398 186,2</w:t>
            </w:r>
          </w:p>
        </w:tc>
      </w:tr>
      <w:tr w:rsidR="00FF165C" w:rsidRPr="00970BD5" w14:paraId="42F9FC30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C8889E" w14:textId="77777777" w:rsidR="00FF165C" w:rsidRPr="00D36259" w:rsidRDefault="00FF165C" w:rsidP="00FF165C">
            <w:pPr>
              <w:ind w:firstLine="0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Расходы на обеспечение деятельности муниципальных дошкольных образовательных организаций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2DF77B" w14:textId="77777777" w:rsidR="00FF165C" w:rsidRPr="00D36259" w:rsidRDefault="00FF165C" w:rsidP="00FF165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01 1 01 20590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7BFA9B" w14:textId="77777777" w:rsidR="00FF165C" w:rsidRPr="00D36259" w:rsidRDefault="00FF165C" w:rsidP="00FF165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49ECBF" w14:textId="77777777" w:rsidR="00FF165C" w:rsidRPr="00D36259" w:rsidRDefault="00FF165C" w:rsidP="00FF165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118 657,8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0C0619" w14:textId="77777777" w:rsidR="00FF165C" w:rsidRPr="00D36259" w:rsidRDefault="00FF165C" w:rsidP="00FF165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110 832,7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52B517" w14:textId="77777777" w:rsidR="00FF165C" w:rsidRPr="00D36259" w:rsidRDefault="00FF165C" w:rsidP="00FF165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110 832,7</w:t>
            </w:r>
          </w:p>
        </w:tc>
      </w:tr>
      <w:tr w:rsidR="00FF165C" w:rsidRPr="00970BD5" w14:paraId="0EA23AE9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4C8632" w14:textId="77777777" w:rsidR="00FF165C" w:rsidRPr="00D36259" w:rsidRDefault="00FF165C" w:rsidP="00FF165C">
            <w:pPr>
              <w:ind w:firstLine="0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C4EDF4" w14:textId="77777777" w:rsidR="00FF165C" w:rsidRPr="00D36259" w:rsidRDefault="00FF165C" w:rsidP="00FF165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01 1 01 20590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E96F8C" w14:textId="77777777" w:rsidR="00FF165C" w:rsidRPr="00D36259" w:rsidRDefault="00FF165C" w:rsidP="00FF165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6939C1" w14:textId="77777777" w:rsidR="00FF165C" w:rsidRPr="00D36259" w:rsidRDefault="00FF165C" w:rsidP="00FF165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118 657,8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D99087" w14:textId="77777777" w:rsidR="00FF165C" w:rsidRPr="00D36259" w:rsidRDefault="00FF165C" w:rsidP="00FF165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110 832,7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8A8F24" w14:textId="77777777" w:rsidR="00FF165C" w:rsidRPr="00D36259" w:rsidRDefault="00FF165C" w:rsidP="00FF165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110 832,7</w:t>
            </w:r>
          </w:p>
        </w:tc>
      </w:tr>
      <w:tr w:rsidR="00FF165C" w:rsidRPr="00970BD5" w14:paraId="4EF8E5AE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BAC69A" w14:textId="77777777" w:rsidR="00FF165C" w:rsidRPr="00D36259" w:rsidRDefault="00FF165C" w:rsidP="00FF165C">
            <w:pPr>
              <w:ind w:firstLine="0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Расходы на исполнение полномочий по финансовому обеспечению осуществления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61C023" w14:textId="77777777" w:rsidR="00FF165C" w:rsidRPr="00D36259" w:rsidRDefault="00FF165C" w:rsidP="00FF165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01 1 01 73170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14CF69" w14:textId="77777777" w:rsidR="00FF165C" w:rsidRPr="00D36259" w:rsidRDefault="00FF165C" w:rsidP="00FF165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65EC8A" w14:textId="77777777" w:rsidR="00FF165C" w:rsidRPr="00D36259" w:rsidRDefault="00FF165C" w:rsidP="00FF165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1 440,9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302FE5" w14:textId="77777777" w:rsidR="00FF165C" w:rsidRPr="00D36259" w:rsidRDefault="00FF165C" w:rsidP="00FF165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2 117,6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AA1BCA" w14:textId="77777777" w:rsidR="00FF165C" w:rsidRPr="00D36259" w:rsidRDefault="00FF165C" w:rsidP="00FF165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2 117,6</w:t>
            </w:r>
          </w:p>
        </w:tc>
      </w:tr>
      <w:tr w:rsidR="00FF165C" w:rsidRPr="00970BD5" w14:paraId="76644DEB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90211F" w14:textId="77777777" w:rsidR="00FF165C" w:rsidRPr="00D36259" w:rsidRDefault="00FF165C" w:rsidP="00FF165C">
            <w:pPr>
              <w:ind w:firstLine="0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538517" w14:textId="77777777" w:rsidR="00FF165C" w:rsidRPr="00D36259" w:rsidRDefault="00FF165C" w:rsidP="00FF165C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01 1 01 73170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25B399" w14:textId="77777777" w:rsidR="00FF165C" w:rsidRPr="00D36259" w:rsidRDefault="00FF165C" w:rsidP="00FF165C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67D22C" w14:textId="77777777" w:rsidR="00FF165C" w:rsidRPr="00D36259" w:rsidRDefault="00FF165C" w:rsidP="00FF165C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1 440,9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F69070" w14:textId="77777777" w:rsidR="00FF165C" w:rsidRPr="00D36259" w:rsidRDefault="00FF165C" w:rsidP="00FF165C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2 117,6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100A35" w14:textId="77777777" w:rsidR="00FF165C" w:rsidRPr="00D36259" w:rsidRDefault="00FF165C" w:rsidP="00FF165C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2 117,6</w:t>
            </w:r>
          </w:p>
        </w:tc>
      </w:tr>
      <w:tr w:rsidR="00FF165C" w:rsidRPr="00970BD5" w14:paraId="7A905A3E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0E3932" w14:textId="77777777" w:rsidR="00FF165C" w:rsidRPr="00D36259" w:rsidRDefault="00FF165C" w:rsidP="00FF165C">
            <w:pPr>
              <w:ind w:firstLine="0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lastRenderedPageBreak/>
              <w:t>Расходы на исполнение полномочий в сфере общего образования в муниципальных дошкольных образовательных организациях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B4DA5B" w14:textId="77777777" w:rsidR="00FF165C" w:rsidRPr="00D36259" w:rsidRDefault="00FF165C" w:rsidP="00FF165C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01 1 01 73080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298876" w14:textId="77777777" w:rsidR="00FF165C" w:rsidRPr="00D36259" w:rsidRDefault="00FF165C" w:rsidP="00FF165C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64ED13" w14:textId="77777777" w:rsidR="00FF165C" w:rsidRPr="00D36259" w:rsidRDefault="00FF165C" w:rsidP="00FF165C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272 307,5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E7B7BC" w14:textId="77777777" w:rsidR="00FF165C" w:rsidRPr="00D36259" w:rsidRDefault="00FF165C" w:rsidP="00FF165C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266 604,0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808C3A" w14:textId="77777777" w:rsidR="00FF165C" w:rsidRPr="00D36259" w:rsidRDefault="00FF165C" w:rsidP="00FF165C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266 604,0</w:t>
            </w:r>
          </w:p>
        </w:tc>
      </w:tr>
      <w:tr w:rsidR="00FF165C" w:rsidRPr="00970BD5" w14:paraId="7817ABEB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E3002D" w14:textId="77777777" w:rsidR="00FF165C" w:rsidRPr="00D36259" w:rsidRDefault="00FF165C" w:rsidP="00FF165C">
            <w:pPr>
              <w:ind w:firstLine="0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8A775E" w14:textId="77777777" w:rsidR="00FF165C" w:rsidRPr="00D36259" w:rsidRDefault="00FF165C" w:rsidP="00FF165C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01 1 01 73080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1233C2" w14:textId="77777777" w:rsidR="00FF165C" w:rsidRPr="00D36259" w:rsidRDefault="00FF165C" w:rsidP="00FF165C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584E74" w14:textId="77777777" w:rsidR="00FF165C" w:rsidRPr="00D36259" w:rsidRDefault="00FF165C" w:rsidP="00FF165C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272 307,5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C67BBA" w14:textId="77777777" w:rsidR="00FF165C" w:rsidRPr="00D36259" w:rsidRDefault="00FF165C" w:rsidP="00FF165C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266 604,0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856244" w14:textId="77777777" w:rsidR="00FF165C" w:rsidRPr="00D36259" w:rsidRDefault="00FF165C" w:rsidP="00FF165C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266 604,0</w:t>
            </w:r>
          </w:p>
        </w:tc>
      </w:tr>
      <w:tr w:rsidR="00FF165C" w:rsidRPr="00970BD5" w14:paraId="038A60E1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2B5D64" w14:textId="77777777" w:rsidR="00FF165C" w:rsidRPr="00D36259" w:rsidRDefault="00FF165C" w:rsidP="00FF165C">
            <w:pPr>
              <w:ind w:firstLine="0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 xml:space="preserve">Обеспечение деятельности общеобразовательных учреждений на основе муниципальных заданий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AAAB74" w14:textId="77777777" w:rsidR="00FF165C" w:rsidRPr="00D36259" w:rsidRDefault="00FF165C" w:rsidP="00FF165C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01 1 02 00000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807116" w14:textId="77777777" w:rsidR="00FF165C" w:rsidRPr="00D36259" w:rsidRDefault="00FF165C" w:rsidP="00FF165C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7F1ADB" w14:textId="77777777" w:rsidR="00FF165C" w:rsidRPr="00D36259" w:rsidRDefault="00FF165C" w:rsidP="00FF165C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544 371,6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36106F" w14:textId="77777777" w:rsidR="00FF165C" w:rsidRPr="00D36259" w:rsidRDefault="00FF165C" w:rsidP="00FF165C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541 888,3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215A19" w14:textId="77777777" w:rsidR="00FF165C" w:rsidRPr="00D36259" w:rsidRDefault="00FF165C" w:rsidP="00FF165C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541 888,3</w:t>
            </w:r>
          </w:p>
        </w:tc>
      </w:tr>
      <w:tr w:rsidR="00FF165C" w:rsidRPr="00970BD5" w14:paraId="0CE6102E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B34B83" w14:textId="77777777" w:rsidR="00FF165C" w:rsidRPr="00D36259" w:rsidRDefault="00FF165C" w:rsidP="00FF165C">
            <w:pPr>
              <w:ind w:firstLine="0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Расходы на обеспечение деятельности муниципальных школ начальных, неполных средних и средних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64CE22" w14:textId="77777777" w:rsidR="00FF165C" w:rsidRPr="00D36259" w:rsidRDefault="00FF165C" w:rsidP="00FF165C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01 1 02 21590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44DDC6" w14:textId="77777777" w:rsidR="00FF165C" w:rsidRPr="00D36259" w:rsidRDefault="00FF165C" w:rsidP="00FF165C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FCAC4E" w14:textId="77777777" w:rsidR="00FF165C" w:rsidRPr="00D36259" w:rsidRDefault="00FF165C" w:rsidP="00FF165C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136 219,3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6AE8BA" w14:textId="77777777" w:rsidR="00FF165C" w:rsidRPr="00D36259" w:rsidRDefault="00FF165C" w:rsidP="00FF165C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134 318,4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6F10D9" w14:textId="77777777" w:rsidR="00FF165C" w:rsidRPr="00D36259" w:rsidRDefault="00FF165C" w:rsidP="00FF165C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134 318,4</w:t>
            </w:r>
          </w:p>
        </w:tc>
      </w:tr>
      <w:tr w:rsidR="00FF165C" w:rsidRPr="00970BD5" w14:paraId="0A8ED88E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0762CA" w14:textId="77777777" w:rsidR="00FF165C" w:rsidRPr="00D36259" w:rsidRDefault="00FF165C" w:rsidP="00FF165C">
            <w:pPr>
              <w:ind w:firstLine="0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65D46C" w14:textId="77777777" w:rsidR="00FF165C" w:rsidRPr="00D36259" w:rsidRDefault="00FF165C" w:rsidP="00FF165C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01 1 02 21590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930296" w14:textId="77777777" w:rsidR="00FF165C" w:rsidRPr="00D36259" w:rsidRDefault="00FF165C" w:rsidP="00FF165C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D6F5AF" w14:textId="77777777" w:rsidR="00FF165C" w:rsidRPr="00D36259" w:rsidRDefault="00FF165C" w:rsidP="00FF165C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136 219,3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9BEF18" w14:textId="77777777" w:rsidR="00FF165C" w:rsidRPr="00D36259" w:rsidRDefault="00FF165C" w:rsidP="00FF165C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134 318,4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307896" w14:textId="77777777" w:rsidR="00FF165C" w:rsidRPr="00D36259" w:rsidRDefault="00FF165C" w:rsidP="00FF165C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134 318,4</w:t>
            </w:r>
          </w:p>
        </w:tc>
      </w:tr>
      <w:tr w:rsidR="00FF165C" w:rsidRPr="00970BD5" w14:paraId="31ED77AE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166CB2" w14:textId="77777777" w:rsidR="00FF165C" w:rsidRPr="00D36259" w:rsidRDefault="00FF165C" w:rsidP="00FF165C">
            <w:pPr>
              <w:ind w:firstLine="0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Расходы на исполнение полномочий в сфере общего образования в муниципальных общеобразовательных организациях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54A97A" w14:textId="77777777" w:rsidR="00FF165C" w:rsidRPr="00D36259" w:rsidRDefault="00FF165C" w:rsidP="00FF165C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01 1 02 73070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F68BBC" w14:textId="77777777" w:rsidR="00FF165C" w:rsidRPr="00D36259" w:rsidRDefault="00FF165C" w:rsidP="00FF165C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5B59AE" w14:textId="77777777" w:rsidR="00FF165C" w:rsidRPr="00D36259" w:rsidRDefault="00FF165C" w:rsidP="00FF165C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407 688,2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8C2C66" w14:textId="77777777" w:rsidR="00FF165C" w:rsidRPr="00D36259" w:rsidRDefault="00FF165C" w:rsidP="00FF165C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407 105,8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9003C4" w14:textId="77777777" w:rsidR="00FF165C" w:rsidRPr="00D36259" w:rsidRDefault="00FF165C" w:rsidP="00FF165C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407 105,8</w:t>
            </w:r>
          </w:p>
        </w:tc>
      </w:tr>
      <w:tr w:rsidR="00FF165C" w:rsidRPr="00970BD5" w14:paraId="1F41265F" w14:textId="77777777" w:rsidTr="00487574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152340" w14:textId="77777777" w:rsidR="00FF165C" w:rsidRPr="00D36259" w:rsidRDefault="00FF165C" w:rsidP="00FF165C">
            <w:pPr>
              <w:ind w:firstLine="0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F654AD" w14:textId="77777777" w:rsidR="00FF165C" w:rsidRPr="00D36259" w:rsidRDefault="00FF165C" w:rsidP="00FF165C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01 1 02 73070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1B1F3B" w14:textId="77777777" w:rsidR="00FF165C" w:rsidRPr="00D36259" w:rsidRDefault="00FF165C" w:rsidP="00FF165C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89DE9F" w14:textId="77777777" w:rsidR="00FF165C" w:rsidRPr="00D36259" w:rsidRDefault="00FF165C" w:rsidP="00FF165C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407 688,2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2E387B" w14:textId="77777777" w:rsidR="00FF165C" w:rsidRPr="00D36259" w:rsidRDefault="00FF165C" w:rsidP="00FF165C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407 105,8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397B70" w14:textId="77777777" w:rsidR="00FF165C" w:rsidRPr="00D36259" w:rsidRDefault="00FF165C" w:rsidP="00FF165C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407 105,8</w:t>
            </w:r>
          </w:p>
        </w:tc>
      </w:tr>
      <w:tr w:rsidR="00FF165C" w:rsidRPr="00970BD5" w14:paraId="11AF72C7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69C435" w14:textId="77777777" w:rsidR="00FF165C" w:rsidRPr="00D36259" w:rsidRDefault="00FF165C" w:rsidP="00FF165C">
            <w:pPr>
              <w:ind w:firstLine="0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 xml:space="preserve">Предоставление субсидий общеобразовательным организациям на выплату компенсации педагогическим работникам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98F9D8" w14:textId="77777777" w:rsidR="00FF165C" w:rsidRPr="00D36259" w:rsidRDefault="00FF165C" w:rsidP="00FF165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01 1 03 00000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B5D672" w14:textId="77777777" w:rsidR="00FF165C" w:rsidRPr="00D36259" w:rsidRDefault="00FF165C" w:rsidP="00FF165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F09A60" w14:textId="77777777" w:rsidR="00FF165C" w:rsidRPr="00D36259" w:rsidRDefault="00FF165C" w:rsidP="00FF165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1 586,9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5F08E1" w14:textId="77777777" w:rsidR="00FF165C" w:rsidRPr="00D36259" w:rsidRDefault="00FF165C" w:rsidP="00FF165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1 135,0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E45576" w14:textId="77777777" w:rsidR="00FF165C" w:rsidRPr="00D36259" w:rsidRDefault="00FF165C" w:rsidP="00FF165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1 135,0</w:t>
            </w:r>
          </w:p>
        </w:tc>
      </w:tr>
      <w:tr w:rsidR="00FF165C" w:rsidRPr="00970BD5" w14:paraId="40DB6FF3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D2E6C8" w14:textId="77777777" w:rsidR="00FF165C" w:rsidRPr="00D36259" w:rsidRDefault="00FF165C" w:rsidP="00FF165C">
            <w:pPr>
              <w:ind w:firstLine="0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Расходы на выплату компенсации педагогическим работникам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EC39C2" w14:textId="77777777" w:rsidR="00FF165C" w:rsidRPr="00D36259" w:rsidRDefault="00FF165C" w:rsidP="00FF165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01 1 03 73140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709CAB" w14:textId="77777777" w:rsidR="00FF165C" w:rsidRPr="00D36259" w:rsidRDefault="00FF165C" w:rsidP="00FF165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373A1D" w14:textId="77777777" w:rsidR="00FF165C" w:rsidRPr="00D36259" w:rsidRDefault="00FF165C" w:rsidP="00FF165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1 586,9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BD5D41" w14:textId="77777777" w:rsidR="00FF165C" w:rsidRPr="00D36259" w:rsidRDefault="00FF165C" w:rsidP="00FF165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1 135,0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AF3D9C" w14:textId="77777777" w:rsidR="00FF165C" w:rsidRPr="00D36259" w:rsidRDefault="00FF165C" w:rsidP="00FF165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1 135,0</w:t>
            </w:r>
          </w:p>
        </w:tc>
      </w:tr>
      <w:tr w:rsidR="00FF165C" w:rsidRPr="00970BD5" w14:paraId="484EE563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6294CB" w14:textId="77777777" w:rsidR="00FF165C" w:rsidRPr="00D36259" w:rsidRDefault="00FF165C" w:rsidP="00FF165C">
            <w:pPr>
              <w:ind w:firstLine="0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 xml:space="preserve">Предоставление субсидий бюджетным, автономным </w:t>
            </w:r>
            <w:r w:rsidRPr="00D36259">
              <w:rPr>
                <w:sz w:val="24"/>
                <w:szCs w:val="24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F30F95" w14:textId="77777777" w:rsidR="00FF165C" w:rsidRPr="00D36259" w:rsidRDefault="00FF165C" w:rsidP="00FF165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lastRenderedPageBreak/>
              <w:t>01 1 03 73140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A986D1" w14:textId="77777777" w:rsidR="00FF165C" w:rsidRPr="00D36259" w:rsidRDefault="00FF165C" w:rsidP="00FF165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A5E8E7" w14:textId="77777777" w:rsidR="00FF165C" w:rsidRPr="00D36259" w:rsidRDefault="00FF165C" w:rsidP="00FF165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1 586,9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E4ABC0" w14:textId="77777777" w:rsidR="00FF165C" w:rsidRPr="00D36259" w:rsidRDefault="00FF165C" w:rsidP="00FF165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1 135,0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9DC9AE" w14:textId="77777777" w:rsidR="00FF165C" w:rsidRPr="00D36259" w:rsidRDefault="00FF165C" w:rsidP="00FF165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1 135,0</w:t>
            </w:r>
          </w:p>
        </w:tc>
      </w:tr>
      <w:tr w:rsidR="00D41DE1" w:rsidRPr="00970BD5" w14:paraId="368F33AC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C2E441" w14:textId="77777777" w:rsidR="00D41DE1" w:rsidRPr="00D36259" w:rsidRDefault="00D41DE1" w:rsidP="00AD3EF1">
            <w:pPr>
              <w:ind w:firstLine="0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 xml:space="preserve">Федеральный проект </w:t>
            </w:r>
            <w:r w:rsidR="00AD3EF1">
              <w:rPr>
                <w:sz w:val="24"/>
                <w:szCs w:val="24"/>
              </w:rPr>
              <w:t>«</w:t>
            </w:r>
            <w:r w:rsidRPr="00D36259">
              <w:rPr>
                <w:sz w:val="24"/>
                <w:szCs w:val="24"/>
              </w:rPr>
              <w:t>Современная школа</w:t>
            </w:r>
            <w:r w:rsidR="00AD3EF1">
              <w:rPr>
                <w:sz w:val="24"/>
                <w:szCs w:val="24"/>
              </w:rP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BB4A8E" w14:textId="77777777" w:rsidR="00D41DE1" w:rsidRPr="00D36259" w:rsidRDefault="00D41DE1" w:rsidP="00D41DE1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color w:val="000000"/>
                <w:sz w:val="24"/>
                <w:szCs w:val="24"/>
              </w:rPr>
              <w:t>01 1 E1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282B96" w14:textId="77777777" w:rsidR="00D41DE1" w:rsidRPr="00D36259" w:rsidRDefault="00D41DE1" w:rsidP="00D41DE1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1CF907" w14:textId="77777777" w:rsidR="00D41DE1" w:rsidRPr="00D36259" w:rsidRDefault="00D41DE1" w:rsidP="00D41DE1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2 980,2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8A4BB9" w14:textId="77777777" w:rsidR="00D41DE1" w:rsidRPr="00D36259" w:rsidRDefault="00D41DE1" w:rsidP="00D41DE1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87CB4E" w14:textId="77777777" w:rsidR="00D41DE1" w:rsidRPr="00D36259" w:rsidRDefault="00D41DE1" w:rsidP="00D41DE1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0,0</w:t>
            </w:r>
          </w:p>
        </w:tc>
      </w:tr>
      <w:tr w:rsidR="00D41DE1" w:rsidRPr="00970BD5" w14:paraId="3033342B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BE1A23" w14:textId="77777777" w:rsidR="00D41DE1" w:rsidRPr="00D36259" w:rsidRDefault="00D41DE1" w:rsidP="00AD3EF1">
            <w:pPr>
              <w:ind w:firstLine="0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 xml:space="preserve">Расходы на финансовое обеспечение деятельности центров образования цифрового и гуманитарного профилей </w:t>
            </w:r>
            <w:r w:rsidR="00AD3EF1">
              <w:rPr>
                <w:sz w:val="24"/>
                <w:szCs w:val="24"/>
              </w:rPr>
              <w:t>«</w:t>
            </w:r>
            <w:r w:rsidRPr="00D36259">
              <w:rPr>
                <w:sz w:val="24"/>
                <w:szCs w:val="24"/>
              </w:rPr>
              <w:t>Точка роста</w:t>
            </w:r>
            <w:r w:rsidR="00AD3EF1">
              <w:rPr>
                <w:sz w:val="24"/>
                <w:szCs w:val="24"/>
              </w:rP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FD8396" w14:textId="77777777" w:rsidR="00D41DE1" w:rsidRPr="00D36259" w:rsidRDefault="00D41DE1" w:rsidP="00D41DE1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color w:val="000000"/>
                <w:sz w:val="24"/>
                <w:szCs w:val="24"/>
              </w:rPr>
              <w:t>01 1 E1 74590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ADE74A" w14:textId="77777777" w:rsidR="00D41DE1" w:rsidRPr="00D36259" w:rsidRDefault="00D41DE1" w:rsidP="00D41DE1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8EB489" w14:textId="77777777" w:rsidR="00D41DE1" w:rsidRPr="00D36259" w:rsidRDefault="00D41DE1" w:rsidP="00D41DE1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2 980,2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B0BD85" w14:textId="77777777" w:rsidR="00D41DE1" w:rsidRPr="00D36259" w:rsidRDefault="00D41DE1" w:rsidP="00D41DE1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63514F" w14:textId="77777777" w:rsidR="00D41DE1" w:rsidRPr="00D36259" w:rsidRDefault="00D41DE1" w:rsidP="00D41DE1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0,0</w:t>
            </w:r>
          </w:p>
        </w:tc>
      </w:tr>
      <w:tr w:rsidR="00D41DE1" w:rsidRPr="00970BD5" w14:paraId="6E039864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6521C0" w14:textId="77777777" w:rsidR="00D41DE1" w:rsidRPr="00D36259" w:rsidRDefault="00D41DE1" w:rsidP="00D41DE1">
            <w:pPr>
              <w:ind w:firstLine="0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CC8B35" w14:textId="77777777" w:rsidR="00D41DE1" w:rsidRPr="00D36259" w:rsidRDefault="00D41DE1" w:rsidP="00D41DE1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color w:val="000000"/>
                <w:sz w:val="24"/>
                <w:szCs w:val="24"/>
              </w:rPr>
              <w:t>01 1 E1 74590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053C87" w14:textId="77777777" w:rsidR="00D41DE1" w:rsidRPr="00D36259" w:rsidRDefault="00D41DE1" w:rsidP="00D41DE1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F003CC" w14:textId="77777777" w:rsidR="00D41DE1" w:rsidRPr="00D36259" w:rsidRDefault="00D41DE1" w:rsidP="00D41DE1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2 980,2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CE9396" w14:textId="77777777" w:rsidR="00D41DE1" w:rsidRPr="00D36259" w:rsidRDefault="00D41DE1" w:rsidP="00D41DE1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00993D" w14:textId="77777777" w:rsidR="00D41DE1" w:rsidRPr="00D36259" w:rsidRDefault="00D41DE1" w:rsidP="00D41DE1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0,0</w:t>
            </w:r>
          </w:p>
        </w:tc>
      </w:tr>
      <w:tr w:rsidR="00D41DE1" w:rsidRPr="00970BD5" w14:paraId="5A7BE1EE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FA2F70" w14:textId="77777777" w:rsidR="00D41DE1" w:rsidRPr="00D36259" w:rsidRDefault="00D41DE1" w:rsidP="00D41DE1">
            <w:pPr>
              <w:ind w:firstLine="0"/>
              <w:rPr>
                <w:sz w:val="24"/>
                <w:szCs w:val="24"/>
                <w:highlight w:val="yellow"/>
              </w:rPr>
            </w:pPr>
            <w:r w:rsidRPr="00D36259">
              <w:rPr>
                <w:b/>
                <w:bCs/>
                <w:sz w:val="24"/>
                <w:szCs w:val="24"/>
              </w:rPr>
              <w:t xml:space="preserve">Подпрограмма «Развитие дополнительного образования и воспитания детей»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FA9FF3" w14:textId="77777777" w:rsidR="00D41DE1" w:rsidRPr="00D36259" w:rsidRDefault="00D41DE1" w:rsidP="00D41DE1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b/>
                <w:bCs/>
                <w:sz w:val="24"/>
                <w:szCs w:val="24"/>
              </w:rPr>
              <w:t>01 2 00 00000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D6F2F6" w14:textId="77777777" w:rsidR="00D41DE1" w:rsidRPr="00D36259" w:rsidRDefault="00D41DE1" w:rsidP="00D41DE1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339E5D" w14:textId="77777777" w:rsidR="00D41DE1" w:rsidRPr="00D36259" w:rsidRDefault="00D41DE1" w:rsidP="00D41DE1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b/>
                <w:bCs/>
                <w:sz w:val="24"/>
                <w:szCs w:val="24"/>
              </w:rPr>
              <w:t>79 041,1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4F04D8" w14:textId="77777777" w:rsidR="00D41DE1" w:rsidRPr="00D36259" w:rsidRDefault="00D41DE1" w:rsidP="00D41DE1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b/>
                <w:bCs/>
                <w:sz w:val="24"/>
                <w:szCs w:val="24"/>
              </w:rPr>
              <w:t>80 412,1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7988A5" w14:textId="77777777" w:rsidR="00D41DE1" w:rsidRPr="00D36259" w:rsidRDefault="00D41DE1" w:rsidP="00D41DE1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b/>
                <w:bCs/>
                <w:sz w:val="24"/>
                <w:szCs w:val="24"/>
              </w:rPr>
              <w:t>80 412,1</w:t>
            </w:r>
          </w:p>
        </w:tc>
      </w:tr>
      <w:tr w:rsidR="00D41DE1" w:rsidRPr="00970BD5" w14:paraId="293B5620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9745F2" w14:textId="77777777" w:rsidR="00D41DE1" w:rsidRPr="00D36259" w:rsidRDefault="00D41DE1" w:rsidP="00D41DE1">
            <w:pPr>
              <w:ind w:firstLine="0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Организация отдыха и оздоровления детей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6330A1" w14:textId="77777777" w:rsidR="00D41DE1" w:rsidRPr="00D36259" w:rsidRDefault="00D41DE1" w:rsidP="00D41DE1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01 2 01 00000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4D508D" w14:textId="77777777" w:rsidR="00D41DE1" w:rsidRPr="00D36259" w:rsidRDefault="00D41DE1" w:rsidP="00D41DE1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1816AE" w14:textId="77777777" w:rsidR="00D41DE1" w:rsidRPr="00D36259" w:rsidRDefault="00D41DE1" w:rsidP="00D41DE1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5 196,3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2AC298" w14:textId="77777777" w:rsidR="00D41DE1" w:rsidRPr="00D36259" w:rsidRDefault="00D41DE1" w:rsidP="00D41DE1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6 830,8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77E93C" w14:textId="77777777" w:rsidR="00D41DE1" w:rsidRPr="00D36259" w:rsidRDefault="00D41DE1" w:rsidP="00D41DE1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6 830,8</w:t>
            </w:r>
          </w:p>
        </w:tc>
      </w:tr>
      <w:tr w:rsidR="00D41DE1" w:rsidRPr="00970BD5" w14:paraId="4E4E8160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63CD5C" w14:textId="77777777" w:rsidR="00D41DE1" w:rsidRPr="00D36259" w:rsidRDefault="00D41DE1" w:rsidP="00D41DE1">
            <w:pPr>
              <w:ind w:firstLine="0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Мероприятия по организации каникулярного отдыха и оздоровления детей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CA240D" w14:textId="77777777" w:rsidR="00D41DE1" w:rsidRPr="00D36259" w:rsidRDefault="00D41DE1" w:rsidP="00D41DE1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 xml:space="preserve">01 2 01 25170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D5FA8F" w14:textId="77777777" w:rsidR="00D41DE1" w:rsidRPr="00D36259" w:rsidRDefault="00D41DE1" w:rsidP="00D41DE1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FA391C" w14:textId="77777777" w:rsidR="00D41DE1" w:rsidRPr="00D36259" w:rsidRDefault="00D41DE1" w:rsidP="00D41DE1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1 777,3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6DB5FE" w14:textId="77777777" w:rsidR="00D41DE1" w:rsidRPr="00D36259" w:rsidRDefault="00D41DE1" w:rsidP="00D41DE1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1 500,0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EBD4C7" w14:textId="77777777" w:rsidR="00D41DE1" w:rsidRPr="00D36259" w:rsidRDefault="00D41DE1" w:rsidP="00D41DE1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1 500,0</w:t>
            </w:r>
          </w:p>
        </w:tc>
      </w:tr>
      <w:tr w:rsidR="00D41DE1" w:rsidRPr="00970BD5" w14:paraId="1B899E2E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C62AB9" w14:textId="77777777" w:rsidR="00D41DE1" w:rsidRPr="00D36259" w:rsidRDefault="00D41DE1" w:rsidP="00D41DE1">
            <w:pPr>
              <w:ind w:firstLine="0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61D5CC" w14:textId="77777777" w:rsidR="00D41DE1" w:rsidRPr="00D36259" w:rsidRDefault="00D41DE1" w:rsidP="00D41DE1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01 2 01 25170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53BDBE" w14:textId="77777777" w:rsidR="00D41DE1" w:rsidRPr="00D36259" w:rsidRDefault="00D41DE1" w:rsidP="00D41DE1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  <w:lang w:val="en-US"/>
              </w:rPr>
            </w:pPr>
            <w:r w:rsidRPr="00D36259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A2D234" w14:textId="77777777" w:rsidR="00D41DE1" w:rsidRPr="00D36259" w:rsidRDefault="00D41DE1" w:rsidP="00D41DE1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1 777,3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66E6DE" w14:textId="77777777" w:rsidR="00D41DE1" w:rsidRPr="00D36259" w:rsidRDefault="00D41DE1" w:rsidP="00D41DE1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1 500,0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B37B2F" w14:textId="77777777" w:rsidR="00D41DE1" w:rsidRPr="00D36259" w:rsidRDefault="00D41DE1" w:rsidP="00D41DE1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1 500,0</w:t>
            </w:r>
          </w:p>
        </w:tc>
      </w:tr>
      <w:tr w:rsidR="00D41DE1" w:rsidRPr="00970BD5" w14:paraId="30462C7C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8617F7" w14:textId="77777777" w:rsidR="00D41DE1" w:rsidRPr="00D36259" w:rsidRDefault="00D41DE1" w:rsidP="00D41DE1">
            <w:pPr>
              <w:ind w:right="-108" w:firstLine="0"/>
              <w:rPr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Расходы на осуществление выплат на возмещение части расходов по приобретению путевок в загородные оздоровительные лагеря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521C9E" w14:textId="77777777" w:rsidR="00D41DE1" w:rsidRPr="00D36259" w:rsidRDefault="00D41DE1" w:rsidP="00D41DE1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  <w:lang w:val="en-US"/>
              </w:rPr>
            </w:pPr>
            <w:r w:rsidRPr="00D36259">
              <w:rPr>
                <w:sz w:val="24"/>
                <w:szCs w:val="24"/>
              </w:rPr>
              <w:t>01 2 01 25210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20DAF4" w14:textId="77777777" w:rsidR="00D41DE1" w:rsidRPr="00D36259" w:rsidRDefault="00D41DE1" w:rsidP="00D41DE1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7C785D" w14:textId="77777777" w:rsidR="00D41DE1" w:rsidRPr="00D36259" w:rsidRDefault="00D41DE1" w:rsidP="00D41DE1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3 291,9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226AB2" w14:textId="77777777" w:rsidR="00D41DE1" w:rsidRPr="00D36259" w:rsidRDefault="00D41DE1" w:rsidP="00D41DE1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3 500,0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63E49D" w14:textId="77777777" w:rsidR="00D41DE1" w:rsidRPr="00D36259" w:rsidRDefault="00D41DE1" w:rsidP="00D41DE1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3 500,0</w:t>
            </w:r>
          </w:p>
        </w:tc>
      </w:tr>
      <w:tr w:rsidR="00D41DE1" w:rsidRPr="00970BD5" w14:paraId="732DBC22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255589" w14:textId="77777777" w:rsidR="00D41DE1" w:rsidRPr="00D36259" w:rsidRDefault="00D41DE1" w:rsidP="00D41DE1">
            <w:pPr>
              <w:ind w:firstLine="0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4F1CFF" w14:textId="77777777" w:rsidR="00D41DE1" w:rsidRPr="00D36259" w:rsidRDefault="00D41DE1" w:rsidP="00D41DE1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01 2 01 25210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182D44" w14:textId="77777777" w:rsidR="00D41DE1" w:rsidRPr="00D36259" w:rsidRDefault="00D41DE1" w:rsidP="00D41DE1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300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8D603E" w14:textId="77777777" w:rsidR="00D41DE1" w:rsidRPr="00D36259" w:rsidRDefault="00D41DE1" w:rsidP="00D41DE1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  <w:lang w:val="en-US"/>
              </w:rPr>
            </w:pPr>
            <w:r w:rsidRPr="00D36259">
              <w:rPr>
                <w:sz w:val="24"/>
                <w:szCs w:val="24"/>
              </w:rPr>
              <w:t>2 166,5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B222DC" w14:textId="77777777" w:rsidR="00D41DE1" w:rsidRPr="00D36259" w:rsidRDefault="00D41DE1" w:rsidP="00D41DE1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F020FA" w14:textId="77777777" w:rsidR="00D41DE1" w:rsidRPr="00D36259" w:rsidRDefault="00D41DE1" w:rsidP="00D41DE1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0,0</w:t>
            </w:r>
          </w:p>
        </w:tc>
      </w:tr>
      <w:tr w:rsidR="00D41DE1" w:rsidRPr="00970BD5" w14:paraId="1DF2D228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974FB9" w14:textId="77777777" w:rsidR="00D41DE1" w:rsidRPr="00D36259" w:rsidRDefault="00D41DE1" w:rsidP="00D41DE1">
            <w:pPr>
              <w:ind w:firstLine="0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DA514A" w14:textId="77777777" w:rsidR="00D41DE1" w:rsidRPr="00D36259" w:rsidRDefault="00D41DE1" w:rsidP="00D41DE1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01 2 01 25210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6D38A2" w14:textId="77777777" w:rsidR="00D41DE1" w:rsidRPr="00D36259" w:rsidRDefault="00D41DE1" w:rsidP="00D41DE1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2273E6" w14:textId="77777777" w:rsidR="00D41DE1" w:rsidRPr="00D36259" w:rsidRDefault="00D41DE1" w:rsidP="00D41DE1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705,4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C4F83F" w14:textId="77777777" w:rsidR="00D41DE1" w:rsidRPr="00D36259" w:rsidRDefault="00D41DE1" w:rsidP="00D41DE1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1 500,0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7483D7" w14:textId="77777777" w:rsidR="00D41DE1" w:rsidRPr="00D36259" w:rsidRDefault="00D41DE1" w:rsidP="00D41DE1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1 500,0</w:t>
            </w:r>
          </w:p>
        </w:tc>
      </w:tr>
      <w:tr w:rsidR="00D41DE1" w:rsidRPr="00970BD5" w14:paraId="2ABCFB1F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751689" w14:textId="77777777" w:rsidR="00D41DE1" w:rsidRPr="00D36259" w:rsidRDefault="00D41DE1" w:rsidP="00D41DE1">
            <w:pPr>
              <w:ind w:firstLine="0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 xml:space="preserve">Расходы на компенсацию части расходов по приобретению путевок и предоставлению путевки с частичной оплатой за счет средств областного бюджета в организации, осуществляющие санаторно- курортное лечение детей в соответствии с имеющейся лицензией, организации, осуществляющие санаторно-курортную помощь детям в </w:t>
            </w:r>
            <w:r w:rsidRPr="00D36259">
              <w:rPr>
                <w:sz w:val="24"/>
                <w:szCs w:val="24"/>
              </w:rPr>
              <w:lastRenderedPageBreak/>
              <w:t xml:space="preserve">соответствии с имеющейся лицензией, расположенные на территории Российской Федерации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EE3C9E" w14:textId="77777777" w:rsidR="00D41DE1" w:rsidRPr="00D36259" w:rsidRDefault="00D41DE1" w:rsidP="00D41DE1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lastRenderedPageBreak/>
              <w:t>01 2 01 73320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9851BE" w14:textId="77777777" w:rsidR="00D41DE1" w:rsidRPr="00D36259" w:rsidRDefault="00D41DE1" w:rsidP="00D41DE1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849F6B" w14:textId="77777777" w:rsidR="00D41DE1" w:rsidRPr="00D36259" w:rsidRDefault="00D41DE1" w:rsidP="00D41DE1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127,1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E4AAF5" w14:textId="77777777" w:rsidR="00D41DE1" w:rsidRPr="00D36259" w:rsidRDefault="00D41DE1" w:rsidP="00D41DE1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1 830,8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7F3FBD" w14:textId="77777777" w:rsidR="00D41DE1" w:rsidRPr="00D36259" w:rsidRDefault="00D41DE1" w:rsidP="00D41DE1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1 830,8</w:t>
            </w:r>
          </w:p>
        </w:tc>
      </w:tr>
      <w:tr w:rsidR="00D41DE1" w:rsidRPr="00970BD5" w14:paraId="329337D3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FA965A" w14:textId="77777777" w:rsidR="00D41DE1" w:rsidRPr="00D36259" w:rsidRDefault="00D41DE1" w:rsidP="00D41DE1">
            <w:pPr>
              <w:ind w:right="-108" w:firstLine="0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66B61D" w14:textId="77777777" w:rsidR="00D41DE1" w:rsidRPr="00D36259" w:rsidRDefault="00D41DE1" w:rsidP="00D41DE1">
            <w:pPr>
              <w:ind w:firstLine="0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01 2 01 73320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6551F3" w14:textId="77777777" w:rsidR="00D41DE1" w:rsidRPr="00D36259" w:rsidRDefault="00D41DE1" w:rsidP="00D41DE1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05A1D5" w14:textId="77777777" w:rsidR="00D41DE1" w:rsidRPr="00D36259" w:rsidRDefault="00D41DE1" w:rsidP="00D41DE1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1E37F3" w14:textId="77777777" w:rsidR="00D41DE1" w:rsidRPr="00D36259" w:rsidRDefault="00D41DE1" w:rsidP="00D41DE1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87,0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5561BC" w14:textId="77777777" w:rsidR="00D41DE1" w:rsidRPr="00D36259" w:rsidRDefault="00D41DE1" w:rsidP="00D41DE1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87,0</w:t>
            </w:r>
          </w:p>
        </w:tc>
      </w:tr>
      <w:tr w:rsidR="00D41DE1" w:rsidRPr="00970BD5" w14:paraId="5B49CD17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D15AEA" w14:textId="77777777" w:rsidR="00D41DE1" w:rsidRPr="00D36259" w:rsidRDefault="00D41DE1" w:rsidP="00D41DE1">
            <w:pPr>
              <w:ind w:firstLine="0"/>
              <w:rPr>
                <w:b/>
                <w:bCs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99A4DC" w14:textId="77777777" w:rsidR="00D41DE1" w:rsidRPr="00D36259" w:rsidRDefault="00D41DE1" w:rsidP="00D41DE1">
            <w:pPr>
              <w:ind w:firstLine="0"/>
              <w:rPr>
                <w:b/>
                <w:bCs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01 2 01 73320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5694AA" w14:textId="77777777" w:rsidR="00D41DE1" w:rsidRPr="00D36259" w:rsidRDefault="00D41DE1" w:rsidP="00D41DE1">
            <w:pPr>
              <w:ind w:firstLine="0"/>
              <w:rPr>
                <w:b/>
                <w:bCs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F922AA0" w14:textId="77777777" w:rsidR="00D41DE1" w:rsidRPr="00D36259" w:rsidRDefault="00D41DE1" w:rsidP="00D41DE1">
            <w:pPr>
              <w:ind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115,0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57A3968" w14:textId="77777777" w:rsidR="00D41DE1" w:rsidRPr="00D36259" w:rsidRDefault="00D41DE1" w:rsidP="00D41DE1">
            <w:pPr>
              <w:ind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1 281,6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F9193B" w14:textId="77777777" w:rsidR="00D41DE1" w:rsidRPr="00D36259" w:rsidRDefault="00D41DE1" w:rsidP="00D41DE1">
            <w:pPr>
              <w:ind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1 281,6</w:t>
            </w:r>
          </w:p>
        </w:tc>
      </w:tr>
      <w:tr w:rsidR="00D41DE1" w:rsidRPr="00970BD5" w14:paraId="260BD35B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4DD155" w14:textId="77777777" w:rsidR="00D41DE1" w:rsidRPr="00D36259" w:rsidRDefault="00D41DE1" w:rsidP="00D41DE1">
            <w:pPr>
              <w:ind w:firstLine="0"/>
              <w:rPr>
                <w:b/>
                <w:bCs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648BE2" w14:textId="77777777" w:rsidR="00D41DE1" w:rsidRPr="00D36259" w:rsidRDefault="00D41DE1" w:rsidP="00D41DE1">
            <w:pPr>
              <w:ind w:firstLine="0"/>
              <w:rPr>
                <w:b/>
                <w:bCs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01 2 01 73320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574D6C" w14:textId="77777777" w:rsidR="00D41DE1" w:rsidRPr="00D36259" w:rsidRDefault="00D41DE1" w:rsidP="00D41DE1">
            <w:pPr>
              <w:ind w:firstLine="0"/>
              <w:rPr>
                <w:b/>
                <w:bCs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D41E680" w14:textId="77777777" w:rsidR="00D41DE1" w:rsidRPr="00D36259" w:rsidRDefault="00D41DE1" w:rsidP="00D41DE1">
            <w:pPr>
              <w:ind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12,1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434942A" w14:textId="77777777" w:rsidR="00D41DE1" w:rsidRPr="00D36259" w:rsidRDefault="00D41DE1" w:rsidP="00D41DE1">
            <w:pPr>
              <w:ind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462,2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24FD08" w14:textId="77777777" w:rsidR="00D41DE1" w:rsidRPr="00D36259" w:rsidRDefault="00D41DE1" w:rsidP="00D41DE1">
            <w:pPr>
              <w:ind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462,2</w:t>
            </w:r>
          </w:p>
        </w:tc>
      </w:tr>
      <w:tr w:rsidR="00D41DE1" w:rsidRPr="00970BD5" w14:paraId="57D86968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B80D6C" w14:textId="77777777" w:rsidR="00D41DE1" w:rsidRPr="00D36259" w:rsidRDefault="00D41DE1" w:rsidP="00D41DE1">
            <w:pPr>
              <w:ind w:firstLine="0"/>
              <w:rPr>
                <w:b/>
                <w:bCs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 xml:space="preserve">Обеспечение деятельности учреждений дополнительного образования на основе муниципальных заданий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E7B569" w14:textId="77777777" w:rsidR="00D41DE1" w:rsidRPr="00D36259" w:rsidRDefault="00D41DE1" w:rsidP="00D41DE1">
            <w:pPr>
              <w:ind w:firstLine="0"/>
              <w:rPr>
                <w:b/>
                <w:bCs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01 2 02 00000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275A6F" w14:textId="77777777" w:rsidR="00D41DE1" w:rsidRPr="00D36259" w:rsidRDefault="00D41DE1" w:rsidP="00D41DE1">
            <w:pPr>
              <w:ind w:firstLine="0"/>
              <w:rPr>
                <w:b/>
                <w:bCs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1C50D45" w14:textId="77777777" w:rsidR="00D41DE1" w:rsidRPr="00D36259" w:rsidRDefault="0009044C" w:rsidP="00D41DE1">
            <w:pPr>
              <w:ind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63 417,3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F9AEBB5" w14:textId="77777777" w:rsidR="00D41DE1" w:rsidRPr="00D36259" w:rsidRDefault="00D41DE1" w:rsidP="00D41DE1">
            <w:pPr>
              <w:ind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73 581,3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5137D9" w14:textId="77777777" w:rsidR="00D41DE1" w:rsidRPr="00D36259" w:rsidRDefault="00D41DE1" w:rsidP="00D41DE1">
            <w:pPr>
              <w:ind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73 581,3</w:t>
            </w:r>
          </w:p>
        </w:tc>
      </w:tr>
      <w:tr w:rsidR="00D41DE1" w:rsidRPr="00970BD5" w14:paraId="4737765E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509200" w14:textId="77777777" w:rsidR="00D41DE1" w:rsidRPr="00D36259" w:rsidRDefault="00D41DE1" w:rsidP="00D41DE1">
            <w:pPr>
              <w:ind w:firstLine="0"/>
              <w:rPr>
                <w:b/>
                <w:bCs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Расходы на обеспечение деятельности муниципальных учреждений дополнительного образования детей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FDCDF6" w14:textId="77777777" w:rsidR="00D41DE1" w:rsidRPr="00D36259" w:rsidRDefault="00D41DE1" w:rsidP="00D41DE1">
            <w:pPr>
              <w:ind w:firstLine="0"/>
              <w:rPr>
                <w:b/>
                <w:bCs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01 2 02 23590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D3268A" w14:textId="77777777" w:rsidR="00D41DE1" w:rsidRPr="00D36259" w:rsidRDefault="00D41DE1" w:rsidP="00D41DE1">
            <w:pPr>
              <w:ind w:firstLine="0"/>
              <w:rPr>
                <w:b/>
                <w:bCs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F7A639B" w14:textId="77777777" w:rsidR="00D41DE1" w:rsidRPr="00D36259" w:rsidRDefault="0009044C" w:rsidP="00D41DE1">
            <w:pPr>
              <w:ind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62 196,0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54C2B98" w14:textId="77777777" w:rsidR="00D41DE1" w:rsidRPr="00D36259" w:rsidRDefault="00D41DE1" w:rsidP="00D41DE1">
            <w:pPr>
              <w:ind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73 581,3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312A7B" w14:textId="77777777" w:rsidR="00D41DE1" w:rsidRPr="00D36259" w:rsidRDefault="00D41DE1" w:rsidP="00D41DE1">
            <w:pPr>
              <w:ind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73 581,3</w:t>
            </w:r>
          </w:p>
        </w:tc>
      </w:tr>
      <w:tr w:rsidR="00D41DE1" w:rsidRPr="00970BD5" w14:paraId="2EC53016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C4CB24" w14:textId="77777777" w:rsidR="00D41DE1" w:rsidRPr="00D36259" w:rsidRDefault="00D41DE1" w:rsidP="00D41DE1">
            <w:pPr>
              <w:ind w:firstLine="0"/>
              <w:rPr>
                <w:b/>
                <w:bCs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B1F97F" w14:textId="77777777" w:rsidR="00D41DE1" w:rsidRPr="00D36259" w:rsidRDefault="00D41DE1" w:rsidP="00D41DE1">
            <w:pPr>
              <w:ind w:firstLine="0"/>
              <w:rPr>
                <w:b/>
                <w:bCs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01 2 02 23590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BD59AD" w14:textId="77777777" w:rsidR="00D41DE1" w:rsidRPr="00D36259" w:rsidRDefault="00D41DE1" w:rsidP="00D41DE1">
            <w:pPr>
              <w:ind w:firstLine="0"/>
              <w:rPr>
                <w:b/>
                <w:bCs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A2601D6" w14:textId="77777777" w:rsidR="00D41DE1" w:rsidRPr="00D36259" w:rsidRDefault="0009044C" w:rsidP="00D41DE1">
            <w:pPr>
              <w:ind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62 196,0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F214D3A" w14:textId="77777777" w:rsidR="00D41DE1" w:rsidRPr="00D36259" w:rsidRDefault="00D41DE1" w:rsidP="00D41DE1">
            <w:pPr>
              <w:ind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73 581,3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9C85C9" w14:textId="77777777" w:rsidR="00D41DE1" w:rsidRPr="00D36259" w:rsidRDefault="00D41DE1" w:rsidP="00D41DE1">
            <w:pPr>
              <w:ind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73 581,3</w:t>
            </w:r>
          </w:p>
        </w:tc>
      </w:tr>
      <w:tr w:rsidR="0009044C" w:rsidRPr="00970BD5" w14:paraId="5ED9C2E7" w14:textId="77777777" w:rsidTr="00487574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D27B15" w14:textId="77777777" w:rsidR="0009044C" w:rsidRPr="002648DF" w:rsidRDefault="0009044C" w:rsidP="0009044C">
            <w:pPr>
              <w:ind w:firstLine="0"/>
              <w:rPr>
                <w:b/>
                <w:bCs/>
                <w:sz w:val="24"/>
                <w:szCs w:val="24"/>
              </w:rPr>
            </w:pPr>
            <w:r w:rsidRPr="002648DF">
              <w:rPr>
                <w:sz w:val="24"/>
                <w:szCs w:val="24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C8AC38" w14:textId="77777777" w:rsidR="0009044C" w:rsidRPr="002648DF" w:rsidRDefault="0009044C" w:rsidP="0009044C">
            <w:pPr>
              <w:ind w:firstLine="0"/>
              <w:rPr>
                <w:b/>
                <w:bCs/>
                <w:sz w:val="24"/>
                <w:szCs w:val="24"/>
              </w:rPr>
            </w:pPr>
            <w:r w:rsidRPr="002648DF">
              <w:rPr>
                <w:sz w:val="24"/>
                <w:szCs w:val="24"/>
              </w:rPr>
              <w:t>01 2 03 00000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83C726" w14:textId="77777777" w:rsidR="0009044C" w:rsidRPr="002648DF" w:rsidRDefault="0009044C" w:rsidP="0009044C">
            <w:pPr>
              <w:ind w:firstLine="0"/>
              <w:rPr>
                <w:b/>
                <w:bCs/>
                <w:sz w:val="24"/>
                <w:szCs w:val="24"/>
              </w:rPr>
            </w:pPr>
            <w:r w:rsidRPr="002648DF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17BB860" w14:textId="77777777" w:rsidR="0009044C" w:rsidRPr="002648DF" w:rsidRDefault="0009044C" w:rsidP="0009044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648DF">
              <w:rPr>
                <w:sz w:val="24"/>
                <w:szCs w:val="24"/>
              </w:rPr>
              <w:t>10 277,5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25CFDDC" w14:textId="77777777" w:rsidR="0009044C" w:rsidRPr="002648DF" w:rsidRDefault="0009044C" w:rsidP="0009044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648DF">
              <w:rPr>
                <w:sz w:val="24"/>
                <w:szCs w:val="24"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83C999" w14:textId="77777777" w:rsidR="0009044C" w:rsidRPr="002648DF" w:rsidRDefault="0009044C" w:rsidP="0009044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648DF">
              <w:rPr>
                <w:sz w:val="24"/>
                <w:szCs w:val="24"/>
              </w:rPr>
              <w:t>0,0</w:t>
            </w:r>
          </w:p>
        </w:tc>
      </w:tr>
      <w:tr w:rsidR="0009044C" w:rsidRPr="00970BD5" w14:paraId="1D1C7D09" w14:textId="77777777" w:rsidTr="00487574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170D54" w14:textId="77777777" w:rsidR="0009044C" w:rsidRPr="002648DF" w:rsidRDefault="0009044C" w:rsidP="0009044C">
            <w:pPr>
              <w:ind w:firstLine="0"/>
              <w:rPr>
                <w:b/>
                <w:bCs/>
                <w:sz w:val="24"/>
                <w:szCs w:val="24"/>
              </w:rPr>
            </w:pPr>
            <w:r w:rsidRPr="002648DF">
              <w:rPr>
                <w:sz w:val="24"/>
                <w:szCs w:val="24"/>
              </w:rPr>
              <w:t>Расходы на 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67418F" w14:textId="77777777" w:rsidR="0009044C" w:rsidRPr="002648DF" w:rsidRDefault="0009044C" w:rsidP="0009044C">
            <w:pPr>
              <w:ind w:firstLine="0"/>
              <w:rPr>
                <w:b/>
                <w:bCs/>
                <w:sz w:val="24"/>
                <w:szCs w:val="24"/>
              </w:rPr>
            </w:pPr>
            <w:r w:rsidRPr="002648DF">
              <w:rPr>
                <w:sz w:val="24"/>
                <w:szCs w:val="24"/>
              </w:rPr>
              <w:t>01 2 03 24590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4ACFF5" w14:textId="77777777" w:rsidR="0009044C" w:rsidRPr="002648DF" w:rsidRDefault="0009044C" w:rsidP="0009044C">
            <w:pPr>
              <w:ind w:firstLine="0"/>
              <w:rPr>
                <w:b/>
                <w:bCs/>
                <w:sz w:val="24"/>
                <w:szCs w:val="24"/>
              </w:rPr>
            </w:pPr>
            <w:r w:rsidRPr="002648DF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B18CF02" w14:textId="77777777" w:rsidR="0009044C" w:rsidRPr="002648DF" w:rsidRDefault="0009044C" w:rsidP="0009044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648DF">
              <w:rPr>
                <w:sz w:val="24"/>
                <w:szCs w:val="24"/>
              </w:rPr>
              <w:t>10 277,5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1CA53E0" w14:textId="77777777" w:rsidR="0009044C" w:rsidRPr="002648DF" w:rsidRDefault="0009044C" w:rsidP="0009044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648DF">
              <w:rPr>
                <w:sz w:val="24"/>
                <w:szCs w:val="24"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006B2E" w14:textId="77777777" w:rsidR="0009044C" w:rsidRPr="002648DF" w:rsidRDefault="0009044C" w:rsidP="0009044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648DF">
              <w:rPr>
                <w:sz w:val="24"/>
                <w:szCs w:val="24"/>
              </w:rPr>
              <w:t>0,0</w:t>
            </w:r>
          </w:p>
        </w:tc>
      </w:tr>
      <w:tr w:rsidR="0009044C" w:rsidRPr="00970BD5" w14:paraId="2CD4746C" w14:textId="77777777" w:rsidTr="00487574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F57405" w14:textId="77777777" w:rsidR="0009044C" w:rsidRPr="002648DF" w:rsidRDefault="0009044C" w:rsidP="0009044C">
            <w:pPr>
              <w:ind w:firstLine="0"/>
              <w:rPr>
                <w:b/>
                <w:bCs/>
                <w:sz w:val="24"/>
                <w:szCs w:val="24"/>
              </w:rPr>
            </w:pPr>
            <w:r w:rsidRPr="002648D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70D509" w14:textId="77777777" w:rsidR="0009044C" w:rsidRPr="002648DF" w:rsidRDefault="0009044C" w:rsidP="0009044C">
            <w:pPr>
              <w:ind w:firstLine="0"/>
              <w:rPr>
                <w:b/>
                <w:bCs/>
                <w:sz w:val="24"/>
                <w:szCs w:val="24"/>
              </w:rPr>
            </w:pPr>
            <w:r w:rsidRPr="002648DF">
              <w:rPr>
                <w:sz w:val="24"/>
                <w:szCs w:val="24"/>
              </w:rPr>
              <w:t>01 2 03 24590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A97F5B" w14:textId="77777777" w:rsidR="0009044C" w:rsidRPr="002648DF" w:rsidRDefault="0009044C" w:rsidP="0009044C">
            <w:pPr>
              <w:ind w:firstLine="0"/>
              <w:rPr>
                <w:b/>
                <w:bCs/>
                <w:sz w:val="24"/>
                <w:szCs w:val="24"/>
              </w:rPr>
            </w:pPr>
            <w:r w:rsidRPr="002648DF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B878BAA" w14:textId="77777777" w:rsidR="0009044C" w:rsidRPr="002648DF" w:rsidRDefault="0009044C" w:rsidP="0009044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648DF">
              <w:rPr>
                <w:sz w:val="24"/>
                <w:szCs w:val="24"/>
              </w:rPr>
              <w:t>10 277,5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A05EF24" w14:textId="77777777" w:rsidR="0009044C" w:rsidRPr="002648DF" w:rsidRDefault="0009044C" w:rsidP="0009044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648DF">
              <w:rPr>
                <w:sz w:val="24"/>
                <w:szCs w:val="24"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B437FB" w14:textId="77777777" w:rsidR="0009044C" w:rsidRPr="002648DF" w:rsidRDefault="0009044C" w:rsidP="0009044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648DF">
              <w:rPr>
                <w:sz w:val="24"/>
                <w:szCs w:val="24"/>
              </w:rPr>
              <w:t>0,0</w:t>
            </w:r>
          </w:p>
        </w:tc>
      </w:tr>
      <w:tr w:rsidR="0009044C" w:rsidRPr="00970BD5" w14:paraId="7823D6CE" w14:textId="77777777" w:rsidTr="00487574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831DB6" w14:textId="77777777" w:rsidR="0009044C" w:rsidRPr="002648DF" w:rsidRDefault="0009044C" w:rsidP="0009044C">
            <w:pPr>
              <w:ind w:firstLine="0"/>
              <w:rPr>
                <w:b/>
                <w:bCs/>
                <w:sz w:val="24"/>
                <w:szCs w:val="24"/>
              </w:rPr>
            </w:pPr>
            <w:r w:rsidRPr="002648DF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17BE16" w14:textId="77777777" w:rsidR="0009044C" w:rsidRPr="002648DF" w:rsidRDefault="0009044C" w:rsidP="0009044C">
            <w:pPr>
              <w:ind w:firstLine="0"/>
              <w:rPr>
                <w:b/>
                <w:bCs/>
                <w:sz w:val="24"/>
                <w:szCs w:val="24"/>
              </w:rPr>
            </w:pPr>
            <w:r w:rsidRPr="002648DF">
              <w:rPr>
                <w:sz w:val="24"/>
                <w:szCs w:val="24"/>
              </w:rPr>
              <w:t>01 2 03 24590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E42C48" w14:textId="77777777" w:rsidR="0009044C" w:rsidRPr="002648DF" w:rsidRDefault="0009044C" w:rsidP="0009044C">
            <w:pPr>
              <w:ind w:firstLine="0"/>
              <w:rPr>
                <w:b/>
                <w:bCs/>
                <w:sz w:val="24"/>
                <w:szCs w:val="24"/>
              </w:rPr>
            </w:pPr>
            <w:r w:rsidRPr="002648DF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B839B46" w14:textId="77777777" w:rsidR="0009044C" w:rsidRPr="002648DF" w:rsidRDefault="0009044C" w:rsidP="0009044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648DF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2E8B374" w14:textId="77777777" w:rsidR="0009044C" w:rsidRPr="002648DF" w:rsidRDefault="0009044C" w:rsidP="0009044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648DF">
              <w:rPr>
                <w:sz w:val="24"/>
                <w:szCs w:val="24"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395FFB" w14:textId="77777777" w:rsidR="0009044C" w:rsidRPr="002648DF" w:rsidRDefault="0009044C" w:rsidP="0009044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648DF">
              <w:rPr>
                <w:sz w:val="24"/>
                <w:szCs w:val="24"/>
              </w:rPr>
              <w:t>0,0</w:t>
            </w:r>
          </w:p>
        </w:tc>
      </w:tr>
      <w:tr w:rsidR="00D41DE1" w:rsidRPr="00970BD5" w14:paraId="7FDCB071" w14:textId="77777777" w:rsidTr="001E3A03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F486A3" w14:textId="77777777" w:rsidR="00D41DE1" w:rsidRPr="00D36259" w:rsidRDefault="00D41DE1" w:rsidP="00D41DE1">
            <w:pPr>
              <w:ind w:firstLine="0"/>
              <w:rPr>
                <w:sz w:val="24"/>
                <w:szCs w:val="24"/>
                <w:highlight w:val="yellow"/>
              </w:rPr>
            </w:pPr>
            <w:r w:rsidRPr="00D36259">
              <w:rPr>
                <w:b/>
                <w:bCs/>
                <w:sz w:val="24"/>
                <w:szCs w:val="24"/>
              </w:rPr>
              <w:t xml:space="preserve">Подпрограмма «Развитие системы оценки качества образования и информационной прозрачности системы образования»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DDE0F8" w14:textId="77777777" w:rsidR="00D41DE1" w:rsidRPr="00D36259" w:rsidRDefault="00D41DE1" w:rsidP="00D41DE1">
            <w:pPr>
              <w:ind w:firstLine="0"/>
              <w:rPr>
                <w:sz w:val="24"/>
                <w:szCs w:val="24"/>
                <w:highlight w:val="yellow"/>
              </w:rPr>
            </w:pPr>
            <w:r w:rsidRPr="00D36259">
              <w:rPr>
                <w:b/>
                <w:bCs/>
                <w:sz w:val="24"/>
                <w:szCs w:val="24"/>
              </w:rPr>
              <w:t>01 3 00 00000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0C8E6C" w14:textId="77777777" w:rsidR="00D41DE1" w:rsidRPr="00D36259" w:rsidRDefault="00D41DE1" w:rsidP="00D41DE1">
            <w:pPr>
              <w:ind w:firstLine="0"/>
              <w:rPr>
                <w:sz w:val="24"/>
                <w:szCs w:val="24"/>
                <w:highlight w:val="yellow"/>
              </w:rPr>
            </w:pPr>
            <w:r w:rsidRPr="00D36259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7C07051" w14:textId="77777777" w:rsidR="00D41DE1" w:rsidRPr="00D36259" w:rsidRDefault="00D41DE1" w:rsidP="00D41DE1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b/>
                <w:bCs/>
                <w:sz w:val="24"/>
                <w:szCs w:val="24"/>
              </w:rPr>
              <w:t>1 410,1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CA1BE47" w14:textId="77777777" w:rsidR="00D41DE1" w:rsidRPr="00D36259" w:rsidRDefault="00D41DE1" w:rsidP="00D41DE1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b/>
                <w:bCs/>
                <w:sz w:val="24"/>
                <w:szCs w:val="24"/>
              </w:rPr>
              <w:t>1 407,1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0D5E05" w14:textId="77777777" w:rsidR="00D41DE1" w:rsidRPr="00D36259" w:rsidRDefault="00D41DE1" w:rsidP="00D41DE1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b/>
                <w:bCs/>
                <w:sz w:val="24"/>
                <w:szCs w:val="24"/>
              </w:rPr>
              <w:t>1 407,1</w:t>
            </w:r>
          </w:p>
        </w:tc>
      </w:tr>
      <w:tr w:rsidR="00D41DE1" w:rsidRPr="00970BD5" w14:paraId="7528E1B3" w14:textId="77777777" w:rsidTr="001E3A03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69DBF5" w14:textId="77777777" w:rsidR="00D41DE1" w:rsidRPr="00D36259" w:rsidRDefault="00D41DE1" w:rsidP="00D41DE1">
            <w:pPr>
              <w:ind w:right="-108" w:firstLine="0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 xml:space="preserve">Организационно-техническое и </w:t>
            </w:r>
            <w:r w:rsidRPr="00D36259">
              <w:rPr>
                <w:sz w:val="24"/>
                <w:szCs w:val="24"/>
              </w:rPr>
              <w:lastRenderedPageBreak/>
              <w:t>информационно-методическое сопровождение аттестации педагогических работников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28180E" w14:textId="77777777" w:rsidR="00D41DE1" w:rsidRPr="00D36259" w:rsidRDefault="00D41DE1" w:rsidP="00D41DE1">
            <w:pPr>
              <w:ind w:firstLine="0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lastRenderedPageBreak/>
              <w:t>01 3 01 00000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2F8098" w14:textId="77777777" w:rsidR="00D41DE1" w:rsidRPr="00D36259" w:rsidRDefault="00D41DE1" w:rsidP="00D41DE1">
            <w:pPr>
              <w:ind w:firstLine="0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A6500D8" w14:textId="77777777" w:rsidR="00D41DE1" w:rsidRPr="00D36259" w:rsidRDefault="00D41DE1" w:rsidP="00D41DE1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1 410,1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FDE05BB" w14:textId="77777777" w:rsidR="00D41DE1" w:rsidRPr="00D36259" w:rsidRDefault="00D41DE1" w:rsidP="00D41DE1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1 407,1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8EB7AA" w14:textId="77777777" w:rsidR="00D41DE1" w:rsidRPr="00D36259" w:rsidRDefault="00D41DE1" w:rsidP="00D41DE1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1 407,1</w:t>
            </w:r>
          </w:p>
        </w:tc>
      </w:tr>
      <w:tr w:rsidR="00D41DE1" w:rsidRPr="00970BD5" w14:paraId="688DD941" w14:textId="77777777" w:rsidTr="001E3A03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679447" w14:textId="77777777" w:rsidR="00D41DE1" w:rsidRPr="00D36259" w:rsidRDefault="00D41DE1" w:rsidP="00D41DE1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Расходы на осуществление полномочий по организационно-техническому и информационно-методическому сопровождению аттестации педагогических работников муниципальных и частных организаций, осуществляющих образовательную деятельность, с целью установления соответствия уровня квалификации требованиям, предъявляемым к первой квалификационной категории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B03232" w14:textId="77777777" w:rsidR="00D41DE1" w:rsidRPr="00D36259" w:rsidRDefault="00D41DE1" w:rsidP="00D41DE1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01 3 01 73010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82902A" w14:textId="77777777" w:rsidR="00D41DE1" w:rsidRPr="00D36259" w:rsidRDefault="00D41DE1" w:rsidP="00D41DE1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1E17998" w14:textId="77777777" w:rsidR="00D41DE1" w:rsidRPr="00D36259" w:rsidRDefault="00D41DE1" w:rsidP="00D41DE1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1 410,1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20289FF" w14:textId="77777777" w:rsidR="00D41DE1" w:rsidRPr="00D36259" w:rsidRDefault="00D41DE1" w:rsidP="00D41DE1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  <w:lang w:val="en-US"/>
              </w:rPr>
            </w:pPr>
            <w:r w:rsidRPr="00D36259">
              <w:rPr>
                <w:sz w:val="24"/>
                <w:szCs w:val="24"/>
              </w:rPr>
              <w:t>1 407,1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74C3F2" w14:textId="77777777" w:rsidR="00D41DE1" w:rsidRPr="00D36259" w:rsidRDefault="00D41DE1" w:rsidP="00D41DE1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1 407,1</w:t>
            </w:r>
          </w:p>
        </w:tc>
      </w:tr>
      <w:tr w:rsidR="00D41DE1" w:rsidRPr="00970BD5" w14:paraId="6A23E99B" w14:textId="77777777" w:rsidTr="00B44E0E">
        <w:trPr>
          <w:trHeight w:val="20"/>
        </w:trPr>
        <w:tc>
          <w:tcPr>
            <w:tcW w:w="3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D47140" w14:textId="77777777" w:rsidR="00D41DE1" w:rsidRPr="00D36259" w:rsidRDefault="00D41DE1" w:rsidP="00D41DE1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09678A" w14:textId="77777777" w:rsidR="00D41DE1" w:rsidRPr="00D36259" w:rsidRDefault="00D41DE1" w:rsidP="00D41DE1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01 3 01 73010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D5D0F4" w14:textId="77777777" w:rsidR="00D41DE1" w:rsidRPr="00D36259" w:rsidRDefault="00D41DE1" w:rsidP="00D41DE1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9BE06D8" w14:textId="77777777" w:rsidR="00D41DE1" w:rsidRPr="00D36259" w:rsidRDefault="00D41DE1" w:rsidP="00D41DE1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1 331,6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A195D03" w14:textId="77777777" w:rsidR="00D41DE1" w:rsidRPr="00D36259" w:rsidRDefault="00D41DE1" w:rsidP="00D41DE1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1 378,6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124668" w14:textId="77777777" w:rsidR="00D41DE1" w:rsidRPr="00D36259" w:rsidRDefault="00D41DE1" w:rsidP="00D41DE1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1 378,6</w:t>
            </w:r>
          </w:p>
        </w:tc>
      </w:tr>
      <w:tr w:rsidR="00D41DE1" w:rsidRPr="00970BD5" w14:paraId="57325783" w14:textId="77777777" w:rsidTr="00B44E0E">
        <w:trPr>
          <w:trHeight w:val="20"/>
        </w:trPr>
        <w:tc>
          <w:tcPr>
            <w:tcW w:w="3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C5D9BD" w14:textId="77777777" w:rsidR="00D41DE1" w:rsidRPr="00D36259" w:rsidRDefault="00D41DE1" w:rsidP="00D41DE1">
            <w:pPr>
              <w:ind w:firstLine="0"/>
              <w:rPr>
                <w:sz w:val="24"/>
                <w:szCs w:val="24"/>
                <w:highlight w:val="yellow"/>
              </w:rPr>
            </w:pPr>
            <w:r w:rsidRPr="00D36259">
              <w:rPr>
                <w:b/>
                <w:bCs/>
                <w:sz w:val="24"/>
                <w:szCs w:val="24"/>
              </w:rPr>
              <w:t xml:space="preserve">Подпрограмма «Укрепление материально-технической базы образовательных учреждений»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3F2039" w14:textId="77777777" w:rsidR="00D41DE1" w:rsidRPr="00D36259" w:rsidRDefault="00D41DE1" w:rsidP="00D41DE1">
            <w:pPr>
              <w:ind w:firstLine="0"/>
              <w:rPr>
                <w:sz w:val="24"/>
                <w:szCs w:val="24"/>
                <w:highlight w:val="yellow"/>
              </w:rPr>
            </w:pPr>
            <w:r w:rsidRPr="00D36259">
              <w:rPr>
                <w:b/>
                <w:bCs/>
                <w:sz w:val="24"/>
                <w:szCs w:val="24"/>
              </w:rPr>
              <w:t>01 5 00 00000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C3E83A" w14:textId="77777777" w:rsidR="00D41DE1" w:rsidRPr="00D36259" w:rsidRDefault="00D41DE1" w:rsidP="00D41DE1">
            <w:pPr>
              <w:ind w:firstLine="0"/>
              <w:rPr>
                <w:sz w:val="24"/>
                <w:szCs w:val="24"/>
                <w:highlight w:val="yellow"/>
              </w:rPr>
            </w:pPr>
            <w:r w:rsidRPr="00D36259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5B0B16B" w14:textId="77777777" w:rsidR="00D41DE1" w:rsidRPr="00D36259" w:rsidRDefault="00D41DE1" w:rsidP="00D41DE1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b/>
                <w:bCs/>
                <w:sz w:val="24"/>
                <w:szCs w:val="24"/>
              </w:rPr>
              <w:t>101 216,4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6932020" w14:textId="77777777" w:rsidR="00D41DE1" w:rsidRPr="00D36259" w:rsidRDefault="00D41DE1" w:rsidP="00D41DE1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b/>
                <w:bCs/>
                <w:sz w:val="24"/>
                <w:szCs w:val="24"/>
              </w:rPr>
              <w:t>119 960,9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4445B0" w14:textId="77777777" w:rsidR="00D41DE1" w:rsidRPr="00D36259" w:rsidRDefault="00D41DE1" w:rsidP="00D41DE1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b/>
                <w:bCs/>
                <w:sz w:val="24"/>
                <w:szCs w:val="24"/>
              </w:rPr>
              <w:t>19 921,4</w:t>
            </w:r>
          </w:p>
        </w:tc>
      </w:tr>
      <w:tr w:rsidR="00D41DE1" w:rsidRPr="00970BD5" w14:paraId="1C214DD1" w14:textId="77777777" w:rsidTr="00487574">
        <w:trPr>
          <w:trHeight w:val="20"/>
        </w:trPr>
        <w:tc>
          <w:tcPr>
            <w:tcW w:w="3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54300E" w14:textId="77777777" w:rsidR="00D41DE1" w:rsidRPr="00D36259" w:rsidRDefault="00D41DE1" w:rsidP="00D41DE1">
            <w:pPr>
              <w:ind w:firstLine="0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Укрепление материально- технической базы подведомственных образовательных учреждений, подготовка к новому учебному году, капитальный и текущий ремонты, аварийные работы, работы по повышению антитеррористической защищенности ОУ, разработка и корректировка проектно-сметной документации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C45F67" w14:textId="77777777" w:rsidR="00D41DE1" w:rsidRPr="00D36259" w:rsidRDefault="00D41DE1" w:rsidP="00D41DE1">
            <w:pPr>
              <w:ind w:firstLine="0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01 5 01 00000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8CD5D8" w14:textId="77777777" w:rsidR="00D41DE1" w:rsidRPr="00D36259" w:rsidRDefault="00D41DE1" w:rsidP="00D41DE1">
            <w:pPr>
              <w:ind w:firstLine="0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AF4C118" w14:textId="77777777" w:rsidR="00D41DE1" w:rsidRPr="00D36259" w:rsidRDefault="00D41DE1" w:rsidP="00D41DE1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31 355,5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AA098B2" w14:textId="77777777" w:rsidR="00D41DE1" w:rsidRPr="00D36259" w:rsidRDefault="00D41DE1" w:rsidP="00D41DE1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119 960,9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0EE2D7" w14:textId="77777777" w:rsidR="00D41DE1" w:rsidRPr="00D36259" w:rsidRDefault="00D41DE1" w:rsidP="00D41DE1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19 921,4</w:t>
            </w:r>
          </w:p>
        </w:tc>
      </w:tr>
      <w:tr w:rsidR="00D41DE1" w:rsidRPr="00970BD5" w14:paraId="22FA87CE" w14:textId="77777777" w:rsidTr="00B44E0E">
        <w:trPr>
          <w:trHeight w:val="20"/>
        </w:trPr>
        <w:tc>
          <w:tcPr>
            <w:tcW w:w="3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B2FA35" w14:textId="77777777" w:rsidR="00D41DE1" w:rsidRPr="00D36259" w:rsidRDefault="00D41DE1" w:rsidP="00D41DE1">
            <w:pPr>
              <w:ind w:firstLine="0"/>
              <w:rPr>
                <w:sz w:val="24"/>
                <w:szCs w:val="24"/>
                <w:highlight w:val="yellow"/>
              </w:rPr>
            </w:pPr>
            <w:r w:rsidRPr="00D36259">
              <w:rPr>
                <w:color w:val="000000"/>
                <w:sz w:val="24"/>
                <w:szCs w:val="24"/>
              </w:rPr>
              <w:t xml:space="preserve">Расходы на укрепление материально-технической базы учреждений образований за счет средств фонда на поддержку </w:t>
            </w:r>
            <w:r w:rsidRPr="00D36259">
              <w:rPr>
                <w:color w:val="000000"/>
                <w:sz w:val="24"/>
                <w:szCs w:val="24"/>
              </w:rPr>
              <w:lastRenderedPageBreak/>
              <w:t>территорий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358E56" w14:textId="77777777" w:rsidR="00D41DE1" w:rsidRPr="00D36259" w:rsidRDefault="00D41DE1" w:rsidP="00D41DE1">
            <w:pPr>
              <w:ind w:firstLine="0"/>
              <w:rPr>
                <w:sz w:val="24"/>
                <w:szCs w:val="24"/>
                <w:highlight w:val="yellow"/>
              </w:rPr>
            </w:pPr>
            <w:r w:rsidRPr="00D36259">
              <w:rPr>
                <w:color w:val="000000"/>
                <w:sz w:val="24"/>
                <w:szCs w:val="24"/>
              </w:rPr>
              <w:lastRenderedPageBreak/>
              <w:t>01 5 01 22000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A22CDF" w14:textId="77777777" w:rsidR="00D41DE1" w:rsidRPr="00D36259" w:rsidRDefault="00D41DE1" w:rsidP="00D41DE1">
            <w:pPr>
              <w:ind w:firstLine="0"/>
              <w:rPr>
                <w:sz w:val="24"/>
                <w:szCs w:val="24"/>
                <w:highlight w:val="yellow"/>
              </w:rPr>
            </w:pPr>
            <w:r w:rsidRPr="00D3625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EA02042" w14:textId="77777777" w:rsidR="00D41DE1" w:rsidRPr="00D36259" w:rsidRDefault="00D41DE1" w:rsidP="00D41DE1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color w:val="000000"/>
                <w:sz w:val="24"/>
                <w:szCs w:val="24"/>
              </w:rPr>
              <w:t>919,4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002551F" w14:textId="77777777" w:rsidR="00D41DE1" w:rsidRPr="00D36259" w:rsidRDefault="00D41DE1" w:rsidP="00D41DE1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887B9A" w14:textId="77777777" w:rsidR="00D41DE1" w:rsidRPr="00D36259" w:rsidRDefault="00D41DE1" w:rsidP="00D41DE1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41DE1" w:rsidRPr="00970BD5" w14:paraId="0478155C" w14:textId="77777777" w:rsidTr="00B44E0E">
        <w:trPr>
          <w:trHeight w:val="1128"/>
        </w:trPr>
        <w:tc>
          <w:tcPr>
            <w:tcW w:w="3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38C0E8" w14:textId="77777777" w:rsidR="00D41DE1" w:rsidRPr="00D36259" w:rsidRDefault="00D41DE1" w:rsidP="00D41DE1">
            <w:pPr>
              <w:ind w:firstLine="0"/>
              <w:rPr>
                <w:sz w:val="24"/>
                <w:szCs w:val="24"/>
                <w:highlight w:val="yellow"/>
              </w:rPr>
            </w:pPr>
            <w:r w:rsidRPr="00D3625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4D3A4F" w14:textId="77777777" w:rsidR="00D41DE1" w:rsidRPr="00D36259" w:rsidRDefault="00D41DE1" w:rsidP="00D41DE1">
            <w:pPr>
              <w:ind w:firstLine="0"/>
              <w:rPr>
                <w:sz w:val="24"/>
                <w:szCs w:val="24"/>
                <w:highlight w:val="yellow"/>
              </w:rPr>
            </w:pPr>
            <w:r w:rsidRPr="00D36259">
              <w:rPr>
                <w:color w:val="000000"/>
                <w:sz w:val="24"/>
                <w:szCs w:val="24"/>
              </w:rPr>
              <w:t>01 5 01 22000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C29AC0" w14:textId="77777777" w:rsidR="00D41DE1" w:rsidRPr="00D36259" w:rsidRDefault="00D41DE1" w:rsidP="00D41DE1">
            <w:pPr>
              <w:ind w:firstLine="0"/>
              <w:rPr>
                <w:sz w:val="24"/>
                <w:szCs w:val="24"/>
                <w:highlight w:val="yellow"/>
              </w:rPr>
            </w:pPr>
            <w:r w:rsidRPr="00D3625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9B7ACDE" w14:textId="77777777" w:rsidR="00D41DE1" w:rsidRPr="00D36259" w:rsidRDefault="00D41DE1" w:rsidP="00D41DE1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color w:val="000000"/>
                <w:sz w:val="24"/>
                <w:szCs w:val="24"/>
              </w:rPr>
              <w:t>919,4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66F7074" w14:textId="77777777" w:rsidR="00D41DE1" w:rsidRPr="00D36259" w:rsidRDefault="00D41DE1" w:rsidP="00D41DE1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39E7A2" w14:textId="77777777" w:rsidR="00D41DE1" w:rsidRPr="00D36259" w:rsidRDefault="00D41DE1" w:rsidP="00D41DE1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41DE1" w:rsidRPr="00970BD5" w14:paraId="47CAE501" w14:textId="77777777" w:rsidTr="001E3A03">
        <w:trPr>
          <w:trHeight w:val="1135"/>
        </w:trPr>
        <w:tc>
          <w:tcPr>
            <w:tcW w:w="3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D8264B" w14:textId="77777777" w:rsidR="00D41DE1" w:rsidRPr="00D36259" w:rsidRDefault="00D41DE1" w:rsidP="00D41DE1">
            <w:pPr>
              <w:ind w:firstLine="0"/>
              <w:rPr>
                <w:sz w:val="24"/>
                <w:szCs w:val="24"/>
                <w:highlight w:val="yellow"/>
              </w:rPr>
            </w:pPr>
            <w:r w:rsidRPr="00D36259">
              <w:rPr>
                <w:color w:val="000000"/>
                <w:sz w:val="24"/>
                <w:szCs w:val="24"/>
              </w:rPr>
              <w:t>Расходы на проведение капитального и текущего ремонтов муниципальных образовательных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41C3BE" w14:textId="77777777" w:rsidR="00D41DE1" w:rsidRPr="00D36259" w:rsidRDefault="00D41DE1" w:rsidP="00D41DE1">
            <w:pPr>
              <w:ind w:firstLine="0"/>
              <w:rPr>
                <w:sz w:val="24"/>
                <w:szCs w:val="24"/>
                <w:highlight w:val="yellow"/>
              </w:rPr>
            </w:pPr>
            <w:r w:rsidRPr="00D36259">
              <w:rPr>
                <w:color w:val="000000"/>
                <w:sz w:val="24"/>
                <w:szCs w:val="24"/>
              </w:rPr>
              <w:t>01 5 01 25020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FF2837" w14:textId="77777777" w:rsidR="00D41DE1" w:rsidRPr="00D36259" w:rsidRDefault="00D41DE1" w:rsidP="00D41DE1">
            <w:pPr>
              <w:ind w:firstLine="0"/>
              <w:rPr>
                <w:sz w:val="24"/>
                <w:szCs w:val="24"/>
                <w:highlight w:val="yellow"/>
              </w:rPr>
            </w:pPr>
            <w:r w:rsidRPr="00D3625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0B697CD" w14:textId="77777777" w:rsidR="00D41DE1" w:rsidRPr="00D36259" w:rsidRDefault="00D41DE1" w:rsidP="00D41DE1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color w:val="000000"/>
                <w:sz w:val="24"/>
                <w:szCs w:val="24"/>
              </w:rPr>
              <w:t>15 222,2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7EA7ACD" w14:textId="77777777" w:rsidR="00D41DE1" w:rsidRPr="00D36259" w:rsidRDefault="00D41DE1" w:rsidP="00D41DE1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color w:val="000000"/>
                <w:sz w:val="24"/>
                <w:szCs w:val="24"/>
              </w:rPr>
              <w:t>11 000,0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75D075" w14:textId="77777777" w:rsidR="00D41DE1" w:rsidRPr="00D36259" w:rsidRDefault="00D41DE1" w:rsidP="00D41DE1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color w:val="000000"/>
                <w:sz w:val="24"/>
                <w:szCs w:val="24"/>
              </w:rPr>
              <w:t>13 000,0</w:t>
            </w:r>
          </w:p>
        </w:tc>
      </w:tr>
      <w:tr w:rsidR="00D41DE1" w:rsidRPr="00970BD5" w14:paraId="7178FA4F" w14:textId="77777777" w:rsidTr="00B44E0E">
        <w:trPr>
          <w:trHeight w:val="20"/>
        </w:trPr>
        <w:tc>
          <w:tcPr>
            <w:tcW w:w="3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C042A9" w14:textId="77777777" w:rsidR="00D41DE1" w:rsidRPr="00D36259" w:rsidRDefault="00D41DE1" w:rsidP="00D41DE1">
            <w:pPr>
              <w:ind w:firstLine="0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CA2B6D" w14:textId="77777777" w:rsidR="00D41DE1" w:rsidRPr="00D36259" w:rsidRDefault="00D41DE1" w:rsidP="00D41DE1">
            <w:pPr>
              <w:ind w:firstLine="0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01 5 01 25020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F0F33A" w14:textId="77777777" w:rsidR="00D41DE1" w:rsidRPr="00D36259" w:rsidRDefault="00D41DE1" w:rsidP="00D41DE1">
            <w:pPr>
              <w:ind w:firstLine="0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FAFD0DB" w14:textId="77777777" w:rsidR="00D41DE1" w:rsidRPr="00D36259" w:rsidRDefault="00D41DE1" w:rsidP="00D41DE1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15 222,2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6EC6B21" w14:textId="77777777" w:rsidR="00D41DE1" w:rsidRPr="00D36259" w:rsidRDefault="00D41DE1" w:rsidP="00D41DE1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11 000,0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D6975A" w14:textId="77777777" w:rsidR="00D41DE1" w:rsidRPr="00D36259" w:rsidRDefault="00D41DE1" w:rsidP="00D41DE1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13 000,0</w:t>
            </w:r>
          </w:p>
        </w:tc>
      </w:tr>
      <w:tr w:rsidR="00D41DE1" w:rsidRPr="00970BD5" w14:paraId="63365D43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27A5C1" w14:textId="77777777" w:rsidR="00D41DE1" w:rsidRPr="00D36259" w:rsidRDefault="00D41DE1" w:rsidP="00D41DE1">
            <w:pPr>
              <w:ind w:firstLine="0"/>
              <w:rPr>
                <w:b/>
                <w:bCs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Расходы на предоставление мер государственной поддержки в виде грантов Губернатора Нижегородской области муниципальным организациям дополнительного образования Нижегородской области, внедряющим инновационные образовательные программы, находящимся в ведении органов, осуществляющих управление в сфере образования, органов по делам молодежи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0EBD1A" w14:textId="77777777" w:rsidR="00D41DE1" w:rsidRPr="00D36259" w:rsidRDefault="00D41DE1" w:rsidP="00D41DE1">
            <w:pPr>
              <w:ind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01 5 01 74400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7935B4" w14:textId="77777777" w:rsidR="00D41DE1" w:rsidRPr="00D36259" w:rsidRDefault="00D41DE1" w:rsidP="00D41DE1">
            <w:pPr>
              <w:ind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0E417D" w14:textId="77777777" w:rsidR="00D41DE1" w:rsidRPr="00D36259" w:rsidRDefault="00D41DE1" w:rsidP="00D41DE1">
            <w:pPr>
              <w:ind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206,8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F31F11" w14:textId="77777777" w:rsidR="00D41DE1" w:rsidRPr="00D36259" w:rsidRDefault="00D41DE1" w:rsidP="00D41DE1">
            <w:pPr>
              <w:ind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D3625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FBB407" w14:textId="77777777" w:rsidR="00D41DE1" w:rsidRPr="00D36259" w:rsidRDefault="00D41DE1" w:rsidP="00D41DE1">
            <w:pPr>
              <w:ind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D36259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41DE1" w:rsidRPr="00970BD5" w14:paraId="04C6BE12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A4C2AF" w14:textId="77777777" w:rsidR="00D41DE1" w:rsidRPr="00D36259" w:rsidRDefault="00D41DE1" w:rsidP="00D41DE1">
            <w:pPr>
              <w:ind w:firstLine="0"/>
              <w:rPr>
                <w:b/>
                <w:bCs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CD8A44" w14:textId="77777777" w:rsidR="00D41DE1" w:rsidRPr="00D36259" w:rsidRDefault="00D41DE1" w:rsidP="00D41DE1">
            <w:pPr>
              <w:ind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01 5 01 74400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3E329C" w14:textId="77777777" w:rsidR="00D41DE1" w:rsidRPr="00D36259" w:rsidRDefault="00D41DE1" w:rsidP="00D41DE1">
            <w:pPr>
              <w:ind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2877B2" w14:textId="77777777" w:rsidR="00D41DE1" w:rsidRPr="00D36259" w:rsidRDefault="00D41DE1" w:rsidP="00D41DE1">
            <w:pPr>
              <w:ind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206,8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84A627" w14:textId="77777777" w:rsidR="00D41DE1" w:rsidRPr="00D36259" w:rsidRDefault="00D41DE1" w:rsidP="00D41DE1">
            <w:pPr>
              <w:ind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D3625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E712BD" w14:textId="77777777" w:rsidR="00D41DE1" w:rsidRPr="00D36259" w:rsidRDefault="00D41DE1" w:rsidP="00D41DE1">
            <w:pPr>
              <w:ind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D36259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41DE1" w:rsidRPr="00970BD5" w14:paraId="710A2F57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76711C" w14:textId="77777777" w:rsidR="00D41DE1" w:rsidRPr="00D36259" w:rsidRDefault="00D41DE1" w:rsidP="00D41DE1">
            <w:pPr>
              <w:ind w:firstLine="0"/>
              <w:rPr>
                <w:b/>
                <w:bCs/>
                <w:sz w:val="24"/>
                <w:szCs w:val="24"/>
                <w:highlight w:val="yellow"/>
              </w:rPr>
            </w:pPr>
            <w:r w:rsidRPr="00D36259">
              <w:rPr>
                <w:b/>
                <w:bCs/>
                <w:sz w:val="24"/>
                <w:szCs w:val="24"/>
              </w:rPr>
              <w:t xml:space="preserve">Подпрограмма «Социально-правовая защита детей в Балахнинском муниципальном округе»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DE1E54" w14:textId="77777777" w:rsidR="00D41DE1" w:rsidRPr="00D36259" w:rsidRDefault="00D41DE1" w:rsidP="00D41DE1">
            <w:pPr>
              <w:ind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D36259">
              <w:rPr>
                <w:b/>
                <w:bCs/>
                <w:sz w:val="24"/>
                <w:szCs w:val="24"/>
              </w:rPr>
              <w:t>01 7 00 00000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3E7094" w14:textId="77777777" w:rsidR="00D41DE1" w:rsidRPr="00D36259" w:rsidRDefault="00D41DE1" w:rsidP="00D41DE1">
            <w:pPr>
              <w:ind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D36259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71C58B" w14:textId="77777777" w:rsidR="00D41DE1" w:rsidRPr="00D36259" w:rsidRDefault="00D41DE1" w:rsidP="00D41DE1">
            <w:pPr>
              <w:ind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D36259">
              <w:rPr>
                <w:b/>
                <w:bCs/>
                <w:sz w:val="24"/>
                <w:szCs w:val="24"/>
              </w:rPr>
              <w:t>2 408,6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B42EED" w14:textId="77777777" w:rsidR="00D41DE1" w:rsidRPr="00D36259" w:rsidRDefault="00D41DE1" w:rsidP="00D41DE1">
            <w:pPr>
              <w:ind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D36259">
              <w:rPr>
                <w:b/>
                <w:bCs/>
                <w:sz w:val="24"/>
                <w:szCs w:val="24"/>
              </w:rPr>
              <w:t>2 312,2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79143C" w14:textId="77777777" w:rsidR="00D41DE1" w:rsidRPr="00D36259" w:rsidRDefault="00D41DE1" w:rsidP="00D41DE1">
            <w:pPr>
              <w:ind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D36259">
              <w:rPr>
                <w:b/>
                <w:bCs/>
                <w:sz w:val="24"/>
                <w:szCs w:val="24"/>
              </w:rPr>
              <w:t>2 312,2</w:t>
            </w:r>
          </w:p>
        </w:tc>
      </w:tr>
      <w:tr w:rsidR="00D41DE1" w:rsidRPr="00970BD5" w14:paraId="104CA877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C70BE0" w14:textId="77777777" w:rsidR="00D41DE1" w:rsidRPr="00CF637B" w:rsidRDefault="00CF637B" w:rsidP="00D41DE1">
            <w:pPr>
              <w:ind w:firstLine="0"/>
              <w:rPr>
                <w:bCs/>
                <w:sz w:val="24"/>
                <w:szCs w:val="24"/>
                <w:highlight w:val="yellow"/>
              </w:rPr>
            </w:pPr>
            <w:r w:rsidRPr="00CF637B">
              <w:rPr>
                <w:bCs/>
                <w:sz w:val="24"/>
                <w:szCs w:val="24"/>
              </w:rPr>
              <w:t>Совершенствование системы социально-правовой защиты детства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1F602D" w14:textId="77777777" w:rsidR="00D41DE1" w:rsidRPr="00D36259" w:rsidRDefault="00D41DE1" w:rsidP="00D41DE1">
            <w:pPr>
              <w:ind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01 7 01 00000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B962FB" w14:textId="77777777" w:rsidR="00D41DE1" w:rsidRPr="00D36259" w:rsidRDefault="00D41DE1" w:rsidP="00D41DE1">
            <w:pPr>
              <w:ind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171FB5" w14:textId="77777777" w:rsidR="00D41DE1" w:rsidRPr="00D36259" w:rsidRDefault="00D41DE1" w:rsidP="00D41DE1">
            <w:pPr>
              <w:ind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2 329,0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284B82" w14:textId="77777777" w:rsidR="00D41DE1" w:rsidRPr="00D36259" w:rsidRDefault="00D41DE1" w:rsidP="00D41DE1">
            <w:pPr>
              <w:ind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2 312,2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E56B28" w14:textId="77777777" w:rsidR="00D41DE1" w:rsidRPr="00D36259" w:rsidRDefault="00D41DE1" w:rsidP="00D41DE1">
            <w:pPr>
              <w:ind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2 312,2</w:t>
            </w:r>
          </w:p>
        </w:tc>
      </w:tr>
      <w:tr w:rsidR="00D41DE1" w:rsidRPr="00970BD5" w14:paraId="39B23B28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E7914E" w14:textId="77777777" w:rsidR="00D41DE1" w:rsidRPr="00D36259" w:rsidRDefault="00D41DE1" w:rsidP="00D41DE1">
            <w:pPr>
              <w:ind w:firstLine="0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Расходы на осуществление полномочий по организации и осуществлению деятельности по опеке и попечительству в отношении несовершеннолетних граждан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BE4064" w14:textId="77777777" w:rsidR="00D41DE1" w:rsidRPr="00D36259" w:rsidRDefault="00D41DE1" w:rsidP="00D41DE1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01 7 01 73020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B91B1D" w14:textId="77777777" w:rsidR="00D41DE1" w:rsidRPr="00D36259" w:rsidRDefault="00D41DE1" w:rsidP="00D41DE1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51F8C2" w14:textId="77777777" w:rsidR="00D41DE1" w:rsidRPr="00D36259" w:rsidRDefault="00D41DE1" w:rsidP="00D41DE1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2 329,0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C1006B" w14:textId="77777777" w:rsidR="00D41DE1" w:rsidRPr="00D36259" w:rsidRDefault="00D41DE1" w:rsidP="00D41DE1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2 312,2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39EFD3" w14:textId="77777777" w:rsidR="00D41DE1" w:rsidRPr="00D36259" w:rsidRDefault="00D41DE1" w:rsidP="00D41DE1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2 312,2</w:t>
            </w:r>
          </w:p>
        </w:tc>
      </w:tr>
      <w:tr w:rsidR="00D41DE1" w:rsidRPr="00970BD5" w14:paraId="1C82FF82" w14:textId="77777777" w:rsidTr="00487574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944EA4" w14:textId="77777777" w:rsidR="00D41DE1" w:rsidRPr="00D36259" w:rsidRDefault="00D41DE1" w:rsidP="00D41DE1">
            <w:pPr>
              <w:ind w:firstLine="0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 xml:space="preserve">Расходы на выплаты персоналу в целях обеспечения выполнения </w:t>
            </w:r>
            <w:r w:rsidRPr="00D36259">
              <w:rPr>
                <w:sz w:val="24"/>
                <w:szCs w:val="24"/>
              </w:rPr>
              <w:lastRenderedPageBreak/>
              <w:t xml:space="preserve">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99ACA4" w14:textId="77777777" w:rsidR="00D41DE1" w:rsidRPr="00D36259" w:rsidRDefault="00D41DE1" w:rsidP="00D41DE1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lastRenderedPageBreak/>
              <w:t>01 7 01 73020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80D8DC" w14:textId="77777777" w:rsidR="00D41DE1" w:rsidRPr="00D36259" w:rsidRDefault="00D41DE1" w:rsidP="00D41DE1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0C3C20" w14:textId="77777777" w:rsidR="00D41DE1" w:rsidRPr="00D36259" w:rsidRDefault="00D41DE1" w:rsidP="00D41DE1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2 267,5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6B670C" w14:textId="77777777" w:rsidR="00D41DE1" w:rsidRPr="00D36259" w:rsidRDefault="00D41DE1" w:rsidP="00D41DE1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2 236,1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5D25E0" w14:textId="77777777" w:rsidR="00D41DE1" w:rsidRPr="00D36259" w:rsidRDefault="00D41DE1" w:rsidP="00D41DE1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2 236,1</w:t>
            </w:r>
          </w:p>
        </w:tc>
      </w:tr>
      <w:tr w:rsidR="00D41DE1" w:rsidRPr="00970BD5" w14:paraId="0D21DE03" w14:textId="77777777" w:rsidTr="00487574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90DEE3" w14:textId="77777777" w:rsidR="00D41DE1" w:rsidRPr="00D36259" w:rsidRDefault="00D41DE1" w:rsidP="00D41DE1">
            <w:pPr>
              <w:ind w:firstLine="0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C3A14E" w14:textId="77777777" w:rsidR="00D41DE1" w:rsidRPr="00D36259" w:rsidRDefault="00D41DE1" w:rsidP="00D41DE1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01 7 01 73020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0FE3F6" w14:textId="77777777" w:rsidR="00D41DE1" w:rsidRPr="00D36259" w:rsidRDefault="00D41DE1" w:rsidP="00D41DE1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A917CE" w14:textId="77777777" w:rsidR="00D41DE1" w:rsidRPr="00D36259" w:rsidRDefault="00D41DE1" w:rsidP="00D41DE1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61,5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02FF98" w14:textId="77777777" w:rsidR="00D41DE1" w:rsidRPr="00D36259" w:rsidRDefault="00D41DE1" w:rsidP="00D41DE1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76,1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14482F" w14:textId="77777777" w:rsidR="00D41DE1" w:rsidRPr="00D36259" w:rsidRDefault="00D41DE1" w:rsidP="00D41DE1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76,1</w:t>
            </w:r>
          </w:p>
        </w:tc>
      </w:tr>
      <w:tr w:rsidR="00D41DE1" w:rsidRPr="00970BD5" w14:paraId="526298BD" w14:textId="77777777" w:rsidTr="00487574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4ECFA3" w14:textId="77777777" w:rsidR="00D41DE1" w:rsidRPr="00D36259" w:rsidRDefault="00D41DE1" w:rsidP="00D41DE1">
            <w:pPr>
              <w:ind w:firstLine="0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 xml:space="preserve">Ремонт жилых помещений, собственниками которых являются дети-сироты и дети, оставшиеся без попечения родителей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80830B" w14:textId="77777777" w:rsidR="00D41DE1" w:rsidRPr="00D36259" w:rsidRDefault="00D41DE1" w:rsidP="00D41DE1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01 7 02 00000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302D3D" w14:textId="77777777" w:rsidR="00D41DE1" w:rsidRPr="00D36259" w:rsidRDefault="00D41DE1" w:rsidP="00D41DE1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445ABF" w14:textId="77777777" w:rsidR="00D41DE1" w:rsidRPr="00D36259" w:rsidRDefault="00D41DE1" w:rsidP="00D41DE1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79,6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5A2635" w14:textId="77777777" w:rsidR="00D41DE1" w:rsidRPr="00D36259" w:rsidRDefault="00D41DE1" w:rsidP="00D41DE1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788A68" w14:textId="77777777" w:rsidR="00D41DE1" w:rsidRPr="00D36259" w:rsidRDefault="00D41DE1" w:rsidP="00D41DE1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0,0</w:t>
            </w:r>
          </w:p>
        </w:tc>
      </w:tr>
      <w:tr w:rsidR="00D41DE1" w:rsidRPr="00970BD5" w14:paraId="2B996C17" w14:textId="77777777" w:rsidTr="00487574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8A6626" w14:textId="77777777" w:rsidR="00D41DE1" w:rsidRPr="00D36259" w:rsidRDefault="00D41DE1" w:rsidP="00D41DE1">
            <w:pPr>
              <w:ind w:firstLine="0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Расходы на проведение ремонта жилых помещений, собственниками которых являются дети-сироты и дети, оставшиеся без попечения родителей, а также лица из числа детей-сирот и детей, оставшихся без попечения родителей, либо жилых помещений государственного жилищного фонда, право пользования которыми за ними сохранено, в целях обеспечения надлежащего санитарного и технического состояния этих жилых помещений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7D9153" w14:textId="77777777" w:rsidR="00D41DE1" w:rsidRPr="00D36259" w:rsidRDefault="00D41DE1" w:rsidP="00D41DE1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01 7 02 73120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3D0EF8" w14:textId="77777777" w:rsidR="00D41DE1" w:rsidRPr="00D36259" w:rsidRDefault="00D41DE1" w:rsidP="00D41DE1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7416A2" w14:textId="77777777" w:rsidR="00D41DE1" w:rsidRPr="00D36259" w:rsidRDefault="00D41DE1" w:rsidP="00D41DE1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79,6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953D30" w14:textId="77777777" w:rsidR="00D41DE1" w:rsidRPr="00D36259" w:rsidRDefault="00D41DE1" w:rsidP="00D41DE1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59297D" w14:textId="77777777" w:rsidR="00D41DE1" w:rsidRPr="00D36259" w:rsidRDefault="00D41DE1" w:rsidP="00D41DE1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0,0</w:t>
            </w:r>
          </w:p>
        </w:tc>
      </w:tr>
      <w:tr w:rsidR="009052BB" w:rsidRPr="00970BD5" w14:paraId="3143E428" w14:textId="77777777" w:rsidTr="00487574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D4735E" w14:textId="77777777" w:rsidR="009052BB" w:rsidRPr="00D36259" w:rsidRDefault="009052BB" w:rsidP="009052BB">
            <w:pPr>
              <w:ind w:firstLine="0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5A9BC9" w14:textId="77777777" w:rsidR="009052BB" w:rsidRPr="00D36259" w:rsidRDefault="009052BB" w:rsidP="009052BB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01 7 02 73120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176886" w14:textId="77777777" w:rsidR="009052BB" w:rsidRPr="00D36259" w:rsidRDefault="009052BB" w:rsidP="009052BB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11DC47" w14:textId="77777777" w:rsidR="009052BB" w:rsidRPr="00D36259" w:rsidRDefault="009052BB" w:rsidP="009052BB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79,6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3C9CE2" w14:textId="77777777" w:rsidR="009052BB" w:rsidRPr="00D36259" w:rsidRDefault="009052BB" w:rsidP="009052BB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5B6524" w14:textId="77777777" w:rsidR="009052BB" w:rsidRPr="00D36259" w:rsidRDefault="009052BB" w:rsidP="009052BB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0,0</w:t>
            </w:r>
          </w:p>
        </w:tc>
      </w:tr>
      <w:tr w:rsidR="00D41DE1" w:rsidRPr="00970BD5" w14:paraId="6B6F53C1" w14:textId="77777777" w:rsidTr="00487574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94905A" w14:textId="77777777" w:rsidR="00D41DE1" w:rsidRPr="00D36259" w:rsidRDefault="00D41DE1" w:rsidP="00D41DE1">
            <w:pPr>
              <w:ind w:firstLine="0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727A8E" w14:textId="77777777" w:rsidR="00D41DE1" w:rsidRPr="00D36259" w:rsidRDefault="00D41DE1" w:rsidP="00D41DE1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01 7 02 73120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D4535C" w14:textId="77777777" w:rsidR="00D41DE1" w:rsidRPr="00D36259" w:rsidRDefault="00D41DE1" w:rsidP="00D41DE1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300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8EA5A0" w14:textId="77777777" w:rsidR="00D41DE1" w:rsidRPr="00D36259" w:rsidRDefault="00D41DE1" w:rsidP="00D41DE1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749D41" w14:textId="77777777" w:rsidR="00D41DE1" w:rsidRPr="00D36259" w:rsidRDefault="00D41DE1" w:rsidP="00D41DE1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C18DF3" w14:textId="77777777" w:rsidR="00D41DE1" w:rsidRPr="00D36259" w:rsidRDefault="00D41DE1" w:rsidP="00D41DE1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0,0</w:t>
            </w:r>
          </w:p>
        </w:tc>
      </w:tr>
      <w:tr w:rsidR="00D41DE1" w:rsidRPr="00970BD5" w14:paraId="13F7C505" w14:textId="77777777" w:rsidTr="00487574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ED00F6" w14:textId="77777777" w:rsidR="00D41DE1" w:rsidRPr="00D36259" w:rsidRDefault="00D41DE1" w:rsidP="00D41DE1">
            <w:pPr>
              <w:ind w:firstLine="0"/>
              <w:rPr>
                <w:sz w:val="24"/>
                <w:szCs w:val="24"/>
                <w:highlight w:val="yellow"/>
              </w:rPr>
            </w:pPr>
            <w:r w:rsidRPr="00D36259">
              <w:rPr>
                <w:b/>
                <w:bCs/>
                <w:sz w:val="24"/>
                <w:szCs w:val="24"/>
              </w:rPr>
              <w:t xml:space="preserve">Подпрограмма «Школьное питание как основа </w:t>
            </w:r>
            <w:proofErr w:type="spellStart"/>
            <w:r w:rsidRPr="00D36259">
              <w:rPr>
                <w:b/>
                <w:bCs/>
                <w:sz w:val="24"/>
                <w:szCs w:val="24"/>
              </w:rPr>
              <w:t>здоровьесбережения</w:t>
            </w:r>
            <w:proofErr w:type="spellEnd"/>
            <w:r w:rsidRPr="00D36259">
              <w:rPr>
                <w:b/>
                <w:bCs/>
                <w:sz w:val="24"/>
                <w:szCs w:val="24"/>
              </w:rPr>
              <w:t xml:space="preserve"> учащихся»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4A9BEF" w14:textId="77777777" w:rsidR="00D41DE1" w:rsidRPr="00D36259" w:rsidRDefault="00D41DE1" w:rsidP="00D41DE1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b/>
                <w:bCs/>
                <w:sz w:val="24"/>
                <w:szCs w:val="24"/>
              </w:rPr>
              <w:t>01 8 00 00000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4CECFF" w14:textId="77777777" w:rsidR="00D41DE1" w:rsidRPr="00D36259" w:rsidRDefault="00D41DE1" w:rsidP="00D41DE1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2CF649" w14:textId="77777777" w:rsidR="00D41DE1" w:rsidRPr="00D36259" w:rsidRDefault="00D41DE1" w:rsidP="00D41DE1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b/>
                <w:bCs/>
                <w:sz w:val="24"/>
                <w:szCs w:val="24"/>
              </w:rPr>
              <w:t>56 219,6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F12DE7" w14:textId="77777777" w:rsidR="00D41DE1" w:rsidRPr="00D36259" w:rsidRDefault="00D41DE1" w:rsidP="00D41DE1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b/>
                <w:bCs/>
                <w:sz w:val="24"/>
                <w:szCs w:val="24"/>
              </w:rPr>
              <w:t>28 978,9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7AD986" w14:textId="77777777" w:rsidR="00D41DE1" w:rsidRPr="00D36259" w:rsidRDefault="00D41DE1" w:rsidP="00D41DE1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b/>
                <w:bCs/>
                <w:sz w:val="24"/>
                <w:szCs w:val="24"/>
              </w:rPr>
              <w:t>28 978,9</w:t>
            </w:r>
          </w:p>
        </w:tc>
      </w:tr>
      <w:tr w:rsidR="00D41DE1" w:rsidRPr="00970BD5" w14:paraId="4D992EAB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4E1467" w14:textId="77777777" w:rsidR="00D41DE1" w:rsidRPr="00D36259" w:rsidRDefault="00D41DE1" w:rsidP="00D41DE1">
            <w:pPr>
              <w:ind w:firstLine="0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Развитие системы здорового питания детей в общеобразовательных учреждениях, укрепление здоровья школьников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71871E" w14:textId="77777777" w:rsidR="00D41DE1" w:rsidRPr="00D36259" w:rsidRDefault="00D41DE1" w:rsidP="00D41DE1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01 8 01 00000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593940" w14:textId="77777777" w:rsidR="00D41DE1" w:rsidRPr="00D36259" w:rsidRDefault="00D41DE1" w:rsidP="00D41DE1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F644A9" w14:textId="77777777" w:rsidR="00D41DE1" w:rsidRPr="00D36259" w:rsidRDefault="00D41DE1" w:rsidP="00D41DE1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56 219,6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B4DD57" w14:textId="77777777" w:rsidR="00D41DE1" w:rsidRPr="00D36259" w:rsidRDefault="00D41DE1" w:rsidP="00D41DE1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28 978,9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9C1332" w14:textId="77777777" w:rsidR="00D41DE1" w:rsidRPr="00D36259" w:rsidRDefault="00D41DE1" w:rsidP="00D41DE1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28 978,9</w:t>
            </w:r>
          </w:p>
        </w:tc>
      </w:tr>
      <w:tr w:rsidR="00275952" w:rsidRPr="00970BD5" w14:paraId="401A6640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A0373B" w14:textId="77777777" w:rsidR="00275952" w:rsidRPr="00D36259" w:rsidRDefault="00275952" w:rsidP="00275952">
            <w:pPr>
              <w:ind w:right="-108" w:firstLine="0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 xml:space="preserve">Расходы на исполнение </w:t>
            </w:r>
            <w:r w:rsidRPr="00D36259">
              <w:rPr>
                <w:sz w:val="24"/>
                <w:szCs w:val="24"/>
              </w:rPr>
              <w:lastRenderedPageBreak/>
              <w:t>полномочий по финансовому обеспечению двухразовым бесплатным питанием обучающихся с ограниченными возможностями здоровья, не проживающих в муниципальных организациях,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739580" w14:textId="77777777" w:rsidR="00275952" w:rsidRPr="00D36259" w:rsidRDefault="00275952" w:rsidP="00275952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color w:val="000000"/>
                <w:sz w:val="24"/>
                <w:szCs w:val="24"/>
              </w:rPr>
              <w:lastRenderedPageBreak/>
              <w:t>01 8 01 73180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3AF26B" w14:textId="77777777" w:rsidR="00275952" w:rsidRPr="00D36259" w:rsidRDefault="00275952" w:rsidP="00275952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72BF12" w14:textId="77777777" w:rsidR="00275952" w:rsidRPr="00D36259" w:rsidRDefault="00275952" w:rsidP="00275952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4 282,9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190B54" w14:textId="77777777" w:rsidR="00275952" w:rsidRPr="00D36259" w:rsidRDefault="00275952" w:rsidP="00275952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3 760,5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D45DAB" w14:textId="77777777" w:rsidR="00275952" w:rsidRPr="00D36259" w:rsidRDefault="00275952" w:rsidP="00275952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3 760,5</w:t>
            </w:r>
          </w:p>
        </w:tc>
      </w:tr>
      <w:tr w:rsidR="00275952" w:rsidRPr="00970BD5" w14:paraId="27C23CAE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D18C47" w14:textId="77777777" w:rsidR="00275952" w:rsidRPr="00D36259" w:rsidRDefault="00275952" w:rsidP="00275952">
            <w:pPr>
              <w:ind w:firstLine="0"/>
              <w:rPr>
                <w:b/>
                <w:bCs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FF5044" w14:textId="77777777" w:rsidR="00275952" w:rsidRPr="00D36259" w:rsidRDefault="00275952" w:rsidP="00275952">
            <w:pPr>
              <w:ind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D36259">
              <w:rPr>
                <w:color w:val="000000"/>
                <w:sz w:val="24"/>
                <w:szCs w:val="24"/>
              </w:rPr>
              <w:t>0</w:t>
            </w:r>
            <w:r w:rsidR="00830D20">
              <w:rPr>
                <w:color w:val="000000"/>
                <w:sz w:val="24"/>
                <w:szCs w:val="24"/>
              </w:rPr>
              <w:t>1</w:t>
            </w:r>
            <w:r w:rsidRPr="00D36259">
              <w:rPr>
                <w:color w:val="000000"/>
                <w:sz w:val="24"/>
                <w:szCs w:val="24"/>
              </w:rPr>
              <w:t xml:space="preserve"> </w:t>
            </w:r>
            <w:r w:rsidR="00830D20">
              <w:rPr>
                <w:color w:val="000000"/>
                <w:sz w:val="24"/>
                <w:szCs w:val="24"/>
              </w:rPr>
              <w:t>8</w:t>
            </w:r>
            <w:r w:rsidRPr="00D36259">
              <w:rPr>
                <w:color w:val="000000"/>
                <w:sz w:val="24"/>
                <w:szCs w:val="24"/>
              </w:rPr>
              <w:t xml:space="preserve"> 01 73180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B71DB0" w14:textId="77777777" w:rsidR="00275952" w:rsidRPr="00D36259" w:rsidRDefault="00275952" w:rsidP="00275952">
            <w:pPr>
              <w:ind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FAD2BD" w14:textId="77777777" w:rsidR="00275952" w:rsidRPr="00D36259" w:rsidRDefault="00275952" w:rsidP="00275952">
            <w:pPr>
              <w:ind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4 282,9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73626B" w14:textId="77777777" w:rsidR="00275952" w:rsidRPr="00D36259" w:rsidRDefault="00275952" w:rsidP="00275952">
            <w:pPr>
              <w:ind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3 760,5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9380D5" w14:textId="77777777" w:rsidR="00275952" w:rsidRPr="00D36259" w:rsidRDefault="00275952" w:rsidP="00275952">
            <w:pPr>
              <w:ind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3 760,5</w:t>
            </w:r>
          </w:p>
        </w:tc>
      </w:tr>
      <w:tr w:rsidR="006714FF" w:rsidRPr="00970BD5" w14:paraId="374121C4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9E95C2" w14:textId="77777777" w:rsidR="006714FF" w:rsidRPr="006714FF" w:rsidRDefault="006714FF" w:rsidP="006714FF">
            <w:pPr>
              <w:ind w:firstLine="0"/>
              <w:rPr>
                <w:b/>
                <w:bCs/>
                <w:sz w:val="24"/>
                <w:szCs w:val="24"/>
              </w:rPr>
            </w:pPr>
            <w:r w:rsidRPr="006714FF">
              <w:rPr>
                <w:b/>
                <w:bCs/>
                <w:color w:val="000000"/>
                <w:sz w:val="24"/>
                <w:szCs w:val="24"/>
              </w:rPr>
              <w:t>Муниципальная программа «Развитие культуры Балахнинского муниципального округа Нижегородской области»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E4164F" w14:textId="77777777" w:rsidR="006714FF" w:rsidRPr="006714FF" w:rsidRDefault="006714FF" w:rsidP="006714F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714FF">
              <w:rPr>
                <w:b/>
                <w:bCs/>
                <w:color w:val="000000"/>
                <w:sz w:val="24"/>
                <w:szCs w:val="24"/>
              </w:rPr>
              <w:t>02 0 00 00000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389E95" w14:textId="77777777" w:rsidR="006714FF" w:rsidRPr="006714FF" w:rsidRDefault="006714FF" w:rsidP="006714F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714FF">
              <w:rPr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28715A" w14:textId="77777777" w:rsidR="006714FF" w:rsidRPr="006714FF" w:rsidRDefault="006714FF" w:rsidP="006714FF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714FF">
              <w:rPr>
                <w:b/>
                <w:bCs/>
                <w:color w:val="000000"/>
                <w:sz w:val="24"/>
                <w:szCs w:val="24"/>
              </w:rPr>
              <w:t>345 577,4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915E83" w14:textId="77777777" w:rsidR="006714FF" w:rsidRPr="006714FF" w:rsidRDefault="006714FF" w:rsidP="006714F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714FF">
              <w:rPr>
                <w:b/>
                <w:bCs/>
                <w:color w:val="000000"/>
                <w:sz w:val="24"/>
                <w:szCs w:val="24"/>
              </w:rPr>
              <w:t>244 132,4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E3B91C" w14:textId="77777777" w:rsidR="006714FF" w:rsidRPr="006714FF" w:rsidRDefault="006714FF" w:rsidP="006714F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714FF">
              <w:rPr>
                <w:b/>
                <w:bCs/>
                <w:color w:val="000000"/>
                <w:sz w:val="24"/>
                <w:szCs w:val="24"/>
              </w:rPr>
              <w:t>231 756,8</w:t>
            </w:r>
          </w:p>
        </w:tc>
      </w:tr>
      <w:tr w:rsidR="00275952" w:rsidRPr="00970BD5" w14:paraId="3D51C2B8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B937B0" w14:textId="77777777" w:rsidR="00275952" w:rsidRPr="00D36259" w:rsidRDefault="00275952" w:rsidP="00275952">
            <w:pPr>
              <w:ind w:firstLine="0"/>
              <w:rPr>
                <w:b/>
                <w:bCs/>
                <w:sz w:val="24"/>
                <w:szCs w:val="24"/>
                <w:highlight w:val="yellow"/>
              </w:rPr>
            </w:pPr>
            <w:r w:rsidRPr="00D36259">
              <w:rPr>
                <w:b/>
                <w:bCs/>
                <w:sz w:val="24"/>
                <w:szCs w:val="24"/>
              </w:rPr>
              <w:t>Подпрограмма «Укрепление материально - технической базы учреждений культуры»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9A52D2" w14:textId="77777777" w:rsidR="00275952" w:rsidRPr="00D36259" w:rsidRDefault="00275952" w:rsidP="00275952">
            <w:pPr>
              <w:ind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D36259">
              <w:rPr>
                <w:b/>
                <w:bCs/>
                <w:sz w:val="24"/>
                <w:szCs w:val="24"/>
              </w:rPr>
              <w:t>02 2 00 00000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68341B" w14:textId="77777777" w:rsidR="00275952" w:rsidRPr="00D36259" w:rsidRDefault="00275952" w:rsidP="00275952">
            <w:pPr>
              <w:ind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D36259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A3C647" w14:textId="77777777" w:rsidR="00275952" w:rsidRPr="00D36259" w:rsidRDefault="00275952" w:rsidP="00275952">
            <w:pPr>
              <w:ind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D36259">
              <w:rPr>
                <w:b/>
                <w:bCs/>
                <w:sz w:val="24"/>
                <w:szCs w:val="24"/>
              </w:rPr>
              <w:t>106 867,6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FA5CCB" w14:textId="77777777" w:rsidR="00275952" w:rsidRPr="00D36259" w:rsidRDefault="00275952" w:rsidP="00275952">
            <w:pPr>
              <w:ind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D36259">
              <w:rPr>
                <w:b/>
                <w:bCs/>
                <w:sz w:val="24"/>
                <w:szCs w:val="24"/>
              </w:rPr>
              <w:t>16 818,2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C6D121" w14:textId="77777777" w:rsidR="00275952" w:rsidRPr="00D36259" w:rsidRDefault="00275952" w:rsidP="00275952">
            <w:pPr>
              <w:ind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D36259">
              <w:rPr>
                <w:b/>
                <w:bCs/>
                <w:sz w:val="24"/>
                <w:szCs w:val="24"/>
              </w:rPr>
              <w:t>3 408,0</w:t>
            </w:r>
          </w:p>
        </w:tc>
      </w:tr>
      <w:tr w:rsidR="00275952" w:rsidRPr="00970BD5" w14:paraId="2BC2ECB9" w14:textId="77777777" w:rsidTr="00487574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A7DD9F" w14:textId="77777777" w:rsidR="00275952" w:rsidRPr="00D36259" w:rsidRDefault="00275952" w:rsidP="00275952">
            <w:pPr>
              <w:ind w:firstLine="0"/>
              <w:rPr>
                <w:b/>
                <w:bCs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Обеспечение материально - технической оснащенности, проведение ремонтных работ и строительство учреждений культуры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EDC8E5" w14:textId="77777777" w:rsidR="00275952" w:rsidRPr="00D36259" w:rsidRDefault="00275952" w:rsidP="00275952">
            <w:pPr>
              <w:ind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02 2 01 00000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40D281" w14:textId="77777777" w:rsidR="00275952" w:rsidRPr="00D36259" w:rsidRDefault="00275952" w:rsidP="00275952">
            <w:pPr>
              <w:ind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D88C7B" w14:textId="77777777" w:rsidR="00275952" w:rsidRPr="00D36259" w:rsidRDefault="00275952" w:rsidP="00275952">
            <w:pPr>
              <w:ind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3 469,0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9240EB" w14:textId="77777777" w:rsidR="00275952" w:rsidRPr="00D36259" w:rsidRDefault="00275952" w:rsidP="00275952">
            <w:pPr>
              <w:ind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1 408,0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D16955" w14:textId="77777777" w:rsidR="00275952" w:rsidRPr="00D36259" w:rsidRDefault="00275952" w:rsidP="00275952">
            <w:pPr>
              <w:ind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3 408,0</w:t>
            </w:r>
          </w:p>
        </w:tc>
      </w:tr>
      <w:tr w:rsidR="00275952" w:rsidRPr="00970BD5" w14:paraId="19F7DF5E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003F02" w14:textId="77777777" w:rsidR="00275952" w:rsidRPr="00D36259" w:rsidRDefault="00275952" w:rsidP="00275952">
            <w:pPr>
              <w:ind w:firstLine="0"/>
              <w:rPr>
                <w:b/>
                <w:bCs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Расходы на укрепление материально-технической базы учреждений культуры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7E2CB5" w14:textId="77777777" w:rsidR="00275952" w:rsidRPr="00D36259" w:rsidRDefault="00275952" w:rsidP="00275952">
            <w:pPr>
              <w:ind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02 2 01 25020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85F4B3" w14:textId="77777777" w:rsidR="00275952" w:rsidRPr="00D36259" w:rsidRDefault="00275952" w:rsidP="00275952">
            <w:pPr>
              <w:ind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091B71" w14:textId="77777777" w:rsidR="00275952" w:rsidRPr="00D36259" w:rsidRDefault="00275952" w:rsidP="00275952">
            <w:pPr>
              <w:ind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2 199,8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6EA288" w14:textId="77777777" w:rsidR="00275952" w:rsidRPr="00D36259" w:rsidRDefault="00275952" w:rsidP="00275952">
            <w:pPr>
              <w:ind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1 200,0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5E0524" w14:textId="77777777" w:rsidR="00275952" w:rsidRPr="00D36259" w:rsidRDefault="00275952" w:rsidP="00275952">
            <w:pPr>
              <w:ind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3 200,0</w:t>
            </w:r>
          </w:p>
        </w:tc>
      </w:tr>
      <w:tr w:rsidR="00275952" w:rsidRPr="00970BD5" w14:paraId="0F4BB468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40CFD8" w14:textId="77777777" w:rsidR="00275952" w:rsidRPr="00D36259" w:rsidRDefault="00275952" w:rsidP="00275952">
            <w:pPr>
              <w:ind w:firstLine="0"/>
              <w:rPr>
                <w:b/>
                <w:bCs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72823D" w14:textId="77777777" w:rsidR="00275952" w:rsidRPr="00D36259" w:rsidRDefault="00275952" w:rsidP="00275952">
            <w:pPr>
              <w:ind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02 2 01 25020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FB1FCB" w14:textId="77777777" w:rsidR="00275952" w:rsidRPr="00D36259" w:rsidRDefault="00275952" w:rsidP="00275952">
            <w:pPr>
              <w:ind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FFB371" w14:textId="77777777" w:rsidR="00275952" w:rsidRPr="00D36259" w:rsidRDefault="00275952" w:rsidP="00275952">
            <w:pPr>
              <w:ind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2 199,8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93EA44" w14:textId="77777777" w:rsidR="00275952" w:rsidRPr="00D36259" w:rsidRDefault="00275952" w:rsidP="00275952">
            <w:pPr>
              <w:ind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1 200,0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8F01FA" w14:textId="77777777" w:rsidR="00275952" w:rsidRPr="00D36259" w:rsidRDefault="00275952" w:rsidP="00275952">
            <w:pPr>
              <w:ind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3 200,0</w:t>
            </w:r>
          </w:p>
        </w:tc>
      </w:tr>
      <w:tr w:rsidR="00275952" w:rsidRPr="00970BD5" w14:paraId="2D05C83E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54B26D" w14:textId="77777777" w:rsidR="00275952" w:rsidRPr="00D36259" w:rsidRDefault="00275952" w:rsidP="00275952">
            <w:pPr>
              <w:ind w:firstLine="0"/>
              <w:rPr>
                <w:b/>
                <w:bCs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Расходы на поддержку отрасли культуры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4DE5B9" w14:textId="77777777" w:rsidR="00275952" w:rsidRPr="00D36259" w:rsidRDefault="00275952" w:rsidP="00275952">
            <w:pPr>
              <w:ind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02 2 01 L519F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72DA26" w14:textId="77777777" w:rsidR="00275952" w:rsidRPr="00D36259" w:rsidRDefault="00275952" w:rsidP="00275952">
            <w:pPr>
              <w:ind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27CBE1" w14:textId="77777777" w:rsidR="00275952" w:rsidRPr="00D36259" w:rsidRDefault="00275952" w:rsidP="00275952">
            <w:pPr>
              <w:ind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305,9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C55C1D" w14:textId="77777777" w:rsidR="00275952" w:rsidRPr="00D36259" w:rsidRDefault="00275952" w:rsidP="00275952">
            <w:pPr>
              <w:ind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6BBB85" w14:textId="77777777" w:rsidR="00275952" w:rsidRPr="00D36259" w:rsidRDefault="00275952" w:rsidP="00275952">
            <w:pPr>
              <w:ind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0,0</w:t>
            </w:r>
          </w:p>
        </w:tc>
      </w:tr>
      <w:tr w:rsidR="00275952" w:rsidRPr="00970BD5" w14:paraId="1329F80C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DFADB7" w14:textId="77777777" w:rsidR="00275952" w:rsidRPr="00D36259" w:rsidRDefault="00275952" w:rsidP="00275952">
            <w:pPr>
              <w:ind w:firstLine="0"/>
              <w:rPr>
                <w:b/>
                <w:bCs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18325B" w14:textId="77777777" w:rsidR="00275952" w:rsidRPr="00D36259" w:rsidRDefault="00275952" w:rsidP="00275952">
            <w:pPr>
              <w:ind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02 2 01 L519F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507D9C" w14:textId="77777777" w:rsidR="00275952" w:rsidRPr="00D36259" w:rsidRDefault="00275952" w:rsidP="00275952">
            <w:pPr>
              <w:ind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EFBE7C" w14:textId="77777777" w:rsidR="00275952" w:rsidRPr="00D36259" w:rsidRDefault="00275952" w:rsidP="00275952">
            <w:pPr>
              <w:ind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305,9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6B7BC7" w14:textId="77777777" w:rsidR="00275952" w:rsidRPr="00D36259" w:rsidRDefault="00275952" w:rsidP="00275952">
            <w:pPr>
              <w:ind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786E3D" w14:textId="77777777" w:rsidR="00275952" w:rsidRPr="00D36259" w:rsidRDefault="00275952" w:rsidP="00275952">
            <w:pPr>
              <w:ind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0,0</w:t>
            </w:r>
          </w:p>
        </w:tc>
      </w:tr>
      <w:tr w:rsidR="00275952" w:rsidRPr="00970BD5" w14:paraId="33FBAB41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1DAEB0" w14:textId="77777777" w:rsidR="00275952" w:rsidRPr="00D36259" w:rsidRDefault="00275952" w:rsidP="00275952">
            <w:pPr>
              <w:ind w:firstLine="0"/>
              <w:rPr>
                <w:b/>
                <w:bCs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в том числе: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C376F9" w14:textId="77777777" w:rsidR="00275952" w:rsidRPr="00D36259" w:rsidRDefault="00275952" w:rsidP="00275952">
            <w:pPr>
              <w:ind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B7EA8D" w14:textId="77777777" w:rsidR="00275952" w:rsidRPr="00D36259" w:rsidRDefault="00275952" w:rsidP="00275952">
            <w:pPr>
              <w:ind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ADF0A1" w14:textId="77777777" w:rsidR="00275952" w:rsidRPr="00D36259" w:rsidRDefault="00275952" w:rsidP="00275952">
            <w:pPr>
              <w:ind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F4F5F5" w14:textId="77777777" w:rsidR="00275952" w:rsidRPr="00D36259" w:rsidRDefault="00275952" w:rsidP="00275952">
            <w:pPr>
              <w:ind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 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8C6496" w14:textId="77777777" w:rsidR="00275952" w:rsidRPr="00D36259" w:rsidRDefault="00275952" w:rsidP="00275952">
            <w:pPr>
              <w:ind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 </w:t>
            </w:r>
          </w:p>
        </w:tc>
      </w:tr>
      <w:tr w:rsidR="00275952" w:rsidRPr="00970BD5" w14:paraId="00B6EB0D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E5B181" w14:textId="77777777" w:rsidR="00275952" w:rsidRPr="00D36259" w:rsidRDefault="00275952" w:rsidP="00275952">
            <w:pPr>
              <w:ind w:firstLine="0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 xml:space="preserve"> - расходы на поддержку отрасли культуры за счет средств федерального бюджета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D79A58" w14:textId="77777777" w:rsidR="00275952" w:rsidRPr="00D36259" w:rsidRDefault="00275952" w:rsidP="0027595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49252B" w14:textId="77777777" w:rsidR="00275952" w:rsidRPr="00D36259" w:rsidRDefault="00275952" w:rsidP="0027595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23BE90" w14:textId="77777777" w:rsidR="00275952" w:rsidRPr="00D36259" w:rsidRDefault="00275952" w:rsidP="0027595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212,5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5248EB" w14:textId="77777777" w:rsidR="00275952" w:rsidRPr="00D36259" w:rsidRDefault="00275952" w:rsidP="0027595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C43877" w14:textId="77777777" w:rsidR="00275952" w:rsidRPr="00D36259" w:rsidRDefault="00275952" w:rsidP="0027595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0,0</w:t>
            </w:r>
          </w:p>
        </w:tc>
      </w:tr>
      <w:tr w:rsidR="00275952" w:rsidRPr="00970BD5" w14:paraId="730923CE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63FF95" w14:textId="77777777" w:rsidR="00275952" w:rsidRPr="00D36259" w:rsidRDefault="00275952" w:rsidP="00275952">
            <w:pPr>
              <w:ind w:firstLine="0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lastRenderedPageBreak/>
              <w:t xml:space="preserve"> - расходы на поддержку отрасли культуры за счет средств областного бюджета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50B0E7" w14:textId="77777777" w:rsidR="00275952" w:rsidRPr="00D36259" w:rsidRDefault="00275952" w:rsidP="0027595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9F4E9D" w14:textId="77777777" w:rsidR="00275952" w:rsidRPr="00D36259" w:rsidRDefault="00275952" w:rsidP="0027595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97BC8D" w14:textId="77777777" w:rsidR="00275952" w:rsidRPr="00D36259" w:rsidRDefault="00275952" w:rsidP="0027595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74,7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293F45" w14:textId="77777777" w:rsidR="00275952" w:rsidRPr="00D36259" w:rsidRDefault="00275952" w:rsidP="0027595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6D0FF0" w14:textId="77777777" w:rsidR="00275952" w:rsidRPr="00D36259" w:rsidRDefault="00275952" w:rsidP="0027595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0,0</w:t>
            </w:r>
          </w:p>
        </w:tc>
      </w:tr>
      <w:tr w:rsidR="00275952" w:rsidRPr="00970BD5" w14:paraId="4160B5A3" w14:textId="77777777" w:rsidTr="00487574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AF89D4" w14:textId="77777777" w:rsidR="00275952" w:rsidRPr="00D36259" w:rsidRDefault="00275952" w:rsidP="00275952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 xml:space="preserve"> - расходы на поддержку отрасли культуры за счет средств местного бюджета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474FED" w14:textId="77777777" w:rsidR="00275952" w:rsidRPr="00D36259" w:rsidRDefault="00275952" w:rsidP="00275952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D1FCA2" w14:textId="77777777" w:rsidR="00275952" w:rsidRPr="00D36259" w:rsidRDefault="00275952" w:rsidP="00275952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D59BE9" w14:textId="77777777" w:rsidR="00275952" w:rsidRPr="00D36259" w:rsidRDefault="00275952" w:rsidP="00275952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18,7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CAF0F2" w14:textId="77777777" w:rsidR="00275952" w:rsidRPr="00D36259" w:rsidRDefault="00275952" w:rsidP="00275952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8A2957" w14:textId="77777777" w:rsidR="00275952" w:rsidRPr="00D36259" w:rsidRDefault="00275952" w:rsidP="00275952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0,0</w:t>
            </w:r>
          </w:p>
        </w:tc>
      </w:tr>
      <w:tr w:rsidR="00275952" w:rsidRPr="00970BD5" w14:paraId="775D410E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250F8C" w14:textId="77777777" w:rsidR="00275952" w:rsidRPr="00D36259" w:rsidRDefault="00275952" w:rsidP="00275952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Строительство, реконструкция, проектно-изыскательские работы и разработка проектно-сметной документации объектов капитального строительства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D245D3" w14:textId="77777777" w:rsidR="00275952" w:rsidRPr="00D36259" w:rsidRDefault="00275952" w:rsidP="00275952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02 2 02 00000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CD92F0" w14:textId="77777777" w:rsidR="00275952" w:rsidRPr="00D36259" w:rsidRDefault="00275952" w:rsidP="00275952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8AA826" w14:textId="77777777" w:rsidR="00275952" w:rsidRPr="00D36259" w:rsidRDefault="00275952" w:rsidP="00275952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100 784,0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61A507" w14:textId="77777777" w:rsidR="00275952" w:rsidRPr="00D36259" w:rsidRDefault="00275952" w:rsidP="00275952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15 410,2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04D49B" w14:textId="77777777" w:rsidR="00275952" w:rsidRPr="00D36259" w:rsidRDefault="00275952" w:rsidP="00275952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0,0</w:t>
            </w:r>
          </w:p>
        </w:tc>
      </w:tr>
      <w:tr w:rsidR="00275952" w:rsidRPr="00970BD5" w14:paraId="62F0B599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95B4F0" w14:textId="77777777" w:rsidR="00275952" w:rsidRPr="00D36259" w:rsidRDefault="00275952" w:rsidP="00275952">
            <w:pPr>
              <w:ind w:firstLine="0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Расходы на строительство, реконструкцию, проектно-изыскательские работы и разработку проектно-сметной документации объектов капитального строительства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4B48F5" w14:textId="77777777" w:rsidR="00275952" w:rsidRPr="00D36259" w:rsidRDefault="00275952" w:rsidP="0027595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02 2 02 26010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3ABCD1" w14:textId="77777777" w:rsidR="00275952" w:rsidRPr="00D36259" w:rsidRDefault="00275952" w:rsidP="0027595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6A6149" w14:textId="77777777" w:rsidR="00275952" w:rsidRPr="00D36259" w:rsidRDefault="00275952" w:rsidP="0027595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2 279,4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2312AC" w14:textId="77777777" w:rsidR="00275952" w:rsidRPr="00D36259" w:rsidRDefault="00275952" w:rsidP="0027595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903291" w14:textId="77777777" w:rsidR="00275952" w:rsidRPr="00D36259" w:rsidRDefault="00275952" w:rsidP="0027595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0,0</w:t>
            </w:r>
          </w:p>
        </w:tc>
      </w:tr>
      <w:tr w:rsidR="00275952" w:rsidRPr="00970BD5" w14:paraId="44312862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738F04" w14:textId="77777777" w:rsidR="00275952" w:rsidRPr="00D36259" w:rsidRDefault="00275952" w:rsidP="00275952">
            <w:pPr>
              <w:ind w:firstLine="0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425D87" w14:textId="77777777" w:rsidR="00275952" w:rsidRPr="00D36259" w:rsidRDefault="00275952" w:rsidP="0027595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02 2 02 26010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0ACC0E" w14:textId="77777777" w:rsidR="00275952" w:rsidRPr="00D36259" w:rsidRDefault="00275952" w:rsidP="0027595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400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42D78E" w14:textId="77777777" w:rsidR="00275952" w:rsidRPr="00D36259" w:rsidRDefault="00275952" w:rsidP="0027595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2 279,4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542B58" w14:textId="77777777" w:rsidR="00275952" w:rsidRPr="00D36259" w:rsidRDefault="00275952" w:rsidP="0027595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0F90C1" w14:textId="77777777" w:rsidR="00275952" w:rsidRPr="00D36259" w:rsidRDefault="00275952" w:rsidP="0027595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0,0</w:t>
            </w:r>
          </w:p>
        </w:tc>
      </w:tr>
      <w:tr w:rsidR="00275952" w:rsidRPr="00970BD5" w14:paraId="46CD8882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E72380" w14:textId="77777777" w:rsidR="00275952" w:rsidRPr="00D36259" w:rsidRDefault="00275952" w:rsidP="00275952">
            <w:pPr>
              <w:ind w:firstLine="0"/>
              <w:rPr>
                <w:sz w:val="24"/>
                <w:szCs w:val="24"/>
                <w:highlight w:val="yellow"/>
              </w:rPr>
            </w:pPr>
            <w:r w:rsidRPr="00D36259">
              <w:rPr>
                <w:b/>
                <w:bCs/>
                <w:sz w:val="24"/>
                <w:szCs w:val="24"/>
              </w:rPr>
              <w:t>Подпрограмма «Социально-значимые мероприятия для населения»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49AE8E" w14:textId="77777777" w:rsidR="00275952" w:rsidRPr="00D36259" w:rsidRDefault="00275952" w:rsidP="0027595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b/>
                <w:bCs/>
                <w:sz w:val="24"/>
                <w:szCs w:val="24"/>
              </w:rPr>
              <w:t>02 3 00 00000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BA5B3F" w14:textId="77777777" w:rsidR="00275952" w:rsidRPr="00D36259" w:rsidRDefault="00275952" w:rsidP="0027595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4B5BAE" w14:textId="77777777" w:rsidR="00275952" w:rsidRPr="00D36259" w:rsidRDefault="00275952" w:rsidP="0027595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b/>
                <w:bCs/>
                <w:sz w:val="24"/>
                <w:szCs w:val="24"/>
              </w:rPr>
              <w:t>1 484,9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08C2E0" w14:textId="77777777" w:rsidR="00275952" w:rsidRPr="00D36259" w:rsidRDefault="00275952" w:rsidP="0027595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b/>
                <w:bCs/>
                <w:sz w:val="24"/>
                <w:szCs w:val="24"/>
              </w:rPr>
              <w:t>1 453,2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291312" w14:textId="77777777" w:rsidR="00275952" w:rsidRPr="00D36259" w:rsidRDefault="00275952" w:rsidP="0027595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b/>
                <w:bCs/>
                <w:sz w:val="24"/>
                <w:szCs w:val="24"/>
              </w:rPr>
              <w:t>1 471,2</w:t>
            </w:r>
          </w:p>
        </w:tc>
      </w:tr>
      <w:tr w:rsidR="00275952" w:rsidRPr="00970BD5" w14:paraId="79E34BD3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FABD70" w14:textId="77777777" w:rsidR="00275952" w:rsidRPr="00D36259" w:rsidRDefault="00275952" w:rsidP="00275952">
            <w:pPr>
              <w:ind w:firstLine="0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Проведение мероприятий к знаменательным и памятным датам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426634" w14:textId="77777777" w:rsidR="00275952" w:rsidRPr="00D36259" w:rsidRDefault="00275952" w:rsidP="0027595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02 3 01 00000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579DAE" w14:textId="77777777" w:rsidR="00275952" w:rsidRPr="00D36259" w:rsidRDefault="00275952" w:rsidP="0027595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48C5F3" w14:textId="77777777" w:rsidR="00275952" w:rsidRPr="00D36259" w:rsidRDefault="00275952" w:rsidP="0027595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383,2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DEB56D" w14:textId="77777777" w:rsidR="00275952" w:rsidRPr="00D36259" w:rsidRDefault="00275952" w:rsidP="0027595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250,0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E2D3C7" w14:textId="77777777" w:rsidR="00275952" w:rsidRPr="00D36259" w:rsidRDefault="00275952" w:rsidP="0027595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250,0</w:t>
            </w:r>
          </w:p>
        </w:tc>
      </w:tr>
      <w:tr w:rsidR="00275952" w:rsidRPr="00970BD5" w14:paraId="000746EF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E0CD99" w14:textId="77777777" w:rsidR="00275952" w:rsidRPr="00D36259" w:rsidRDefault="00275952" w:rsidP="00275952">
            <w:pPr>
              <w:ind w:firstLine="0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Мероприятия в сфере культуры и кинематографии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3C2873" w14:textId="77777777" w:rsidR="00275952" w:rsidRPr="00D36259" w:rsidRDefault="00275952" w:rsidP="0027595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02 3 01 25220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E86A4B" w14:textId="77777777" w:rsidR="00275952" w:rsidRPr="00D36259" w:rsidRDefault="00275952" w:rsidP="0027595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4280A8" w14:textId="77777777" w:rsidR="00275952" w:rsidRPr="00D36259" w:rsidRDefault="00275952" w:rsidP="0027595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383,2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4E9CD3" w14:textId="77777777" w:rsidR="00275952" w:rsidRPr="00D36259" w:rsidRDefault="00275952" w:rsidP="0027595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250,0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E324CB" w14:textId="77777777" w:rsidR="00275952" w:rsidRPr="00D36259" w:rsidRDefault="00275952" w:rsidP="0027595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250,0</w:t>
            </w:r>
          </w:p>
        </w:tc>
      </w:tr>
      <w:tr w:rsidR="00275952" w:rsidRPr="00970BD5" w14:paraId="2449BC04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38E15E" w14:textId="77777777" w:rsidR="00275952" w:rsidRPr="00D36259" w:rsidRDefault="00275952" w:rsidP="00275952">
            <w:pPr>
              <w:ind w:firstLine="0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2AA2E0" w14:textId="77777777" w:rsidR="00275952" w:rsidRPr="00D36259" w:rsidRDefault="00275952" w:rsidP="0027595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02 3 01 25220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B736AE" w14:textId="77777777" w:rsidR="00275952" w:rsidRPr="00D36259" w:rsidRDefault="00275952" w:rsidP="0027595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B979BE" w14:textId="77777777" w:rsidR="00275952" w:rsidRPr="00D36259" w:rsidRDefault="00275952" w:rsidP="0027595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383,2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804145" w14:textId="77777777" w:rsidR="00275952" w:rsidRPr="00D36259" w:rsidRDefault="00275952" w:rsidP="0027595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250,0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54C656" w14:textId="77777777" w:rsidR="00275952" w:rsidRPr="00D36259" w:rsidRDefault="00275952" w:rsidP="0027595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250,0</w:t>
            </w:r>
          </w:p>
        </w:tc>
      </w:tr>
      <w:tr w:rsidR="00275952" w:rsidRPr="00970BD5" w14:paraId="3CD695E6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BEB913" w14:textId="77777777" w:rsidR="00275952" w:rsidRPr="00D36259" w:rsidRDefault="00275952" w:rsidP="00275952">
            <w:pPr>
              <w:ind w:right="-108" w:firstLine="0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Содействие активному участию пожилых граждан, ветеранов, инвалидов и детей-инвалидов в жизни общества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CEDCA8" w14:textId="77777777" w:rsidR="00275952" w:rsidRPr="00D36259" w:rsidRDefault="00275952" w:rsidP="00275952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02 3 02 00000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F3C8D7" w14:textId="77777777" w:rsidR="00275952" w:rsidRPr="00D36259" w:rsidRDefault="00275952" w:rsidP="00275952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6C8F3D" w14:textId="77777777" w:rsidR="00275952" w:rsidRPr="00D36259" w:rsidRDefault="00275952" w:rsidP="0027595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369,7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BFD44E" w14:textId="77777777" w:rsidR="00275952" w:rsidRPr="00D36259" w:rsidRDefault="00275952" w:rsidP="0027595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403,2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407BB4" w14:textId="77777777" w:rsidR="00275952" w:rsidRPr="00D36259" w:rsidRDefault="00275952" w:rsidP="0027595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403,2</w:t>
            </w:r>
          </w:p>
        </w:tc>
      </w:tr>
      <w:tr w:rsidR="00275952" w:rsidRPr="00970BD5" w14:paraId="14418190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417120" w14:textId="77777777" w:rsidR="00275952" w:rsidRPr="00D36259" w:rsidRDefault="00275952" w:rsidP="00275952">
            <w:pPr>
              <w:ind w:firstLine="0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Мероприятия в области социальной политики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9D808F" w14:textId="77777777" w:rsidR="00275952" w:rsidRPr="00D36259" w:rsidRDefault="00275952" w:rsidP="00275952">
            <w:pPr>
              <w:ind w:right="-257" w:firstLine="0"/>
              <w:rPr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02 3 02 25280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59E709" w14:textId="77777777" w:rsidR="00275952" w:rsidRPr="00D36259" w:rsidRDefault="00275952" w:rsidP="00275952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010C21" w14:textId="77777777" w:rsidR="00275952" w:rsidRPr="00D36259" w:rsidRDefault="00275952" w:rsidP="0027595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369,7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3B08E1" w14:textId="77777777" w:rsidR="00275952" w:rsidRPr="00D36259" w:rsidRDefault="00275952" w:rsidP="0027595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403,2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D0971A" w14:textId="77777777" w:rsidR="00275952" w:rsidRPr="00D36259" w:rsidRDefault="00275952" w:rsidP="0027595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403,2</w:t>
            </w:r>
          </w:p>
        </w:tc>
      </w:tr>
      <w:tr w:rsidR="00275952" w:rsidRPr="00970BD5" w14:paraId="553973C5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141EDF" w14:textId="77777777" w:rsidR="00275952" w:rsidRPr="00D36259" w:rsidRDefault="00275952" w:rsidP="00275952">
            <w:pPr>
              <w:ind w:firstLine="0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F11546" w14:textId="77777777" w:rsidR="00275952" w:rsidRPr="00D36259" w:rsidRDefault="00275952" w:rsidP="00275952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02 3 02 25280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C9E41D" w14:textId="77777777" w:rsidR="00275952" w:rsidRPr="00D36259" w:rsidRDefault="00275952" w:rsidP="00275952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410387" w14:textId="77777777" w:rsidR="00275952" w:rsidRPr="00D36259" w:rsidRDefault="00275952" w:rsidP="0027595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224,7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312776" w14:textId="77777777" w:rsidR="00275952" w:rsidRPr="00D36259" w:rsidRDefault="00275952" w:rsidP="0027595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403,2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C3B668" w14:textId="77777777" w:rsidR="00275952" w:rsidRPr="00D36259" w:rsidRDefault="00275952" w:rsidP="0027595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403,2</w:t>
            </w:r>
          </w:p>
        </w:tc>
      </w:tr>
      <w:tr w:rsidR="00275952" w:rsidRPr="00970BD5" w14:paraId="38BCD1FB" w14:textId="77777777" w:rsidTr="00487574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1B2B0E" w14:textId="77777777" w:rsidR="00275952" w:rsidRPr="00D36259" w:rsidRDefault="00275952" w:rsidP="00275952">
            <w:pPr>
              <w:ind w:right="-108" w:firstLine="0"/>
              <w:rPr>
                <w:sz w:val="24"/>
                <w:szCs w:val="24"/>
                <w:highlight w:val="yellow"/>
              </w:rPr>
            </w:pPr>
            <w:r w:rsidRPr="00D36259">
              <w:rPr>
                <w:b/>
                <w:bCs/>
                <w:sz w:val="24"/>
                <w:szCs w:val="24"/>
              </w:rPr>
              <w:t xml:space="preserve">Подпрограмма «Создание условий для организации досуга, дополнительного </w:t>
            </w:r>
            <w:r w:rsidRPr="00D36259">
              <w:rPr>
                <w:b/>
                <w:bCs/>
                <w:sz w:val="24"/>
                <w:szCs w:val="24"/>
              </w:rPr>
              <w:lastRenderedPageBreak/>
              <w:t>образования и обеспечения жителей услугами организаций культуры»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4F6D6F" w14:textId="77777777" w:rsidR="00275952" w:rsidRPr="00D36259" w:rsidRDefault="00275952" w:rsidP="00275952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b/>
                <w:bCs/>
                <w:sz w:val="24"/>
                <w:szCs w:val="24"/>
              </w:rPr>
              <w:lastRenderedPageBreak/>
              <w:t>02 4 00 00000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2621C1" w14:textId="77777777" w:rsidR="00275952" w:rsidRPr="00D36259" w:rsidRDefault="00275952" w:rsidP="00275952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E9A834" w14:textId="77777777" w:rsidR="00275952" w:rsidRPr="00D36259" w:rsidRDefault="00275952" w:rsidP="0027595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b/>
                <w:bCs/>
                <w:sz w:val="24"/>
                <w:szCs w:val="24"/>
              </w:rPr>
              <w:t>228 372,1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E6AA7C" w14:textId="77777777" w:rsidR="00275952" w:rsidRPr="00D36259" w:rsidRDefault="00275952" w:rsidP="0027595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b/>
                <w:bCs/>
                <w:sz w:val="24"/>
                <w:szCs w:val="24"/>
              </w:rPr>
              <w:t>217 008,2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27177D" w14:textId="77777777" w:rsidR="00275952" w:rsidRPr="00D36259" w:rsidRDefault="00275952" w:rsidP="0027595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b/>
                <w:bCs/>
                <w:sz w:val="24"/>
                <w:szCs w:val="24"/>
              </w:rPr>
              <w:t>217 008,2</w:t>
            </w:r>
          </w:p>
        </w:tc>
      </w:tr>
      <w:tr w:rsidR="00275952" w:rsidRPr="00970BD5" w14:paraId="3AD6BDCC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D04D2B" w14:textId="77777777" w:rsidR="00275952" w:rsidRPr="00D36259" w:rsidRDefault="00275952" w:rsidP="00275952">
            <w:pPr>
              <w:ind w:right="-108" w:firstLine="0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Предоставление субсидии на финансирование обеспечение выполнения муниципального задания на оказание муниципальной услуги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2D534B" w14:textId="77777777" w:rsidR="00275952" w:rsidRPr="00D36259" w:rsidRDefault="00275952" w:rsidP="00275952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02 4 01 00000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E15AEE" w14:textId="77777777" w:rsidR="00275952" w:rsidRPr="00D36259" w:rsidRDefault="00275952" w:rsidP="00275952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6A51E0" w14:textId="77777777" w:rsidR="00275952" w:rsidRPr="00D36259" w:rsidRDefault="00275952" w:rsidP="0027595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228 212,1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D3CA0D" w14:textId="77777777" w:rsidR="00275952" w:rsidRPr="00D36259" w:rsidRDefault="00275952" w:rsidP="0027595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217 008,2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FB4018" w14:textId="77777777" w:rsidR="00275952" w:rsidRPr="00D36259" w:rsidRDefault="00275952" w:rsidP="0027595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217 008,2</w:t>
            </w:r>
          </w:p>
        </w:tc>
      </w:tr>
      <w:tr w:rsidR="00275952" w:rsidRPr="00970BD5" w14:paraId="1856469B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3C1639" w14:textId="77777777" w:rsidR="00275952" w:rsidRPr="00D36259" w:rsidRDefault="00275952" w:rsidP="00275952">
            <w:pPr>
              <w:ind w:firstLine="0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Расходы на обеспечение деятельности учреждений дополнительного образования детей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2D5DC1" w14:textId="77777777" w:rsidR="00275952" w:rsidRPr="00D36259" w:rsidRDefault="00275952" w:rsidP="00275952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02 4 01 23590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726ED0" w14:textId="77777777" w:rsidR="00275952" w:rsidRPr="00D36259" w:rsidRDefault="00275952" w:rsidP="00275952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11CFCA" w14:textId="77777777" w:rsidR="00275952" w:rsidRPr="00D36259" w:rsidRDefault="00275952" w:rsidP="0027595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55 548,2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5D7B5C" w14:textId="77777777" w:rsidR="00275952" w:rsidRPr="00D36259" w:rsidRDefault="00275952" w:rsidP="0027595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55 377,2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523F61" w14:textId="77777777" w:rsidR="00275952" w:rsidRPr="00D36259" w:rsidRDefault="00275952" w:rsidP="0027595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55 377,2</w:t>
            </w:r>
          </w:p>
        </w:tc>
      </w:tr>
      <w:tr w:rsidR="00275952" w:rsidRPr="00970BD5" w14:paraId="463902CE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DF5E08" w14:textId="77777777" w:rsidR="00275952" w:rsidRPr="00D36259" w:rsidRDefault="00275952" w:rsidP="00275952">
            <w:pPr>
              <w:ind w:right="-108" w:firstLine="0"/>
              <w:rPr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273BD0" w14:textId="77777777" w:rsidR="00275952" w:rsidRPr="00D36259" w:rsidRDefault="00275952" w:rsidP="00275952">
            <w:pPr>
              <w:ind w:firstLine="0"/>
              <w:jc w:val="center"/>
              <w:rPr>
                <w:b/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02 4 01 23590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2E6B6A" w14:textId="77777777" w:rsidR="00275952" w:rsidRPr="00D36259" w:rsidRDefault="00275952" w:rsidP="00275952">
            <w:pPr>
              <w:ind w:firstLine="0"/>
              <w:jc w:val="center"/>
              <w:rPr>
                <w:b/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DB749D" w14:textId="77777777" w:rsidR="00275952" w:rsidRPr="00D36259" w:rsidRDefault="00275952" w:rsidP="00275952">
            <w:pPr>
              <w:ind w:firstLine="0"/>
              <w:jc w:val="center"/>
              <w:rPr>
                <w:b/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55 548,2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1559DD" w14:textId="77777777" w:rsidR="00275952" w:rsidRPr="00D36259" w:rsidRDefault="00275952" w:rsidP="00275952">
            <w:pPr>
              <w:ind w:firstLine="0"/>
              <w:jc w:val="center"/>
              <w:rPr>
                <w:b/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55 377,2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256FA5" w14:textId="77777777" w:rsidR="00275952" w:rsidRPr="00D36259" w:rsidRDefault="00275952" w:rsidP="00275952">
            <w:pPr>
              <w:ind w:firstLine="0"/>
              <w:jc w:val="center"/>
              <w:rPr>
                <w:b/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55 377,2</w:t>
            </w:r>
          </w:p>
        </w:tc>
      </w:tr>
      <w:tr w:rsidR="003C5867" w:rsidRPr="00970BD5" w14:paraId="40B9750E" w14:textId="77777777" w:rsidTr="00487574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2D67F7" w14:textId="77777777" w:rsidR="003C5867" w:rsidRPr="00D36259" w:rsidRDefault="003C5867" w:rsidP="003C5867">
            <w:pPr>
              <w:ind w:firstLine="0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Расходы на реализацию полномочий органов местного самоуправления по решению вопросов местного значения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FA1B04" w14:textId="77777777" w:rsidR="003C5867" w:rsidRPr="00D36259" w:rsidRDefault="003C5867" w:rsidP="003C5867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02 4 01 S2650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EB2958" w14:textId="77777777" w:rsidR="003C5867" w:rsidRPr="00D36259" w:rsidRDefault="003C5867" w:rsidP="003C5867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9DD3FD" w14:textId="77777777" w:rsidR="003C5867" w:rsidRPr="00D36259" w:rsidRDefault="003C5867" w:rsidP="003C5867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7 000,0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DA3B2C" w14:textId="77777777" w:rsidR="003C5867" w:rsidRPr="00D36259" w:rsidRDefault="003C5867" w:rsidP="003C5867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 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1CCB8B" w14:textId="77777777" w:rsidR="003C5867" w:rsidRPr="00D36259" w:rsidRDefault="003C5867" w:rsidP="003C5867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0,0 </w:t>
            </w:r>
          </w:p>
        </w:tc>
      </w:tr>
      <w:tr w:rsidR="003C5867" w:rsidRPr="00970BD5" w14:paraId="62BF1652" w14:textId="77777777" w:rsidTr="00487574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CC6098" w14:textId="77777777" w:rsidR="003C5867" w:rsidRPr="00D36259" w:rsidRDefault="003C5867" w:rsidP="003C5867">
            <w:pPr>
              <w:ind w:firstLine="0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A27E23" w14:textId="77777777" w:rsidR="003C5867" w:rsidRPr="00D36259" w:rsidRDefault="003C5867" w:rsidP="003C5867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02 4 01 S2650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CDD32A" w14:textId="77777777" w:rsidR="003C5867" w:rsidRPr="00D36259" w:rsidRDefault="003C5867" w:rsidP="003C5867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2AD2EB" w14:textId="77777777" w:rsidR="003C5867" w:rsidRPr="00D36259" w:rsidRDefault="003C5867" w:rsidP="003C5867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7 000,0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EA4123" w14:textId="77777777" w:rsidR="003C5867" w:rsidRPr="00D36259" w:rsidRDefault="003C5867" w:rsidP="003C5867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 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D1A54C" w14:textId="77777777" w:rsidR="003C5867" w:rsidRPr="00D36259" w:rsidRDefault="003C5867" w:rsidP="003C5867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0,0 </w:t>
            </w:r>
          </w:p>
        </w:tc>
      </w:tr>
      <w:tr w:rsidR="003C5867" w:rsidRPr="00970BD5" w14:paraId="005F34E2" w14:textId="77777777" w:rsidTr="00487574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C82D18" w14:textId="77777777" w:rsidR="003C5867" w:rsidRPr="00D36259" w:rsidRDefault="003C5867" w:rsidP="003C5867">
            <w:pPr>
              <w:ind w:firstLine="0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в том числе: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76D261" w14:textId="77777777" w:rsidR="003C5867" w:rsidRPr="00D36259" w:rsidRDefault="003C5867" w:rsidP="003C5867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7192DB" w14:textId="77777777" w:rsidR="003C5867" w:rsidRPr="00D36259" w:rsidRDefault="003C5867" w:rsidP="003C5867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1B9733" w14:textId="77777777" w:rsidR="003C5867" w:rsidRPr="00D36259" w:rsidRDefault="003C5867" w:rsidP="003C5867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846FD8" w14:textId="77777777" w:rsidR="003C5867" w:rsidRPr="00D36259" w:rsidRDefault="003C5867" w:rsidP="003C5867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 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C39607" w14:textId="77777777" w:rsidR="003C5867" w:rsidRPr="00D36259" w:rsidRDefault="003C5867" w:rsidP="003C5867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 </w:t>
            </w:r>
          </w:p>
        </w:tc>
      </w:tr>
      <w:tr w:rsidR="003C5867" w:rsidRPr="00970BD5" w14:paraId="488CED0B" w14:textId="77777777" w:rsidTr="00487574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7C6744" w14:textId="77777777" w:rsidR="003C5867" w:rsidRPr="00D36259" w:rsidRDefault="003C5867" w:rsidP="003C5867">
            <w:pPr>
              <w:ind w:firstLine="0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-расходы на реализацию полномочий органов местного самоуправления по решению вопросов местного значения за счет средств областного бюджета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927924" w14:textId="77777777" w:rsidR="003C5867" w:rsidRPr="00D36259" w:rsidRDefault="003C5867" w:rsidP="003C5867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3E2F5A" w14:textId="77777777" w:rsidR="003C5867" w:rsidRPr="00D36259" w:rsidRDefault="003C5867" w:rsidP="003C5867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AB37EE" w14:textId="77777777" w:rsidR="003C5867" w:rsidRPr="00D36259" w:rsidRDefault="003C5867" w:rsidP="003C5867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5 600,0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8D940E" w14:textId="77777777" w:rsidR="003C5867" w:rsidRPr="00D36259" w:rsidRDefault="003C5867" w:rsidP="003C5867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 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75BAD3" w14:textId="77777777" w:rsidR="003C5867" w:rsidRPr="00D36259" w:rsidRDefault="003C5867" w:rsidP="003C5867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0,0 </w:t>
            </w:r>
          </w:p>
        </w:tc>
      </w:tr>
      <w:tr w:rsidR="003C5867" w:rsidRPr="00970BD5" w14:paraId="77412F0D" w14:textId="77777777" w:rsidTr="00487574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6EA845" w14:textId="77777777" w:rsidR="003C5867" w:rsidRPr="00D36259" w:rsidRDefault="003C5867" w:rsidP="003C5867">
            <w:pPr>
              <w:ind w:firstLine="0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-расходы на реализацию полномочий органов местного самоуправления по решению вопросов местного значения за счет средств местного бюджета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3A40C5" w14:textId="77777777" w:rsidR="003C5867" w:rsidRPr="00D36259" w:rsidRDefault="003C5867" w:rsidP="003C5867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D3C05F" w14:textId="77777777" w:rsidR="003C5867" w:rsidRPr="00D36259" w:rsidRDefault="003C5867" w:rsidP="003C5867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87F1A0" w14:textId="77777777" w:rsidR="003C5867" w:rsidRPr="00D36259" w:rsidRDefault="003C5867" w:rsidP="003C5867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1 400,0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4D5D5F" w14:textId="77777777" w:rsidR="003C5867" w:rsidRPr="00D36259" w:rsidRDefault="003C5867" w:rsidP="003C5867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 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03BB9C" w14:textId="77777777" w:rsidR="003C5867" w:rsidRPr="00D36259" w:rsidRDefault="003C5867" w:rsidP="003C5867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0,0 </w:t>
            </w:r>
          </w:p>
        </w:tc>
      </w:tr>
      <w:tr w:rsidR="00626A98" w:rsidRPr="00970BD5" w14:paraId="33B89EDE" w14:textId="77777777" w:rsidTr="00487574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B70EB2" w14:textId="77777777" w:rsidR="00626A98" w:rsidRPr="00626A98" w:rsidRDefault="00626A98" w:rsidP="00626A98">
            <w:pPr>
              <w:ind w:firstLine="0"/>
              <w:rPr>
                <w:b/>
                <w:bCs/>
                <w:sz w:val="24"/>
                <w:szCs w:val="24"/>
              </w:rPr>
            </w:pPr>
            <w:r w:rsidRPr="00626A98">
              <w:rPr>
                <w:b/>
                <w:bCs/>
                <w:sz w:val="24"/>
                <w:szCs w:val="24"/>
              </w:rPr>
              <w:t>Муниципальная программа «Развитие физической культуры и спорта Балахнинского муниципального округа Нижегородской области»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BB77A3" w14:textId="77777777" w:rsidR="00626A98" w:rsidRPr="00626A98" w:rsidRDefault="00626A98" w:rsidP="00626A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26A98">
              <w:rPr>
                <w:b/>
                <w:bCs/>
                <w:sz w:val="24"/>
                <w:szCs w:val="24"/>
              </w:rPr>
              <w:t>03 0 00 00000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E99229" w14:textId="77777777" w:rsidR="00626A98" w:rsidRPr="00626A98" w:rsidRDefault="00626A98" w:rsidP="00626A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26A98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99291A" w14:textId="77777777" w:rsidR="00626A98" w:rsidRPr="00626A98" w:rsidRDefault="00626A98" w:rsidP="00626A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26A98">
              <w:rPr>
                <w:b/>
                <w:bCs/>
                <w:sz w:val="24"/>
                <w:szCs w:val="24"/>
              </w:rPr>
              <w:t>62 923,9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CAAE1B" w14:textId="77777777" w:rsidR="00626A98" w:rsidRPr="00626A98" w:rsidRDefault="00626A98" w:rsidP="00626A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26A98">
              <w:rPr>
                <w:b/>
                <w:bCs/>
                <w:sz w:val="24"/>
                <w:szCs w:val="24"/>
              </w:rPr>
              <w:t>62 816,2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85E540" w14:textId="77777777" w:rsidR="00626A98" w:rsidRPr="00626A98" w:rsidRDefault="00626A98" w:rsidP="00626A9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26A98">
              <w:rPr>
                <w:b/>
                <w:bCs/>
                <w:sz w:val="24"/>
                <w:szCs w:val="24"/>
              </w:rPr>
              <w:t>63 816,2</w:t>
            </w:r>
          </w:p>
        </w:tc>
      </w:tr>
      <w:tr w:rsidR="00275952" w:rsidRPr="00970BD5" w14:paraId="30FB6679" w14:textId="77777777" w:rsidTr="00487574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B38396" w14:textId="77777777" w:rsidR="00275952" w:rsidRPr="00D36259" w:rsidRDefault="00275952" w:rsidP="00275952">
            <w:pPr>
              <w:ind w:firstLine="0"/>
              <w:rPr>
                <w:sz w:val="24"/>
                <w:szCs w:val="24"/>
                <w:highlight w:val="yellow"/>
              </w:rPr>
            </w:pPr>
            <w:r w:rsidRPr="00D36259">
              <w:rPr>
                <w:b/>
                <w:bCs/>
                <w:sz w:val="24"/>
                <w:szCs w:val="24"/>
              </w:rPr>
              <w:t>Подпрограмма «Укрепление материально-технической базы»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CC02A3" w14:textId="77777777" w:rsidR="00275952" w:rsidRPr="00D36259" w:rsidRDefault="00275952" w:rsidP="0027595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b/>
                <w:bCs/>
                <w:sz w:val="24"/>
                <w:szCs w:val="24"/>
              </w:rPr>
              <w:t>03 2 00 00000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8DE555" w14:textId="77777777" w:rsidR="00275952" w:rsidRPr="00D36259" w:rsidRDefault="00275952" w:rsidP="0027595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A3B79B" w14:textId="77777777" w:rsidR="00275952" w:rsidRPr="00D36259" w:rsidRDefault="00275952" w:rsidP="0027595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b/>
                <w:bCs/>
                <w:sz w:val="24"/>
                <w:szCs w:val="24"/>
              </w:rPr>
              <w:t>1 307,7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C7AB52" w14:textId="77777777" w:rsidR="00275952" w:rsidRPr="00D36259" w:rsidRDefault="00275952" w:rsidP="0027595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b/>
                <w:bCs/>
                <w:sz w:val="24"/>
                <w:szCs w:val="24"/>
              </w:rPr>
              <w:t>1 200,0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0445ED" w14:textId="77777777" w:rsidR="00275952" w:rsidRPr="00D36259" w:rsidRDefault="00275952" w:rsidP="0027595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b/>
                <w:bCs/>
                <w:sz w:val="24"/>
                <w:szCs w:val="24"/>
              </w:rPr>
              <w:t>2 200,0</w:t>
            </w:r>
          </w:p>
        </w:tc>
      </w:tr>
      <w:tr w:rsidR="00275952" w:rsidRPr="00970BD5" w14:paraId="186DD691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96ED79" w14:textId="77777777" w:rsidR="00275952" w:rsidRPr="00D36259" w:rsidRDefault="00275952" w:rsidP="00275952">
            <w:pPr>
              <w:ind w:firstLine="0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lastRenderedPageBreak/>
              <w:t>Текущий и капитальный ремонт объектов физической культуры и спорта, находящихся на территории Балахнинского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2119AB" w14:textId="77777777" w:rsidR="00275952" w:rsidRPr="00D36259" w:rsidRDefault="00275952" w:rsidP="0027595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03 2 01 00000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E27F5F" w14:textId="77777777" w:rsidR="00275952" w:rsidRPr="00D36259" w:rsidRDefault="00275952" w:rsidP="0027595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3D5FF1" w14:textId="77777777" w:rsidR="00275952" w:rsidRPr="00D36259" w:rsidRDefault="00275952" w:rsidP="0027595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1 200,0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9660EA" w14:textId="77777777" w:rsidR="00275952" w:rsidRPr="00D36259" w:rsidRDefault="00275952" w:rsidP="0027595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1 200,0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10CBF8" w14:textId="77777777" w:rsidR="00275952" w:rsidRPr="00D36259" w:rsidRDefault="00275952" w:rsidP="0027595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2 200,0</w:t>
            </w:r>
          </w:p>
        </w:tc>
      </w:tr>
      <w:tr w:rsidR="00275952" w:rsidRPr="00970BD5" w14:paraId="4AA3E5DD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CD3A9D" w14:textId="77777777" w:rsidR="00275952" w:rsidRPr="00D36259" w:rsidRDefault="00275952" w:rsidP="00275952">
            <w:pPr>
              <w:ind w:firstLine="0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Расходы на текущий и капитальный ремонт объектов физической культуры и спорта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4E6CE2" w14:textId="77777777" w:rsidR="00275952" w:rsidRPr="00D36259" w:rsidRDefault="00275952" w:rsidP="0027595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03 2 01 25020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B3D764" w14:textId="77777777" w:rsidR="00275952" w:rsidRPr="00D36259" w:rsidRDefault="00275952" w:rsidP="0027595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5B077F" w14:textId="77777777" w:rsidR="00275952" w:rsidRPr="00D36259" w:rsidRDefault="00275952" w:rsidP="0027595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1 200,0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3B69C1" w14:textId="77777777" w:rsidR="00275952" w:rsidRPr="00D36259" w:rsidRDefault="00275952" w:rsidP="0027595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1 200,0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54EA0D" w14:textId="77777777" w:rsidR="00275952" w:rsidRPr="00D36259" w:rsidRDefault="00275952" w:rsidP="0027595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2 200,0</w:t>
            </w:r>
          </w:p>
        </w:tc>
      </w:tr>
      <w:tr w:rsidR="00275952" w:rsidRPr="00970BD5" w14:paraId="0453229E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B633EB" w14:textId="77777777" w:rsidR="00275952" w:rsidRPr="00D36259" w:rsidRDefault="00275952" w:rsidP="00275952">
            <w:pPr>
              <w:ind w:firstLine="0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F26FAD" w14:textId="77777777" w:rsidR="00275952" w:rsidRPr="00D36259" w:rsidRDefault="00275952" w:rsidP="0027595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03 2 01 25020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B30742" w14:textId="77777777" w:rsidR="00275952" w:rsidRPr="00D36259" w:rsidRDefault="00275952" w:rsidP="0027595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2A266D" w14:textId="77777777" w:rsidR="00275952" w:rsidRPr="00D36259" w:rsidRDefault="00275952" w:rsidP="0027595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10E6F5" w14:textId="77777777" w:rsidR="00275952" w:rsidRPr="00D36259" w:rsidRDefault="00275952" w:rsidP="0027595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1 200,0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792A28" w14:textId="77777777" w:rsidR="00275952" w:rsidRPr="00D36259" w:rsidRDefault="00275952" w:rsidP="0027595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2 200,0</w:t>
            </w:r>
          </w:p>
        </w:tc>
      </w:tr>
      <w:tr w:rsidR="00275952" w:rsidRPr="00970BD5" w14:paraId="76000009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63B1F6" w14:textId="77777777" w:rsidR="00275952" w:rsidRPr="00D36259" w:rsidRDefault="00275952" w:rsidP="00275952">
            <w:pPr>
              <w:ind w:firstLine="0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AEE46F" w14:textId="77777777" w:rsidR="00275952" w:rsidRPr="00D36259" w:rsidRDefault="00275952" w:rsidP="0027595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03 2 01 25020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7E6DC2" w14:textId="77777777" w:rsidR="00275952" w:rsidRPr="00D36259" w:rsidRDefault="00275952" w:rsidP="0027595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4599FF" w14:textId="77777777" w:rsidR="00275952" w:rsidRPr="00D36259" w:rsidRDefault="00275952" w:rsidP="0027595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1 200,0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31A27B" w14:textId="77777777" w:rsidR="00275952" w:rsidRPr="00D36259" w:rsidRDefault="00275952" w:rsidP="0027595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0,0 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33102A" w14:textId="77777777" w:rsidR="00275952" w:rsidRPr="00D36259" w:rsidRDefault="00275952" w:rsidP="0027595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 0,0</w:t>
            </w:r>
          </w:p>
        </w:tc>
      </w:tr>
      <w:tr w:rsidR="004569A9" w:rsidRPr="00970BD5" w14:paraId="67A37599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0E3EDE" w14:textId="77777777" w:rsidR="004569A9" w:rsidRPr="00D36259" w:rsidRDefault="004569A9" w:rsidP="001E3A03">
            <w:pPr>
              <w:ind w:firstLine="0"/>
              <w:rPr>
                <w:sz w:val="24"/>
                <w:szCs w:val="24"/>
                <w:highlight w:val="yellow"/>
              </w:rPr>
            </w:pPr>
            <w:r w:rsidRPr="00D36259">
              <w:rPr>
                <w:b/>
                <w:bCs/>
                <w:sz w:val="24"/>
                <w:szCs w:val="24"/>
              </w:rPr>
              <w:t xml:space="preserve">Муниципальная программа </w:t>
            </w:r>
            <w:r w:rsidR="001E3A03">
              <w:rPr>
                <w:b/>
                <w:bCs/>
                <w:sz w:val="24"/>
                <w:szCs w:val="24"/>
              </w:rPr>
              <w:t>«</w:t>
            </w:r>
            <w:r w:rsidRPr="00D36259">
              <w:rPr>
                <w:b/>
                <w:bCs/>
                <w:sz w:val="24"/>
                <w:szCs w:val="24"/>
              </w:rPr>
              <w:t>Управление муниципальным имуществом и земельными ресурсами Балахнинского муниципального округа Нижегородской области</w:t>
            </w:r>
            <w:r w:rsidR="001E3A03">
              <w:rPr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8ED68A" w14:textId="77777777" w:rsidR="004569A9" w:rsidRPr="00D36259" w:rsidRDefault="004569A9" w:rsidP="004569A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b/>
                <w:bCs/>
                <w:sz w:val="24"/>
                <w:szCs w:val="24"/>
              </w:rPr>
              <w:t>07 0 00 00000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C94AC5" w14:textId="77777777" w:rsidR="004569A9" w:rsidRPr="00D36259" w:rsidRDefault="004569A9" w:rsidP="004569A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462ADA" w14:textId="77777777" w:rsidR="004569A9" w:rsidRPr="00D36259" w:rsidRDefault="004569A9" w:rsidP="004569A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b/>
                <w:bCs/>
                <w:sz w:val="24"/>
                <w:szCs w:val="24"/>
              </w:rPr>
              <w:t>5 296,1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E6CB61" w14:textId="77777777" w:rsidR="004569A9" w:rsidRPr="00D36259" w:rsidRDefault="004569A9" w:rsidP="004569A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b/>
                <w:bCs/>
                <w:sz w:val="24"/>
                <w:szCs w:val="24"/>
              </w:rPr>
              <w:t>5 341,9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152E71" w14:textId="77777777" w:rsidR="004569A9" w:rsidRPr="00D36259" w:rsidRDefault="004569A9" w:rsidP="004569A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b/>
                <w:bCs/>
                <w:sz w:val="24"/>
                <w:szCs w:val="24"/>
              </w:rPr>
              <w:t>5 341,9</w:t>
            </w:r>
          </w:p>
        </w:tc>
      </w:tr>
      <w:tr w:rsidR="004569A9" w:rsidRPr="00970BD5" w14:paraId="68EFEF75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E3528A" w14:textId="77777777" w:rsidR="004569A9" w:rsidRPr="00D36259" w:rsidRDefault="004569A9" w:rsidP="004569A9">
            <w:pPr>
              <w:ind w:firstLine="0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Содержание имущества муниципальной казны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E23773" w14:textId="77777777" w:rsidR="004569A9" w:rsidRPr="00D36259" w:rsidRDefault="004569A9" w:rsidP="004569A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07 0 01 00000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75FCE9" w14:textId="77777777" w:rsidR="004569A9" w:rsidRPr="00D36259" w:rsidRDefault="004569A9" w:rsidP="004569A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745114" w14:textId="77777777" w:rsidR="004569A9" w:rsidRPr="00D36259" w:rsidRDefault="004569A9" w:rsidP="004569A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4 213,0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5775AE" w14:textId="77777777" w:rsidR="004569A9" w:rsidRPr="00D36259" w:rsidRDefault="004569A9" w:rsidP="004569A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3 441,9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4A9983" w14:textId="77777777" w:rsidR="004569A9" w:rsidRPr="00D36259" w:rsidRDefault="004569A9" w:rsidP="004569A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3 441,9</w:t>
            </w:r>
          </w:p>
        </w:tc>
      </w:tr>
      <w:tr w:rsidR="004569A9" w:rsidRPr="00970BD5" w14:paraId="4B08AC4E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C25689" w14:textId="77777777" w:rsidR="004569A9" w:rsidRPr="00D36259" w:rsidRDefault="004569A9" w:rsidP="004569A9">
            <w:pPr>
              <w:ind w:firstLine="0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Реализация мероприятий, направленных на повышение эффективности управления муниципальным имуществом Балахнинского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7EA959" w14:textId="77777777" w:rsidR="004569A9" w:rsidRPr="00D36259" w:rsidRDefault="004569A9" w:rsidP="004569A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07 0 01 26000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33A487" w14:textId="77777777" w:rsidR="004569A9" w:rsidRPr="00D36259" w:rsidRDefault="004569A9" w:rsidP="004569A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3BD026" w14:textId="77777777" w:rsidR="004569A9" w:rsidRPr="00D36259" w:rsidRDefault="004569A9" w:rsidP="004569A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4 213,0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ACF414" w14:textId="77777777" w:rsidR="004569A9" w:rsidRPr="00D36259" w:rsidRDefault="004569A9" w:rsidP="004569A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3 441,9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1C9EE6" w14:textId="77777777" w:rsidR="004569A9" w:rsidRPr="00D36259" w:rsidRDefault="004569A9" w:rsidP="004569A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3 441,9</w:t>
            </w:r>
          </w:p>
        </w:tc>
      </w:tr>
      <w:tr w:rsidR="004569A9" w:rsidRPr="00970BD5" w14:paraId="2CAF6B13" w14:textId="77777777" w:rsidTr="00487574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C70281" w14:textId="77777777" w:rsidR="004569A9" w:rsidRPr="00D36259" w:rsidRDefault="004569A9" w:rsidP="004569A9">
            <w:pPr>
              <w:ind w:firstLine="0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B7E45B" w14:textId="77777777" w:rsidR="004569A9" w:rsidRPr="00D36259" w:rsidRDefault="004569A9" w:rsidP="004569A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07 0 01 26000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C05A91" w14:textId="77777777" w:rsidR="004569A9" w:rsidRPr="00D36259" w:rsidRDefault="004569A9" w:rsidP="004569A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5F288C" w14:textId="77777777" w:rsidR="004569A9" w:rsidRPr="00D36259" w:rsidRDefault="004569A9" w:rsidP="004569A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4 205,9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A33B5B" w14:textId="77777777" w:rsidR="004569A9" w:rsidRPr="00D36259" w:rsidRDefault="004569A9" w:rsidP="004569A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3 441,9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28EA40" w14:textId="77777777" w:rsidR="004569A9" w:rsidRPr="00D36259" w:rsidRDefault="004569A9" w:rsidP="004569A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3 441,9</w:t>
            </w:r>
          </w:p>
        </w:tc>
      </w:tr>
      <w:tr w:rsidR="004569A9" w:rsidRPr="00970BD5" w14:paraId="03CB7086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AB78DD" w14:textId="77777777" w:rsidR="004569A9" w:rsidRPr="00D36259" w:rsidRDefault="004569A9" w:rsidP="004569A9">
            <w:pPr>
              <w:ind w:firstLine="0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Распоряжение муниципальным имуществом и земельными ресурсами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48A2A2" w14:textId="77777777" w:rsidR="004569A9" w:rsidRPr="00D36259" w:rsidRDefault="004569A9" w:rsidP="004569A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07 0 02 00000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93ED5A" w14:textId="77777777" w:rsidR="004569A9" w:rsidRPr="00D36259" w:rsidRDefault="004569A9" w:rsidP="004569A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0580FF" w14:textId="77777777" w:rsidR="004569A9" w:rsidRPr="00D36259" w:rsidRDefault="004569A9" w:rsidP="004569A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1 083,1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326E4F" w14:textId="77777777" w:rsidR="004569A9" w:rsidRPr="00D36259" w:rsidRDefault="004569A9" w:rsidP="004569A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1 900,0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BEA4F7" w14:textId="77777777" w:rsidR="004569A9" w:rsidRPr="00D36259" w:rsidRDefault="004569A9" w:rsidP="004569A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1 900,0</w:t>
            </w:r>
          </w:p>
        </w:tc>
      </w:tr>
      <w:tr w:rsidR="004569A9" w:rsidRPr="00970BD5" w14:paraId="01D11777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A88186" w14:textId="77777777" w:rsidR="004569A9" w:rsidRPr="00D36259" w:rsidRDefault="004569A9" w:rsidP="004569A9">
            <w:pPr>
              <w:ind w:firstLine="0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Реализация мероприятий, направленных на повышение эффективности управления муниципальным имуществом Балахнинского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7DB80A" w14:textId="77777777" w:rsidR="004569A9" w:rsidRPr="00D36259" w:rsidRDefault="004569A9" w:rsidP="004569A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07 0 02 26000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0A209E" w14:textId="77777777" w:rsidR="004569A9" w:rsidRPr="00D36259" w:rsidRDefault="004569A9" w:rsidP="004569A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91FDBA" w14:textId="77777777" w:rsidR="004569A9" w:rsidRPr="00D36259" w:rsidRDefault="004569A9" w:rsidP="004569A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1 083,1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BFA87B" w14:textId="77777777" w:rsidR="004569A9" w:rsidRPr="00D36259" w:rsidRDefault="004569A9" w:rsidP="004569A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1 900,0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AF3D57" w14:textId="77777777" w:rsidR="004569A9" w:rsidRPr="00D36259" w:rsidRDefault="004569A9" w:rsidP="004569A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1 900,0</w:t>
            </w:r>
          </w:p>
        </w:tc>
      </w:tr>
      <w:tr w:rsidR="004569A9" w:rsidRPr="00970BD5" w14:paraId="00F9730C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7DD039" w14:textId="77777777" w:rsidR="004569A9" w:rsidRPr="00D36259" w:rsidRDefault="004569A9" w:rsidP="004569A9">
            <w:pPr>
              <w:ind w:firstLine="0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AA0A0D" w14:textId="77777777" w:rsidR="004569A9" w:rsidRPr="00D36259" w:rsidRDefault="004569A9" w:rsidP="004569A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07 0 02 26000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50826C" w14:textId="77777777" w:rsidR="004569A9" w:rsidRPr="00D36259" w:rsidRDefault="004569A9" w:rsidP="004569A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A819B7" w14:textId="77777777" w:rsidR="004569A9" w:rsidRPr="00D36259" w:rsidRDefault="004569A9" w:rsidP="004569A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1 083,1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EF48F6" w14:textId="77777777" w:rsidR="004569A9" w:rsidRPr="00D36259" w:rsidRDefault="004569A9" w:rsidP="004569A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1 900,0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CEEA26" w14:textId="77777777" w:rsidR="004569A9" w:rsidRPr="00D36259" w:rsidRDefault="004569A9" w:rsidP="004569A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1 900,0</w:t>
            </w:r>
          </w:p>
        </w:tc>
      </w:tr>
      <w:tr w:rsidR="004569A9" w:rsidRPr="00970BD5" w14:paraId="16A37A11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BF5285" w14:textId="77777777" w:rsidR="004569A9" w:rsidRPr="00D36259" w:rsidRDefault="004569A9" w:rsidP="008262C2">
            <w:pPr>
              <w:ind w:firstLine="0"/>
              <w:rPr>
                <w:sz w:val="24"/>
                <w:szCs w:val="24"/>
                <w:highlight w:val="yellow"/>
              </w:rPr>
            </w:pPr>
            <w:r w:rsidRPr="00D36259">
              <w:rPr>
                <w:b/>
                <w:bCs/>
                <w:sz w:val="24"/>
                <w:szCs w:val="24"/>
              </w:rPr>
              <w:t xml:space="preserve">Муниципальная программа </w:t>
            </w:r>
            <w:r w:rsidR="008262C2">
              <w:rPr>
                <w:b/>
                <w:bCs/>
                <w:sz w:val="24"/>
                <w:szCs w:val="24"/>
              </w:rPr>
              <w:lastRenderedPageBreak/>
              <w:t>«</w:t>
            </w:r>
            <w:r w:rsidRPr="00D36259">
              <w:rPr>
                <w:b/>
                <w:bCs/>
                <w:sz w:val="24"/>
                <w:szCs w:val="24"/>
              </w:rPr>
              <w:t>Развитие эффективности градостроительной деятельности на территории Балахнинского муниципального округа Нижегородской области</w:t>
            </w:r>
            <w:r w:rsidR="008262C2">
              <w:rPr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CDBD3D" w14:textId="77777777" w:rsidR="004569A9" w:rsidRPr="00D36259" w:rsidRDefault="004569A9" w:rsidP="004569A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b/>
                <w:bCs/>
                <w:sz w:val="24"/>
                <w:szCs w:val="24"/>
              </w:rPr>
              <w:lastRenderedPageBreak/>
              <w:t>08 0 00 00000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E1BB61" w14:textId="77777777" w:rsidR="004569A9" w:rsidRPr="00D36259" w:rsidRDefault="004569A9" w:rsidP="004569A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DE597F" w14:textId="77777777" w:rsidR="004569A9" w:rsidRPr="00D36259" w:rsidRDefault="004569A9" w:rsidP="004569A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b/>
                <w:bCs/>
                <w:sz w:val="24"/>
                <w:szCs w:val="24"/>
              </w:rPr>
              <w:t>665,0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1C2E23" w14:textId="77777777" w:rsidR="004569A9" w:rsidRPr="00D36259" w:rsidRDefault="004569A9" w:rsidP="004569A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b/>
                <w:bCs/>
                <w:sz w:val="24"/>
                <w:szCs w:val="24"/>
              </w:rPr>
              <w:t>3 130,0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22B5C0" w14:textId="77777777" w:rsidR="004569A9" w:rsidRPr="00D36259" w:rsidRDefault="004569A9" w:rsidP="004569A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b/>
                <w:bCs/>
                <w:sz w:val="24"/>
                <w:szCs w:val="24"/>
              </w:rPr>
              <w:t>3 130,0</w:t>
            </w:r>
          </w:p>
        </w:tc>
      </w:tr>
      <w:tr w:rsidR="004569A9" w:rsidRPr="00970BD5" w14:paraId="39BDC6B0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8EA68F" w14:textId="77777777" w:rsidR="004569A9" w:rsidRPr="00D36259" w:rsidRDefault="004569A9" w:rsidP="004569A9">
            <w:pPr>
              <w:ind w:firstLine="0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Разработка документации по планировке территории Балахнинского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988142" w14:textId="77777777" w:rsidR="004569A9" w:rsidRPr="00D36259" w:rsidRDefault="004569A9" w:rsidP="004569A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08 0 01 00000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A39B7D" w14:textId="77777777" w:rsidR="004569A9" w:rsidRPr="00D36259" w:rsidRDefault="004569A9" w:rsidP="004569A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90F46F" w14:textId="77777777" w:rsidR="004569A9" w:rsidRPr="00D36259" w:rsidRDefault="004569A9" w:rsidP="004569A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140,0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FE210F" w14:textId="77777777" w:rsidR="004569A9" w:rsidRPr="00D36259" w:rsidRDefault="004569A9" w:rsidP="004569A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780,0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473B61" w14:textId="77777777" w:rsidR="004569A9" w:rsidRPr="00D36259" w:rsidRDefault="004569A9" w:rsidP="004569A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780,0</w:t>
            </w:r>
          </w:p>
        </w:tc>
      </w:tr>
      <w:tr w:rsidR="004569A9" w:rsidRPr="00970BD5" w14:paraId="5707E8BC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7C2E98" w14:textId="77777777" w:rsidR="004569A9" w:rsidRPr="00D36259" w:rsidRDefault="004569A9" w:rsidP="004569A9">
            <w:pPr>
              <w:ind w:firstLine="0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146331" w14:textId="77777777" w:rsidR="004569A9" w:rsidRPr="00D36259" w:rsidRDefault="004569A9" w:rsidP="004569A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08 0 01 25090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2E572B" w14:textId="77777777" w:rsidR="004569A9" w:rsidRPr="00D36259" w:rsidRDefault="004569A9" w:rsidP="004569A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D2FCF0" w14:textId="77777777" w:rsidR="004569A9" w:rsidRPr="00D36259" w:rsidRDefault="004569A9" w:rsidP="004569A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140,0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3E67BE" w14:textId="77777777" w:rsidR="004569A9" w:rsidRPr="00D36259" w:rsidRDefault="004569A9" w:rsidP="004569A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780,0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1EB4BA" w14:textId="77777777" w:rsidR="004569A9" w:rsidRPr="00D36259" w:rsidRDefault="004569A9" w:rsidP="004569A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780,0</w:t>
            </w:r>
          </w:p>
        </w:tc>
      </w:tr>
      <w:tr w:rsidR="004569A9" w:rsidRPr="00970BD5" w14:paraId="642500F2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7851BB" w14:textId="77777777" w:rsidR="004569A9" w:rsidRPr="00D36259" w:rsidRDefault="004569A9" w:rsidP="004569A9">
            <w:pPr>
              <w:ind w:firstLine="0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E4602E" w14:textId="77777777" w:rsidR="004569A9" w:rsidRPr="00D36259" w:rsidRDefault="004569A9" w:rsidP="004569A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08 0 01 25090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4A981A" w14:textId="77777777" w:rsidR="004569A9" w:rsidRPr="00D36259" w:rsidRDefault="004569A9" w:rsidP="004569A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BA2403" w14:textId="77777777" w:rsidR="004569A9" w:rsidRPr="00D36259" w:rsidRDefault="004569A9" w:rsidP="004569A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140,0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048FFC" w14:textId="77777777" w:rsidR="004569A9" w:rsidRPr="00D36259" w:rsidRDefault="004569A9" w:rsidP="004569A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780,0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148AFE" w14:textId="77777777" w:rsidR="004569A9" w:rsidRPr="00D36259" w:rsidRDefault="004569A9" w:rsidP="004569A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780,0</w:t>
            </w:r>
          </w:p>
        </w:tc>
      </w:tr>
      <w:tr w:rsidR="004569A9" w:rsidRPr="00970BD5" w14:paraId="0317793F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A23979" w14:textId="77777777" w:rsidR="004569A9" w:rsidRPr="00D36259" w:rsidRDefault="004569A9" w:rsidP="004569A9">
            <w:pPr>
              <w:ind w:firstLine="0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Организация работы по демонтажу рекламных конструкций и визуального мусора, установленных без разрешения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83D6EF" w14:textId="77777777" w:rsidR="004569A9" w:rsidRPr="00D36259" w:rsidRDefault="004569A9" w:rsidP="004569A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08 0 02 00000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D971F5" w14:textId="77777777" w:rsidR="004569A9" w:rsidRPr="00D36259" w:rsidRDefault="004569A9" w:rsidP="004569A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F58365" w14:textId="77777777" w:rsidR="004569A9" w:rsidRPr="00D36259" w:rsidRDefault="004569A9" w:rsidP="004569A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200,0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BE86CB" w14:textId="77777777" w:rsidR="004569A9" w:rsidRPr="00D36259" w:rsidRDefault="004569A9" w:rsidP="004569A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250,0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45F010" w14:textId="77777777" w:rsidR="004569A9" w:rsidRPr="00D36259" w:rsidRDefault="004569A9" w:rsidP="004569A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250,0</w:t>
            </w:r>
          </w:p>
        </w:tc>
      </w:tr>
      <w:tr w:rsidR="004569A9" w:rsidRPr="00970BD5" w14:paraId="63899B8B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931AC9" w14:textId="77777777" w:rsidR="004569A9" w:rsidRPr="00D36259" w:rsidRDefault="004569A9" w:rsidP="004569A9">
            <w:pPr>
              <w:ind w:firstLine="0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Прочие выплаты по обязательствам Балахнинского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777401" w14:textId="77777777" w:rsidR="004569A9" w:rsidRPr="00D36259" w:rsidRDefault="004569A9" w:rsidP="004569A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08 0 02 26000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AA12D2" w14:textId="77777777" w:rsidR="004569A9" w:rsidRPr="00D36259" w:rsidRDefault="004569A9" w:rsidP="004569A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A0CE91" w14:textId="77777777" w:rsidR="004569A9" w:rsidRPr="00D36259" w:rsidRDefault="004569A9" w:rsidP="004569A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200,0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216712" w14:textId="77777777" w:rsidR="004569A9" w:rsidRPr="00D36259" w:rsidRDefault="004569A9" w:rsidP="004569A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250,0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7BE194" w14:textId="77777777" w:rsidR="004569A9" w:rsidRPr="00D36259" w:rsidRDefault="004569A9" w:rsidP="004569A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250,0</w:t>
            </w:r>
          </w:p>
        </w:tc>
      </w:tr>
      <w:tr w:rsidR="004569A9" w:rsidRPr="00970BD5" w14:paraId="7ADAF942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2106DA" w14:textId="77777777" w:rsidR="004569A9" w:rsidRPr="00D36259" w:rsidRDefault="004569A9" w:rsidP="004569A9">
            <w:pPr>
              <w:ind w:firstLine="0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10AD7D" w14:textId="77777777" w:rsidR="004569A9" w:rsidRPr="00D36259" w:rsidRDefault="004569A9" w:rsidP="004569A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08 0 02 26000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DC7B83" w14:textId="77777777" w:rsidR="004569A9" w:rsidRPr="00D36259" w:rsidRDefault="004569A9" w:rsidP="004569A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7B2809" w14:textId="77777777" w:rsidR="004569A9" w:rsidRPr="00D36259" w:rsidRDefault="004569A9" w:rsidP="004569A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200,0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BB93C6" w14:textId="77777777" w:rsidR="004569A9" w:rsidRPr="00D36259" w:rsidRDefault="004569A9" w:rsidP="004569A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250,0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20D6BE" w14:textId="77777777" w:rsidR="004569A9" w:rsidRPr="00D36259" w:rsidRDefault="004569A9" w:rsidP="004569A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250,0</w:t>
            </w:r>
          </w:p>
        </w:tc>
      </w:tr>
      <w:tr w:rsidR="004569A9" w:rsidRPr="00970BD5" w14:paraId="47B93EBD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9948B2" w14:textId="77777777" w:rsidR="004569A9" w:rsidRPr="00D36259" w:rsidRDefault="004569A9" w:rsidP="004569A9">
            <w:pPr>
              <w:ind w:firstLine="0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Разработка документации территориального планирования Балахнинского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86A7E9" w14:textId="77777777" w:rsidR="004569A9" w:rsidRPr="00D36259" w:rsidRDefault="004569A9" w:rsidP="004569A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08 0 03 00000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E467EB" w14:textId="77777777" w:rsidR="004569A9" w:rsidRPr="00D36259" w:rsidRDefault="004569A9" w:rsidP="004569A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7366C9" w14:textId="77777777" w:rsidR="004569A9" w:rsidRPr="00D36259" w:rsidRDefault="004569A9" w:rsidP="004569A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325,0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3ADA46" w14:textId="77777777" w:rsidR="004569A9" w:rsidRPr="00D36259" w:rsidRDefault="004569A9" w:rsidP="004569A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2 100,0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D4A48C" w14:textId="77777777" w:rsidR="004569A9" w:rsidRPr="00D36259" w:rsidRDefault="004569A9" w:rsidP="004569A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2 100,0</w:t>
            </w:r>
          </w:p>
        </w:tc>
      </w:tr>
      <w:tr w:rsidR="004569A9" w:rsidRPr="00970BD5" w14:paraId="45B07BE5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A8B520" w14:textId="77777777" w:rsidR="004569A9" w:rsidRPr="00D36259" w:rsidRDefault="004569A9" w:rsidP="004569A9">
            <w:pPr>
              <w:ind w:firstLine="0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3945A5" w14:textId="77777777" w:rsidR="004569A9" w:rsidRPr="00D36259" w:rsidRDefault="004569A9" w:rsidP="004569A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08 0 03 25090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31AD8D" w14:textId="77777777" w:rsidR="004569A9" w:rsidRPr="00D36259" w:rsidRDefault="004569A9" w:rsidP="004569A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DBAF32" w14:textId="77777777" w:rsidR="004569A9" w:rsidRPr="00D36259" w:rsidRDefault="004569A9" w:rsidP="004569A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325,0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DCFB1D" w14:textId="77777777" w:rsidR="004569A9" w:rsidRPr="00D36259" w:rsidRDefault="004569A9" w:rsidP="004569A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2 100,0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9A5B62" w14:textId="77777777" w:rsidR="004569A9" w:rsidRPr="00D36259" w:rsidRDefault="004569A9" w:rsidP="004569A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2 100,0</w:t>
            </w:r>
          </w:p>
        </w:tc>
      </w:tr>
      <w:tr w:rsidR="004569A9" w:rsidRPr="00970BD5" w14:paraId="2BA331F9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8DCA00" w14:textId="77777777" w:rsidR="004569A9" w:rsidRPr="00D36259" w:rsidRDefault="004569A9" w:rsidP="004569A9">
            <w:pPr>
              <w:ind w:firstLine="0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8B1241" w14:textId="77777777" w:rsidR="004569A9" w:rsidRPr="00D36259" w:rsidRDefault="004569A9" w:rsidP="004569A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08 0 03 25090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48208E" w14:textId="77777777" w:rsidR="004569A9" w:rsidRPr="00D36259" w:rsidRDefault="004569A9" w:rsidP="004569A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15B25E" w14:textId="77777777" w:rsidR="004569A9" w:rsidRPr="00D36259" w:rsidRDefault="004569A9" w:rsidP="004569A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325,0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687E44" w14:textId="77777777" w:rsidR="004569A9" w:rsidRPr="00D36259" w:rsidRDefault="004569A9" w:rsidP="004569A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2 100,0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C0C070" w14:textId="77777777" w:rsidR="004569A9" w:rsidRPr="00D36259" w:rsidRDefault="004569A9" w:rsidP="004569A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2 100,0</w:t>
            </w:r>
          </w:p>
        </w:tc>
      </w:tr>
      <w:tr w:rsidR="007D1B7A" w:rsidRPr="00970BD5" w14:paraId="3C96F50D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C0FA85" w14:textId="77777777" w:rsidR="007D1B7A" w:rsidRPr="00D36259" w:rsidRDefault="007D1B7A" w:rsidP="008262C2">
            <w:pPr>
              <w:ind w:firstLine="0"/>
              <w:rPr>
                <w:sz w:val="24"/>
                <w:szCs w:val="24"/>
                <w:highlight w:val="yellow"/>
              </w:rPr>
            </w:pPr>
            <w:r w:rsidRPr="00D36259">
              <w:rPr>
                <w:b/>
                <w:bCs/>
                <w:sz w:val="24"/>
                <w:szCs w:val="24"/>
              </w:rPr>
              <w:t xml:space="preserve">Муниципальная программа </w:t>
            </w:r>
            <w:r w:rsidR="008262C2">
              <w:rPr>
                <w:b/>
                <w:bCs/>
                <w:sz w:val="24"/>
                <w:szCs w:val="24"/>
              </w:rPr>
              <w:t>«</w:t>
            </w:r>
            <w:r w:rsidRPr="00D36259">
              <w:rPr>
                <w:b/>
                <w:bCs/>
                <w:sz w:val="24"/>
                <w:szCs w:val="24"/>
              </w:rPr>
              <w:t>Развитие предпринимательства Балахнинского муниципального округа Нижегородской области</w:t>
            </w:r>
            <w:r w:rsidR="008262C2">
              <w:rPr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578AB9" w14:textId="77777777" w:rsidR="007D1B7A" w:rsidRPr="00D36259" w:rsidRDefault="007D1B7A" w:rsidP="007D1B7A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b/>
                <w:bCs/>
                <w:sz w:val="24"/>
                <w:szCs w:val="24"/>
              </w:rPr>
              <w:t>09 0 00 00000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719CD9" w14:textId="77777777" w:rsidR="007D1B7A" w:rsidRPr="00D36259" w:rsidRDefault="007D1B7A" w:rsidP="007D1B7A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9AE8CD" w14:textId="77777777" w:rsidR="007D1B7A" w:rsidRPr="00D36259" w:rsidRDefault="007D1B7A" w:rsidP="007D1B7A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b/>
                <w:bCs/>
                <w:sz w:val="24"/>
                <w:szCs w:val="24"/>
              </w:rPr>
              <w:t>1 975,5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E1F49D" w14:textId="77777777" w:rsidR="007D1B7A" w:rsidRPr="00D36259" w:rsidRDefault="007D1B7A" w:rsidP="007D1B7A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b/>
                <w:bCs/>
                <w:sz w:val="24"/>
                <w:szCs w:val="24"/>
              </w:rPr>
              <w:t>2 505,5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71F37D" w14:textId="77777777" w:rsidR="007D1B7A" w:rsidRPr="00D36259" w:rsidRDefault="007D1B7A" w:rsidP="007D1B7A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b/>
                <w:bCs/>
                <w:sz w:val="24"/>
                <w:szCs w:val="24"/>
              </w:rPr>
              <w:t>2 505,5</w:t>
            </w:r>
          </w:p>
        </w:tc>
      </w:tr>
      <w:tr w:rsidR="007D1B7A" w:rsidRPr="00970BD5" w14:paraId="31454121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43CA1E" w14:textId="77777777" w:rsidR="007D1B7A" w:rsidRPr="00D36259" w:rsidRDefault="007D1B7A" w:rsidP="008262C2">
            <w:pPr>
              <w:ind w:firstLine="0"/>
              <w:rPr>
                <w:sz w:val="24"/>
                <w:szCs w:val="24"/>
                <w:highlight w:val="yellow"/>
              </w:rPr>
            </w:pPr>
            <w:r w:rsidRPr="00D36259">
              <w:rPr>
                <w:b/>
                <w:bCs/>
                <w:sz w:val="24"/>
                <w:szCs w:val="24"/>
              </w:rPr>
              <w:t xml:space="preserve">Подпрограмма </w:t>
            </w:r>
            <w:r w:rsidR="008262C2">
              <w:rPr>
                <w:b/>
                <w:bCs/>
                <w:sz w:val="24"/>
                <w:szCs w:val="24"/>
              </w:rPr>
              <w:t>«</w:t>
            </w:r>
            <w:r w:rsidRPr="00D36259">
              <w:rPr>
                <w:b/>
                <w:bCs/>
                <w:sz w:val="24"/>
                <w:szCs w:val="24"/>
              </w:rPr>
              <w:t xml:space="preserve">Развитие малого и среднего </w:t>
            </w:r>
            <w:r w:rsidRPr="00D36259">
              <w:rPr>
                <w:b/>
                <w:bCs/>
                <w:sz w:val="24"/>
                <w:szCs w:val="24"/>
              </w:rPr>
              <w:lastRenderedPageBreak/>
              <w:t>предпринимательства Балахнинского муниципального округа</w:t>
            </w:r>
            <w:r w:rsidR="008262C2">
              <w:rPr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ADA4EE" w14:textId="77777777" w:rsidR="008262C2" w:rsidRDefault="008262C2" w:rsidP="007D1B7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2D9D3BF8" w14:textId="77777777" w:rsidR="008262C2" w:rsidRDefault="008262C2" w:rsidP="007D1B7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0412562A" w14:textId="77777777" w:rsidR="008262C2" w:rsidRDefault="008262C2" w:rsidP="007D1B7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4E803E28" w14:textId="77777777" w:rsidR="008262C2" w:rsidRDefault="008262C2" w:rsidP="007D1B7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28DD6783" w14:textId="77777777" w:rsidR="007D1B7A" w:rsidRPr="00D36259" w:rsidRDefault="007D1B7A" w:rsidP="007D1B7A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b/>
                <w:bCs/>
                <w:sz w:val="24"/>
                <w:szCs w:val="24"/>
              </w:rPr>
              <w:t xml:space="preserve">09 1 00 00000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D8E468" w14:textId="77777777" w:rsidR="008262C2" w:rsidRDefault="008262C2" w:rsidP="007D1B7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2BBF3F20" w14:textId="77777777" w:rsidR="008262C2" w:rsidRDefault="008262C2" w:rsidP="007D1B7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62E58431" w14:textId="77777777" w:rsidR="008262C2" w:rsidRDefault="008262C2" w:rsidP="007D1B7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1A0D3647" w14:textId="77777777" w:rsidR="008262C2" w:rsidRDefault="008262C2" w:rsidP="007D1B7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07E7F98B" w14:textId="77777777" w:rsidR="007D1B7A" w:rsidRPr="00D36259" w:rsidRDefault="007D1B7A" w:rsidP="007D1B7A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5D025D" w14:textId="77777777" w:rsidR="008262C2" w:rsidRDefault="008262C2" w:rsidP="007D1B7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3030A4D2" w14:textId="77777777" w:rsidR="008262C2" w:rsidRDefault="008262C2" w:rsidP="007D1B7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552FC981" w14:textId="77777777" w:rsidR="008262C2" w:rsidRDefault="008262C2" w:rsidP="007D1B7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25524311" w14:textId="77777777" w:rsidR="008262C2" w:rsidRDefault="008262C2" w:rsidP="007D1B7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5FE3978D" w14:textId="77777777" w:rsidR="007D1B7A" w:rsidRPr="00D36259" w:rsidRDefault="007D1B7A" w:rsidP="007D1B7A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b/>
                <w:bCs/>
                <w:sz w:val="24"/>
                <w:szCs w:val="24"/>
              </w:rPr>
              <w:t>1 905,5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39D4CA" w14:textId="77777777" w:rsidR="008262C2" w:rsidRDefault="008262C2" w:rsidP="007D1B7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7AA517AE" w14:textId="77777777" w:rsidR="008262C2" w:rsidRDefault="008262C2" w:rsidP="007D1B7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2A8A674C" w14:textId="77777777" w:rsidR="008262C2" w:rsidRDefault="008262C2" w:rsidP="007D1B7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1AA99678" w14:textId="77777777" w:rsidR="008262C2" w:rsidRDefault="008262C2" w:rsidP="007D1B7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76FE347C" w14:textId="77777777" w:rsidR="007D1B7A" w:rsidRPr="00D36259" w:rsidRDefault="007D1B7A" w:rsidP="007D1B7A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b/>
                <w:bCs/>
                <w:sz w:val="24"/>
                <w:szCs w:val="24"/>
              </w:rPr>
              <w:t>2 505,5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307069" w14:textId="77777777" w:rsidR="008262C2" w:rsidRDefault="008262C2" w:rsidP="007D1B7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0A552D43" w14:textId="77777777" w:rsidR="008262C2" w:rsidRDefault="008262C2" w:rsidP="007D1B7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00B610E7" w14:textId="77777777" w:rsidR="008262C2" w:rsidRDefault="008262C2" w:rsidP="007D1B7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63B30BD0" w14:textId="77777777" w:rsidR="008262C2" w:rsidRDefault="008262C2" w:rsidP="007D1B7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66D9169C" w14:textId="77777777" w:rsidR="007D1B7A" w:rsidRPr="00D36259" w:rsidRDefault="007D1B7A" w:rsidP="007D1B7A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b/>
                <w:bCs/>
                <w:sz w:val="24"/>
                <w:szCs w:val="24"/>
              </w:rPr>
              <w:t>2 505,5</w:t>
            </w:r>
          </w:p>
        </w:tc>
      </w:tr>
      <w:tr w:rsidR="007D1B7A" w:rsidRPr="00970BD5" w14:paraId="3598EB50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E05C64" w14:textId="77777777" w:rsidR="007D1B7A" w:rsidRPr="00D36259" w:rsidRDefault="007D1B7A" w:rsidP="007D1B7A">
            <w:pPr>
              <w:ind w:firstLine="0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lastRenderedPageBreak/>
              <w:t>Развитие организаций инфраструктуры поддержки субъектов МСП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453427" w14:textId="77777777" w:rsidR="007D1B7A" w:rsidRPr="00D36259" w:rsidRDefault="007D1B7A" w:rsidP="007D1B7A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09 1 01 00000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EEB57B" w14:textId="77777777" w:rsidR="007D1B7A" w:rsidRPr="00D36259" w:rsidRDefault="007D1B7A" w:rsidP="007D1B7A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B4E615" w14:textId="77777777" w:rsidR="007D1B7A" w:rsidRPr="00D36259" w:rsidRDefault="007D1B7A" w:rsidP="007D1B7A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1 905,5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EB8887" w14:textId="77777777" w:rsidR="007D1B7A" w:rsidRPr="00D36259" w:rsidRDefault="007D1B7A" w:rsidP="007D1B7A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2 005,5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E14ECD" w14:textId="77777777" w:rsidR="007D1B7A" w:rsidRPr="00D36259" w:rsidRDefault="007D1B7A" w:rsidP="007D1B7A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2 005,5</w:t>
            </w:r>
          </w:p>
        </w:tc>
      </w:tr>
      <w:tr w:rsidR="007D1B7A" w:rsidRPr="00970BD5" w14:paraId="3ECDB084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882890" w14:textId="77777777" w:rsidR="007D1B7A" w:rsidRPr="00D36259" w:rsidRDefault="007D1B7A" w:rsidP="008262C2">
            <w:pPr>
              <w:ind w:firstLine="0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 xml:space="preserve">Расходы на обеспечение деятельности МБУ </w:t>
            </w:r>
            <w:r w:rsidR="008262C2">
              <w:rPr>
                <w:sz w:val="24"/>
                <w:szCs w:val="24"/>
              </w:rPr>
              <w:t>«</w:t>
            </w:r>
            <w:r w:rsidRPr="00D36259">
              <w:rPr>
                <w:sz w:val="24"/>
                <w:szCs w:val="24"/>
              </w:rPr>
              <w:t>Бизнес-инкубатор Бала</w:t>
            </w:r>
            <w:r w:rsidR="008262C2">
              <w:rPr>
                <w:sz w:val="24"/>
                <w:szCs w:val="24"/>
              </w:rPr>
              <w:t>хнинского муниципального округа»</w:t>
            </w:r>
            <w:r w:rsidRPr="00D3625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89079B" w14:textId="77777777" w:rsidR="007D1B7A" w:rsidRPr="00D36259" w:rsidRDefault="007D1B7A" w:rsidP="007D1B7A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09 1 01 00590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F5C9B5" w14:textId="77777777" w:rsidR="007D1B7A" w:rsidRPr="00D36259" w:rsidRDefault="007D1B7A" w:rsidP="007D1B7A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47FD19" w14:textId="77777777" w:rsidR="007D1B7A" w:rsidRPr="00D36259" w:rsidRDefault="007D1B7A" w:rsidP="007D1B7A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1 905,5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C5617A" w14:textId="77777777" w:rsidR="007D1B7A" w:rsidRPr="00D36259" w:rsidRDefault="007D1B7A" w:rsidP="007D1B7A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2 005,5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396468" w14:textId="77777777" w:rsidR="007D1B7A" w:rsidRPr="00D36259" w:rsidRDefault="007D1B7A" w:rsidP="007D1B7A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2 005,5</w:t>
            </w:r>
          </w:p>
        </w:tc>
      </w:tr>
      <w:tr w:rsidR="007D1B7A" w:rsidRPr="00970BD5" w14:paraId="0F53B9CC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F97D69" w14:textId="77777777" w:rsidR="007D1B7A" w:rsidRPr="00D36259" w:rsidRDefault="007D1B7A" w:rsidP="007D1B7A">
            <w:pPr>
              <w:ind w:firstLine="0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4D0D98" w14:textId="77777777" w:rsidR="007D1B7A" w:rsidRPr="00D36259" w:rsidRDefault="007D1B7A" w:rsidP="007D1B7A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09 1 01 00590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0F6227" w14:textId="77777777" w:rsidR="007D1B7A" w:rsidRPr="00D36259" w:rsidRDefault="007D1B7A" w:rsidP="007D1B7A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353527" w14:textId="77777777" w:rsidR="007D1B7A" w:rsidRPr="00D36259" w:rsidRDefault="007D1B7A" w:rsidP="007D1B7A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1 905,5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4501D8" w14:textId="77777777" w:rsidR="007D1B7A" w:rsidRPr="00D36259" w:rsidRDefault="007D1B7A" w:rsidP="007D1B7A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2 005,5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648BCB" w14:textId="77777777" w:rsidR="007D1B7A" w:rsidRPr="00D36259" w:rsidRDefault="007D1B7A" w:rsidP="007D1B7A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2 005,5</w:t>
            </w:r>
          </w:p>
        </w:tc>
      </w:tr>
      <w:tr w:rsidR="007D1B7A" w:rsidRPr="00970BD5" w14:paraId="0DA852C9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0B92CA" w14:textId="77777777" w:rsidR="007D1B7A" w:rsidRPr="00D36259" w:rsidRDefault="007D1B7A" w:rsidP="007D1B7A">
            <w:pPr>
              <w:ind w:firstLine="0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Финансовая и инвестиционная поддержка субъектов малого и среднего предпринимательства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0B1464" w14:textId="77777777" w:rsidR="007D1B7A" w:rsidRPr="00D36259" w:rsidRDefault="007D1B7A" w:rsidP="007D1B7A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09 1 04 00000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1A2555" w14:textId="77777777" w:rsidR="007D1B7A" w:rsidRPr="00D36259" w:rsidRDefault="007D1B7A" w:rsidP="007D1B7A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170207" w14:textId="77777777" w:rsidR="007D1B7A" w:rsidRPr="00D36259" w:rsidRDefault="007D1B7A" w:rsidP="007D1B7A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B57959" w14:textId="77777777" w:rsidR="007D1B7A" w:rsidRPr="00D36259" w:rsidRDefault="007D1B7A" w:rsidP="007D1B7A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FD04A7" w14:textId="77777777" w:rsidR="007D1B7A" w:rsidRPr="00D36259" w:rsidRDefault="007D1B7A" w:rsidP="007D1B7A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0,0</w:t>
            </w:r>
          </w:p>
        </w:tc>
      </w:tr>
      <w:tr w:rsidR="007D1B7A" w:rsidRPr="00970BD5" w14:paraId="3F6AB0D7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7CB3E0" w14:textId="77777777" w:rsidR="007D1B7A" w:rsidRPr="00D36259" w:rsidRDefault="007D1B7A" w:rsidP="007D1B7A">
            <w:pPr>
              <w:ind w:firstLine="0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Расходы на финансовую и инвестиционную поддержку субъектов малого и среднего предпринимательства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0D5D76" w14:textId="77777777" w:rsidR="007D1B7A" w:rsidRPr="00D36259" w:rsidRDefault="007D1B7A" w:rsidP="007D1B7A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09 1 04 61010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C73D7B" w14:textId="77777777" w:rsidR="007D1B7A" w:rsidRPr="00D36259" w:rsidRDefault="007D1B7A" w:rsidP="007D1B7A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8E4157" w14:textId="77777777" w:rsidR="007D1B7A" w:rsidRPr="00D36259" w:rsidRDefault="007D1B7A" w:rsidP="007D1B7A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6DA683" w14:textId="77777777" w:rsidR="007D1B7A" w:rsidRPr="00D36259" w:rsidRDefault="007D1B7A" w:rsidP="007D1B7A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99A564" w14:textId="77777777" w:rsidR="007D1B7A" w:rsidRPr="00D36259" w:rsidRDefault="007D1B7A" w:rsidP="007D1B7A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0,0</w:t>
            </w:r>
          </w:p>
        </w:tc>
      </w:tr>
      <w:tr w:rsidR="007D1B7A" w:rsidRPr="00970BD5" w14:paraId="200A5538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0EF4D4" w14:textId="77777777" w:rsidR="007D1B7A" w:rsidRPr="00D36259" w:rsidRDefault="007D1B7A" w:rsidP="007D1B7A">
            <w:pPr>
              <w:ind w:firstLine="0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D36939" w14:textId="77777777" w:rsidR="007D1B7A" w:rsidRPr="00D36259" w:rsidRDefault="007D1B7A" w:rsidP="007D1B7A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09 1 04 61010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785B17" w14:textId="77777777" w:rsidR="007D1B7A" w:rsidRPr="00D36259" w:rsidRDefault="007D1B7A" w:rsidP="007D1B7A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4B61B7" w14:textId="77777777" w:rsidR="007D1B7A" w:rsidRPr="00D36259" w:rsidRDefault="007D1B7A" w:rsidP="007D1B7A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F07395" w14:textId="77777777" w:rsidR="007D1B7A" w:rsidRPr="00D36259" w:rsidRDefault="007D1B7A" w:rsidP="007D1B7A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8F0D9F" w14:textId="77777777" w:rsidR="007D1B7A" w:rsidRPr="00D36259" w:rsidRDefault="007D1B7A" w:rsidP="007D1B7A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0,0</w:t>
            </w:r>
          </w:p>
        </w:tc>
      </w:tr>
      <w:tr w:rsidR="007D1B7A" w:rsidRPr="00970BD5" w14:paraId="213F67E2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74119F" w14:textId="77777777" w:rsidR="007D1B7A" w:rsidRPr="00810215" w:rsidRDefault="007D1B7A" w:rsidP="008262C2">
            <w:pPr>
              <w:ind w:firstLine="0"/>
              <w:rPr>
                <w:b/>
                <w:sz w:val="24"/>
                <w:szCs w:val="24"/>
                <w:highlight w:val="yellow"/>
              </w:rPr>
            </w:pPr>
            <w:r w:rsidRPr="00810215">
              <w:rPr>
                <w:b/>
                <w:sz w:val="24"/>
                <w:szCs w:val="24"/>
              </w:rPr>
              <w:t xml:space="preserve">Подпрограмма </w:t>
            </w:r>
            <w:r w:rsidR="008262C2" w:rsidRPr="00810215">
              <w:rPr>
                <w:b/>
                <w:sz w:val="24"/>
                <w:szCs w:val="24"/>
              </w:rPr>
              <w:t>«</w:t>
            </w:r>
            <w:r w:rsidRPr="00810215">
              <w:rPr>
                <w:b/>
                <w:sz w:val="24"/>
                <w:szCs w:val="24"/>
              </w:rPr>
              <w:t>Развитие торговли в Балахнинском муниципальном округе</w:t>
            </w:r>
            <w:r w:rsidR="008262C2" w:rsidRPr="00810215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D4D727" w14:textId="77777777" w:rsidR="007D1B7A" w:rsidRPr="00810215" w:rsidRDefault="007D1B7A" w:rsidP="007D1B7A">
            <w:pPr>
              <w:ind w:firstLine="0"/>
              <w:jc w:val="center"/>
              <w:rPr>
                <w:b/>
                <w:sz w:val="24"/>
                <w:szCs w:val="24"/>
                <w:highlight w:val="yellow"/>
              </w:rPr>
            </w:pPr>
            <w:r w:rsidRPr="00810215">
              <w:rPr>
                <w:b/>
                <w:sz w:val="24"/>
                <w:szCs w:val="24"/>
              </w:rPr>
              <w:t>09 2 00 00000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4EDD90" w14:textId="77777777" w:rsidR="007D1B7A" w:rsidRPr="00810215" w:rsidRDefault="007D1B7A" w:rsidP="007D1B7A">
            <w:pPr>
              <w:ind w:firstLine="0"/>
              <w:jc w:val="center"/>
              <w:rPr>
                <w:b/>
                <w:sz w:val="24"/>
                <w:szCs w:val="24"/>
                <w:highlight w:val="yellow"/>
              </w:rPr>
            </w:pPr>
            <w:r w:rsidRPr="00810215">
              <w:rPr>
                <w:b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96DAD2" w14:textId="77777777" w:rsidR="007D1B7A" w:rsidRPr="00810215" w:rsidRDefault="007D1B7A" w:rsidP="007D1B7A">
            <w:pPr>
              <w:ind w:firstLine="0"/>
              <w:jc w:val="center"/>
              <w:rPr>
                <w:b/>
                <w:sz w:val="24"/>
                <w:szCs w:val="24"/>
                <w:highlight w:val="yellow"/>
              </w:rPr>
            </w:pPr>
            <w:r w:rsidRPr="00810215">
              <w:rPr>
                <w:b/>
                <w:sz w:val="24"/>
                <w:szCs w:val="24"/>
              </w:rPr>
              <w:t>70,0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556747" w14:textId="77777777" w:rsidR="007D1B7A" w:rsidRPr="00810215" w:rsidRDefault="007D1B7A" w:rsidP="007D1B7A">
            <w:pPr>
              <w:ind w:firstLine="0"/>
              <w:jc w:val="center"/>
              <w:rPr>
                <w:b/>
                <w:sz w:val="24"/>
                <w:szCs w:val="24"/>
                <w:highlight w:val="yellow"/>
              </w:rPr>
            </w:pPr>
            <w:r w:rsidRPr="00810215"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680974" w14:textId="77777777" w:rsidR="007D1B7A" w:rsidRPr="00810215" w:rsidRDefault="007D1B7A" w:rsidP="007D1B7A">
            <w:pPr>
              <w:ind w:firstLine="0"/>
              <w:jc w:val="center"/>
              <w:rPr>
                <w:b/>
                <w:sz w:val="24"/>
                <w:szCs w:val="24"/>
                <w:highlight w:val="yellow"/>
              </w:rPr>
            </w:pPr>
            <w:r w:rsidRPr="00810215">
              <w:rPr>
                <w:b/>
                <w:sz w:val="24"/>
                <w:szCs w:val="24"/>
              </w:rPr>
              <w:t>0,0</w:t>
            </w:r>
          </w:p>
        </w:tc>
      </w:tr>
      <w:tr w:rsidR="007D1B7A" w:rsidRPr="00970BD5" w14:paraId="23EFEDE8" w14:textId="77777777" w:rsidTr="00487574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80FA2F" w14:textId="77777777" w:rsidR="007D1B7A" w:rsidRPr="00D36259" w:rsidRDefault="007D1B7A" w:rsidP="008262C2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 xml:space="preserve">Реализация мероприятий по обеспечению удаленных населенных пунктов Балахнинского муниципального округа Нижегородской области товарами первой необходимости (проект </w:t>
            </w:r>
            <w:r w:rsidR="008262C2">
              <w:rPr>
                <w:sz w:val="24"/>
                <w:szCs w:val="24"/>
              </w:rPr>
              <w:t>«Автолавки в село»</w:t>
            </w:r>
            <w:r w:rsidRPr="00D36259">
              <w:rPr>
                <w:sz w:val="24"/>
                <w:szCs w:val="24"/>
              </w:rPr>
              <w:t>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0A8F94" w14:textId="77777777" w:rsidR="007D1B7A" w:rsidRPr="00D36259" w:rsidRDefault="007D1B7A" w:rsidP="007D1B7A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09 2 02 00000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32E493" w14:textId="77777777" w:rsidR="007D1B7A" w:rsidRPr="00D36259" w:rsidRDefault="007D1B7A" w:rsidP="007D1B7A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77C400" w14:textId="77777777" w:rsidR="007D1B7A" w:rsidRPr="00D36259" w:rsidRDefault="007D1B7A" w:rsidP="007D1B7A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A723B7" w14:textId="77777777" w:rsidR="007D1B7A" w:rsidRPr="00D36259" w:rsidRDefault="007D1B7A" w:rsidP="007D1B7A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121D03" w14:textId="77777777" w:rsidR="007D1B7A" w:rsidRPr="00D36259" w:rsidRDefault="007D1B7A" w:rsidP="007D1B7A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0,0</w:t>
            </w:r>
          </w:p>
        </w:tc>
      </w:tr>
      <w:tr w:rsidR="007D1B7A" w:rsidRPr="00970BD5" w14:paraId="334E137A" w14:textId="77777777" w:rsidTr="00487574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86B3D3" w14:textId="77777777" w:rsidR="007D1B7A" w:rsidRPr="00D36259" w:rsidRDefault="007D1B7A" w:rsidP="008262C2">
            <w:pPr>
              <w:ind w:firstLine="0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 xml:space="preserve">Расходы на реализацию мероприятий по обеспечению удаленных населенных пунктов Балахнинского муниципального округа Нижегородской области товарами первой необходимости (проект </w:t>
            </w:r>
            <w:r w:rsidR="008262C2">
              <w:rPr>
                <w:sz w:val="24"/>
                <w:szCs w:val="24"/>
              </w:rPr>
              <w:t>«Автолавки в село»</w:t>
            </w:r>
            <w:r w:rsidRPr="00D36259">
              <w:rPr>
                <w:sz w:val="24"/>
                <w:szCs w:val="24"/>
              </w:rPr>
              <w:t>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AD77A0" w14:textId="77777777" w:rsidR="007D1B7A" w:rsidRPr="00D36259" w:rsidRDefault="007D1B7A" w:rsidP="007D1B7A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09 2 02 S2060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D30406" w14:textId="77777777" w:rsidR="007D1B7A" w:rsidRPr="00D36259" w:rsidRDefault="007D1B7A" w:rsidP="007D1B7A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4E3E49" w14:textId="77777777" w:rsidR="007D1B7A" w:rsidRPr="00D36259" w:rsidRDefault="007D1B7A" w:rsidP="007D1B7A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B843C6" w14:textId="77777777" w:rsidR="007D1B7A" w:rsidRPr="00D36259" w:rsidRDefault="007D1B7A" w:rsidP="007D1B7A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0CC0D1" w14:textId="77777777" w:rsidR="007D1B7A" w:rsidRPr="00D36259" w:rsidRDefault="007D1B7A" w:rsidP="007D1B7A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0,0</w:t>
            </w:r>
          </w:p>
        </w:tc>
      </w:tr>
      <w:tr w:rsidR="007D1B7A" w:rsidRPr="00970BD5" w14:paraId="1F2B95AB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4E0B68" w14:textId="77777777" w:rsidR="007D1B7A" w:rsidRPr="00D36259" w:rsidRDefault="007D1B7A" w:rsidP="007D1B7A">
            <w:pPr>
              <w:ind w:firstLine="0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1877B0" w14:textId="77777777" w:rsidR="007D1B7A" w:rsidRPr="00D36259" w:rsidRDefault="007D1B7A" w:rsidP="007D1B7A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09 2 02 S2060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B46BC8" w14:textId="77777777" w:rsidR="007D1B7A" w:rsidRPr="00D36259" w:rsidRDefault="007D1B7A" w:rsidP="007D1B7A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97D77C" w14:textId="77777777" w:rsidR="007D1B7A" w:rsidRPr="00D36259" w:rsidRDefault="007D1B7A" w:rsidP="007D1B7A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328565" w14:textId="77777777" w:rsidR="007D1B7A" w:rsidRPr="00D36259" w:rsidRDefault="007D1B7A" w:rsidP="007D1B7A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3422E5" w14:textId="77777777" w:rsidR="007D1B7A" w:rsidRPr="00D36259" w:rsidRDefault="007D1B7A" w:rsidP="007D1B7A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0,0</w:t>
            </w:r>
          </w:p>
        </w:tc>
      </w:tr>
      <w:tr w:rsidR="00C75AC5" w:rsidRPr="00970BD5" w14:paraId="5756439C" w14:textId="77777777" w:rsidTr="00487574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198FDE" w14:textId="77777777" w:rsidR="00C75AC5" w:rsidRPr="00D36259" w:rsidRDefault="00C75AC5" w:rsidP="00C75AC5">
            <w:pPr>
              <w:ind w:firstLine="0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Организация и проведение конкурса на лучшее новогоднее оформление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B1342D" w14:textId="77777777" w:rsidR="00C75AC5" w:rsidRPr="00D36259" w:rsidRDefault="00C75AC5" w:rsidP="00C75AC5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09 2 02 00000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2B9E35" w14:textId="77777777" w:rsidR="00C75AC5" w:rsidRPr="00D36259" w:rsidRDefault="00C75AC5" w:rsidP="00C75AC5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611479" w14:textId="77777777" w:rsidR="00C75AC5" w:rsidRPr="00D36259" w:rsidRDefault="00C75AC5" w:rsidP="00C75AC5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70,0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5B28CB" w14:textId="77777777" w:rsidR="00C75AC5" w:rsidRPr="00D36259" w:rsidRDefault="00C75AC5" w:rsidP="00C75AC5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38CE7D" w14:textId="77777777" w:rsidR="00C75AC5" w:rsidRPr="00D36259" w:rsidRDefault="00C75AC5" w:rsidP="00C75AC5">
            <w:pPr>
              <w:ind w:right="-102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0,0</w:t>
            </w:r>
          </w:p>
        </w:tc>
      </w:tr>
      <w:tr w:rsidR="00C75AC5" w:rsidRPr="00970BD5" w14:paraId="73BB6555" w14:textId="77777777" w:rsidTr="00487574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6CAC56" w14:textId="77777777" w:rsidR="00C75AC5" w:rsidRPr="00D36259" w:rsidRDefault="00C75AC5" w:rsidP="00C75AC5">
            <w:pPr>
              <w:ind w:firstLine="0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 xml:space="preserve">Расходы на организацию и проведение конкурса на лучшее </w:t>
            </w:r>
            <w:r w:rsidRPr="00D36259">
              <w:rPr>
                <w:sz w:val="24"/>
                <w:szCs w:val="24"/>
              </w:rPr>
              <w:lastRenderedPageBreak/>
              <w:t>новогоднее оформление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1C31F7" w14:textId="77777777" w:rsidR="00C75AC5" w:rsidRPr="00D36259" w:rsidRDefault="00C75AC5" w:rsidP="00C75AC5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lastRenderedPageBreak/>
              <w:t>09 2 02 25400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B59897" w14:textId="77777777" w:rsidR="00C75AC5" w:rsidRPr="00D36259" w:rsidRDefault="00C75AC5" w:rsidP="00C75AC5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AB93C1" w14:textId="77777777" w:rsidR="00C75AC5" w:rsidRPr="00D36259" w:rsidRDefault="00C75AC5" w:rsidP="00C75AC5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70,0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4FFDC0" w14:textId="77777777" w:rsidR="00C75AC5" w:rsidRPr="00D36259" w:rsidRDefault="00C75AC5" w:rsidP="00C75AC5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C66FCA" w14:textId="77777777" w:rsidR="00C75AC5" w:rsidRPr="00D36259" w:rsidRDefault="00C75AC5" w:rsidP="00C75AC5">
            <w:pPr>
              <w:ind w:right="-102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0,0</w:t>
            </w:r>
          </w:p>
        </w:tc>
      </w:tr>
      <w:tr w:rsidR="00C75AC5" w:rsidRPr="00970BD5" w14:paraId="16F5517E" w14:textId="77777777" w:rsidTr="00487574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2B5C9F" w14:textId="77777777" w:rsidR="00C75AC5" w:rsidRPr="00D36259" w:rsidRDefault="00C75AC5" w:rsidP="00C75AC5">
            <w:pPr>
              <w:ind w:firstLine="0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8D2B95" w14:textId="77777777" w:rsidR="00C75AC5" w:rsidRPr="00D36259" w:rsidRDefault="00C75AC5" w:rsidP="00C75AC5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09 2 02 25400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CDDBA8" w14:textId="77777777" w:rsidR="00C75AC5" w:rsidRPr="00D36259" w:rsidRDefault="00C75AC5" w:rsidP="00C75AC5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707E6B" w14:textId="77777777" w:rsidR="00C75AC5" w:rsidRPr="00D36259" w:rsidRDefault="00C75AC5" w:rsidP="00C75AC5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70,0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AEA62A" w14:textId="77777777" w:rsidR="00C75AC5" w:rsidRPr="00D36259" w:rsidRDefault="00C75AC5" w:rsidP="00C75AC5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29642F" w14:textId="77777777" w:rsidR="00C75AC5" w:rsidRPr="00D36259" w:rsidRDefault="00C75AC5" w:rsidP="00C75AC5">
            <w:pPr>
              <w:ind w:right="-102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0,0</w:t>
            </w:r>
          </w:p>
        </w:tc>
      </w:tr>
      <w:tr w:rsidR="00C75AC5" w:rsidRPr="00970BD5" w14:paraId="71FA0744" w14:textId="77777777" w:rsidTr="00487574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441042" w14:textId="77777777" w:rsidR="00C75AC5" w:rsidRPr="00D36259" w:rsidRDefault="00C75AC5" w:rsidP="008262C2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b/>
                <w:bCs/>
                <w:sz w:val="24"/>
                <w:szCs w:val="24"/>
              </w:rPr>
              <w:t xml:space="preserve">Муниципальная программа </w:t>
            </w:r>
            <w:r w:rsidR="008262C2">
              <w:rPr>
                <w:b/>
                <w:bCs/>
                <w:sz w:val="24"/>
                <w:szCs w:val="24"/>
              </w:rPr>
              <w:t>«</w:t>
            </w:r>
            <w:r w:rsidRPr="00D36259">
              <w:rPr>
                <w:b/>
                <w:bCs/>
                <w:sz w:val="24"/>
                <w:szCs w:val="24"/>
              </w:rPr>
              <w:t>Повышение эффективности бюджетных расходов в Балахнинском муниципальном округе Нижегородской области</w:t>
            </w:r>
            <w:r w:rsidR="008262C2">
              <w:rPr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30AABD" w14:textId="77777777" w:rsidR="00C75AC5" w:rsidRPr="00D36259" w:rsidRDefault="00C75AC5" w:rsidP="00C75AC5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b/>
                <w:bCs/>
                <w:sz w:val="24"/>
                <w:szCs w:val="24"/>
              </w:rPr>
              <w:t>10 0 00 00000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12EAAD" w14:textId="77777777" w:rsidR="00C75AC5" w:rsidRPr="00D36259" w:rsidRDefault="00C75AC5" w:rsidP="00C75AC5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C1DCC5" w14:textId="77777777" w:rsidR="00C75AC5" w:rsidRPr="00D36259" w:rsidRDefault="00C75AC5" w:rsidP="00C75AC5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b/>
                <w:bCs/>
                <w:sz w:val="24"/>
                <w:szCs w:val="24"/>
              </w:rPr>
              <w:t>28 588,9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3F3707" w14:textId="77777777" w:rsidR="00C75AC5" w:rsidRPr="00D36259" w:rsidRDefault="00C75AC5" w:rsidP="00C75AC5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b/>
                <w:bCs/>
                <w:sz w:val="24"/>
                <w:szCs w:val="24"/>
              </w:rPr>
              <w:t>31 892,9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2EC9A1" w14:textId="77777777" w:rsidR="00C75AC5" w:rsidRPr="00D36259" w:rsidRDefault="00C75AC5" w:rsidP="00C75AC5">
            <w:pPr>
              <w:ind w:right="-102"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b/>
                <w:bCs/>
                <w:sz w:val="24"/>
                <w:szCs w:val="24"/>
              </w:rPr>
              <w:t>31 892,9</w:t>
            </w:r>
          </w:p>
        </w:tc>
      </w:tr>
      <w:tr w:rsidR="00C75AC5" w:rsidRPr="00970BD5" w14:paraId="0BBAA526" w14:textId="77777777" w:rsidTr="00487574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F5BD7B" w14:textId="77777777" w:rsidR="00C75AC5" w:rsidRPr="00D36259" w:rsidRDefault="00C75AC5" w:rsidP="00C75AC5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Обеспечение деятельности финансового органа Балахнинского муниципального округа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72E23D" w14:textId="77777777" w:rsidR="00C75AC5" w:rsidRPr="00D36259" w:rsidRDefault="00C75AC5" w:rsidP="00C75AC5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10 0 05 00000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5E0DBC" w14:textId="77777777" w:rsidR="00C75AC5" w:rsidRPr="00D36259" w:rsidRDefault="00C75AC5" w:rsidP="00C75AC5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41BB63" w14:textId="77777777" w:rsidR="00C75AC5" w:rsidRPr="00D36259" w:rsidRDefault="00C75AC5" w:rsidP="00C75AC5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16 584,6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BEB9DA" w14:textId="77777777" w:rsidR="00C75AC5" w:rsidRPr="00D36259" w:rsidRDefault="00C75AC5" w:rsidP="00C75AC5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16 588,6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ECC7D1" w14:textId="77777777" w:rsidR="00C75AC5" w:rsidRPr="00D36259" w:rsidRDefault="00C75AC5" w:rsidP="00C75AC5">
            <w:pPr>
              <w:ind w:right="-102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16 588,6</w:t>
            </w:r>
          </w:p>
        </w:tc>
      </w:tr>
      <w:tr w:rsidR="00C75AC5" w:rsidRPr="00970BD5" w14:paraId="15F30732" w14:textId="77777777" w:rsidTr="00487574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5E5EFA" w14:textId="77777777" w:rsidR="00C75AC5" w:rsidRPr="00D36259" w:rsidRDefault="00C75AC5" w:rsidP="00C75AC5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6E4AD3" w14:textId="77777777" w:rsidR="00C75AC5" w:rsidRPr="00D36259" w:rsidRDefault="00C75AC5" w:rsidP="00C75AC5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10 0 05 00190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396EB9" w14:textId="77777777" w:rsidR="00C75AC5" w:rsidRPr="00D36259" w:rsidRDefault="00C75AC5" w:rsidP="00C75AC5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598287" w14:textId="77777777" w:rsidR="00C75AC5" w:rsidRPr="00D36259" w:rsidRDefault="00C75AC5" w:rsidP="00C75AC5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15 923,3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F14E48" w14:textId="77777777" w:rsidR="00C75AC5" w:rsidRPr="00D36259" w:rsidRDefault="00C75AC5" w:rsidP="00C75AC5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16 027,3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5506CE" w14:textId="77777777" w:rsidR="00C75AC5" w:rsidRPr="00D36259" w:rsidRDefault="00C75AC5" w:rsidP="00C75AC5">
            <w:pPr>
              <w:ind w:right="-102"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16 027,3</w:t>
            </w:r>
          </w:p>
        </w:tc>
      </w:tr>
      <w:tr w:rsidR="00C75AC5" w:rsidRPr="00970BD5" w14:paraId="681FA539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67D465" w14:textId="77777777" w:rsidR="00C75AC5" w:rsidRPr="00D36259" w:rsidRDefault="00C75AC5" w:rsidP="00C75AC5">
            <w:pPr>
              <w:ind w:firstLine="0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4BE841" w14:textId="77777777" w:rsidR="00C75AC5" w:rsidRPr="00D36259" w:rsidRDefault="00C75AC5" w:rsidP="00C75AC5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10 0 05 00190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19DCFA" w14:textId="77777777" w:rsidR="00C75AC5" w:rsidRPr="00D36259" w:rsidRDefault="00C75AC5" w:rsidP="00C75AC5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3F5B14" w14:textId="77777777" w:rsidR="00C75AC5" w:rsidRPr="00D36259" w:rsidRDefault="00C75AC5" w:rsidP="00C75AC5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15 315,3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95FC90" w14:textId="77777777" w:rsidR="00C75AC5" w:rsidRPr="00D36259" w:rsidRDefault="00C75AC5" w:rsidP="00C75AC5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15 382,3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06E22E" w14:textId="77777777" w:rsidR="00C75AC5" w:rsidRPr="00D36259" w:rsidRDefault="00C75AC5" w:rsidP="00C75AC5">
            <w:pPr>
              <w:ind w:right="-102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15 382,3</w:t>
            </w:r>
          </w:p>
        </w:tc>
      </w:tr>
      <w:tr w:rsidR="00C75AC5" w:rsidRPr="00970BD5" w14:paraId="3AEEBFA6" w14:textId="77777777" w:rsidTr="00487574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12637C" w14:textId="77777777" w:rsidR="00C75AC5" w:rsidRPr="00D36259" w:rsidRDefault="00C75AC5" w:rsidP="00C75AC5">
            <w:pPr>
              <w:ind w:firstLine="0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7F557A" w14:textId="77777777" w:rsidR="00C75AC5" w:rsidRPr="00D36259" w:rsidRDefault="00C75AC5" w:rsidP="00C75AC5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10 0 05 00190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FF0377" w14:textId="77777777" w:rsidR="00C75AC5" w:rsidRPr="00D36259" w:rsidRDefault="00C75AC5" w:rsidP="00C75AC5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348D0D" w14:textId="77777777" w:rsidR="00C75AC5" w:rsidRPr="00D36259" w:rsidRDefault="00C75AC5" w:rsidP="00C75AC5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608,0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13F4A0" w14:textId="77777777" w:rsidR="00C75AC5" w:rsidRPr="00D36259" w:rsidRDefault="00C75AC5" w:rsidP="00C75AC5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645,0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9C9436" w14:textId="77777777" w:rsidR="00C75AC5" w:rsidRPr="00D36259" w:rsidRDefault="00C75AC5" w:rsidP="00C75AC5">
            <w:pPr>
              <w:ind w:right="-102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645,0</w:t>
            </w:r>
          </w:p>
        </w:tc>
      </w:tr>
      <w:tr w:rsidR="00C75AC5" w:rsidRPr="00970BD5" w14:paraId="37F8DFEA" w14:textId="77777777" w:rsidTr="00487574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3B0996" w14:textId="77777777" w:rsidR="00C75AC5" w:rsidRPr="00D36259" w:rsidRDefault="00C75AC5" w:rsidP="00C75AC5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EBA7DF" w14:textId="77777777" w:rsidR="00C75AC5" w:rsidRPr="00D36259" w:rsidRDefault="00C75AC5" w:rsidP="00C75AC5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10 0 05 00590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93CA89" w14:textId="77777777" w:rsidR="00C75AC5" w:rsidRPr="00D36259" w:rsidRDefault="00C75AC5" w:rsidP="00C75AC5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CDD046" w14:textId="77777777" w:rsidR="00C75AC5" w:rsidRPr="00D36259" w:rsidRDefault="00C75AC5" w:rsidP="00C75AC5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661,3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BBD37D" w14:textId="77777777" w:rsidR="00C75AC5" w:rsidRPr="00D36259" w:rsidRDefault="00C75AC5" w:rsidP="00C75AC5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561,3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AD35E1" w14:textId="77777777" w:rsidR="00C75AC5" w:rsidRPr="00D36259" w:rsidRDefault="00C75AC5" w:rsidP="00C75AC5">
            <w:pPr>
              <w:ind w:right="-102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561,3</w:t>
            </w:r>
          </w:p>
        </w:tc>
      </w:tr>
      <w:tr w:rsidR="00C75AC5" w:rsidRPr="00970BD5" w14:paraId="693B5BEE" w14:textId="77777777" w:rsidTr="00487574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B2F26A" w14:textId="77777777" w:rsidR="00C75AC5" w:rsidRPr="00D36259" w:rsidRDefault="00C75AC5" w:rsidP="00C75AC5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0AC79E" w14:textId="77777777" w:rsidR="00C75AC5" w:rsidRPr="00D36259" w:rsidRDefault="00C75AC5" w:rsidP="00C75AC5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10 0 05 00590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98BC96" w14:textId="77777777" w:rsidR="00C75AC5" w:rsidRPr="00D36259" w:rsidRDefault="00C75AC5" w:rsidP="00C75AC5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878536" w14:textId="77777777" w:rsidR="00C75AC5" w:rsidRPr="00D36259" w:rsidRDefault="00C75AC5" w:rsidP="00C75AC5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471,3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0E1D5D" w14:textId="77777777" w:rsidR="00C75AC5" w:rsidRPr="00D36259" w:rsidRDefault="00C75AC5" w:rsidP="00C75AC5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371,3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897431" w14:textId="77777777" w:rsidR="00C75AC5" w:rsidRPr="00D36259" w:rsidRDefault="00C75AC5" w:rsidP="00C75AC5">
            <w:pPr>
              <w:ind w:right="-102"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371,3</w:t>
            </w:r>
          </w:p>
        </w:tc>
      </w:tr>
      <w:tr w:rsidR="00C75AC5" w:rsidRPr="00970BD5" w14:paraId="02664D38" w14:textId="77777777" w:rsidTr="00487574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42BB63" w14:textId="77777777" w:rsidR="00C75AC5" w:rsidRPr="00D36259" w:rsidRDefault="00C75AC5" w:rsidP="00C75AC5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b/>
                <w:bCs/>
                <w:color w:val="000000"/>
                <w:sz w:val="24"/>
                <w:szCs w:val="24"/>
              </w:rPr>
              <w:t xml:space="preserve">Муниципальная программа «Развитие агропромышленного комплекса Балахнинского муниципального округа Нижегородской области»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1B9D75" w14:textId="77777777" w:rsidR="00C75AC5" w:rsidRPr="00D36259" w:rsidRDefault="00C75AC5" w:rsidP="00C75AC5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b/>
                <w:bCs/>
                <w:color w:val="000000"/>
                <w:sz w:val="24"/>
                <w:szCs w:val="24"/>
              </w:rPr>
              <w:t>11 0 00 00000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7458D7" w14:textId="77777777" w:rsidR="00C75AC5" w:rsidRPr="00D36259" w:rsidRDefault="00C75AC5" w:rsidP="00C75AC5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80E095" w14:textId="77777777" w:rsidR="00C75AC5" w:rsidRPr="00D36259" w:rsidRDefault="00C75AC5" w:rsidP="00C75AC5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b/>
                <w:bCs/>
                <w:color w:val="000000"/>
                <w:sz w:val="24"/>
                <w:szCs w:val="24"/>
              </w:rPr>
              <w:t>13 271,0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34A1F9" w14:textId="77777777" w:rsidR="00C75AC5" w:rsidRPr="00D36259" w:rsidRDefault="00C75AC5" w:rsidP="00C75AC5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b/>
                <w:bCs/>
                <w:color w:val="000000"/>
                <w:sz w:val="24"/>
                <w:szCs w:val="24"/>
              </w:rPr>
              <w:t>15 452,4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36B263" w14:textId="77777777" w:rsidR="00C75AC5" w:rsidRPr="00D36259" w:rsidRDefault="00C75AC5" w:rsidP="00C75AC5">
            <w:pPr>
              <w:ind w:right="-102" w:firstLine="0"/>
              <w:jc w:val="center"/>
              <w:rPr>
                <w:color w:val="000000"/>
                <w:sz w:val="24"/>
                <w:szCs w:val="24"/>
                <w:highlight w:val="yellow"/>
                <w:lang w:val="en-US"/>
              </w:rPr>
            </w:pPr>
            <w:r w:rsidRPr="00D36259">
              <w:rPr>
                <w:b/>
                <w:bCs/>
                <w:color w:val="000000"/>
                <w:sz w:val="24"/>
                <w:szCs w:val="24"/>
              </w:rPr>
              <w:t>15 477,6</w:t>
            </w:r>
          </w:p>
        </w:tc>
      </w:tr>
      <w:tr w:rsidR="00C75AC5" w:rsidRPr="00970BD5" w14:paraId="3AF138B5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AD1B3C" w14:textId="77777777" w:rsidR="00C75AC5" w:rsidRPr="00D36259" w:rsidRDefault="00C75AC5" w:rsidP="00C75AC5">
            <w:pPr>
              <w:ind w:firstLine="0"/>
              <w:rPr>
                <w:sz w:val="24"/>
                <w:szCs w:val="24"/>
                <w:highlight w:val="yellow"/>
              </w:rPr>
            </w:pPr>
            <w:r w:rsidRPr="00D36259">
              <w:rPr>
                <w:b/>
                <w:bCs/>
                <w:sz w:val="24"/>
                <w:szCs w:val="24"/>
              </w:rPr>
              <w:t>Подпрограмма «Развитие производства»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FAA7FC" w14:textId="77777777" w:rsidR="00C75AC5" w:rsidRPr="00D36259" w:rsidRDefault="00C75AC5" w:rsidP="00C75AC5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b/>
                <w:bCs/>
                <w:sz w:val="24"/>
                <w:szCs w:val="24"/>
              </w:rPr>
              <w:t>11 1 00 00000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0B618F" w14:textId="77777777" w:rsidR="00C75AC5" w:rsidRPr="00D36259" w:rsidRDefault="00C75AC5" w:rsidP="00C75AC5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AAA442" w14:textId="77777777" w:rsidR="00C75AC5" w:rsidRPr="00D36259" w:rsidRDefault="00C75AC5" w:rsidP="00C75AC5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b/>
                <w:bCs/>
                <w:color w:val="000000"/>
                <w:sz w:val="24"/>
                <w:szCs w:val="24"/>
              </w:rPr>
              <w:t>10 301,6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6C54BD" w14:textId="77777777" w:rsidR="00C75AC5" w:rsidRPr="00D36259" w:rsidRDefault="00C75AC5" w:rsidP="00C75AC5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b/>
                <w:bCs/>
                <w:color w:val="000000"/>
                <w:sz w:val="24"/>
                <w:szCs w:val="24"/>
              </w:rPr>
              <w:t>12 937,5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FBAB8D" w14:textId="77777777" w:rsidR="00C75AC5" w:rsidRPr="00D36259" w:rsidRDefault="00C75AC5" w:rsidP="00C75AC5">
            <w:pPr>
              <w:ind w:right="-102"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b/>
                <w:bCs/>
                <w:color w:val="000000"/>
                <w:sz w:val="24"/>
                <w:szCs w:val="24"/>
              </w:rPr>
              <w:t>12 962,7</w:t>
            </w:r>
          </w:p>
        </w:tc>
      </w:tr>
      <w:tr w:rsidR="00C75AC5" w:rsidRPr="00970BD5" w14:paraId="1ACD866C" w14:textId="77777777" w:rsidTr="00487574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195497" w14:textId="77777777" w:rsidR="00C75AC5" w:rsidRPr="00D36259" w:rsidRDefault="00C75AC5" w:rsidP="00C75AC5">
            <w:pPr>
              <w:ind w:firstLine="0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lastRenderedPageBreak/>
              <w:t>Развитие отраслей агропромышленного комплекса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CF00B9" w14:textId="77777777" w:rsidR="00C75AC5" w:rsidRPr="00D36259" w:rsidRDefault="00C75AC5" w:rsidP="00C75AC5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11 1 01 00000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5B60D8" w14:textId="77777777" w:rsidR="00C75AC5" w:rsidRPr="00D36259" w:rsidRDefault="00C75AC5" w:rsidP="00C75AC5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9F1BAF" w14:textId="77777777" w:rsidR="00C75AC5" w:rsidRPr="00D36259" w:rsidRDefault="00C75AC5" w:rsidP="00C75AC5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8 863,7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F5BA8C" w14:textId="77777777" w:rsidR="00C75AC5" w:rsidRPr="00D36259" w:rsidRDefault="00C75AC5" w:rsidP="00C75AC5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12 318,6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0292FB" w14:textId="77777777" w:rsidR="00C75AC5" w:rsidRPr="00D36259" w:rsidRDefault="00C75AC5" w:rsidP="00C75AC5">
            <w:pPr>
              <w:ind w:right="-102"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12 343,8</w:t>
            </w:r>
          </w:p>
        </w:tc>
      </w:tr>
      <w:tr w:rsidR="00C75AC5" w:rsidRPr="00970BD5" w14:paraId="7B4BA940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AA8B8A" w14:textId="77777777" w:rsidR="00C75AC5" w:rsidRPr="00D36259" w:rsidRDefault="00C75AC5" w:rsidP="00C75AC5">
            <w:pPr>
              <w:ind w:firstLine="0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B810B6" w14:textId="77777777" w:rsidR="00C75AC5" w:rsidRPr="00D36259" w:rsidRDefault="00C75AC5" w:rsidP="00C75AC5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11 1 01 R3680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65FF50" w14:textId="77777777" w:rsidR="00C75AC5" w:rsidRPr="00D36259" w:rsidRDefault="00C75AC5" w:rsidP="00C75AC5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00A12A" w14:textId="77777777" w:rsidR="00C75AC5" w:rsidRPr="00D36259" w:rsidRDefault="00C75AC5" w:rsidP="00C75AC5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100,8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33A0E6" w14:textId="77777777" w:rsidR="00C75AC5" w:rsidRPr="00D36259" w:rsidRDefault="00C75AC5" w:rsidP="00C75AC5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 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B06CD3" w14:textId="77777777" w:rsidR="00C75AC5" w:rsidRPr="00D36259" w:rsidRDefault="00C75AC5" w:rsidP="00C75AC5">
            <w:pPr>
              <w:ind w:right="-102"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0,0 </w:t>
            </w:r>
          </w:p>
        </w:tc>
      </w:tr>
      <w:tr w:rsidR="00C75AC5" w:rsidRPr="00970BD5" w14:paraId="45A98B47" w14:textId="77777777" w:rsidTr="00487574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A8EAD9" w14:textId="77777777" w:rsidR="00C75AC5" w:rsidRPr="00D36259" w:rsidRDefault="00C75AC5" w:rsidP="00C75AC5">
            <w:pPr>
              <w:ind w:firstLine="0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463E35" w14:textId="77777777" w:rsidR="00C75AC5" w:rsidRPr="00D36259" w:rsidRDefault="00C75AC5" w:rsidP="00C75AC5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11 1 01 R3680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CD33A6" w14:textId="77777777" w:rsidR="00C75AC5" w:rsidRPr="00D36259" w:rsidRDefault="00C75AC5" w:rsidP="00C75AC5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432A36" w14:textId="77777777" w:rsidR="00C75AC5" w:rsidRPr="00D36259" w:rsidRDefault="00C75AC5" w:rsidP="00C75AC5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100,8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B761B0" w14:textId="77777777" w:rsidR="00C75AC5" w:rsidRPr="00D36259" w:rsidRDefault="00C75AC5" w:rsidP="00C75AC5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 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2B7162" w14:textId="77777777" w:rsidR="00C75AC5" w:rsidRPr="00D36259" w:rsidRDefault="00C75AC5" w:rsidP="00C75AC5">
            <w:pPr>
              <w:ind w:right="-102"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0,0 </w:t>
            </w:r>
          </w:p>
        </w:tc>
      </w:tr>
      <w:tr w:rsidR="00C75AC5" w:rsidRPr="00970BD5" w14:paraId="20E546A3" w14:textId="77777777" w:rsidTr="00487574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50F1FF" w14:textId="77777777" w:rsidR="00C75AC5" w:rsidRPr="00D36259" w:rsidRDefault="00C75AC5" w:rsidP="00C75AC5">
            <w:pPr>
              <w:ind w:firstLine="0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6076E4" w14:textId="77777777" w:rsidR="00C75AC5" w:rsidRPr="00D36259" w:rsidRDefault="00C75AC5" w:rsidP="00C75AC5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BDC599" w14:textId="77777777" w:rsidR="00C75AC5" w:rsidRPr="00D36259" w:rsidRDefault="00C75AC5" w:rsidP="00C75AC5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523DF8" w14:textId="77777777" w:rsidR="00C75AC5" w:rsidRPr="00D36259" w:rsidRDefault="00C75AC5" w:rsidP="00C75AC5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2054ED" w14:textId="77777777" w:rsidR="00C75AC5" w:rsidRPr="00D36259" w:rsidRDefault="00C75AC5" w:rsidP="00C75AC5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 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66E17C" w14:textId="77777777" w:rsidR="00C75AC5" w:rsidRPr="00D36259" w:rsidRDefault="00C75AC5" w:rsidP="00C75AC5">
            <w:pPr>
              <w:ind w:right="-102"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 </w:t>
            </w:r>
          </w:p>
        </w:tc>
      </w:tr>
      <w:tr w:rsidR="00C75AC5" w:rsidRPr="00970BD5" w14:paraId="3EA3F993" w14:textId="77777777" w:rsidTr="00487574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D3A6F8" w14:textId="77777777" w:rsidR="00C75AC5" w:rsidRPr="00D36259" w:rsidRDefault="00C75AC5" w:rsidP="00C75AC5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 xml:space="preserve">  - средства федерального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B94412" w14:textId="77777777" w:rsidR="00C75AC5" w:rsidRPr="00D36259" w:rsidRDefault="00C75AC5" w:rsidP="00C75AC5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75476B" w14:textId="77777777" w:rsidR="00C75AC5" w:rsidRPr="00D36259" w:rsidRDefault="00C75AC5" w:rsidP="00C75AC5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41CEC1" w14:textId="77777777" w:rsidR="00C75AC5" w:rsidRPr="00D36259" w:rsidRDefault="00C75AC5" w:rsidP="00C75AC5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99,8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A597C3" w14:textId="77777777" w:rsidR="00C75AC5" w:rsidRPr="00D36259" w:rsidRDefault="00C75AC5" w:rsidP="00C75AC5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 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BBB88D" w14:textId="77777777" w:rsidR="00C75AC5" w:rsidRPr="00D36259" w:rsidRDefault="00C75AC5" w:rsidP="00C75AC5">
            <w:pPr>
              <w:ind w:right="-102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0,0 </w:t>
            </w:r>
          </w:p>
        </w:tc>
      </w:tr>
      <w:tr w:rsidR="00C75AC5" w:rsidRPr="00970BD5" w14:paraId="58FBA031" w14:textId="77777777" w:rsidTr="00487574">
        <w:trPr>
          <w:trHeight w:val="272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AA5C03" w14:textId="77777777" w:rsidR="00C75AC5" w:rsidRPr="00D36259" w:rsidRDefault="00C75AC5" w:rsidP="00C75AC5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 xml:space="preserve"> - средства областного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98B03D" w14:textId="77777777" w:rsidR="00C75AC5" w:rsidRPr="00D36259" w:rsidRDefault="00C75AC5" w:rsidP="00C75AC5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ADE322" w14:textId="77777777" w:rsidR="00C75AC5" w:rsidRPr="00D36259" w:rsidRDefault="00C75AC5" w:rsidP="00C75AC5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EF7A6C" w14:textId="77777777" w:rsidR="00C75AC5" w:rsidRPr="00D36259" w:rsidRDefault="00C75AC5" w:rsidP="00C75AC5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1,0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3870BB" w14:textId="77777777" w:rsidR="00C75AC5" w:rsidRPr="00D36259" w:rsidRDefault="00C75AC5" w:rsidP="00C75AC5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 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497432" w14:textId="77777777" w:rsidR="00C75AC5" w:rsidRPr="00D36259" w:rsidRDefault="00C75AC5" w:rsidP="00C75AC5">
            <w:pPr>
              <w:ind w:right="-102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0,0 </w:t>
            </w:r>
          </w:p>
        </w:tc>
      </w:tr>
      <w:tr w:rsidR="00C75AC5" w:rsidRPr="00970BD5" w14:paraId="035EBADD" w14:textId="77777777" w:rsidTr="00487574">
        <w:trPr>
          <w:trHeight w:val="272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3D65B8" w14:textId="77777777" w:rsidR="00C75AC5" w:rsidRPr="00D36259" w:rsidRDefault="00C75AC5" w:rsidP="00C75AC5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Поддержка сельскохозяйственного производства по отдельным подотраслям растениеводства и животноводства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742F96" w14:textId="77777777" w:rsidR="00C75AC5" w:rsidRPr="00D36259" w:rsidRDefault="00C75AC5" w:rsidP="00C75AC5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11 1 01 R5080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529556" w14:textId="77777777" w:rsidR="00C75AC5" w:rsidRPr="00D36259" w:rsidRDefault="00C75AC5" w:rsidP="00C75AC5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37EA39" w14:textId="77777777" w:rsidR="00C75AC5" w:rsidRPr="00D36259" w:rsidRDefault="00C75AC5" w:rsidP="00C75AC5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6 899,8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21485A" w14:textId="77777777" w:rsidR="00C75AC5" w:rsidRPr="00D36259" w:rsidRDefault="00C75AC5" w:rsidP="00C75AC5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7 240,7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E16EA7" w14:textId="77777777" w:rsidR="00C75AC5" w:rsidRPr="00D36259" w:rsidRDefault="00C75AC5" w:rsidP="00C75AC5">
            <w:pPr>
              <w:ind w:right="-102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7 240,7</w:t>
            </w:r>
          </w:p>
        </w:tc>
      </w:tr>
      <w:tr w:rsidR="00C75AC5" w:rsidRPr="00970BD5" w14:paraId="4651A372" w14:textId="77777777" w:rsidTr="00487574">
        <w:trPr>
          <w:trHeight w:val="272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335A9E" w14:textId="77777777" w:rsidR="00C75AC5" w:rsidRPr="00D36259" w:rsidRDefault="00C75AC5" w:rsidP="00C75AC5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28514B" w14:textId="77777777" w:rsidR="00C75AC5" w:rsidRPr="00D36259" w:rsidRDefault="00C75AC5" w:rsidP="00C75AC5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11 1 01 R5080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C36152" w14:textId="77777777" w:rsidR="00C75AC5" w:rsidRPr="00D36259" w:rsidRDefault="00C75AC5" w:rsidP="00C75AC5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794DAC" w14:textId="77777777" w:rsidR="00C75AC5" w:rsidRPr="00D36259" w:rsidRDefault="00C75AC5" w:rsidP="00C75AC5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6 899,8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A592E2" w14:textId="77777777" w:rsidR="00C75AC5" w:rsidRPr="00D36259" w:rsidRDefault="00C75AC5" w:rsidP="00C75AC5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7 240,7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00A1F3" w14:textId="77777777" w:rsidR="00C75AC5" w:rsidRPr="00D36259" w:rsidRDefault="00C75AC5" w:rsidP="00C75AC5">
            <w:pPr>
              <w:ind w:right="-102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7 240,7</w:t>
            </w:r>
          </w:p>
        </w:tc>
      </w:tr>
      <w:tr w:rsidR="00C75AC5" w:rsidRPr="00970BD5" w14:paraId="19FDC952" w14:textId="77777777" w:rsidTr="00487574">
        <w:trPr>
          <w:trHeight w:val="272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F820C9" w14:textId="77777777" w:rsidR="00C75AC5" w:rsidRPr="00D36259" w:rsidRDefault="00C75AC5" w:rsidP="00C75AC5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0E86B9" w14:textId="77777777" w:rsidR="00C75AC5" w:rsidRPr="00D36259" w:rsidRDefault="00C75AC5" w:rsidP="00C75AC5">
            <w:pPr>
              <w:tabs>
                <w:tab w:val="center" w:pos="742"/>
              </w:tabs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5360E5" w14:textId="77777777" w:rsidR="00C75AC5" w:rsidRPr="00D36259" w:rsidRDefault="00C75AC5" w:rsidP="00C75AC5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B8E412" w14:textId="77777777" w:rsidR="00C75AC5" w:rsidRPr="00D36259" w:rsidRDefault="00C75AC5" w:rsidP="00C75AC5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1246D3" w14:textId="77777777" w:rsidR="00C75AC5" w:rsidRPr="00D36259" w:rsidRDefault="00C75AC5" w:rsidP="00C75AC5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 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340702" w14:textId="77777777" w:rsidR="00C75AC5" w:rsidRPr="00D36259" w:rsidRDefault="00C75AC5" w:rsidP="00C75AC5">
            <w:pPr>
              <w:ind w:right="-102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 </w:t>
            </w:r>
          </w:p>
        </w:tc>
      </w:tr>
      <w:tr w:rsidR="00C75AC5" w:rsidRPr="00970BD5" w14:paraId="39749DED" w14:textId="77777777" w:rsidTr="00487574">
        <w:trPr>
          <w:trHeight w:val="272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21105A" w14:textId="77777777" w:rsidR="00C75AC5" w:rsidRPr="00D36259" w:rsidRDefault="00C75AC5" w:rsidP="00C75AC5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7D240F" w14:textId="77777777" w:rsidR="00C75AC5" w:rsidRPr="00D36259" w:rsidRDefault="00C75AC5" w:rsidP="00C75AC5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DD4BB6" w14:textId="77777777" w:rsidR="00C75AC5" w:rsidRPr="00D36259" w:rsidRDefault="00C75AC5" w:rsidP="00C75AC5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AE4D0D" w14:textId="77777777" w:rsidR="00C75AC5" w:rsidRPr="00D36259" w:rsidRDefault="00C75AC5" w:rsidP="00C75AC5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2 378,6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CEAD95" w14:textId="77777777" w:rsidR="00C75AC5" w:rsidRPr="00D36259" w:rsidRDefault="00C75AC5" w:rsidP="00C75AC5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2 223,3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E6205F" w14:textId="77777777" w:rsidR="00C75AC5" w:rsidRPr="00D36259" w:rsidRDefault="00C75AC5" w:rsidP="00C75AC5">
            <w:pPr>
              <w:ind w:right="-102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2 223,3</w:t>
            </w:r>
          </w:p>
        </w:tc>
      </w:tr>
      <w:tr w:rsidR="00C75AC5" w:rsidRPr="00970BD5" w14:paraId="0AB49E07" w14:textId="77777777" w:rsidTr="00487574">
        <w:trPr>
          <w:trHeight w:val="272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DB5687" w14:textId="77777777" w:rsidR="00C75AC5" w:rsidRPr="00D36259" w:rsidRDefault="00C75AC5" w:rsidP="00C75AC5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93532E" w14:textId="77777777" w:rsidR="00C75AC5" w:rsidRPr="00D36259" w:rsidRDefault="00C75AC5" w:rsidP="00C75AC5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EAF941" w14:textId="77777777" w:rsidR="00C75AC5" w:rsidRPr="00D36259" w:rsidRDefault="00C75AC5" w:rsidP="00C75AC5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692207" w14:textId="77777777" w:rsidR="00C75AC5" w:rsidRPr="00D36259" w:rsidRDefault="00C75AC5" w:rsidP="00C75AC5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4 521,2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4B6AA4" w14:textId="77777777" w:rsidR="00C75AC5" w:rsidRPr="00D36259" w:rsidRDefault="00C75AC5" w:rsidP="00C75AC5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5 017,4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46F869" w14:textId="77777777" w:rsidR="00C75AC5" w:rsidRPr="00D36259" w:rsidRDefault="00C75AC5" w:rsidP="00C75AC5">
            <w:pPr>
              <w:ind w:right="-102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5 017,4</w:t>
            </w:r>
          </w:p>
        </w:tc>
      </w:tr>
      <w:tr w:rsidR="00C75AC5" w:rsidRPr="00970BD5" w14:paraId="62685674" w14:textId="77777777" w:rsidTr="00487574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1F29C4" w14:textId="77777777" w:rsidR="00C75AC5" w:rsidRPr="00D36259" w:rsidRDefault="00C75AC5" w:rsidP="00C75AC5">
            <w:pPr>
              <w:ind w:firstLine="0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921906" w14:textId="77777777" w:rsidR="00C75AC5" w:rsidRPr="00D36259" w:rsidRDefault="00C75AC5" w:rsidP="00C75AC5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D6C656" w14:textId="77777777" w:rsidR="00C75AC5" w:rsidRPr="00D36259" w:rsidRDefault="00C75AC5" w:rsidP="00C75AC5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838BD5" w14:textId="77777777" w:rsidR="00C75AC5" w:rsidRPr="00D36259" w:rsidRDefault="00C75AC5" w:rsidP="00C75AC5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986C3A" w14:textId="77777777" w:rsidR="00C75AC5" w:rsidRPr="00D36259" w:rsidRDefault="00C75AC5" w:rsidP="00C75AC5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 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7CE4F4" w14:textId="77777777" w:rsidR="00C75AC5" w:rsidRPr="00D36259" w:rsidRDefault="00C75AC5" w:rsidP="00C75AC5">
            <w:pPr>
              <w:ind w:right="-102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 </w:t>
            </w:r>
          </w:p>
        </w:tc>
      </w:tr>
      <w:tr w:rsidR="00C75AC5" w:rsidRPr="00970BD5" w14:paraId="5BDD69E3" w14:textId="77777777" w:rsidTr="00487574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C99CF8" w14:textId="77777777" w:rsidR="00C75AC5" w:rsidRPr="00D36259" w:rsidRDefault="00C75AC5" w:rsidP="00C75AC5">
            <w:pPr>
              <w:ind w:firstLine="0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Возмещение части затрат на приобретение элитных семян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97C775" w14:textId="77777777" w:rsidR="00C75AC5" w:rsidRPr="00D36259" w:rsidRDefault="00C75AC5" w:rsidP="00C75AC5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CBCCE4" w14:textId="77777777" w:rsidR="00C75AC5" w:rsidRPr="00D36259" w:rsidRDefault="00C75AC5" w:rsidP="00C75AC5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800432" w14:textId="77777777" w:rsidR="00C75AC5" w:rsidRPr="00D36259" w:rsidRDefault="00C75AC5" w:rsidP="00C75AC5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612,4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2DC2F0" w14:textId="77777777" w:rsidR="00C75AC5" w:rsidRPr="00D36259" w:rsidRDefault="00C75AC5" w:rsidP="00C75AC5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666,7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9C43AF" w14:textId="77777777" w:rsidR="00C75AC5" w:rsidRPr="00D36259" w:rsidRDefault="00C75AC5" w:rsidP="00C75AC5">
            <w:pPr>
              <w:ind w:right="-102"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666,7</w:t>
            </w:r>
          </w:p>
        </w:tc>
      </w:tr>
      <w:tr w:rsidR="00C75AC5" w:rsidRPr="00970BD5" w14:paraId="5885C382" w14:textId="77777777" w:rsidTr="00487574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341715" w14:textId="77777777" w:rsidR="00C75AC5" w:rsidRPr="00D36259" w:rsidRDefault="00C75AC5" w:rsidP="00C75AC5">
            <w:pPr>
              <w:ind w:firstLine="0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6676DD" w14:textId="77777777" w:rsidR="00C75AC5" w:rsidRPr="00D36259" w:rsidRDefault="00C75AC5" w:rsidP="00C75AC5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EAEE41" w14:textId="77777777" w:rsidR="00C75AC5" w:rsidRPr="00D36259" w:rsidRDefault="00C75AC5" w:rsidP="00C75AC5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C2F1A7" w14:textId="77777777" w:rsidR="00C75AC5" w:rsidRPr="00D36259" w:rsidRDefault="00C75AC5" w:rsidP="00C75AC5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612,4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BD7CCB" w14:textId="77777777" w:rsidR="00C75AC5" w:rsidRPr="00D36259" w:rsidRDefault="00C75AC5" w:rsidP="00C75AC5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666,7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694B97" w14:textId="77777777" w:rsidR="00C75AC5" w:rsidRPr="00D36259" w:rsidRDefault="00C75AC5" w:rsidP="00C75AC5">
            <w:pPr>
              <w:ind w:right="-102"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666,7</w:t>
            </w:r>
          </w:p>
        </w:tc>
      </w:tr>
      <w:tr w:rsidR="00C75AC5" w:rsidRPr="00970BD5" w14:paraId="1B65543F" w14:textId="77777777" w:rsidTr="00487574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AA428C" w14:textId="77777777" w:rsidR="00C75AC5" w:rsidRPr="00D36259" w:rsidRDefault="00C75AC5" w:rsidP="00C75AC5">
            <w:pPr>
              <w:ind w:firstLine="0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C7B30E" w14:textId="77777777" w:rsidR="00C75AC5" w:rsidRPr="00D36259" w:rsidRDefault="00C75AC5" w:rsidP="00C75AC5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2CCA6B" w14:textId="77777777" w:rsidR="00C75AC5" w:rsidRPr="00D36259" w:rsidRDefault="00C75AC5" w:rsidP="00C75AC5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5E5CC3" w14:textId="77777777" w:rsidR="00C75AC5" w:rsidRPr="00D36259" w:rsidRDefault="00C75AC5" w:rsidP="00C75AC5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198247" w14:textId="77777777" w:rsidR="00C75AC5" w:rsidRPr="00D36259" w:rsidRDefault="00C75AC5" w:rsidP="00C75AC5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 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A7A4AD" w14:textId="77777777" w:rsidR="00C75AC5" w:rsidRPr="00D36259" w:rsidRDefault="00C75AC5" w:rsidP="00C75AC5">
            <w:pPr>
              <w:ind w:right="-102"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 </w:t>
            </w:r>
          </w:p>
        </w:tc>
      </w:tr>
      <w:tr w:rsidR="00C75AC5" w:rsidRPr="00970BD5" w14:paraId="1F3F4059" w14:textId="77777777" w:rsidTr="00487574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5DAEBC" w14:textId="77777777" w:rsidR="00C75AC5" w:rsidRPr="00D36259" w:rsidRDefault="00C75AC5" w:rsidP="00C75AC5">
            <w:pPr>
              <w:ind w:firstLine="0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051E77" w14:textId="77777777" w:rsidR="00C75AC5" w:rsidRPr="00D36259" w:rsidRDefault="00C75AC5" w:rsidP="00C75AC5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6E8F99" w14:textId="77777777" w:rsidR="00C75AC5" w:rsidRPr="00D36259" w:rsidRDefault="00C75AC5" w:rsidP="00C75AC5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87CEA7" w14:textId="77777777" w:rsidR="00C75AC5" w:rsidRPr="00D36259" w:rsidRDefault="00C75AC5" w:rsidP="00C75AC5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199,1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0FB011" w14:textId="77777777" w:rsidR="00C75AC5" w:rsidRPr="00D36259" w:rsidRDefault="00C75AC5" w:rsidP="00C75AC5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352,7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E23605" w14:textId="77777777" w:rsidR="00C75AC5" w:rsidRPr="00D36259" w:rsidRDefault="00C75AC5" w:rsidP="00C75AC5">
            <w:pPr>
              <w:ind w:right="-102"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352,7</w:t>
            </w:r>
          </w:p>
        </w:tc>
      </w:tr>
      <w:tr w:rsidR="00C75AC5" w:rsidRPr="00970BD5" w14:paraId="2B66F145" w14:textId="77777777" w:rsidTr="00487574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946AB3" w14:textId="77777777" w:rsidR="00C75AC5" w:rsidRPr="00D36259" w:rsidRDefault="00C75AC5" w:rsidP="00C75AC5">
            <w:pPr>
              <w:ind w:firstLine="0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CE4319" w14:textId="77777777" w:rsidR="00C75AC5" w:rsidRPr="00D36259" w:rsidRDefault="00C75AC5" w:rsidP="00C75AC5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F0E968" w14:textId="77777777" w:rsidR="00C75AC5" w:rsidRPr="00D36259" w:rsidRDefault="00C75AC5" w:rsidP="00C75AC5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36EDA9" w14:textId="77777777" w:rsidR="00C75AC5" w:rsidRPr="00D36259" w:rsidRDefault="00C75AC5" w:rsidP="00C75AC5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413,3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482CB0" w14:textId="77777777" w:rsidR="00C75AC5" w:rsidRPr="00D36259" w:rsidRDefault="00C75AC5" w:rsidP="00C75AC5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314,0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E70992" w14:textId="77777777" w:rsidR="00C75AC5" w:rsidRPr="00D36259" w:rsidRDefault="00C75AC5" w:rsidP="00C75AC5">
            <w:pPr>
              <w:ind w:right="-102"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314</w:t>
            </w:r>
            <w:r w:rsidR="00D57CC0">
              <w:rPr>
                <w:sz w:val="24"/>
                <w:szCs w:val="24"/>
              </w:rPr>
              <w:t>,0</w:t>
            </w:r>
          </w:p>
        </w:tc>
      </w:tr>
      <w:tr w:rsidR="00C75AC5" w:rsidRPr="00970BD5" w14:paraId="18D11105" w14:textId="77777777" w:rsidTr="00487574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42BCA2" w14:textId="77777777" w:rsidR="00C75AC5" w:rsidRPr="00D36259" w:rsidRDefault="00C75AC5" w:rsidP="00C75AC5">
            <w:pPr>
              <w:ind w:firstLine="0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Возмещение части затрат на поддержку собственного производства молока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4B6127" w14:textId="77777777" w:rsidR="00C75AC5" w:rsidRPr="00D36259" w:rsidRDefault="00C75AC5" w:rsidP="00C75AC5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DAE7E3" w14:textId="77777777" w:rsidR="00C75AC5" w:rsidRPr="00D36259" w:rsidRDefault="00C75AC5" w:rsidP="00C75AC5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FEDDAF" w14:textId="77777777" w:rsidR="00C75AC5" w:rsidRPr="00D36259" w:rsidRDefault="00C75AC5" w:rsidP="00C75AC5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6 158,3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8B63D6" w14:textId="77777777" w:rsidR="00C75AC5" w:rsidRPr="00D36259" w:rsidRDefault="00C75AC5" w:rsidP="00C75AC5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6 212,0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81B386" w14:textId="77777777" w:rsidR="00C75AC5" w:rsidRPr="00D36259" w:rsidRDefault="00C75AC5" w:rsidP="00C75AC5">
            <w:pPr>
              <w:ind w:right="-102"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6 212,0</w:t>
            </w:r>
          </w:p>
        </w:tc>
      </w:tr>
      <w:tr w:rsidR="00C75AC5" w:rsidRPr="00970BD5" w14:paraId="0D1D934D" w14:textId="77777777" w:rsidTr="00487574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86B187" w14:textId="77777777" w:rsidR="00C75AC5" w:rsidRPr="00D36259" w:rsidRDefault="00C75AC5" w:rsidP="00C75AC5">
            <w:pPr>
              <w:ind w:firstLine="0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55512C" w14:textId="77777777" w:rsidR="00C75AC5" w:rsidRPr="00D36259" w:rsidRDefault="00C75AC5" w:rsidP="00C75AC5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17E99C" w14:textId="77777777" w:rsidR="00C75AC5" w:rsidRPr="00D36259" w:rsidRDefault="00C75AC5" w:rsidP="00C75AC5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6A03C6" w14:textId="77777777" w:rsidR="00C75AC5" w:rsidRPr="00D36259" w:rsidRDefault="00C75AC5" w:rsidP="00C75AC5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6 158,3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1FB7AB" w14:textId="77777777" w:rsidR="00C75AC5" w:rsidRPr="00D36259" w:rsidRDefault="00C75AC5" w:rsidP="00C75AC5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6 212,0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D5F4CF" w14:textId="77777777" w:rsidR="00C75AC5" w:rsidRPr="00D36259" w:rsidRDefault="00C75AC5" w:rsidP="00C75AC5">
            <w:pPr>
              <w:ind w:right="-102"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6 212,0</w:t>
            </w:r>
          </w:p>
        </w:tc>
      </w:tr>
      <w:tr w:rsidR="00C75AC5" w:rsidRPr="00970BD5" w14:paraId="4815978A" w14:textId="77777777" w:rsidTr="00487574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A8AC3E" w14:textId="77777777" w:rsidR="00C75AC5" w:rsidRPr="00D36259" w:rsidRDefault="00C75AC5" w:rsidP="00C75AC5">
            <w:pPr>
              <w:ind w:firstLine="0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E493FF" w14:textId="77777777" w:rsidR="00C75AC5" w:rsidRPr="00D36259" w:rsidRDefault="00C75AC5" w:rsidP="00C75AC5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0E96CB" w14:textId="77777777" w:rsidR="00C75AC5" w:rsidRPr="00D36259" w:rsidRDefault="00C75AC5" w:rsidP="00C75AC5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BBDEF0" w14:textId="77777777" w:rsidR="00C75AC5" w:rsidRPr="00D36259" w:rsidRDefault="00C75AC5" w:rsidP="00C75AC5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6453F6" w14:textId="77777777" w:rsidR="00C75AC5" w:rsidRPr="00D36259" w:rsidRDefault="00C75AC5" w:rsidP="00C75AC5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 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F5D5BD" w14:textId="77777777" w:rsidR="00C75AC5" w:rsidRPr="00D36259" w:rsidRDefault="00C75AC5" w:rsidP="00C75AC5">
            <w:pPr>
              <w:ind w:right="-102"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 </w:t>
            </w:r>
          </w:p>
        </w:tc>
      </w:tr>
      <w:tr w:rsidR="00C75AC5" w:rsidRPr="00970BD5" w14:paraId="57C177E7" w14:textId="77777777" w:rsidTr="00487574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6367D7" w14:textId="77777777" w:rsidR="00C75AC5" w:rsidRPr="00D36259" w:rsidRDefault="00C75AC5" w:rsidP="00C75AC5">
            <w:pPr>
              <w:ind w:firstLine="0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9393BA" w14:textId="77777777" w:rsidR="00C75AC5" w:rsidRPr="00D36259" w:rsidRDefault="00C75AC5" w:rsidP="00C75AC5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96FA58" w14:textId="77777777" w:rsidR="00C75AC5" w:rsidRPr="00D36259" w:rsidRDefault="00C75AC5" w:rsidP="00C75AC5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0EEF84" w14:textId="77777777" w:rsidR="00C75AC5" w:rsidRPr="00D36259" w:rsidRDefault="00C75AC5" w:rsidP="00C75AC5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2 179,5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076401" w14:textId="77777777" w:rsidR="00C75AC5" w:rsidRPr="00D36259" w:rsidRDefault="00C75AC5" w:rsidP="00C75AC5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1 870,6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947E63" w14:textId="77777777" w:rsidR="00C75AC5" w:rsidRPr="00D36259" w:rsidRDefault="00C75AC5" w:rsidP="00C75AC5">
            <w:pPr>
              <w:ind w:right="-102"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1 870,6</w:t>
            </w:r>
          </w:p>
        </w:tc>
      </w:tr>
      <w:tr w:rsidR="00C75AC5" w:rsidRPr="00970BD5" w14:paraId="5AE0533A" w14:textId="77777777" w:rsidTr="00487574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21ADE3" w14:textId="77777777" w:rsidR="00C75AC5" w:rsidRPr="00D36259" w:rsidRDefault="00C75AC5" w:rsidP="00C75AC5">
            <w:pPr>
              <w:ind w:firstLine="0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18B68F" w14:textId="77777777" w:rsidR="00C75AC5" w:rsidRPr="00D36259" w:rsidRDefault="00C75AC5" w:rsidP="00C75AC5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203E4D" w14:textId="77777777" w:rsidR="00C75AC5" w:rsidRPr="00D36259" w:rsidRDefault="00C75AC5" w:rsidP="00C75AC5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02EC36" w14:textId="77777777" w:rsidR="00C75AC5" w:rsidRPr="00D36259" w:rsidRDefault="00C75AC5" w:rsidP="00C75AC5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3 978,8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2C9E18" w14:textId="77777777" w:rsidR="00C75AC5" w:rsidRPr="00D36259" w:rsidRDefault="00C75AC5" w:rsidP="00C75AC5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4 341,4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B9EDB0" w14:textId="77777777" w:rsidR="00C75AC5" w:rsidRPr="00D36259" w:rsidRDefault="00C75AC5" w:rsidP="00C75AC5">
            <w:pPr>
              <w:ind w:right="-102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4 341,4</w:t>
            </w:r>
          </w:p>
        </w:tc>
      </w:tr>
      <w:tr w:rsidR="006C1E4F" w:rsidRPr="00970BD5" w14:paraId="6FEE196B" w14:textId="77777777" w:rsidTr="008262C2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E5AD30" w14:textId="77777777" w:rsidR="006C1E4F" w:rsidRPr="00D36259" w:rsidRDefault="006C1E4F" w:rsidP="006C1E4F">
            <w:pPr>
              <w:ind w:firstLine="0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b/>
                <w:bCs/>
                <w:sz w:val="24"/>
                <w:szCs w:val="24"/>
              </w:rPr>
              <w:t xml:space="preserve">Подпрограмма «Обеспечение реализации»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31F178" w14:textId="77777777" w:rsidR="006C1E4F" w:rsidRPr="00D36259" w:rsidRDefault="006C1E4F" w:rsidP="006C1E4F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b/>
                <w:bCs/>
                <w:sz w:val="24"/>
                <w:szCs w:val="24"/>
              </w:rPr>
              <w:t>11 3 00 00000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0932C6" w14:textId="77777777" w:rsidR="006C1E4F" w:rsidRPr="00D36259" w:rsidRDefault="006C1E4F" w:rsidP="006C1E4F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EDE040" w14:textId="77777777" w:rsidR="006C1E4F" w:rsidRPr="00D36259" w:rsidRDefault="006C1E4F" w:rsidP="006C1E4F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b/>
                <w:bCs/>
                <w:sz w:val="24"/>
                <w:szCs w:val="24"/>
              </w:rPr>
              <w:t>2 969,4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C0B6B7" w14:textId="77777777" w:rsidR="006C1E4F" w:rsidRPr="00D36259" w:rsidRDefault="006C1E4F" w:rsidP="006C1E4F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b/>
                <w:bCs/>
                <w:sz w:val="24"/>
                <w:szCs w:val="24"/>
              </w:rPr>
              <w:t>2 514,9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2E5E8D" w14:textId="77777777" w:rsidR="006C1E4F" w:rsidRPr="00D36259" w:rsidRDefault="006C1E4F" w:rsidP="006C1E4F">
            <w:pPr>
              <w:ind w:right="-102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b/>
                <w:bCs/>
                <w:sz w:val="24"/>
                <w:szCs w:val="24"/>
              </w:rPr>
              <w:t>2 514,9</w:t>
            </w:r>
          </w:p>
        </w:tc>
      </w:tr>
      <w:tr w:rsidR="006C1E4F" w:rsidRPr="00970BD5" w14:paraId="346DED90" w14:textId="77777777" w:rsidTr="00487574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5201AE" w14:textId="77777777" w:rsidR="006C1E4F" w:rsidRPr="00D36259" w:rsidRDefault="006C1E4F" w:rsidP="006C1E4F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Расходы на осуществление государственных полномочий по поддержке сельскохозяйственного производства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172198" w14:textId="77777777" w:rsidR="006C1E4F" w:rsidRPr="00D36259" w:rsidRDefault="006C1E4F" w:rsidP="006C1E4F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11 3 00 73030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706C3B" w14:textId="77777777" w:rsidR="006C1E4F" w:rsidRPr="00D36259" w:rsidRDefault="006C1E4F" w:rsidP="006C1E4F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F4ED1F" w14:textId="77777777" w:rsidR="006C1E4F" w:rsidRPr="00D36259" w:rsidRDefault="006C1E4F" w:rsidP="006C1E4F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2 532,7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39A85D" w14:textId="77777777" w:rsidR="006C1E4F" w:rsidRPr="00D36259" w:rsidRDefault="006C1E4F" w:rsidP="006C1E4F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2 514,9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FCB30D" w14:textId="77777777" w:rsidR="006C1E4F" w:rsidRPr="00D36259" w:rsidRDefault="006C1E4F" w:rsidP="006C1E4F">
            <w:pPr>
              <w:ind w:right="-102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2 514,9</w:t>
            </w:r>
          </w:p>
        </w:tc>
      </w:tr>
      <w:tr w:rsidR="006C1E4F" w:rsidRPr="00970BD5" w14:paraId="24E68B96" w14:textId="77777777" w:rsidTr="00487574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3F8041" w14:textId="77777777" w:rsidR="006C1E4F" w:rsidRPr="00D36259" w:rsidRDefault="006C1E4F" w:rsidP="006C1E4F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D36259">
              <w:rPr>
                <w:sz w:val="24"/>
                <w:szCs w:val="24"/>
              </w:rPr>
              <w:lastRenderedPageBreak/>
              <w:t xml:space="preserve">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2840BD" w14:textId="77777777" w:rsidR="006C1E4F" w:rsidRPr="00D36259" w:rsidRDefault="006C1E4F" w:rsidP="006C1E4F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lastRenderedPageBreak/>
              <w:t>11 3 00 73030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4867B5" w14:textId="77777777" w:rsidR="006C1E4F" w:rsidRPr="00D36259" w:rsidRDefault="006C1E4F" w:rsidP="006C1E4F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BF4473" w14:textId="77777777" w:rsidR="006C1E4F" w:rsidRPr="00D36259" w:rsidRDefault="006C1E4F" w:rsidP="006C1E4F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2 385,8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B1C45E" w14:textId="77777777" w:rsidR="006C1E4F" w:rsidRPr="00D36259" w:rsidRDefault="006C1E4F" w:rsidP="006C1E4F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2 368,0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C74D20" w14:textId="77777777" w:rsidR="006C1E4F" w:rsidRPr="00D36259" w:rsidRDefault="006C1E4F" w:rsidP="006C1E4F">
            <w:pPr>
              <w:ind w:right="-102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2368</w:t>
            </w:r>
            <w:r w:rsidR="00DA039A">
              <w:rPr>
                <w:sz w:val="24"/>
                <w:szCs w:val="24"/>
              </w:rPr>
              <w:t>,0</w:t>
            </w:r>
          </w:p>
        </w:tc>
      </w:tr>
      <w:tr w:rsidR="001C3C2C" w:rsidRPr="00970BD5" w14:paraId="72D3AD8B" w14:textId="77777777" w:rsidTr="00487574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85AD7E" w14:textId="77777777" w:rsidR="001C3C2C" w:rsidRPr="00D36259" w:rsidRDefault="001C3C2C" w:rsidP="008262C2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b/>
                <w:bCs/>
                <w:sz w:val="24"/>
                <w:szCs w:val="24"/>
              </w:rPr>
              <w:t xml:space="preserve">Муниципальная программа </w:t>
            </w:r>
            <w:r w:rsidRPr="00D36259">
              <w:rPr>
                <w:b/>
                <w:bCs/>
                <w:sz w:val="24"/>
                <w:szCs w:val="24"/>
              </w:rPr>
              <w:br/>
            </w:r>
            <w:r w:rsidR="008262C2">
              <w:rPr>
                <w:b/>
                <w:bCs/>
                <w:sz w:val="24"/>
                <w:szCs w:val="24"/>
              </w:rPr>
              <w:t>«</w:t>
            </w:r>
            <w:r w:rsidRPr="00D36259">
              <w:rPr>
                <w:b/>
                <w:bCs/>
                <w:sz w:val="24"/>
                <w:szCs w:val="24"/>
              </w:rPr>
              <w:t>Переселение граждан из аварийного жилищного фонда на территории Балахнинского муниципального округа Нижегородской области на 2021 - 2025 годы</w:t>
            </w:r>
            <w:r w:rsidR="008262C2">
              <w:rPr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5D96DD" w14:textId="77777777" w:rsidR="001C3C2C" w:rsidRPr="00D36259" w:rsidRDefault="001C3C2C" w:rsidP="001C3C2C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b/>
                <w:bCs/>
                <w:sz w:val="24"/>
                <w:szCs w:val="24"/>
              </w:rPr>
              <w:t>13 0 00 00000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7158D4" w14:textId="77777777" w:rsidR="001C3C2C" w:rsidRPr="00D36259" w:rsidRDefault="001C3C2C" w:rsidP="001C3C2C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698DDD" w14:textId="77777777" w:rsidR="001C3C2C" w:rsidRPr="00D36259" w:rsidRDefault="001C3C2C" w:rsidP="001C3C2C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b/>
                <w:bCs/>
                <w:sz w:val="24"/>
                <w:szCs w:val="24"/>
              </w:rPr>
              <w:t>165 072,1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7430C1" w14:textId="77777777" w:rsidR="001C3C2C" w:rsidRPr="00D36259" w:rsidRDefault="001C3C2C" w:rsidP="001C3C2C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b/>
                <w:bCs/>
                <w:sz w:val="24"/>
                <w:szCs w:val="24"/>
              </w:rPr>
              <w:t>81 941,1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7F0AF2" w14:textId="77777777" w:rsidR="001C3C2C" w:rsidRPr="00D36259" w:rsidRDefault="001C3C2C" w:rsidP="001C3C2C">
            <w:pPr>
              <w:ind w:right="-102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b/>
                <w:bCs/>
                <w:sz w:val="24"/>
                <w:szCs w:val="24"/>
              </w:rPr>
              <w:t>60 681,3</w:t>
            </w:r>
          </w:p>
        </w:tc>
      </w:tr>
      <w:tr w:rsidR="001C3C2C" w:rsidRPr="00970BD5" w14:paraId="645FA020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B5A036" w14:textId="77777777" w:rsidR="001C3C2C" w:rsidRPr="00D36259" w:rsidRDefault="001C3C2C" w:rsidP="001C3C2C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 xml:space="preserve">Расходы на </w:t>
            </w:r>
            <w:proofErr w:type="spellStart"/>
            <w:r w:rsidRPr="00D36259">
              <w:rPr>
                <w:sz w:val="24"/>
                <w:szCs w:val="24"/>
              </w:rPr>
              <w:t>софинансирование</w:t>
            </w:r>
            <w:proofErr w:type="spellEnd"/>
            <w:r w:rsidRPr="00D36259">
              <w:rPr>
                <w:sz w:val="24"/>
                <w:szCs w:val="24"/>
              </w:rPr>
              <w:t xml:space="preserve"> разницы стоимости приобретения (строительства) жилых помещений, сложившейся между их рыночной стоимостью и использованной при расчетах объемов </w:t>
            </w:r>
            <w:proofErr w:type="spellStart"/>
            <w:r w:rsidRPr="00D36259">
              <w:rPr>
                <w:sz w:val="24"/>
                <w:szCs w:val="24"/>
              </w:rPr>
              <w:t>софинансирования</w:t>
            </w:r>
            <w:proofErr w:type="spellEnd"/>
            <w:r w:rsidRPr="00D36259">
              <w:rPr>
                <w:sz w:val="24"/>
                <w:szCs w:val="24"/>
              </w:rPr>
              <w:t xml:space="preserve"> по действующей региональной адресной программе переселения граждан из аварийного жилищного фонда, и на </w:t>
            </w:r>
            <w:proofErr w:type="spellStart"/>
            <w:r w:rsidRPr="00D36259">
              <w:rPr>
                <w:sz w:val="24"/>
                <w:szCs w:val="24"/>
              </w:rPr>
              <w:t>софинансирование</w:t>
            </w:r>
            <w:proofErr w:type="spellEnd"/>
            <w:r w:rsidRPr="00D36259">
              <w:rPr>
                <w:sz w:val="24"/>
                <w:szCs w:val="24"/>
              </w:rPr>
              <w:t xml:space="preserve"> разницы между фактической выкупной ценой за изымаемое жилое помещение и ценой, установленной в рамках такой программы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D0150D" w14:textId="77777777" w:rsidR="001C3C2C" w:rsidRPr="00D36259" w:rsidRDefault="001C3C2C" w:rsidP="001C3C2C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13 0 02 00000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C480F7" w14:textId="77777777" w:rsidR="001C3C2C" w:rsidRPr="00D36259" w:rsidRDefault="001C3C2C" w:rsidP="001C3C2C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947DA4" w14:textId="77777777" w:rsidR="001C3C2C" w:rsidRPr="00D36259" w:rsidRDefault="001C3C2C" w:rsidP="001C3C2C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11 673,9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A4C46F" w14:textId="77777777" w:rsidR="001C3C2C" w:rsidRPr="00D36259" w:rsidRDefault="001C3C2C" w:rsidP="001C3C2C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0,0 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10B794" w14:textId="77777777" w:rsidR="001C3C2C" w:rsidRPr="00D36259" w:rsidRDefault="001C3C2C" w:rsidP="001C3C2C">
            <w:pPr>
              <w:ind w:right="-102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0,0 </w:t>
            </w:r>
          </w:p>
        </w:tc>
      </w:tr>
      <w:tr w:rsidR="001C3C2C" w:rsidRPr="00970BD5" w14:paraId="35B3DCE6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8ED307" w14:textId="77777777" w:rsidR="001C3C2C" w:rsidRPr="00D36259" w:rsidRDefault="001C3C2C" w:rsidP="008262C2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 xml:space="preserve">Расходы на </w:t>
            </w:r>
            <w:proofErr w:type="spellStart"/>
            <w:r w:rsidRPr="00D36259">
              <w:rPr>
                <w:sz w:val="24"/>
                <w:szCs w:val="24"/>
              </w:rPr>
              <w:t>софинансирование</w:t>
            </w:r>
            <w:proofErr w:type="spellEnd"/>
            <w:r w:rsidRPr="00D36259">
              <w:rPr>
                <w:sz w:val="24"/>
                <w:szCs w:val="24"/>
              </w:rPr>
              <w:t xml:space="preserve"> разницы стоимости приобретения (строительства) жилых помещений, сложившейся между их рыночной стоимостью и использованной при расчетах объемов </w:t>
            </w:r>
            <w:proofErr w:type="spellStart"/>
            <w:r w:rsidRPr="00D36259">
              <w:rPr>
                <w:sz w:val="24"/>
                <w:szCs w:val="24"/>
              </w:rPr>
              <w:t>софинансирования</w:t>
            </w:r>
            <w:proofErr w:type="spellEnd"/>
            <w:r w:rsidRPr="00D36259">
              <w:rPr>
                <w:sz w:val="24"/>
                <w:szCs w:val="24"/>
              </w:rPr>
              <w:t xml:space="preserve"> по действующей региональ</w:t>
            </w:r>
            <w:r w:rsidR="008262C2">
              <w:rPr>
                <w:sz w:val="24"/>
                <w:szCs w:val="24"/>
              </w:rPr>
              <w:t>н</w:t>
            </w:r>
            <w:r w:rsidRPr="00D36259">
              <w:rPr>
                <w:sz w:val="24"/>
                <w:szCs w:val="24"/>
              </w:rPr>
              <w:t xml:space="preserve">ой адресной программе переселения граждан из аварийного жилищного фонда, и на </w:t>
            </w:r>
            <w:proofErr w:type="spellStart"/>
            <w:r w:rsidRPr="00D36259">
              <w:rPr>
                <w:sz w:val="24"/>
                <w:szCs w:val="24"/>
              </w:rPr>
              <w:t>софинансирование</w:t>
            </w:r>
            <w:proofErr w:type="spellEnd"/>
            <w:r w:rsidRPr="00D36259">
              <w:rPr>
                <w:sz w:val="24"/>
                <w:szCs w:val="24"/>
              </w:rPr>
              <w:t xml:space="preserve"> разницы между фактической выкупной ценой за изымаемое жилое </w:t>
            </w:r>
            <w:r w:rsidRPr="00D36259">
              <w:rPr>
                <w:sz w:val="24"/>
                <w:szCs w:val="24"/>
              </w:rPr>
              <w:lastRenderedPageBreak/>
              <w:t>помещение и ценой, установленной в рамках такой программы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42807E" w14:textId="77777777" w:rsidR="001C3C2C" w:rsidRPr="00D36259" w:rsidRDefault="001C3C2C" w:rsidP="001C3C2C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lastRenderedPageBreak/>
              <w:t>13 0 02 S2620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485084" w14:textId="77777777" w:rsidR="001C3C2C" w:rsidRPr="00D36259" w:rsidRDefault="001C3C2C" w:rsidP="001C3C2C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45C3A0" w14:textId="77777777" w:rsidR="001C3C2C" w:rsidRPr="00D36259" w:rsidRDefault="001C3C2C" w:rsidP="001C3C2C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11 673,9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6EABA3" w14:textId="77777777" w:rsidR="001C3C2C" w:rsidRPr="00D36259" w:rsidRDefault="001C3C2C" w:rsidP="001C3C2C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0,0 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BB763D" w14:textId="77777777" w:rsidR="001C3C2C" w:rsidRPr="00D36259" w:rsidRDefault="001C3C2C" w:rsidP="001C3C2C">
            <w:pPr>
              <w:ind w:right="-102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0,0 </w:t>
            </w:r>
          </w:p>
        </w:tc>
      </w:tr>
      <w:tr w:rsidR="001C3C2C" w:rsidRPr="00970BD5" w14:paraId="4751547C" w14:textId="77777777" w:rsidTr="00487574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2E3C1F" w14:textId="77777777" w:rsidR="001C3C2C" w:rsidRPr="00D36259" w:rsidRDefault="001C3C2C" w:rsidP="001C3C2C">
            <w:pPr>
              <w:ind w:firstLine="0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C53F91" w14:textId="77777777" w:rsidR="001C3C2C" w:rsidRPr="00D36259" w:rsidRDefault="001C3C2C" w:rsidP="001C3C2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13 0 02 S2620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244A08" w14:textId="77777777" w:rsidR="001C3C2C" w:rsidRPr="00D36259" w:rsidRDefault="001C3C2C" w:rsidP="001C3C2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400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390321" w14:textId="77777777" w:rsidR="001C3C2C" w:rsidRPr="00D36259" w:rsidRDefault="001C3C2C" w:rsidP="001C3C2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11 673,9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39C3E2" w14:textId="77777777" w:rsidR="001C3C2C" w:rsidRPr="00D36259" w:rsidRDefault="001C3C2C" w:rsidP="001C3C2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0,0 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1C861A" w14:textId="77777777" w:rsidR="001C3C2C" w:rsidRPr="00D36259" w:rsidRDefault="001C3C2C" w:rsidP="001C3C2C">
            <w:pPr>
              <w:ind w:right="-102"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0,0 </w:t>
            </w:r>
          </w:p>
        </w:tc>
      </w:tr>
      <w:tr w:rsidR="001C3C2C" w:rsidRPr="00970BD5" w14:paraId="1C9315D9" w14:textId="77777777" w:rsidTr="00487574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22E600" w14:textId="77777777" w:rsidR="001C3C2C" w:rsidRPr="00D36259" w:rsidRDefault="001C3C2C" w:rsidP="001C3C2C">
            <w:pPr>
              <w:ind w:firstLine="0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DE5661" w14:textId="77777777" w:rsidR="001C3C2C" w:rsidRPr="00D36259" w:rsidRDefault="001C3C2C" w:rsidP="001C3C2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A4B2EA" w14:textId="77777777" w:rsidR="001C3C2C" w:rsidRPr="00D36259" w:rsidRDefault="001C3C2C" w:rsidP="001C3C2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706F29" w14:textId="77777777" w:rsidR="001C3C2C" w:rsidRPr="00D36259" w:rsidRDefault="001C3C2C" w:rsidP="001C3C2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653B8E" w14:textId="77777777" w:rsidR="001C3C2C" w:rsidRPr="00D36259" w:rsidRDefault="001C3C2C" w:rsidP="001C3C2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 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AA9140" w14:textId="77777777" w:rsidR="001C3C2C" w:rsidRPr="00D36259" w:rsidRDefault="001C3C2C" w:rsidP="001C3C2C">
            <w:pPr>
              <w:ind w:right="-102"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 </w:t>
            </w:r>
          </w:p>
        </w:tc>
      </w:tr>
      <w:tr w:rsidR="001C3C2C" w:rsidRPr="00970BD5" w14:paraId="120E70C1" w14:textId="77777777" w:rsidTr="00487574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B9F841" w14:textId="77777777" w:rsidR="001C3C2C" w:rsidRPr="00D36259" w:rsidRDefault="001C3C2C" w:rsidP="001C3C2C">
            <w:pPr>
              <w:ind w:firstLine="0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за счет средств областного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75A7F5" w14:textId="77777777" w:rsidR="001C3C2C" w:rsidRPr="00D36259" w:rsidRDefault="001C3C2C" w:rsidP="001C3C2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B953BF" w14:textId="77777777" w:rsidR="001C3C2C" w:rsidRPr="00D36259" w:rsidRDefault="001C3C2C" w:rsidP="001C3C2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CE95E3" w14:textId="77777777" w:rsidR="001C3C2C" w:rsidRPr="00D36259" w:rsidRDefault="001C3C2C" w:rsidP="001C3C2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10 560,2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58F498" w14:textId="77777777" w:rsidR="001C3C2C" w:rsidRPr="00D36259" w:rsidRDefault="001C3C2C" w:rsidP="001C3C2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0,0 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AC1781" w14:textId="77777777" w:rsidR="001C3C2C" w:rsidRPr="00D36259" w:rsidRDefault="001C3C2C" w:rsidP="001C3C2C">
            <w:pPr>
              <w:ind w:right="-102"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0,0 </w:t>
            </w:r>
          </w:p>
        </w:tc>
      </w:tr>
      <w:tr w:rsidR="001C3C2C" w:rsidRPr="00970BD5" w14:paraId="5C3C15C7" w14:textId="77777777" w:rsidTr="00487574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085B21" w14:textId="77777777" w:rsidR="001C3C2C" w:rsidRPr="00D36259" w:rsidRDefault="001C3C2C" w:rsidP="001C3C2C">
            <w:pPr>
              <w:ind w:firstLine="0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за счет средств местного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9CD19D" w14:textId="77777777" w:rsidR="001C3C2C" w:rsidRPr="00D36259" w:rsidRDefault="001C3C2C" w:rsidP="001C3C2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223899" w14:textId="77777777" w:rsidR="001C3C2C" w:rsidRPr="00D36259" w:rsidRDefault="001C3C2C" w:rsidP="001C3C2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E200C7" w14:textId="77777777" w:rsidR="001C3C2C" w:rsidRPr="00D36259" w:rsidRDefault="001C3C2C" w:rsidP="001C3C2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1 113,7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4498CC" w14:textId="77777777" w:rsidR="001C3C2C" w:rsidRPr="00D36259" w:rsidRDefault="001C3C2C" w:rsidP="001C3C2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0,0 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A6C764" w14:textId="77777777" w:rsidR="001C3C2C" w:rsidRPr="00D36259" w:rsidRDefault="001C3C2C" w:rsidP="001C3C2C">
            <w:pPr>
              <w:ind w:right="-102"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0,0 </w:t>
            </w:r>
          </w:p>
        </w:tc>
      </w:tr>
      <w:tr w:rsidR="00D81CCA" w:rsidRPr="00970BD5" w14:paraId="63C1D6CA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1C53F4" w14:textId="77777777" w:rsidR="00D81CCA" w:rsidRPr="00D36259" w:rsidRDefault="00D81CCA" w:rsidP="00D81CCA">
            <w:pPr>
              <w:ind w:firstLine="0"/>
              <w:rPr>
                <w:sz w:val="24"/>
                <w:szCs w:val="24"/>
                <w:highlight w:val="yellow"/>
              </w:rPr>
            </w:pPr>
            <w:r w:rsidRPr="00D36259">
              <w:rPr>
                <w:b/>
                <w:bCs/>
                <w:sz w:val="24"/>
                <w:szCs w:val="24"/>
              </w:rPr>
              <w:t>Муниципальная программа «Благоустройство и озеленение территории Балахнинского муниципального округа Нижегородской области»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CD7741" w14:textId="77777777" w:rsidR="00D81CCA" w:rsidRPr="00D36259" w:rsidRDefault="00D81CCA" w:rsidP="00D81CCA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b/>
                <w:bCs/>
                <w:sz w:val="24"/>
                <w:szCs w:val="24"/>
              </w:rPr>
              <w:t>15 0 00 00000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64DAA0" w14:textId="77777777" w:rsidR="00D81CCA" w:rsidRPr="00D36259" w:rsidRDefault="00D81CCA" w:rsidP="00D81CCA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23CFB7" w14:textId="77777777" w:rsidR="00D81CCA" w:rsidRPr="00D36259" w:rsidRDefault="00D81CCA" w:rsidP="00D81CCA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b/>
                <w:bCs/>
                <w:sz w:val="24"/>
                <w:szCs w:val="24"/>
              </w:rPr>
              <w:t>42 787,2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E48409" w14:textId="77777777" w:rsidR="00D81CCA" w:rsidRPr="00D36259" w:rsidRDefault="00D81CCA" w:rsidP="00D81CCA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b/>
                <w:bCs/>
                <w:sz w:val="24"/>
                <w:szCs w:val="24"/>
              </w:rPr>
              <w:t>33 516,9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AA350B" w14:textId="77777777" w:rsidR="00D81CCA" w:rsidRPr="00D36259" w:rsidRDefault="00D81CCA" w:rsidP="00D81CCA">
            <w:pPr>
              <w:ind w:right="-102"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b/>
                <w:bCs/>
                <w:sz w:val="24"/>
                <w:szCs w:val="24"/>
              </w:rPr>
              <w:t>33 516,9</w:t>
            </w:r>
          </w:p>
        </w:tc>
      </w:tr>
      <w:tr w:rsidR="00D81CCA" w:rsidRPr="00970BD5" w14:paraId="709443A1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59DD86" w14:textId="77777777" w:rsidR="00D81CCA" w:rsidRPr="00D36259" w:rsidRDefault="00D81CCA" w:rsidP="00D81CCA">
            <w:pPr>
              <w:ind w:firstLine="0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 xml:space="preserve">Обслуживание мелиоративной системы и водоотведения ливневых и талых вод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9424DC" w14:textId="77777777" w:rsidR="00D81CCA" w:rsidRPr="00D36259" w:rsidRDefault="00D81CCA" w:rsidP="00D81CCA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15 0 01 00000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56FB30" w14:textId="77777777" w:rsidR="00D81CCA" w:rsidRPr="00D36259" w:rsidRDefault="00D81CCA" w:rsidP="00D81CCA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EF569A" w14:textId="77777777" w:rsidR="00D81CCA" w:rsidRPr="00D36259" w:rsidRDefault="00D81CCA" w:rsidP="00D81CCA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3 929,3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DA1694" w14:textId="77777777" w:rsidR="00D81CCA" w:rsidRPr="00D36259" w:rsidRDefault="00D81CCA" w:rsidP="00D81CCA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3 700,0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A1144A" w14:textId="77777777" w:rsidR="00D81CCA" w:rsidRPr="00D36259" w:rsidRDefault="00D81CCA" w:rsidP="00D81CCA">
            <w:pPr>
              <w:ind w:right="-102"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3 700,0</w:t>
            </w:r>
          </w:p>
        </w:tc>
      </w:tr>
      <w:tr w:rsidR="00D81CCA" w:rsidRPr="00970BD5" w14:paraId="696990BF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F37526" w14:textId="77777777" w:rsidR="00D81CCA" w:rsidRPr="00D36259" w:rsidRDefault="00D81CCA" w:rsidP="00D81CCA">
            <w:pPr>
              <w:ind w:firstLine="0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 xml:space="preserve">Расходы, направленные на обслуживание мелиоративной системы и водоотведения ливневых и талых вод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E1D772" w14:textId="77777777" w:rsidR="00D81CCA" w:rsidRPr="00D36259" w:rsidRDefault="00D81CCA" w:rsidP="00D81CCA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15 0 01 25010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130371" w14:textId="77777777" w:rsidR="00D81CCA" w:rsidRPr="00D36259" w:rsidRDefault="00D81CCA" w:rsidP="00D81CCA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77B40F" w14:textId="77777777" w:rsidR="00D81CCA" w:rsidRPr="00D36259" w:rsidRDefault="00D81CCA" w:rsidP="00D81CCA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3 929,3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436B29" w14:textId="77777777" w:rsidR="00D81CCA" w:rsidRPr="00D36259" w:rsidRDefault="00D81CCA" w:rsidP="00D81CCA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3 700,0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72C7D8" w14:textId="77777777" w:rsidR="00D81CCA" w:rsidRPr="00D36259" w:rsidRDefault="00D81CCA" w:rsidP="00D81CCA">
            <w:pPr>
              <w:ind w:right="-102"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3 700,0</w:t>
            </w:r>
          </w:p>
        </w:tc>
      </w:tr>
      <w:tr w:rsidR="00D81CCA" w:rsidRPr="00970BD5" w14:paraId="151BB5FD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E2DC30" w14:textId="77777777" w:rsidR="00D81CCA" w:rsidRPr="00D36259" w:rsidRDefault="00D81CCA" w:rsidP="00D81CCA">
            <w:pPr>
              <w:ind w:firstLine="0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25C706" w14:textId="77777777" w:rsidR="00D81CCA" w:rsidRPr="00D36259" w:rsidRDefault="00D81CCA" w:rsidP="00D81CCA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15 0 01 25010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5103C1" w14:textId="77777777" w:rsidR="00D81CCA" w:rsidRPr="00D36259" w:rsidRDefault="00D81CCA" w:rsidP="00D81CCA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09BD09" w14:textId="77777777" w:rsidR="00D81CCA" w:rsidRPr="00D36259" w:rsidRDefault="00D81CCA" w:rsidP="00D81CCA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3 929,3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A5C568" w14:textId="77777777" w:rsidR="00D81CCA" w:rsidRPr="00D36259" w:rsidRDefault="00D81CCA" w:rsidP="00D81CCA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3 700,0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92F709" w14:textId="77777777" w:rsidR="00D81CCA" w:rsidRPr="00D36259" w:rsidRDefault="00D81CCA" w:rsidP="00D81CCA">
            <w:pPr>
              <w:ind w:right="-102"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3 700,0</w:t>
            </w:r>
          </w:p>
        </w:tc>
      </w:tr>
      <w:tr w:rsidR="00D81CCA" w:rsidRPr="00970BD5" w14:paraId="7D653E14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217AB5" w14:textId="77777777" w:rsidR="00D81CCA" w:rsidRPr="00D36259" w:rsidRDefault="00D81CCA" w:rsidP="00D81CCA">
            <w:pPr>
              <w:ind w:firstLine="0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Обслуживание сетей уличного освещения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6D5CC1" w14:textId="77777777" w:rsidR="00D81CCA" w:rsidRPr="00D36259" w:rsidRDefault="00D81CCA" w:rsidP="00D81CCA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15 0 02 00000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8C1A46" w14:textId="77777777" w:rsidR="00D81CCA" w:rsidRPr="00D36259" w:rsidRDefault="00D81CCA" w:rsidP="00D81CCA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D8D82E" w14:textId="77777777" w:rsidR="00D81CCA" w:rsidRPr="00D36259" w:rsidRDefault="00D81CCA" w:rsidP="00D81CCA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3 511,3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EA3428" w14:textId="77777777" w:rsidR="00D81CCA" w:rsidRPr="00D36259" w:rsidRDefault="00D81CCA" w:rsidP="00D81CCA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5 663,5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DF9508" w14:textId="77777777" w:rsidR="00D81CCA" w:rsidRPr="00D36259" w:rsidRDefault="00D81CCA" w:rsidP="00D81CCA">
            <w:pPr>
              <w:ind w:right="-102"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5 663,5</w:t>
            </w:r>
          </w:p>
        </w:tc>
      </w:tr>
      <w:tr w:rsidR="00D81CCA" w:rsidRPr="00970BD5" w14:paraId="3E342063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0B6DDE" w14:textId="77777777" w:rsidR="00D81CCA" w:rsidRPr="00D36259" w:rsidRDefault="00D81CCA" w:rsidP="00D81CCA">
            <w:pPr>
              <w:ind w:firstLine="0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Расходы, направленные на обслуживание сетей уличного освещения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82A701" w14:textId="77777777" w:rsidR="00D81CCA" w:rsidRPr="00D36259" w:rsidRDefault="00D81CCA" w:rsidP="00D81CCA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15 0 02 25010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4DA489" w14:textId="77777777" w:rsidR="00D81CCA" w:rsidRPr="00D36259" w:rsidRDefault="00D81CCA" w:rsidP="00D81CCA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ADE712" w14:textId="77777777" w:rsidR="00D81CCA" w:rsidRPr="00D36259" w:rsidRDefault="00D81CCA" w:rsidP="00D81CCA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3 511,3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868C6E" w14:textId="77777777" w:rsidR="00D81CCA" w:rsidRPr="00D36259" w:rsidRDefault="00D81CCA" w:rsidP="00D81CCA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5 663,5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C65191" w14:textId="77777777" w:rsidR="00D81CCA" w:rsidRPr="00D36259" w:rsidRDefault="00D81CCA" w:rsidP="00D81CCA">
            <w:pPr>
              <w:ind w:right="-102"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5 663,5</w:t>
            </w:r>
          </w:p>
        </w:tc>
      </w:tr>
      <w:tr w:rsidR="00D81CCA" w:rsidRPr="00970BD5" w14:paraId="3A872CEC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CB4157" w14:textId="77777777" w:rsidR="00D81CCA" w:rsidRPr="00D36259" w:rsidRDefault="00D81CCA" w:rsidP="00D81CCA">
            <w:pPr>
              <w:ind w:firstLine="0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969C78" w14:textId="77777777" w:rsidR="00D81CCA" w:rsidRPr="00D36259" w:rsidRDefault="00D81CCA" w:rsidP="00D81CCA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15 0 02 25010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FD76CA" w14:textId="77777777" w:rsidR="00D81CCA" w:rsidRPr="00D36259" w:rsidRDefault="00D81CCA" w:rsidP="00D81CCA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C3235C" w14:textId="77777777" w:rsidR="00D81CCA" w:rsidRPr="00D36259" w:rsidRDefault="00D81CCA" w:rsidP="00D81CCA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3 511,3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30638E" w14:textId="77777777" w:rsidR="00D81CCA" w:rsidRPr="00D36259" w:rsidRDefault="00D81CCA" w:rsidP="00D81CCA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5 663,5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67FDFA" w14:textId="77777777" w:rsidR="00D81CCA" w:rsidRPr="00D36259" w:rsidRDefault="00D81CCA" w:rsidP="00D81CCA">
            <w:pPr>
              <w:ind w:right="-102"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5 663,5</w:t>
            </w:r>
          </w:p>
        </w:tc>
      </w:tr>
      <w:tr w:rsidR="00A6671E" w:rsidRPr="00970BD5" w14:paraId="758B11B5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D3300D" w14:textId="77777777" w:rsidR="00A6671E" w:rsidRPr="00D36259" w:rsidRDefault="00A6671E" w:rsidP="00A6671E">
            <w:pPr>
              <w:ind w:firstLine="0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Благоустройство социально значимых мест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E74627" w14:textId="77777777" w:rsidR="00A6671E" w:rsidRPr="00D36259" w:rsidRDefault="00A6671E" w:rsidP="00A6671E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15 0 04 00000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7B2181" w14:textId="77777777" w:rsidR="00A6671E" w:rsidRPr="00D36259" w:rsidRDefault="00A6671E" w:rsidP="00A6671E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C13BD0" w14:textId="77777777" w:rsidR="00A6671E" w:rsidRPr="00D36259" w:rsidRDefault="00A6671E" w:rsidP="00A6671E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11 232,8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206E42" w14:textId="77777777" w:rsidR="00A6671E" w:rsidRPr="00D36259" w:rsidRDefault="00A6671E" w:rsidP="00A6671E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4 613,4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32AFB2" w14:textId="77777777" w:rsidR="00A6671E" w:rsidRPr="00D36259" w:rsidRDefault="00A6671E" w:rsidP="00A6671E">
            <w:pPr>
              <w:ind w:right="-102"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4 613,4</w:t>
            </w:r>
          </w:p>
        </w:tc>
      </w:tr>
      <w:tr w:rsidR="00A6671E" w:rsidRPr="00970BD5" w14:paraId="6DC7312A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3348FB" w14:textId="77777777" w:rsidR="00A6671E" w:rsidRPr="00D36259" w:rsidRDefault="00A6671E" w:rsidP="00A6671E">
            <w:pPr>
              <w:ind w:firstLine="0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Расходы, направленные на благоустройство социально значимых мест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83CBAF" w14:textId="77777777" w:rsidR="00A6671E" w:rsidRPr="00D36259" w:rsidRDefault="00A6671E" w:rsidP="00A6671E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15 0 04 25010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29ADDA" w14:textId="77777777" w:rsidR="00A6671E" w:rsidRPr="00D36259" w:rsidRDefault="00A6671E" w:rsidP="00A6671E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FF3D4A" w14:textId="77777777" w:rsidR="00A6671E" w:rsidRPr="00D36259" w:rsidRDefault="00A6671E" w:rsidP="00A6671E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5 856,5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DF2974" w14:textId="77777777" w:rsidR="00A6671E" w:rsidRPr="00D36259" w:rsidRDefault="00A6671E" w:rsidP="00A6671E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4 613,4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4644B8" w14:textId="77777777" w:rsidR="00A6671E" w:rsidRPr="00D36259" w:rsidRDefault="00A6671E" w:rsidP="00A6671E">
            <w:pPr>
              <w:ind w:right="-102"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4 613,4</w:t>
            </w:r>
          </w:p>
        </w:tc>
      </w:tr>
      <w:tr w:rsidR="00A6671E" w:rsidRPr="00970BD5" w14:paraId="3F20FDA8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B60ECC" w14:textId="77777777" w:rsidR="00A6671E" w:rsidRPr="00D36259" w:rsidRDefault="00A6671E" w:rsidP="00A6671E">
            <w:pPr>
              <w:ind w:firstLine="0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626960" w14:textId="77777777" w:rsidR="00A6671E" w:rsidRPr="00D36259" w:rsidRDefault="00A6671E" w:rsidP="00A6671E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15 0 04 25010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71435F" w14:textId="77777777" w:rsidR="00A6671E" w:rsidRPr="00D36259" w:rsidRDefault="00A6671E" w:rsidP="00A6671E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324F88" w14:textId="77777777" w:rsidR="00A6671E" w:rsidRPr="00D36259" w:rsidRDefault="00A6671E" w:rsidP="00A6671E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5 856,5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21DAD7" w14:textId="77777777" w:rsidR="00A6671E" w:rsidRPr="00D36259" w:rsidRDefault="00A6671E" w:rsidP="00A6671E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4 613,4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D53A0D" w14:textId="77777777" w:rsidR="00A6671E" w:rsidRPr="00D36259" w:rsidRDefault="00A6671E" w:rsidP="00A6671E">
            <w:pPr>
              <w:ind w:right="-102"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4 613,4</w:t>
            </w:r>
          </w:p>
        </w:tc>
      </w:tr>
      <w:tr w:rsidR="00A6671E" w:rsidRPr="00970BD5" w14:paraId="3625615B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FF676" w14:textId="77777777" w:rsidR="00A6671E" w:rsidRPr="00D36259" w:rsidRDefault="00A6671E" w:rsidP="00A6671E">
            <w:pPr>
              <w:ind w:firstLine="0"/>
              <w:rPr>
                <w:sz w:val="24"/>
                <w:szCs w:val="24"/>
                <w:highlight w:val="yellow"/>
              </w:rPr>
            </w:pPr>
            <w:r w:rsidRPr="00D36259">
              <w:rPr>
                <w:b/>
                <w:bCs/>
                <w:sz w:val="24"/>
                <w:szCs w:val="24"/>
              </w:rPr>
              <w:t xml:space="preserve">Муниципальная программа «Обеспечение первичных мер пожарной безопасности на </w:t>
            </w:r>
            <w:r w:rsidRPr="00D36259">
              <w:rPr>
                <w:b/>
                <w:bCs/>
                <w:sz w:val="24"/>
                <w:szCs w:val="24"/>
              </w:rPr>
              <w:lastRenderedPageBreak/>
              <w:t>территории Балахнинского муниципального округа Нижегородской области»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8F044D" w14:textId="77777777" w:rsidR="00A6671E" w:rsidRPr="00D36259" w:rsidRDefault="00A6671E" w:rsidP="00A6671E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b/>
                <w:bCs/>
                <w:sz w:val="24"/>
                <w:szCs w:val="24"/>
              </w:rPr>
              <w:lastRenderedPageBreak/>
              <w:t xml:space="preserve">16 0 00 00000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A4EC7E" w14:textId="77777777" w:rsidR="00A6671E" w:rsidRPr="00D36259" w:rsidRDefault="00A6671E" w:rsidP="00A6671E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11748A" w14:textId="77777777" w:rsidR="00A6671E" w:rsidRPr="00D36259" w:rsidRDefault="00A6671E" w:rsidP="00A6671E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b/>
                <w:bCs/>
                <w:sz w:val="24"/>
                <w:szCs w:val="24"/>
              </w:rPr>
              <w:t>14 844,7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B0B903" w14:textId="77777777" w:rsidR="00A6671E" w:rsidRPr="00D36259" w:rsidRDefault="00A6671E" w:rsidP="00A6671E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b/>
                <w:bCs/>
                <w:sz w:val="24"/>
                <w:szCs w:val="24"/>
              </w:rPr>
              <w:t>11 202,7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B66AA1" w14:textId="77777777" w:rsidR="00A6671E" w:rsidRPr="00D36259" w:rsidRDefault="00A6671E" w:rsidP="00A6671E">
            <w:pPr>
              <w:ind w:right="-102"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b/>
                <w:bCs/>
                <w:sz w:val="24"/>
                <w:szCs w:val="24"/>
              </w:rPr>
              <w:t>13 717,1</w:t>
            </w:r>
          </w:p>
        </w:tc>
      </w:tr>
      <w:tr w:rsidR="00A6671E" w:rsidRPr="00970BD5" w14:paraId="5A9C89DE" w14:textId="77777777" w:rsidTr="00487574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14A2BE" w14:textId="77777777" w:rsidR="00A6671E" w:rsidRPr="00D36259" w:rsidRDefault="00A6671E" w:rsidP="00A6671E">
            <w:pPr>
              <w:ind w:firstLine="0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Содержание и материально-техническое обеспечение муниципальной пожарной охраны и ДПК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B44630" w14:textId="77777777" w:rsidR="00A6671E" w:rsidRPr="00D36259" w:rsidRDefault="00A6671E" w:rsidP="00A6671E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16 0 03 00000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F5803E" w14:textId="77777777" w:rsidR="00A6671E" w:rsidRPr="00D36259" w:rsidRDefault="00A6671E" w:rsidP="00A6671E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45BE70" w14:textId="77777777" w:rsidR="00A6671E" w:rsidRPr="00D36259" w:rsidRDefault="00A6671E" w:rsidP="00A6671E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12 810,3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A7A888" w14:textId="77777777" w:rsidR="00A6671E" w:rsidRPr="00D36259" w:rsidRDefault="00A6671E" w:rsidP="00A6671E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9 400,3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F914B7" w14:textId="77777777" w:rsidR="00A6671E" w:rsidRPr="00D36259" w:rsidRDefault="00A6671E" w:rsidP="00A6671E">
            <w:pPr>
              <w:ind w:right="-102"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9 400,3</w:t>
            </w:r>
          </w:p>
        </w:tc>
      </w:tr>
      <w:tr w:rsidR="00A6671E" w:rsidRPr="00970BD5" w14:paraId="2018C699" w14:textId="77777777" w:rsidTr="00487574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61FE3D" w14:textId="77777777" w:rsidR="00A6671E" w:rsidRPr="00D36259" w:rsidRDefault="00A6671E" w:rsidP="00A6671E">
            <w:pPr>
              <w:ind w:firstLine="0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Расходы, направленные на содержание и материально-техническое обеспечение муниципальной пожарной охраны и ДПК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6335EA" w14:textId="77777777" w:rsidR="00A6671E" w:rsidRPr="00D36259" w:rsidRDefault="00A6671E" w:rsidP="00A6671E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16 0 03 25010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181DFD" w14:textId="77777777" w:rsidR="00A6671E" w:rsidRPr="00D36259" w:rsidRDefault="00A6671E" w:rsidP="00A6671E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432D6F" w14:textId="77777777" w:rsidR="00A6671E" w:rsidRPr="00D36259" w:rsidRDefault="00A6671E" w:rsidP="00A6671E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12 810,3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32A97B" w14:textId="77777777" w:rsidR="00A6671E" w:rsidRPr="00D36259" w:rsidRDefault="00A6671E" w:rsidP="00A6671E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9 400,3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9CA955" w14:textId="77777777" w:rsidR="00A6671E" w:rsidRPr="00D36259" w:rsidRDefault="00A6671E" w:rsidP="00A6671E">
            <w:pPr>
              <w:ind w:right="-102"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9 400,3</w:t>
            </w:r>
          </w:p>
        </w:tc>
      </w:tr>
      <w:tr w:rsidR="00A6671E" w:rsidRPr="00970BD5" w14:paraId="14D36B1E" w14:textId="77777777" w:rsidTr="00487574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878F34" w14:textId="77777777" w:rsidR="00A6671E" w:rsidRPr="00D36259" w:rsidRDefault="00A6671E" w:rsidP="00A6671E">
            <w:pPr>
              <w:ind w:firstLine="0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8DC3DC" w14:textId="77777777" w:rsidR="00A6671E" w:rsidRPr="00D36259" w:rsidRDefault="00A6671E" w:rsidP="00A6671E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16 0 03 25010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9FC66E" w14:textId="77777777" w:rsidR="00A6671E" w:rsidRPr="00D36259" w:rsidRDefault="00A6671E" w:rsidP="00A6671E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8C5F60" w14:textId="77777777" w:rsidR="00A6671E" w:rsidRPr="00D36259" w:rsidRDefault="00A6671E" w:rsidP="00A6671E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11 579,6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33B1A1" w14:textId="77777777" w:rsidR="00A6671E" w:rsidRPr="00D36259" w:rsidRDefault="00A6671E" w:rsidP="00A6671E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8 168,6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323978" w14:textId="77777777" w:rsidR="00A6671E" w:rsidRPr="00D36259" w:rsidRDefault="00A6671E" w:rsidP="00A6671E">
            <w:pPr>
              <w:ind w:right="-102"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8 168,6</w:t>
            </w:r>
          </w:p>
        </w:tc>
      </w:tr>
      <w:tr w:rsidR="00A6671E" w:rsidRPr="00970BD5" w14:paraId="3430D98C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C10C0F" w14:textId="77777777" w:rsidR="00A6671E" w:rsidRPr="00D36259" w:rsidRDefault="00A6671E" w:rsidP="00A6671E">
            <w:pPr>
              <w:ind w:firstLine="0"/>
              <w:rPr>
                <w:sz w:val="24"/>
                <w:szCs w:val="24"/>
                <w:highlight w:val="yellow"/>
              </w:rPr>
            </w:pPr>
            <w:r w:rsidRPr="00D36259">
              <w:rPr>
                <w:b/>
                <w:bCs/>
                <w:sz w:val="24"/>
                <w:szCs w:val="24"/>
              </w:rPr>
              <w:t>Муниципальная программа «Формирование комфортной городской среды на территории Балахнинского муниципального округа Нижегородской области на 2021-2024 годы»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F84ABB" w14:textId="77777777" w:rsidR="00A6671E" w:rsidRPr="00D36259" w:rsidRDefault="00A6671E" w:rsidP="00A6671E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b/>
                <w:bCs/>
                <w:sz w:val="24"/>
                <w:szCs w:val="24"/>
              </w:rPr>
              <w:t>18 0 00 00000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57B302" w14:textId="77777777" w:rsidR="00A6671E" w:rsidRPr="00D36259" w:rsidRDefault="00A6671E" w:rsidP="00A6671E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7B5414" w14:textId="77777777" w:rsidR="00A6671E" w:rsidRPr="00D36259" w:rsidRDefault="00A6671E" w:rsidP="00A6671E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b/>
                <w:bCs/>
                <w:sz w:val="24"/>
                <w:szCs w:val="24"/>
              </w:rPr>
              <w:t>28 187,5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5562F4" w14:textId="77777777" w:rsidR="00A6671E" w:rsidRPr="00D36259" w:rsidRDefault="00A6671E" w:rsidP="00A6671E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b/>
                <w:bCs/>
                <w:sz w:val="24"/>
                <w:szCs w:val="24"/>
              </w:rPr>
              <w:t>26 677,6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C1DC64" w14:textId="77777777" w:rsidR="00A6671E" w:rsidRPr="00D36259" w:rsidRDefault="00A6671E" w:rsidP="00A6671E">
            <w:pPr>
              <w:ind w:right="-102"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b/>
                <w:bCs/>
                <w:sz w:val="24"/>
                <w:szCs w:val="24"/>
              </w:rPr>
              <w:t>25 002,9</w:t>
            </w:r>
          </w:p>
        </w:tc>
      </w:tr>
      <w:tr w:rsidR="00A6671E" w:rsidRPr="00970BD5" w14:paraId="1C8AE019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169504" w14:textId="77777777" w:rsidR="00A6671E" w:rsidRPr="00D36259" w:rsidRDefault="00A6671E" w:rsidP="008262C2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 xml:space="preserve">Федеральный проект </w:t>
            </w:r>
            <w:r w:rsidR="008262C2">
              <w:rPr>
                <w:sz w:val="24"/>
                <w:szCs w:val="24"/>
              </w:rPr>
              <w:t>«</w:t>
            </w:r>
            <w:r w:rsidRPr="00D36259">
              <w:rPr>
                <w:sz w:val="24"/>
                <w:szCs w:val="24"/>
              </w:rPr>
              <w:t>Формирование комфортной городской среды</w:t>
            </w:r>
            <w:r w:rsidR="008262C2">
              <w:rPr>
                <w:sz w:val="24"/>
                <w:szCs w:val="24"/>
              </w:rP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5FAD64" w14:textId="77777777" w:rsidR="00A6671E" w:rsidRPr="00D36259" w:rsidRDefault="00A6671E" w:rsidP="00A6671E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18 0 F2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8BC797" w14:textId="77777777" w:rsidR="00A6671E" w:rsidRPr="00D36259" w:rsidRDefault="00A6671E" w:rsidP="00A6671E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74EC22" w14:textId="77777777" w:rsidR="00A6671E" w:rsidRPr="00D36259" w:rsidRDefault="00A6671E" w:rsidP="00A6671E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28 187,5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93ACFE" w14:textId="77777777" w:rsidR="00A6671E" w:rsidRPr="00D36259" w:rsidRDefault="00A6671E" w:rsidP="00A6671E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22 502,6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60618B" w14:textId="77777777" w:rsidR="00A6671E" w:rsidRPr="00D36259" w:rsidRDefault="00A6671E" w:rsidP="00A6671E">
            <w:pPr>
              <w:ind w:right="-102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25 002,9</w:t>
            </w:r>
          </w:p>
        </w:tc>
      </w:tr>
      <w:tr w:rsidR="00A6671E" w:rsidRPr="00970BD5" w14:paraId="7AA4BD4A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C3E751" w14:textId="77777777" w:rsidR="00A6671E" w:rsidRPr="00D36259" w:rsidRDefault="00A6671E" w:rsidP="00A6671E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color w:val="000000"/>
                <w:sz w:val="24"/>
                <w:szCs w:val="24"/>
              </w:rPr>
              <w:t>Расходы, направленные на развитие современной городской среды на территории Балахнинского муниципального округа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8DC5CB" w14:textId="77777777" w:rsidR="00A6671E" w:rsidRPr="00D36259" w:rsidRDefault="00A6671E" w:rsidP="00A6671E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18 0 F2 5555</w:t>
            </w:r>
            <w:r w:rsidR="007002BE"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EA05DD" w14:textId="77777777" w:rsidR="00A6671E" w:rsidRPr="00D36259" w:rsidRDefault="00A6671E" w:rsidP="00A6671E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EFD8B6" w14:textId="77777777" w:rsidR="00A6671E" w:rsidRPr="00D36259" w:rsidRDefault="00A6671E" w:rsidP="00A6671E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24 823,0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598779" w14:textId="77777777" w:rsidR="00A6671E" w:rsidRPr="00D36259" w:rsidRDefault="00A6671E" w:rsidP="00A6671E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22 502,6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AF0020" w14:textId="77777777" w:rsidR="00A6671E" w:rsidRPr="00D36259" w:rsidRDefault="00A6671E" w:rsidP="00A6671E">
            <w:pPr>
              <w:ind w:right="-102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25 002,9</w:t>
            </w:r>
          </w:p>
        </w:tc>
      </w:tr>
      <w:tr w:rsidR="00A6671E" w:rsidRPr="00970BD5" w14:paraId="4712E732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FEAEC7" w14:textId="77777777" w:rsidR="00A6671E" w:rsidRPr="00D36259" w:rsidRDefault="00A6671E" w:rsidP="00A6671E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83DB89" w14:textId="77777777" w:rsidR="00A6671E" w:rsidRPr="00D36259" w:rsidRDefault="00A6671E" w:rsidP="00A6671E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18 0 F2 5555</w:t>
            </w:r>
            <w:r w:rsidR="007002BE"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8A0F67" w14:textId="77777777" w:rsidR="00A6671E" w:rsidRPr="00D36259" w:rsidRDefault="00A6671E" w:rsidP="00A6671E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7DCD57" w14:textId="77777777" w:rsidR="00A6671E" w:rsidRPr="00D36259" w:rsidRDefault="00A6671E" w:rsidP="00A6671E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24 823,0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3B6429" w14:textId="77777777" w:rsidR="00A6671E" w:rsidRPr="00D36259" w:rsidRDefault="00A6671E" w:rsidP="00A6671E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22 502,6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7E65C3" w14:textId="77777777" w:rsidR="00A6671E" w:rsidRPr="00D36259" w:rsidRDefault="00A6671E" w:rsidP="00A6671E">
            <w:pPr>
              <w:ind w:right="-102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25 002,9</w:t>
            </w:r>
          </w:p>
        </w:tc>
      </w:tr>
      <w:tr w:rsidR="00A6671E" w:rsidRPr="00970BD5" w14:paraId="23F7DA63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3C3EA8" w14:textId="77777777" w:rsidR="00A6671E" w:rsidRPr="00D36259" w:rsidRDefault="00A6671E" w:rsidP="00A6671E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3C968A" w14:textId="77777777" w:rsidR="00A6671E" w:rsidRPr="00D36259" w:rsidRDefault="00A6671E" w:rsidP="00A6671E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67E800" w14:textId="77777777" w:rsidR="00A6671E" w:rsidRPr="00D36259" w:rsidRDefault="00A6671E" w:rsidP="00A6671E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3C26DD" w14:textId="77777777" w:rsidR="00A6671E" w:rsidRPr="00D36259" w:rsidRDefault="00A6671E" w:rsidP="00A6671E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AB9E1D" w14:textId="77777777" w:rsidR="00A6671E" w:rsidRPr="00D36259" w:rsidRDefault="00A6671E" w:rsidP="00A6671E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 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DD905B" w14:textId="77777777" w:rsidR="00A6671E" w:rsidRPr="00D36259" w:rsidRDefault="00A6671E" w:rsidP="00A6671E">
            <w:pPr>
              <w:ind w:right="-102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 </w:t>
            </w:r>
          </w:p>
        </w:tc>
      </w:tr>
      <w:tr w:rsidR="00A6671E" w:rsidRPr="00970BD5" w14:paraId="5F71B400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81CDF2" w14:textId="77777777" w:rsidR="00A6671E" w:rsidRPr="00D36259" w:rsidRDefault="00A6671E" w:rsidP="00A6671E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color w:val="000000"/>
                <w:sz w:val="24"/>
                <w:szCs w:val="24"/>
              </w:rPr>
              <w:t xml:space="preserve">  - расходы, направленные на развитие современной городской среды на территории Балахнинского муниципального округа за счет средств местного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C6AFC7" w14:textId="77777777" w:rsidR="00A6671E" w:rsidRPr="00D36259" w:rsidRDefault="00A6671E" w:rsidP="00A6671E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5250AB" w14:textId="77777777" w:rsidR="00A6671E" w:rsidRPr="00D36259" w:rsidRDefault="00A6671E" w:rsidP="00A6671E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ED6ED5" w14:textId="77777777" w:rsidR="00A6671E" w:rsidRPr="00D36259" w:rsidRDefault="00A6671E" w:rsidP="00A6671E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2 482,3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C1E2DB" w14:textId="77777777" w:rsidR="00A6671E" w:rsidRPr="00D36259" w:rsidRDefault="00A6671E" w:rsidP="00A6671E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28C09A" w14:textId="77777777" w:rsidR="00A6671E" w:rsidRPr="00D36259" w:rsidRDefault="00A6671E" w:rsidP="00A6671E">
            <w:pPr>
              <w:ind w:right="-102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2 500,3</w:t>
            </w:r>
          </w:p>
        </w:tc>
      </w:tr>
      <w:tr w:rsidR="00A6671E" w:rsidRPr="00970BD5" w14:paraId="2E798683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135EF6" w14:textId="77777777" w:rsidR="00A6671E" w:rsidRPr="00D36259" w:rsidRDefault="00A6671E" w:rsidP="00A6671E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color w:val="000000"/>
                <w:sz w:val="24"/>
                <w:szCs w:val="24"/>
              </w:rPr>
              <w:lastRenderedPageBreak/>
              <w:t>Реализация лучших проектов создания комфортной городской среды в малом городе Балахна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2EB99E" w14:textId="77777777" w:rsidR="00A6671E" w:rsidRPr="00D36259" w:rsidRDefault="00A6671E" w:rsidP="00A6671E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18 0 05 00000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93A95B" w14:textId="77777777" w:rsidR="00A6671E" w:rsidRPr="00D36259" w:rsidRDefault="00A6671E" w:rsidP="00A6671E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D4E26C" w14:textId="77777777" w:rsidR="00A6671E" w:rsidRPr="00D36259" w:rsidRDefault="00A6671E" w:rsidP="00A6671E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FF2552" w14:textId="77777777" w:rsidR="00A6671E" w:rsidRPr="00D36259" w:rsidRDefault="00A6671E" w:rsidP="00A6671E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4 175,0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479DB2" w14:textId="77777777" w:rsidR="00A6671E" w:rsidRPr="00D36259" w:rsidRDefault="0040233A" w:rsidP="00A6671E">
            <w:pPr>
              <w:ind w:right="-102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0,0</w:t>
            </w:r>
            <w:r w:rsidR="00A6671E" w:rsidRPr="00D36259">
              <w:rPr>
                <w:sz w:val="24"/>
                <w:szCs w:val="24"/>
              </w:rPr>
              <w:t> </w:t>
            </w:r>
          </w:p>
        </w:tc>
      </w:tr>
      <w:tr w:rsidR="00A6671E" w:rsidRPr="00970BD5" w14:paraId="559F1D1B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2A290F" w14:textId="77777777" w:rsidR="00A6671E" w:rsidRPr="00D36259" w:rsidRDefault="00A6671E" w:rsidP="00A6671E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color w:val="000000"/>
                <w:sz w:val="24"/>
                <w:szCs w:val="24"/>
              </w:rPr>
              <w:t>Расходы, направленные на реализацию лучших проектов создания комфортной городской среды в малом городе Балахна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75D347" w14:textId="77777777" w:rsidR="00A6671E" w:rsidRPr="00D36259" w:rsidRDefault="00A6671E" w:rsidP="00A6671E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18 0 05 25010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3738C9" w14:textId="77777777" w:rsidR="00A6671E" w:rsidRPr="00D36259" w:rsidRDefault="00A6671E" w:rsidP="00A6671E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8A69BD" w14:textId="77777777" w:rsidR="00A6671E" w:rsidRPr="00D36259" w:rsidRDefault="00A6671E" w:rsidP="00A6671E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072EBD" w14:textId="77777777" w:rsidR="00A6671E" w:rsidRPr="00D36259" w:rsidRDefault="00A6671E" w:rsidP="00A6671E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4 175,0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98A92E" w14:textId="77777777" w:rsidR="00A6671E" w:rsidRPr="00D36259" w:rsidRDefault="0040233A" w:rsidP="00A6671E">
            <w:pPr>
              <w:ind w:right="-102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0,0</w:t>
            </w:r>
            <w:r w:rsidR="00A6671E" w:rsidRPr="00D36259">
              <w:rPr>
                <w:sz w:val="24"/>
                <w:szCs w:val="24"/>
              </w:rPr>
              <w:t> </w:t>
            </w:r>
          </w:p>
        </w:tc>
      </w:tr>
      <w:tr w:rsidR="00A6671E" w:rsidRPr="00970BD5" w14:paraId="20328396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2C7504" w14:textId="77777777" w:rsidR="00A6671E" w:rsidRPr="00D36259" w:rsidRDefault="00A6671E" w:rsidP="00A6671E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91FCFC" w14:textId="77777777" w:rsidR="00A6671E" w:rsidRPr="00D36259" w:rsidRDefault="00A6671E" w:rsidP="00A6671E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18 0 05 25010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A323EB" w14:textId="77777777" w:rsidR="00A6671E" w:rsidRPr="00D36259" w:rsidRDefault="00A6671E" w:rsidP="00A6671E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A5B614" w14:textId="77777777" w:rsidR="00A6671E" w:rsidRPr="00D36259" w:rsidRDefault="00A6671E" w:rsidP="00A6671E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46F097" w14:textId="77777777" w:rsidR="00A6671E" w:rsidRPr="00D36259" w:rsidRDefault="00A6671E" w:rsidP="00A6671E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4 175,0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8883BB" w14:textId="77777777" w:rsidR="00A6671E" w:rsidRPr="00D36259" w:rsidRDefault="0040233A" w:rsidP="00A6671E">
            <w:pPr>
              <w:ind w:right="-102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0,0</w:t>
            </w:r>
            <w:r w:rsidR="00A6671E" w:rsidRPr="00D36259">
              <w:rPr>
                <w:sz w:val="24"/>
                <w:szCs w:val="24"/>
              </w:rPr>
              <w:t> </w:t>
            </w:r>
          </w:p>
        </w:tc>
      </w:tr>
      <w:tr w:rsidR="00A6671E" w:rsidRPr="00970BD5" w14:paraId="4D36675E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EEE57D" w14:textId="77777777" w:rsidR="00A6671E" w:rsidRPr="00D36259" w:rsidRDefault="00A6671E" w:rsidP="00A6671E">
            <w:pPr>
              <w:ind w:firstLine="0"/>
              <w:rPr>
                <w:sz w:val="24"/>
                <w:szCs w:val="24"/>
                <w:highlight w:val="yellow"/>
              </w:rPr>
            </w:pPr>
            <w:r w:rsidRPr="00D36259">
              <w:rPr>
                <w:b/>
                <w:bCs/>
                <w:sz w:val="24"/>
                <w:szCs w:val="24"/>
              </w:rPr>
              <w:t>Муниципальная программа «Защита населения и территорий от чрезвычайных ситуаций, обеспечение пожарной безопасности и безопасности людей на водных объектах Балахнинского муниципального округа Нижегородской области»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E6B7A4" w14:textId="77777777" w:rsidR="00A6671E" w:rsidRPr="00D36259" w:rsidRDefault="00A6671E" w:rsidP="00A6671E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b/>
                <w:bCs/>
                <w:sz w:val="24"/>
                <w:szCs w:val="24"/>
              </w:rPr>
              <w:t>19 0 00 00000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1FD024" w14:textId="77777777" w:rsidR="00A6671E" w:rsidRPr="00D36259" w:rsidRDefault="00A6671E" w:rsidP="00A6671E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80CC71" w14:textId="77777777" w:rsidR="00A6671E" w:rsidRPr="00D36259" w:rsidRDefault="00A6671E" w:rsidP="00A6671E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b/>
                <w:bCs/>
                <w:sz w:val="24"/>
                <w:szCs w:val="24"/>
              </w:rPr>
              <w:t>7 168,0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300350" w14:textId="77777777" w:rsidR="00A6671E" w:rsidRPr="00D36259" w:rsidRDefault="00A6671E" w:rsidP="00A6671E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b/>
                <w:bCs/>
                <w:sz w:val="24"/>
                <w:szCs w:val="24"/>
              </w:rPr>
              <w:t>2 132,0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FBDC13" w14:textId="77777777" w:rsidR="00A6671E" w:rsidRPr="00D36259" w:rsidRDefault="00A6671E" w:rsidP="00A6671E">
            <w:pPr>
              <w:ind w:right="-102"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b/>
                <w:bCs/>
                <w:sz w:val="24"/>
                <w:szCs w:val="24"/>
              </w:rPr>
              <w:t>2 132,0</w:t>
            </w:r>
          </w:p>
        </w:tc>
      </w:tr>
      <w:tr w:rsidR="00A6671E" w:rsidRPr="00970BD5" w14:paraId="2927A6D2" w14:textId="77777777" w:rsidTr="00487574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287045" w14:textId="77777777" w:rsidR="00A6671E" w:rsidRPr="00D36259" w:rsidRDefault="00A6671E" w:rsidP="00A6671E">
            <w:pPr>
              <w:ind w:firstLine="0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 xml:space="preserve">Поддержание необходимого количества финансовых средств в целевом финансовом резерве для ликвидации чрезвычайных ситуаций и последствий стихийных бедствий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67C8DB" w14:textId="77777777" w:rsidR="00A6671E" w:rsidRPr="00D36259" w:rsidRDefault="00A6671E" w:rsidP="00A6671E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19 0 05 00000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913F78" w14:textId="77777777" w:rsidR="00A6671E" w:rsidRPr="00D36259" w:rsidRDefault="00A6671E" w:rsidP="00A6671E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3CA422" w14:textId="77777777" w:rsidR="00A6671E" w:rsidRPr="00D36259" w:rsidRDefault="00A6671E" w:rsidP="00A6671E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5 475,0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714F0C" w14:textId="77777777" w:rsidR="00A6671E" w:rsidRPr="00D36259" w:rsidRDefault="00A6671E" w:rsidP="00A6671E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532,0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F236A8" w14:textId="77777777" w:rsidR="00A6671E" w:rsidRPr="00D36259" w:rsidRDefault="00A6671E" w:rsidP="00A6671E">
            <w:pPr>
              <w:ind w:right="-102"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532,0</w:t>
            </w:r>
          </w:p>
        </w:tc>
      </w:tr>
      <w:tr w:rsidR="00A6671E" w:rsidRPr="00970BD5" w14:paraId="46163C45" w14:textId="77777777" w:rsidTr="00487574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378D52" w14:textId="77777777" w:rsidR="00A6671E" w:rsidRPr="00D36259" w:rsidRDefault="00A6671E" w:rsidP="00A6671E">
            <w:pPr>
              <w:ind w:firstLine="0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Расходы за счет резервного фонда Правительства Нижегородской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35641E" w14:textId="77777777" w:rsidR="00A6671E" w:rsidRPr="00D36259" w:rsidRDefault="00A6671E" w:rsidP="00A6671E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19 0 05 21000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4ED14D" w14:textId="77777777" w:rsidR="00A6671E" w:rsidRPr="00D36259" w:rsidRDefault="00A6671E" w:rsidP="00A6671E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C0614C" w14:textId="77777777" w:rsidR="00A6671E" w:rsidRPr="00D36259" w:rsidRDefault="00A6671E" w:rsidP="00A6671E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4 643,0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6170C9" w14:textId="77777777" w:rsidR="00A6671E" w:rsidRPr="00D36259" w:rsidRDefault="00A6671E" w:rsidP="00A6671E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 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309022" w14:textId="77777777" w:rsidR="00A6671E" w:rsidRPr="00D36259" w:rsidRDefault="00A6671E" w:rsidP="00A6671E">
            <w:pPr>
              <w:ind w:right="-102"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0,0 </w:t>
            </w:r>
          </w:p>
        </w:tc>
      </w:tr>
      <w:tr w:rsidR="00A6671E" w:rsidRPr="00970BD5" w14:paraId="3FDA5D80" w14:textId="77777777" w:rsidTr="00487574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130DB0" w14:textId="77777777" w:rsidR="00A6671E" w:rsidRPr="00D36259" w:rsidRDefault="00A6671E" w:rsidP="00A6671E">
            <w:pPr>
              <w:ind w:firstLine="0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0104FD" w14:textId="77777777" w:rsidR="00A6671E" w:rsidRPr="00D36259" w:rsidRDefault="00A6671E" w:rsidP="00A6671E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19 0 05 21000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290E89" w14:textId="77777777" w:rsidR="00A6671E" w:rsidRPr="00D36259" w:rsidRDefault="00A6671E" w:rsidP="00A6671E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1F998D" w14:textId="77777777" w:rsidR="00A6671E" w:rsidRPr="00D36259" w:rsidRDefault="00A6671E" w:rsidP="00A6671E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4 643,0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5292C3" w14:textId="77777777" w:rsidR="00A6671E" w:rsidRPr="00D36259" w:rsidRDefault="00A6671E" w:rsidP="00A6671E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 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D502D5" w14:textId="77777777" w:rsidR="00A6671E" w:rsidRPr="00D36259" w:rsidRDefault="00A6671E" w:rsidP="00A6671E">
            <w:pPr>
              <w:ind w:right="-102"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 0,0</w:t>
            </w:r>
          </w:p>
        </w:tc>
      </w:tr>
      <w:tr w:rsidR="003B0001" w:rsidRPr="00970BD5" w14:paraId="1B6FF7E7" w14:textId="77777777" w:rsidTr="00487574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41D337" w14:textId="77777777" w:rsidR="003B0001" w:rsidRPr="00D36259" w:rsidRDefault="003B0001" w:rsidP="003B0001">
            <w:pPr>
              <w:ind w:firstLine="0"/>
              <w:rPr>
                <w:sz w:val="24"/>
                <w:szCs w:val="24"/>
                <w:highlight w:val="yellow"/>
              </w:rPr>
            </w:pPr>
            <w:r w:rsidRPr="00D36259">
              <w:rPr>
                <w:b/>
                <w:bCs/>
                <w:sz w:val="24"/>
                <w:szCs w:val="24"/>
              </w:rPr>
              <w:t>Муниципальная программа «Развитие услуг в сфере похоронного дела в Балахнинском муниципальном округе Нижегородской области»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50A50B" w14:textId="77777777" w:rsidR="003B0001" w:rsidRPr="00D36259" w:rsidRDefault="003B0001" w:rsidP="003B0001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b/>
                <w:bCs/>
                <w:sz w:val="24"/>
                <w:szCs w:val="24"/>
              </w:rPr>
              <w:t>20 0 00 00000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D87C72" w14:textId="77777777" w:rsidR="003B0001" w:rsidRPr="00D36259" w:rsidRDefault="003B0001" w:rsidP="003B0001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2B1F85" w14:textId="77777777" w:rsidR="003B0001" w:rsidRPr="00D36259" w:rsidRDefault="003B0001" w:rsidP="003B0001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b/>
                <w:bCs/>
                <w:sz w:val="24"/>
                <w:szCs w:val="24"/>
              </w:rPr>
              <w:t>1 914,5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64FFC4" w14:textId="77777777" w:rsidR="003B0001" w:rsidRPr="00D36259" w:rsidRDefault="003B0001" w:rsidP="003B0001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b/>
                <w:bCs/>
                <w:sz w:val="24"/>
                <w:szCs w:val="24"/>
              </w:rPr>
              <w:t>4 084,4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B4E2DD" w14:textId="77777777" w:rsidR="003B0001" w:rsidRPr="00D36259" w:rsidRDefault="003B0001" w:rsidP="003B0001">
            <w:pPr>
              <w:ind w:right="-102"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b/>
                <w:bCs/>
                <w:sz w:val="24"/>
                <w:szCs w:val="24"/>
              </w:rPr>
              <w:t>4 084,4</w:t>
            </w:r>
          </w:p>
        </w:tc>
      </w:tr>
      <w:tr w:rsidR="003B0001" w:rsidRPr="00970BD5" w14:paraId="46E3BF5A" w14:textId="77777777" w:rsidTr="00487574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861490" w14:textId="77777777" w:rsidR="003B0001" w:rsidRPr="00D36259" w:rsidRDefault="003B0001" w:rsidP="003B0001">
            <w:pPr>
              <w:ind w:firstLine="0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 xml:space="preserve">Содержание муниципальных кладбищ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CFA243" w14:textId="77777777" w:rsidR="003B0001" w:rsidRPr="00D36259" w:rsidRDefault="003B0001" w:rsidP="003B0001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20 0 01 00000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90EF41" w14:textId="77777777" w:rsidR="003B0001" w:rsidRPr="00D36259" w:rsidRDefault="003B0001" w:rsidP="003B0001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3787D3" w14:textId="77777777" w:rsidR="003B0001" w:rsidRPr="00D36259" w:rsidRDefault="003B0001" w:rsidP="003B0001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1 914,5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62831F" w14:textId="77777777" w:rsidR="003B0001" w:rsidRPr="00D36259" w:rsidRDefault="003B0001" w:rsidP="003B0001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2 374,7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4CEB17" w14:textId="77777777" w:rsidR="003B0001" w:rsidRPr="00D36259" w:rsidRDefault="003B0001" w:rsidP="003B0001">
            <w:pPr>
              <w:ind w:right="-102"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2 374,7</w:t>
            </w:r>
          </w:p>
        </w:tc>
      </w:tr>
      <w:tr w:rsidR="003B0001" w:rsidRPr="00970BD5" w14:paraId="66EA5AD2" w14:textId="77777777" w:rsidTr="00487574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30AC0D" w14:textId="77777777" w:rsidR="003B0001" w:rsidRPr="00D36259" w:rsidRDefault="003B0001" w:rsidP="003B0001">
            <w:pPr>
              <w:ind w:firstLine="0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Расходы, направленные на мероприятия по содержанию муниципальных кладбищ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4525B9" w14:textId="77777777" w:rsidR="003B0001" w:rsidRPr="00D36259" w:rsidRDefault="003B0001" w:rsidP="003B0001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20 0 01 27300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C4EA1E" w14:textId="77777777" w:rsidR="003B0001" w:rsidRPr="00D36259" w:rsidRDefault="003B0001" w:rsidP="003B0001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567EC7" w14:textId="77777777" w:rsidR="003B0001" w:rsidRPr="00D36259" w:rsidRDefault="003B0001" w:rsidP="003B0001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1 914,5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4A7820" w14:textId="77777777" w:rsidR="003B0001" w:rsidRPr="00D36259" w:rsidRDefault="003B0001" w:rsidP="003B0001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2 374,7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EF49AE" w14:textId="77777777" w:rsidR="003B0001" w:rsidRPr="00D36259" w:rsidRDefault="003B0001" w:rsidP="003B0001">
            <w:pPr>
              <w:ind w:right="-102"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2 374,7</w:t>
            </w:r>
          </w:p>
        </w:tc>
      </w:tr>
      <w:tr w:rsidR="003B0001" w:rsidRPr="00970BD5" w14:paraId="5AE22562" w14:textId="77777777" w:rsidTr="00487574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AB167C" w14:textId="77777777" w:rsidR="003B0001" w:rsidRPr="00D36259" w:rsidRDefault="003B0001" w:rsidP="003B0001">
            <w:pPr>
              <w:ind w:firstLine="0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8A77FB" w14:textId="77777777" w:rsidR="003B0001" w:rsidRPr="00D36259" w:rsidRDefault="003B0001" w:rsidP="003B0001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20 0 01 27300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297F00" w14:textId="77777777" w:rsidR="003B0001" w:rsidRPr="00D36259" w:rsidRDefault="003B0001" w:rsidP="003B0001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F9D9EB" w14:textId="77777777" w:rsidR="003B0001" w:rsidRPr="00D36259" w:rsidRDefault="003B0001" w:rsidP="003B0001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1 914,5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2A120A" w14:textId="77777777" w:rsidR="003B0001" w:rsidRPr="00D36259" w:rsidRDefault="003B0001" w:rsidP="003B0001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2 374,7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030BA2" w14:textId="77777777" w:rsidR="003B0001" w:rsidRPr="00D36259" w:rsidRDefault="003B0001" w:rsidP="003B0001">
            <w:pPr>
              <w:ind w:right="-102"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2 374,7</w:t>
            </w:r>
          </w:p>
        </w:tc>
      </w:tr>
      <w:tr w:rsidR="003B0001" w:rsidRPr="00970BD5" w14:paraId="106BBC16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C11125" w14:textId="77777777" w:rsidR="003B0001" w:rsidRPr="00D36259" w:rsidRDefault="003B0001" w:rsidP="003B0001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lastRenderedPageBreak/>
              <w:t xml:space="preserve">Благоустройство территорий муниципальных кладбищ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BB8B89" w14:textId="77777777" w:rsidR="003B0001" w:rsidRPr="00D36259" w:rsidRDefault="003B0001" w:rsidP="003B0001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20 0 03 00000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E4F178" w14:textId="77777777" w:rsidR="003B0001" w:rsidRPr="00D36259" w:rsidRDefault="003B0001" w:rsidP="003B0001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10553F" w14:textId="77777777" w:rsidR="003B0001" w:rsidRPr="00D36259" w:rsidRDefault="003B0001" w:rsidP="003B0001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A324C3" w14:textId="77777777" w:rsidR="003B0001" w:rsidRPr="00D36259" w:rsidRDefault="003B0001" w:rsidP="003B0001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100,0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C5FC45" w14:textId="77777777" w:rsidR="003B0001" w:rsidRPr="00D36259" w:rsidRDefault="003B0001" w:rsidP="003B0001">
            <w:pPr>
              <w:ind w:right="-102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100,0</w:t>
            </w:r>
          </w:p>
        </w:tc>
      </w:tr>
      <w:tr w:rsidR="003B0001" w:rsidRPr="00970BD5" w14:paraId="3C7B1F8E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1B4361" w14:textId="77777777" w:rsidR="003B0001" w:rsidRPr="00D36259" w:rsidRDefault="003B0001" w:rsidP="003B0001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Расходы, направленные на мероприятия по благоустройству территорий муниципальных кладбищ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F49A3D" w14:textId="77777777" w:rsidR="003B0001" w:rsidRPr="00D36259" w:rsidRDefault="003B0001" w:rsidP="003B0001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20 0 03 27300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CDB9E7" w14:textId="77777777" w:rsidR="003B0001" w:rsidRPr="00D36259" w:rsidRDefault="003B0001" w:rsidP="003B0001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619F0B" w14:textId="77777777" w:rsidR="003B0001" w:rsidRPr="00D36259" w:rsidRDefault="003B0001" w:rsidP="003B0001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1F6347" w14:textId="77777777" w:rsidR="003B0001" w:rsidRPr="00D36259" w:rsidRDefault="003B0001" w:rsidP="003B0001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100,0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30856B" w14:textId="77777777" w:rsidR="003B0001" w:rsidRPr="00D36259" w:rsidRDefault="003B0001" w:rsidP="003B0001">
            <w:pPr>
              <w:ind w:right="-102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100,0</w:t>
            </w:r>
          </w:p>
        </w:tc>
      </w:tr>
      <w:tr w:rsidR="003B0001" w:rsidRPr="00970BD5" w14:paraId="531794AC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766194" w14:textId="77777777" w:rsidR="003B0001" w:rsidRPr="00D36259" w:rsidRDefault="003B0001" w:rsidP="003B0001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8A4030" w14:textId="77777777" w:rsidR="003B0001" w:rsidRPr="00D36259" w:rsidRDefault="003B0001" w:rsidP="003B0001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20 0 03 27300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CD279C" w14:textId="77777777" w:rsidR="003B0001" w:rsidRPr="00D36259" w:rsidRDefault="003B0001" w:rsidP="003B0001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757205" w14:textId="77777777" w:rsidR="003B0001" w:rsidRPr="00D36259" w:rsidRDefault="003B0001" w:rsidP="003B0001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A42ED1" w14:textId="77777777" w:rsidR="003B0001" w:rsidRPr="00D36259" w:rsidRDefault="003B0001" w:rsidP="003B0001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100,0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A4CB49" w14:textId="77777777" w:rsidR="003B0001" w:rsidRPr="00D36259" w:rsidRDefault="003B0001" w:rsidP="003B0001">
            <w:pPr>
              <w:ind w:right="-102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100,0</w:t>
            </w:r>
          </w:p>
        </w:tc>
      </w:tr>
      <w:tr w:rsidR="003B0001" w:rsidRPr="00970BD5" w14:paraId="1E80D558" w14:textId="77777777" w:rsidTr="00487574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AF6C91" w14:textId="77777777" w:rsidR="003B0001" w:rsidRPr="00D36259" w:rsidRDefault="003B0001" w:rsidP="003B0001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b/>
                <w:bCs/>
                <w:sz w:val="24"/>
                <w:szCs w:val="24"/>
              </w:rPr>
              <w:t>Непрограммные расходы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E4C799" w14:textId="77777777" w:rsidR="003B0001" w:rsidRPr="00D36259" w:rsidRDefault="003B0001" w:rsidP="003B0001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b/>
                <w:bCs/>
                <w:sz w:val="24"/>
                <w:szCs w:val="24"/>
              </w:rPr>
              <w:t>77 0 00 00000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CA1904" w14:textId="77777777" w:rsidR="003B0001" w:rsidRPr="00D36259" w:rsidRDefault="003B0001" w:rsidP="003B0001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2E7F86" w14:textId="77777777" w:rsidR="003B0001" w:rsidRPr="00D36259" w:rsidRDefault="003B0001" w:rsidP="003B0001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b/>
                <w:bCs/>
                <w:sz w:val="24"/>
                <w:szCs w:val="24"/>
              </w:rPr>
              <w:t>414 653,9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DF260C" w14:textId="77777777" w:rsidR="003B0001" w:rsidRPr="00D36259" w:rsidRDefault="003B0001" w:rsidP="003B0001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b/>
                <w:bCs/>
                <w:sz w:val="24"/>
                <w:szCs w:val="24"/>
              </w:rPr>
              <w:t>261 770,2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C3898E" w14:textId="77777777" w:rsidR="003B0001" w:rsidRPr="00D36259" w:rsidRDefault="003B0001" w:rsidP="003B0001">
            <w:pPr>
              <w:ind w:right="-102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b/>
                <w:bCs/>
                <w:sz w:val="24"/>
                <w:szCs w:val="24"/>
              </w:rPr>
              <w:t>286 946,4</w:t>
            </w:r>
          </w:p>
        </w:tc>
      </w:tr>
      <w:tr w:rsidR="003B0001" w:rsidRPr="00970BD5" w14:paraId="7328B4E0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8552C1" w14:textId="77777777" w:rsidR="003B0001" w:rsidRPr="00D36259" w:rsidRDefault="003B0001" w:rsidP="003B0001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b/>
                <w:bCs/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C4A262" w14:textId="77777777" w:rsidR="003B0001" w:rsidRPr="00D36259" w:rsidRDefault="003B0001" w:rsidP="003B0001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b/>
                <w:bCs/>
                <w:sz w:val="24"/>
                <w:szCs w:val="24"/>
              </w:rPr>
              <w:t>77 7 00 00000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967580" w14:textId="77777777" w:rsidR="003B0001" w:rsidRPr="00D36259" w:rsidRDefault="003B0001" w:rsidP="003B0001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26788E" w14:textId="77777777" w:rsidR="003B0001" w:rsidRPr="00D36259" w:rsidRDefault="003B0001" w:rsidP="003B0001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b/>
                <w:bCs/>
                <w:sz w:val="24"/>
                <w:szCs w:val="24"/>
              </w:rPr>
              <w:t>414 653,9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EBBD40" w14:textId="77777777" w:rsidR="003B0001" w:rsidRPr="00D36259" w:rsidRDefault="003B0001" w:rsidP="003B0001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b/>
                <w:bCs/>
                <w:sz w:val="24"/>
                <w:szCs w:val="24"/>
              </w:rPr>
              <w:t>261 770,2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C7F5AC" w14:textId="77777777" w:rsidR="003B0001" w:rsidRPr="00D36259" w:rsidRDefault="003B0001" w:rsidP="003B0001">
            <w:pPr>
              <w:ind w:right="-102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b/>
                <w:bCs/>
                <w:sz w:val="24"/>
                <w:szCs w:val="24"/>
              </w:rPr>
              <w:t>286 946,4</w:t>
            </w:r>
          </w:p>
        </w:tc>
      </w:tr>
      <w:tr w:rsidR="003B0001" w:rsidRPr="00970BD5" w14:paraId="20906D6C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AFFD11" w14:textId="77777777" w:rsidR="003B0001" w:rsidRPr="00D36259" w:rsidRDefault="003B0001" w:rsidP="003B0001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b/>
                <w:bCs/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8C7395" w14:textId="77777777" w:rsidR="003B0001" w:rsidRPr="00D36259" w:rsidRDefault="003B0001" w:rsidP="003B0001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b/>
                <w:bCs/>
                <w:sz w:val="24"/>
                <w:szCs w:val="24"/>
              </w:rPr>
              <w:t>77 7 01 00000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3ADF18" w14:textId="77777777" w:rsidR="003B0001" w:rsidRPr="00D36259" w:rsidRDefault="003B0001" w:rsidP="003B0001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8D4587" w14:textId="77777777" w:rsidR="003B0001" w:rsidRPr="00D36259" w:rsidRDefault="003B0001" w:rsidP="003B0001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b/>
                <w:bCs/>
                <w:sz w:val="24"/>
                <w:szCs w:val="24"/>
              </w:rPr>
              <w:t>134 075,8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B13385" w14:textId="77777777" w:rsidR="003B0001" w:rsidRPr="00D36259" w:rsidRDefault="003B0001" w:rsidP="003B0001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b/>
                <w:bCs/>
                <w:sz w:val="24"/>
                <w:szCs w:val="24"/>
              </w:rPr>
              <w:t>129 605,4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12493C" w14:textId="77777777" w:rsidR="003B0001" w:rsidRPr="00D36259" w:rsidRDefault="003B0001" w:rsidP="003B0001">
            <w:pPr>
              <w:ind w:right="-102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b/>
                <w:bCs/>
                <w:sz w:val="24"/>
                <w:szCs w:val="24"/>
              </w:rPr>
              <w:t>131 280,1</w:t>
            </w:r>
          </w:p>
        </w:tc>
      </w:tr>
      <w:tr w:rsidR="003B0001" w:rsidRPr="00970BD5" w14:paraId="2C95628E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C28DEB" w14:textId="77777777" w:rsidR="003B0001" w:rsidRPr="00D36259" w:rsidRDefault="003B0001" w:rsidP="003B0001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CB475D" w14:textId="77777777" w:rsidR="003B0001" w:rsidRPr="00D36259" w:rsidRDefault="003B0001" w:rsidP="003B0001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77 7 01 00190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7D9035" w14:textId="77777777" w:rsidR="003B0001" w:rsidRPr="00D36259" w:rsidRDefault="003B0001" w:rsidP="003B0001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11F76D" w14:textId="77777777" w:rsidR="003B0001" w:rsidRPr="00D36259" w:rsidRDefault="003B0001" w:rsidP="003B0001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125 479,9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4DF6F3" w14:textId="77777777" w:rsidR="003B0001" w:rsidRPr="00D36259" w:rsidRDefault="003B0001" w:rsidP="003B0001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120 662,3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07A6C3" w14:textId="77777777" w:rsidR="003B0001" w:rsidRPr="00D36259" w:rsidRDefault="003B0001" w:rsidP="003B0001">
            <w:pPr>
              <w:ind w:right="-102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122 337,0</w:t>
            </w:r>
          </w:p>
        </w:tc>
      </w:tr>
      <w:tr w:rsidR="003B0001" w:rsidRPr="00970BD5" w14:paraId="351CC6B4" w14:textId="77777777" w:rsidTr="00487574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F2A1A5" w14:textId="77777777" w:rsidR="003B0001" w:rsidRPr="00D36259" w:rsidRDefault="003B0001" w:rsidP="003B0001">
            <w:pPr>
              <w:ind w:firstLine="0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3042C1" w14:textId="77777777" w:rsidR="003B0001" w:rsidRPr="00D36259" w:rsidRDefault="003B0001" w:rsidP="003B0001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77 7 01 00190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7DE439" w14:textId="77777777" w:rsidR="003B0001" w:rsidRPr="00D36259" w:rsidRDefault="003B0001" w:rsidP="003B0001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A906CC" w14:textId="77777777" w:rsidR="003B0001" w:rsidRPr="00D36259" w:rsidRDefault="003B0001" w:rsidP="003B0001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108 456,3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767A68" w14:textId="77777777" w:rsidR="003B0001" w:rsidRPr="00D36259" w:rsidRDefault="003B0001" w:rsidP="003B0001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107 763,5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42A766" w14:textId="77777777" w:rsidR="003B0001" w:rsidRPr="00D36259" w:rsidRDefault="003B0001" w:rsidP="003B0001">
            <w:pPr>
              <w:ind w:right="-102"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109 438,2</w:t>
            </w:r>
          </w:p>
        </w:tc>
      </w:tr>
      <w:tr w:rsidR="003B0001" w:rsidRPr="00970BD5" w14:paraId="1275E394" w14:textId="77777777" w:rsidTr="00487574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FFA848" w14:textId="77777777" w:rsidR="003B0001" w:rsidRPr="00D36259" w:rsidRDefault="003B0001" w:rsidP="003B0001">
            <w:pPr>
              <w:ind w:firstLine="0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E7912D" w14:textId="77777777" w:rsidR="003B0001" w:rsidRPr="00D36259" w:rsidRDefault="003B0001" w:rsidP="003B0001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77 7 01 00190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B9159C" w14:textId="77777777" w:rsidR="003B0001" w:rsidRPr="00D36259" w:rsidRDefault="003B0001" w:rsidP="003B0001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7EC63B" w14:textId="77777777" w:rsidR="003B0001" w:rsidRPr="00D36259" w:rsidRDefault="003B0001" w:rsidP="003B0001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16 620,2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87A6FE" w14:textId="77777777" w:rsidR="003B0001" w:rsidRPr="00D36259" w:rsidRDefault="003B0001" w:rsidP="003B0001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12 898,8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1E24C9" w14:textId="77777777" w:rsidR="003B0001" w:rsidRPr="00D36259" w:rsidRDefault="003B0001" w:rsidP="003B0001">
            <w:pPr>
              <w:ind w:right="-102"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12 898,8</w:t>
            </w:r>
          </w:p>
        </w:tc>
      </w:tr>
      <w:tr w:rsidR="003B0001" w:rsidRPr="00970BD5" w14:paraId="66D9EEF8" w14:textId="77777777" w:rsidTr="00487574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A84CDA" w14:textId="77777777" w:rsidR="003B0001" w:rsidRPr="00D36259" w:rsidRDefault="003B0001" w:rsidP="003B0001">
            <w:pPr>
              <w:ind w:firstLine="0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9927DB" w14:textId="77777777" w:rsidR="003B0001" w:rsidRPr="00D36259" w:rsidRDefault="003B0001" w:rsidP="003B0001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77 7 01 00190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9ABC2C" w14:textId="77777777" w:rsidR="003B0001" w:rsidRPr="00D36259" w:rsidRDefault="003B0001" w:rsidP="003B0001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31C5FE" w14:textId="77777777" w:rsidR="003B0001" w:rsidRPr="00D36259" w:rsidRDefault="003B0001" w:rsidP="003B0001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303,7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856B3A" w14:textId="77777777" w:rsidR="003B0001" w:rsidRPr="00D36259" w:rsidRDefault="003B0001" w:rsidP="003B0001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6F749F" w14:textId="77777777" w:rsidR="003B0001" w:rsidRPr="00D36259" w:rsidRDefault="003B0001" w:rsidP="003B0001">
            <w:pPr>
              <w:ind w:right="-102"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0,0</w:t>
            </w:r>
          </w:p>
        </w:tc>
      </w:tr>
      <w:tr w:rsidR="003B0001" w:rsidRPr="00970BD5" w14:paraId="63926F33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B19FFF" w14:textId="77777777" w:rsidR="003B0001" w:rsidRPr="00D36259" w:rsidRDefault="003B0001" w:rsidP="003B0001">
            <w:pPr>
              <w:ind w:firstLine="0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53D5CD" w14:textId="77777777" w:rsidR="003B0001" w:rsidRPr="00D36259" w:rsidRDefault="003B0001" w:rsidP="003B0001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77 7 01 00190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3DDCFB" w14:textId="77777777" w:rsidR="003B0001" w:rsidRPr="00D36259" w:rsidRDefault="003B0001" w:rsidP="003B0001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537C46" w14:textId="77777777" w:rsidR="003B0001" w:rsidRPr="00D36259" w:rsidRDefault="003B0001" w:rsidP="003B0001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99,7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D36344" w14:textId="77777777" w:rsidR="003B0001" w:rsidRPr="00D36259" w:rsidRDefault="003B0001" w:rsidP="003B0001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941FBE" w14:textId="77777777" w:rsidR="003B0001" w:rsidRPr="00D36259" w:rsidRDefault="003B0001" w:rsidP="003B0001">
            <w:pPr>
              <w:ind w:right="-102"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0,0</w:t>
            </w:r>
          </w:p>
        </w:tc>
      </w:tr>
      <w:tr w:rsidR="003B0001" w:rsidRPr="00970BD5" w14:paraId="4922DEF4" w14:textId="77777777" w:rsidTr="00487574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C0D3B1" w14:textId="77777777" w:rsidR="003B0001" w:rsidRPr="00D36259" w:rsidRDefault="003B0001" w:rsidP="003B0001">
            <w:pPr>
              <w:ind w:firstLine="0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Руководитель контрольно-счетной палаты Балахнинского муниципального округа и его заместители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85F0D0" w14:textId="77777777" w:rsidR="003B0001" w:rsidRPr="00D36259" w:rsidRDefault="003B0001" w:rsidP="003B0001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77 7 01 07000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74284B" w14:textId="77777777" w:rsidR="003B0001" w:rsidRPr="00D36259" w:rsidRDefault="003B0001" w:rsidP="003B0001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3A78B8" w14:textId="77777777" w:rsidR="003B0001" w:rsidRPr="00D36259" w:rsidRDefault="003B0001" w:rsidP="003B0001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2 496,0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3622E1" w14:textId="77777777" w:rsidR="003B0001" w:rsidRPr="00D36259" w:rsidRDefault="003B0001" w:rsidP="003B0001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2 212,7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E4EB47" w14:textId="77777777" w:rsidR="003B0001" w:rsidRPr="00D36259" w:rsidRDefault="003B0001" w:rsidP="003B0001">
            <w:pPr>
              <w:ind w:right="-102"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2 212,7</w:t>
            </w:r>
          </w:p>
        </w:tc>
      </w:tr>
      <w:tr w:rsidR="003B0001" w:rsidRPr="00970BD5" w14:paraId="75C8354F" w14:textId="77777777" w:rsidTr="00487574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D02083" w14:textId="77777777" w:rsidR="003B0001" w:rsidRPr="00D36259" w:rsidRDefault="003B0001" w:rsidP="003B0001">
            <w:pPr>
              <w:ind w:firstLine="0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7C34AF" w14:textId="77777777" w:rsidR="003B0001" w:rsidRPr="00D36259" w:rsidRDefault="003B0001" w:rsidP="003B0001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77 7 01 07000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FDD10C" w14:textId="77777777" w:rsidR="003B0001" w:rsidRPr="00D36259" w:rsidRDefault="003B0001" w:rsidP="003B0001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49B165" w14:textId="77777777" w:rsidR="003B0001" w:rsidRPr="00D36259" w:rsidRDefault="003B0001" w:rsidP="003B0001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2 496,0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274916" w14:textId="77777777" w:rsidR="003B0001" w:rsidRPr="00D36259" w:rsidRDefault="003B0001" w:rsidP="003B0001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2 212,7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2B78DB" w14:textId="77777777" w:rsidR="003B0001" w:rsidRPr="00D36259" w:rsidRDefault="003B0001" w:rsidP="003B0001">
            <w:pPr>
              <w:ind w:right="-102"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2 212,7</w:t>
            </w:r>
          </w:p>
        </w:tc>
      </w:tr>
      <w:tr w:rsidR="003B0001" w:rsidRPr="00970BD5" w14:paraId="52C59398" w14:textId="77777777" w:rsidTr="00487574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B20A0B" w14:textId="77777777" w:rsidR="003B0001" w:rsidRPr="00D36259" w:rsidRDefault="003B0001" w:rsidP="003B0001">
            <w:pPr>
              <w:ind w:firstLine="0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 xml:space="preserve">Расходы на осуществление полномочий по созданию и </w:t>
            </w:r>
            <w:r w:rsidRPr="00D36259">
              <w:rPr>
                <w:sz w:val="24"/>
                <w:szCs w:val="24"/>
              </w:rPr>
              <w:lastRenderedPageBreak/>
              <w:t>организации деятельности муниципальных комиссий по делам несовершеннолетних и защите их прав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3802A9" w14:textId="77777777" w:rsidR="003B0001" w:rsidRPr="00D36259" w:rsidRDefault="003B0001" w:rsidP="003B0001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lastRenderedPageBreak/>
              <w:t>77 7 01 73040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CB1638" w14:textId="77777777" w:rsidR="003B0001" w:rsidRPr="00D36259" w:rsidRDefault="003B0001" w:rsidP="003B0001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200989" w14:textId="77777777" w:rsidR="003B0001" w:rsidRPr="00D36259" w:rsidRDefault="003B0001" w:rsidP="003B0001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952,9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1A802D" w14:textId="77777777" w:rsidR="003B0001" w:rsidRPr="00D36259" w:rsidRDefault="003B0001" w:rsidP="003B0001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946,1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B3EE31" w14:textId="77777777" w:rsidR="003B0001" w:rsidRPr="00D36259" w:rsidRDefault="003B0001" w:rsidP="003B0001">
            <w:pPr>
              <w:ind w:right="-102"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946,1</w:t>
            </w:r>
          </w:p>
        </w:tc>
      </w:tr>
      <w:tr w:rsidR="003B0001" w:rsidRPr="00970BD5" w14:paraId="4512E7E0" w14:textId="77777777" w:rsidTr="00487574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BC22D0" w14:textId="77777777" w:rsidR="003B0001" w:rsidRPr="00D36259" w:rsidRDefault="003B0001" w:rsidP="003B0001">
            <w:pPr>
              <w:ind w:firstLine="0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902AF4" w14:textId="77777777" w:rsidR="003B0001" w:rsidRPr="00D36259" w:rsidRDefault="003B0001" w:rsidP="003B0001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77 7 01 73040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CC9E9E" w14:textId="77777777" w:rsidR="003B0001" w:rsidRPr="00D36259" w:rsidRDefault="003B0001" w:rsidP="003B0001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EDFFBF" w14:textId="77777777" w:rsidR="003B0001" w:rsidRPr="00D36259" w:rsidRDefault="003B0001" w:rsidP="003B0001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907,1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790EE4" w14:textId="77777777" w:rsidR="003B0001" w:rsidRPr="00D36259" w:rsidRDefault="003B0001" w:rsidP="003B0001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900,3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3D05C3" w14:textId="77777777" w:rsidR="003B0001" w:rsidRPr="00D36259" w:rsidRDefault="003B0001" w:rsidP="003B0001">
            <w:pPr>
              <w:ind w:right="-102"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900,3</w:t>
            </w:r>
          </w:p>
        </w:tc>
      </w:tr>
      <w:tr w:rsidR="003B0001" w:rsidRPr="00970BD5" w14:paraId="71C94F8B" w14:textId="77777777" w:rsidTr="00487574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5654A5" w14:textId="77777777" w:rsidR="003B0001" w:rsidRPr="00D36259" w:rsidRDefault="003B0001" w:rsidP="003B0001">
            <w:pPr>
              <w:ind w:firstLine="0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Расходы на осуществление полномочий по организации и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F9F05E" w14:textId="77777777" w:rsidR="003B0001" w:rsidRPr="00D36259" w:rsidRDefault="003B0001" w:rsidP="003B0001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color w:val="000000"/>
                <w:sz w:val="24"/>
                <w:szCs w:val="24"/>
              </w:rPr>
              <w:t>77 7 01 73060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87295A" w14:textId="77777777" w:rsidR="003B0001" w:rsidRPr="00D36259" w:rsidRDefault="003B0001" w:rsidP="003B0001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4A59E2" w14:textId="77777777" w:rsidR="003B0001" w:rsidRPr="00D36259" w:rsidRDefault="003B0001" w:rsidP="003B0001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854,3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66F410" w14:textId="77777777" w:rsidR="003B0001" w:rsidRPr="00D36259" w:rsidRDefault="003B0001" w:rsidP="003B0001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848,3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ADF62A" w14:textId="77777777" w:rsidR="003B0001" w:rsidRPr="00D36259" w:rsidRDefault="003B0001" w:rsidP="003B0001">
            <w:pPr>
              <w:ind w:right="-102"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848,3</w:t>
            </w:r>
          </w:p>
        </w:tc>
      </w:tr>
      <w:tr w:rsidR="003B0001" w:rsidRPr="00970BD5" w14:paraId="4318702D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FD80BB" w14:textId="77777777" w:rsidR="003B0001" w:rsidRPr="00D36259" w:rsidRDefault="003B0001" w:rsidP="003B0001">
            <w:pPr>
              <w:ind w:firstLine="0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405BE0" w14:textId="77777777" w:rsidR="003B0001" w:rsidRPr="00D36259" w:rsidRDefault="003B0001" w:rsidP="003B0001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color w:val="000000"/>
                <w:sz w:val="24"/>
                <w:szCs w:val="24"/>
              </w:rPr>
              <w:t>77 7 01 73060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118753" w14:textId="77777777" w:rsidR="003B0001" w:rsidRPr="00D36259" w:rsidRDefault="003B0001" w:rsidP="003B0001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816B05" w14:textId="77777777" w:rsidR="003B0001" w:rsidRPr="00D36259" w:rsidRDefault="003B0001" w:rsidP="003B0001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827,9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F37FED" w14:textId="77777777" w:rsidR="003B0001" w:rsidRPr="00D36259" w:rsidRDefault="003B0001" w:rsidP="003B0001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803,7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7F6A28" w14:textId="77777777" w:rsidR="003B0001" w:rsidRPr="00D36259" w:rsidRDefault="003B0001" w:rsidP="003B0001">
            <w:pPr>
              <w:ind w:right="-102"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803,7</w:t>
            </w:r>
          </w:p>
        </w:tc>
      </w:tr>
      <w:tr w:rsidR="003B0001" w:rsidRPr="00970BD5" w14:paraId="182478D3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943A8D" w14:textId="77777777" w:rsidR="003B0001" w:rsidRPr="00D36259" w:rsidRDefault="003B0001" w:rsidP="003B0001">
            <w:pPr>
              <w:ind w:firstLine="0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9702A6" w14:textId="77777777" w:rsidR="003B0001" w:rsidRPr="00D36259" w:rsidRDefault="003B0001" w:rsidP="003B0001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color w:val="000000"/>
                <w:sz w:val="24"/>
                <w:szCs w:val="24"/>
              </w:rPr>
              <w:t>77 7 01 73060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4D6276" w14:textId="77777777" w:rsidR="003B0001" w:rsidRPr="00D36259" w:rsidRDefault="003B0001" w:rsidP="003B0001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C71FA3" w14:textId="77777777" w:rsidR="003B0001" w:rsidRPr="00D36259" w:rsidRDefault="003B0001" w:rsidP="003B0001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26,4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1570BB" w14:textId="77777777" w:rsidR="003B0001" w:rsidRPr="00D36259" w:rsidRDefault="003B0001" w:rsidP="003B0001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44,6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927879" w14:textId="77777777" w:rsidR="003B0001" w:rsidRPr="00D36259" w:rsidRDefault="003B0001" w:rsidP="003B0001">
            <w:pPr>
              <w:ind w:right="-102"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44,6</w:t>
            </w:r>
          </w:p>
        </w:tc>
      </w:tr>
      <w:tr w:rsidR="003B0001" w:rsidRPr="00970BD5" w14:paraId="228114D3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3BF957" w14:textId="77777777" w:rsidR="003B0001" w:rsidRPr="00D36259" w:rsidRDefault="003B0001" w:rsidP="003B0001">
            <w:pPr>
              <w:ind w:firstLine="0"/>
              <w:rPr>
                <w:sz w:val="24"/>
                <w:szCs w:val="24"/>
                <w:highlight w:val="yellow"/>
              </w:rPr>
            </w:pPr>
            <w:r w:rsidRPr="00D36259">
              <w:rPr>
                <w:b/>
                <w:bCs/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D94B67" w14:textId="77777777" w:rsidR="003B0001" w:rsidRPr="00D36259" w:rsidRDefault="003B0001" w:rsidP="003B0001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b/>
                <w:bCs/>
                <w:sz w:val="24"/>
                <w:szCs w:val="24"/>
              </w:rPr>
              <w:t>77 7 02 00000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2EB597" w14:textId="77777777" w:rsidR="003B0001" w:rsidRPr="00D36259" w:rsidRDefault="003B0001" w:rsidP="003B0001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F92F68" w14:textId="77777777" w:rsidR="003B0001" w:rsidRPr="00D36259" w:rsidRDefault="003B0001" w:rsidP="003B0001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b/>
                <w:bCs/>
                <w:color w:val="000000"/>
                <w:sz w:val="24"/>
                <w:szCs w:val="24"/>
              </w:rPr>
              <w:t>47 555,8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9C828D" w14:textId="77777777" w:rsidR="003B0001" w:rsidRPr="00D36259" w:rsidRDefault="003B0001" w:rsidP="003B0001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b/>
                <w:bCs/>
                <w:color w:val="000000"/>
                <w:sz w:val="24"/>
                <w:szCs w:val="24"/>
              </w:rPr>
              <w:t>36 509,8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48FF91" w14:textId="77777777" w:rsidR="003B0001" w:rsidRPr="00D36259" w:rsidRDefault="003B0001" w:rsidP="003B0001">
            <w:pPr>
              <w:ind w:right="-102"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b/>
                <w:bCs/>
                <w:color w:val="000000"/>
                <w:sz w:val="24"/>
                <w:szCs w:val="24"/>
              </w:rPr>
              <w:t>36 554,3</w:t>
            </w:r>
          </w:p>
        </w:tc>
      </w:tr>
      <w:tr w:rsidR="003B0001" w:rsidRPr="00970BD5" w14:paraId="743A5E27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08B081" w14:textId="77777777" w:rsidR="003B0001" w:rsidRPr="00D36259" w:rsidRDefault="003B0001" w:rsidP="003B0001">
            <w:pPr>
              <w:ind w:firstLine="0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682B24" w14:textId="77777777" w:rsidR="003B0001" w:rsidRPr="00D36259" w:rsidRDefault="003B0001" w:rsidP="003B0001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77 7 02 00590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4BDB97" w14:textId="77777777" w:rsidR="003B0001" w:rsidRPr="00D36259" w:rsidRDefault="003B0001" w:rsidP="003B0001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34360E" w14:textId="77777777" w:rsidR="003B0001" w:rsidRPr="00D36259" w:rsidRDefault="003B0001" w:rsidP="003B0001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color w:val="000000"/>
                <w:sz w:val="24"/>
                <w:szCs w:val="24"/>
              </w:rPr>
              <w:t>42 213,0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0A76D9" w14:textId="77777777" w:rsidR="003B0001" w:rsidRPr="00D36259" w:rsidRDefault="003B0001" w:rsidP="003B0001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color w:val="000000"/>
                <w:sz w:val="24"/>
                <w:szCs w:val="24"/>
              </w:rPr>
              <w:t>31 178,6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7E52C6" w14:textId="77777777" w:rsidR="003B0001" w:rsidRPr="00D36259" w:rsidRDefault="003B0001" w:rsidP="003B0001">
            <w:pPr>
              <w:ind w:right="-102"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color w:val="000000"/>
                <w:sz w:val="24"/>
                <w:szCs w:val="24"/>
              </w:rPr>
              <w:t>31 178,6</w:t>
            </w:r>
          </w:p>
        </w:tc>
      </w:tr>
      <w:tr w:rsidR="003B0001" w:rsidRPr="00970BD5" w14:paraId="340591FC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3AF167" w14:textId="77777777" w:rsidR="003B0001" w:rsidRPr="00D36259" w:rsidRDefault="003B0001" w:rsidP="003B0001">
            <w:pPr>
              <w:ind w:firstLine="0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4C0AB5" w14:textId="77777777" w:rsidR="003B0001" w:rsidRPr="00D36259" w:rsidRDefault="003B0001" w:rsidP="003B0001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77 7 02 00590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439933" w14:textId="77777777" w:rsidR="003B0001" w:rsidRPr="00D36259" w:rsidRDefault="003B0001" w:rsidP="003B0001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58EC08" w14:textId="77777777" w:rsidR="003B0001" w:rsidRPr="00D36259" w:rsidRDefault="003B0001" w:rsidP="003B0001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color w:val="000000"/>
                <w:sz w:val="24"/>
                <w:szCs w:val="24"/>
              </w:rPr>
              <w:t>24 613,2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63B2B7" w14:textId="77777777" w:rsidR="003B0001" w:rsidRPr="00D36259" w:rsidRDefault="003B0001" w:rsidP="003B0001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20 800,8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CBFF15" w14:textId="77777777" w:rsidR="003B0001" w:rsidRPr="00D36259" w:rsidRDefault="003B0001" w:rsidP="003B0001">
            <w:pPr>
              <w:ind w:right="-102"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20 800,8</w:t>
            </w:r>
          </w:p>
        </w:tc>
      </w:tr>
      <w:tr w:rsidR="003B0001" w:rsidRPr="00970BD5" w14:paraId="3C5A37EE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BE43B7" w14:textId="77777777" w:rsidR="003B0001" w:rsidRPr="00D36259" w:rsidRDefault="003B0001" w:rsidP="003B0001">
            <w:pPr>
              <w:ind w:firstLine="0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38B526" w14:textId="77777777" w:rsidR="003B0001" w:rsidRPr="00D36259" w:rsidRDefault="003B0001" w:rsidP="003B0001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77 7 02 00590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8A3B55" w14:textId="77777777" w:rsidR="003B0001" w:rsidRPr="00D36259" w:rsidRDefault="003B0001" w:rsidP="003B0001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13257C" w14:textId="77777777" w:rsidR="003B0001" w:rsidRPr="00D36259" w:rsidRDefault="003B0001" w:rsidP="003B0001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color w:val="000000"/>
                <w:sz w:val="24"/>
                <w:szCs w:val="24"/>
              </w:rPr>
              <w:t>7 863,7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91FEC1" w14:textId="77777777" w:rsidR="003B0001" w:rsidRPr="00D36259" w:rsidRDefault="003B0001" w:rsidP="003B0001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5 771,4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E723EF" w14:textId="77777777" w:rsidR="003B0001" w:rsidRPr="00D36259" w:rsidRDefault="003B0001" w:rsidP="003B0001">
            <w:pPr>
              <w:ind w:right="-102"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5 771,4</w:t>
            </w:r>
          </w:p>
        </w:tc>
      </w:tr>
      <w:tr w:rsidR="003B0001" w:rsidRPr="00970BD5" w14:paraId="6F62682E" w14:textId="77777777" w:rsidTr="00487574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207076" w14:textId="77777777" w:rsidR="003B0001" w:rsidRPr="00D36259" w:rsidRDefault="003B0001" w:rsidP="003B0001">
            <w:pPr>
              <w:ind w:firstLine="0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875841" w14:textId="77777777" w:rsidR="003B0001" w:rsidRPr="00D36259" w:rsidRDefault="003B0001" w:rsidP="003B0001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77 7 02 00590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5172FA" w14:textId="77777777" w:rsidR="003B0001" w:rsidRPr="00D36259" w:rsidRDefault="003B0001" w:rsidP="003B0001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B4D7F5" w14:textId="77777777" w:rsidR="003B0001" w:rsidRPr="00D36259" w:rsidRDefault="003B0001" w:rsidP="003B0001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2 238,9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CDA481" w14:textId="77777777" w:rsidR="003B0001" w:rsidRPr="00D36259" w:rsidRDefault="003B0001" w:rsidP="003B0001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2C9BD0" w14:textId="77777777" w:rsidR="003B0001" w:rsidRPr="00D36259" w:rsidRDefault="003B0001" w:rsidP="003B0001">
            <w:pPr>
              <w:ind w:right="-102"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0,0</w:t>
            </w:r>
          </w:p>
        </w:tc>
      </w:tr>
      <w:tr w:rsidR="003B0001" w:rsidRPr="00970BD5" w14:paraId="0083BC5F" w14:textId="77777777" w:rsidTr="00487574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43A2F3" w14:textId="77777777" w:rsidR="003B0001" w:rsidRPr="00D36259" w:rsidRDefault="003B0001" w:rsidP="003B0001">
            <w:pPr>
              <w:ind w:firstLine="0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lastRenderedPageBreak/>
              <w:t>Расходы на обеспечение деятельности муниципальных учреждений за счет средств фонда на поддержку территорий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CF1008" w14:textId="77777777" w:rsidR="003B0001" w:rsidRPr="00D36259" w:rsidRDefault="003B0001" w:rsidP="003B0001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77 7 02 22000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A6CEE3" w14:textId="77777777" w:rsidR="003B0001" w:rsidRPr="00D36259" w:rsidRDefault="003B0001" w:rsidP="003B0001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5B94FC" w14:textId="77777777" w:rsidR="003B0001" w:rsidRPr="00D36259" w:rsidRDefault="003B0001" w:rsidP="003B0001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23,1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6F5C10" w14:textId="77777777" w:rsidR="003B0001" w:rsidRPr="00D36259" w:rsidRDefault="003B0001" w:rsidP="003B0001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2BCDD1" w14:textId="77777777" w:rsidR="003B0001" w:rsidRPr="00D36259" w:rsidRDefault="003B0001" w:rsidP="003B0001">
            <w:pPr>
              <w:ind w:right="-102"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0,0</w:t>
            </w:r>
          </w:p>
        </w:tc>
      </w:tr>
      <w:tr w:rsidR="003B0001" w:rsidRPr="00970BD5" w14:paraId="1CFFABB8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DE3C23" w14:textId="77777777" w:rsidR="003B0001" w:rsidRPr="00D36259" w:rsidRDefault="003B0001" w:rsidP="003B0001">
            <w:pPr>
              <w:ind w:firstLine="0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B5EA53" w14:textId="77777777" w:rsidR="003B0001" w:rsidRPr="00D36259" w:rsidRDefault="003B0001" w:rsidP="003B0001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77 7 02 22000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EB4EC4" w14:textId="77777777" w:rsidR="003B0001" w:rsidRPr="00D36259" w:rsidRDefault="003B0001" w:rsidP="003B0001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397C2A" w14:textId="77777777" w:rsidR="003B0001" w:rsidRPr="00D36259" w:rsidRDefault="003B0001" w:rsidP="003B0001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23,1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5D0B42" w14:textId="77777777" w:rsidR="003B0001" w:rsidRPr="00D36259" w:rsidRDefault="003B0001" w:rsidP="003B0001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85BF10" w14:textId="77777777" w:rsidR="003B0001" w:rsidRPr="00D36259" w:rsidRDefault="003B0001" w:rsidP="003B0001">
            <w:pPr>
              <w:ind w:right="-102"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0,0</w:t>
            </w:r>
          </w:p>
        </w:tc>
      </w:tr>
      <w:tr w:rsidR="00883847" w:rsidRPr="00970BD5" w14:paraId="2B02C9CD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6B82B2" w14:textId="77777777" w:rsidR="00883847" w:rsidRPr="00D36259" w:rsidRDefault="00883847" w:rsidP="00883847">
            <w:pPr>
              <w:ind w:firstLine="0"/>
              <w:rPr>
                <w:sz w:val="24"/>
                <w:szCs w:val="24"/>
                <w:highlight w:val="yellow"/>
              </w:rPr>
            </w:pPr>
            <w:r w:rsidRPr="00D36259">
              <w:rPr>
                <w:b/>
                <w:bCs/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8199C5" w14:textId="77777777" w:rsidR="00883847" w:rsidRPr="00D36259" w:rsidRDefault="00883847" w:rsidP="00883847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b/>
                <w:bCs/>
                <w:sz w:val="24"/>
                <w:szCs w:val="24"/>
              </w:rPr>
              <w:t>77 7 03 00000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F4C966" w14:textId="77777777" w:rsidR="00883847" w:rsidRPr="00D36259" w:rsidRDefault="00883847" w:rsidP="00883847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DF15B0" w14:textId="77777777" w:rsidR="00883847" w:rsidRPr="00D36259" w:rsidRDefault="00883847" w:rsidP="00883847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b/>
                <w:bCs/>
                <w:sz w:val="24"/>
                <w:szCs w:val="24"/>
              </w:rPr>
              <w:t>214 151,5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4FCD4B" w14:textId="77777777" w:rsidR="00883847" w:rsidRPr="00D36259" w:rsidRDefault="00883847" w:rsidP="00883847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b/>
                <w:bCs/>
                <w:sz w:val="24"/>
                <w:szCs w:val="24"/>
              </w:rPr>
              <w:t>95 655,0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836D3E" w14:textId="77777777" w:rsidR="00883847" w:rsidRPr="00D36259" w:rsidRDefault="00883847" w:rsidP="00883847">
            <w:pPr>
              <w:ind w:right="-102"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b/>
                <w:bCs/>
                <w:sz w:val="24"/>
                <w:szCs w:val="24"/>
              </w:rPr>
              <w:t>119 112,0</w:t>
            </w:r>
          </w:p>
        </w:tc>
      </w:tr>
      <w:tr w:rsidR="00201787" w:rsidRPr="00970BD5" w14:paraId="74584A6C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049511" w14:textId="77777777" w:rsidR="00201787" w:rsidRPr="00D36259" w:rsidRDefault="00201787" w:rsidP="00201787">
            <w:pPr>
              <w:ind w:firstLine="0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Расходы за счет средств резервного фонда Правительства Нижегородской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D76D9D" w14:textId="77777777" w:rsidR="00201787" w:rsidRPr="00D36259" w:rsidRDefault="00201787" w:rsidP="00201787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77 7 03 21000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9501F7" w14:textId="77777777" w:rsidR="00201787" w:rsidRPr="00D36259" w:rsidRDefault="00201787" w:rsidP="00201787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794A15" w14:textId="77777777" w:rsidR="00201787" w:rsidRPr="00D36259" w:rsidRDefault="00201787" w:rsidP="00201787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111 855,0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1BC9F0" w14:textId="77777777" w:rsidR="00201787" w:rsidRPr="00D36259" w:rsidRDefault="00201787" w:rsidP="00201787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1EF2E0" w14:textId="77777777" w:rsidR="00201787" w:rsidRPr="00D36259" w:rsidRDefault="00201787" w:rsidP="00201787">
            <w:pPr>
              <w:ind w:right="-102"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0,0</w:t>
            </w:r>
          </w:p>
        </w:tc>
      </w:tr>
      <w:tr w:rsidR="00201787" w:rsidRPr="00970BD5" w14:paraId="70973C2B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2C0346" w14:textId="77777777" w:rsidR="00201787" w:rsidRPr="00D36259" w:rsidRDefault="00201787" w:rsidP="00201787">
            <w:pPr>
              <w:ind w:firstLine="0"/>
              <w:rPr>
                <w:sz w:val="24"/>
                <w:szCs w:val="24"/>
                <w:highlight w:val="yellow"/>
              </w:rPr>
            </w:pPr>
            <w:r w:rsidRPr="00D36259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867FF5" w14:textId="77777777" w:rsidR="00201787" w:rsidRPr="00D36259" w:rsidRDefault="00201787" w:rsidP="00201787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color w:val="000000"/>
                <w:sz w:val="24"/>
                <w:szCs w:val="24"/>
              </w:rPr>
              <w:t>77 7 03 21000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E7804C" w14:textId="77777777" w:rsidR="00201787" w:rsidRPr="00D36259" w:rsidRDefault="00201787" w:rsidP="00201787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31901E" w14:textId="77777777" w:rsidR="00201787" w:rsidRPr="00D36259" w:rsidRDefault="00201787" w:rsidP="00201787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72A4B2" w14:textId="77777777" w:rsidR="00201787" w:rsidRPr="00D36259" w:rsidRDefault="00201787" w:rsidP="00201787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24F351" w14:textId="77777777" w:rsidR="00201787" w:rsidRPr="00D36259" w:rsidRDefault="00201787" w:rsidP="00201787">
            <w:pPr>
              <w:ind w:right="-102"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0,0</w:t>
            </w:r>
          </w:p>
        </w:tc>
      </w:tr>
      <w:tr w:rsidR="00201787" w:rsidRPr="00970BD5" w14:paraId="373A2C79" w14:textId="77777777" w:rsidTr="00487574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EC4457" w14:textId="77777777" w:rsidR="00201787" w:rsidRPr="00D36259" w:rsidRDefault="00201787" w:rsidP="00201787">
            <w:pPr>
              <w:ind w:firstLine="0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06AE39" w14:textId="77777777" w:rsidR="00201787" w:rsidRPr="00D36259" w:rsidRDefault="00201787" w:rsidP="00201787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77 7 03 21000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569AD9" w14:textId="77777777" w:rsidR="00201787" w:rsidRPr="00D36259" w:rsidRDefault="00201787" w:rsidP="00201787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7F3E05" w14:textId="77777777" w:rsidR="00201787" w:rsidRPr="00D36259" w:rsidRDefault="00201787" w:rsidP="00201787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90 900,9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7AE85C" w14:textId="77777777" w:rsidR="00201787" w:rsidRPr="00D36259" w:rsidRDefault="00201787" w:rsidP="00201787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30E125" w14:textId="77777777" w:rsidR="00201787" w:rsidRPr="00D36259" w:rsidRDefault="00201787" w:rsidP="00201787">
            <w:pPr>
              <w:ind w:right="-102"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0,0</w:t>
            </w:r>
          </w:p>
        </w:tc>
      </w:tr>
      <w:tr w:rsidR="00201787" w:rsidRPr="00970BD5" w14:paraId="5E9D12DA" w14:textId="77777777" w:rsidTr="00487574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C8E43D" w14:textId="77777777" w:rsidR="00201787" w:rsidRPr="00D36259" w:rsidRDefault="00201787" w:rsidP="00201787">
            <w:pPr>
              <w:ind w:firstLine="0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Мероприятия в области социальной политики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E8E089" w14:textId="77777777" w:rsidR="00201787" w:rsidRPr="00D36259" w:rsidRDefault="00201787" w:rsidP="00201787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77 7 03 25280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FAC295" w14:textId="77777777" w:rsidR="00201787" w:rsidRPr="00D36259" w:rsidRDefault="00201787" w:rsidP="00201787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07ADA9" w14:textId="77777777" w:rsidR="00201787" w:rsidRPr="00D36259" w:rsidRDefault="00201787" w:rsidP="00201787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44,0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9E1CF0" w14:textId="77777777" w:rsidR="00201787" w:rsidRPr="00D36259" w:rsidRDefault="00201787" w:rsidP="00201787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C8F648" w14:textId="77777777" w:rsidR="00201787" w:rsidRPr="00D36259" w:rsidRDefault="00201787" w:rsidP="00201787">
            <w:pPr>
              <w:ind w:right="-102"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0,0</w:t>
            </w:r>
          </w:p>
        </w:tc>
      </w:tr>
      <w:tr w:rsidR="00201787" w:rsidRPr="00970BD5" w14:paraId="6302544C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E92836" w14:textId="77777777" w:rsidR="00201787" w:rsidRPr="00D36259" w:rsidRDefault="00201787" w:rsidP="00201787">
            <w:pPr>
              <w:ind w:firstLine="0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B8727C" w14:textId="77777777" w:rsidR="00201787" w:rsidRPr="00D36259" w:rsidRDefault="00201787" w:rsidP="00201787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77 7 03 25280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0CFB34" w14:textId="77777777" w:rsidR="00201787" w:rsidRPr="00D36259" w:rsidRDefault="00201787" w:rsidP="00201787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0DD2FC" w14:textId="77777777" w:rsidR="00201787" w:rsidRPr="00D36259" w:rsidRDefault="00201787" w:rsidP="00201787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44,0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63BFE5" w14:textId="77777777" w:rsidR="00201787" w:rsidRPr="00D36259" w:rsidRDefault="00201787" w:rsidP="00201787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C5B6CA" w14:textId="77777777" w:rsidR="00201787" w:rsidRPr="00D36259" w:rsidRDefault="00201787" w:rsidP="00201787">
            <w:pPr>
              <w:ind w:right="-102"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0,0</w:t>
            </w:r>
          </w:p>
        </w:tc>
      </w:tr>
      <w:tr w:rsidR="00201787" w:rsidRPr="00970BD5" w14:paraId="3D038DA3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68DD8B" w14:textId="77777777" w:rsidR="00201787" w:rsidRPr="00D36259" w:rsidRDefault="00201787" w:rsidP="00201787">
            <w:pPr>
              <w:ind w:firstLine="0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Прочие выплаты по обязательствам Балахнинского муниципального округа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0819F4" w14:textId="77777777" w:rsidR="00201787" w:rsidRPr="00D36259" w:rsidRDefault="00201787" w:rsidP="00201787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77 7 03 26000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D8743E" w14:textId="77777777" w:rsidR="00201787" w:rsidRPr="00D36259" w:rsidRDefault="00201787" w:rsidP="00201787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F036C0" w14:textId="77777777" w:rsidR="00201787" w:rsidRPr="00D36259" w:rsidRDefault="00201787" w:rsidP="00201787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3 923,4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7167D9" w14:textId="77777777" w:rsidR="00201787" w:rsidRPr="00D36259" w:rsidRDefault="00201787" w:rsidP="00201787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624,2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A9D2A9" w14:textId="77777777" w:rsidR="00201787" w:rsidRPr="00D36259" w:rsidRDefault="00201787" w:rsidP="00201787">
            <w:pPr>
              <w:ind w:right="-102"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5 624,2</w:t>
            </w:r>
          </w:p>
        </w:tc>
      </w:tr>
      <w:tr w:rsidR="00201787" w:rsidRPr="00970BD5" w14:paraId="487CF1A5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5D83F3" w14:textId="77777777" w:rsidR="00201787" w:rsidRPr="00D36259" w:rsidRDefault="00201787" w:rsidP="00201787">
            <w:pPr>
              <w:ind w:firstLine="0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9BE409" w14:textId="77777777" w:rsidR="00201787" w:rsidRPr="00D36259" w:rsidRDefault="00201787" w:rsidP="00201787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77 7 03 26000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87F02F" w14:textId="77777777" w:rsidR="00201787" w:rsidRPr="00D36259" w:rsidRDefault="00201787" w:rsidP="00201787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15F66B" w14:textId="77777777" w:rsidR="00201787" w:rsidRPr="00D36259" w:rsidRDefault="00201787" w:rsidP="00201787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1 455,0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9B3B51" w14:textId="77777777" w:rsidR="00201787" w:rsidRPr="00D36259" w:rsidRDefault="00201787" w:rsidP="00201787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3F611B" w14:textId="77777777" w:rsidR="00201787" w:rsidRPr="00D36259" w:rsidRDefault="00201787" w:rsidP="00201787">
            <w:pPr>
              <w:ind w:right="-102"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0,0</w:t>
            </w:r>
          </w:p>
        </w:tc>
      </w:tr>
      <w:tr w:rsidR="00201787" w:rsidRPr="00970BD5" w14:paraId="443498E1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4F208D" w14:textId="77777777" w:rsidR="00201787" w:rsidRPr="00D36259" w:rsidRDefault="00201787" w:rsidP="00201787">
            <w:pPr>
              <w:ind w:firstLine="0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A0CAB8" w14:textId="77777777" w:rsidR="00201787" w:rsidRPr="00D36259" w:rsidRDefault="00201787" w:rsidP="00201787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77 7 03 26000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8DB44E" w14:textId="77777777" w:rsidR="00201787" w:rsidRPr="00D36259" w:rsidRDefault="00201787" w:rsidP="00201787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4B0EC5" w14:textId="77777777" w:rsidR="00201787" w:rsidRPr="00D36259" w:rsidRDefault="00201787" w:rsidP="00201787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2 154,5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8284D8" w14:textId="77777777" w:rsidR="00201787" w:rsidRPr="00D36259" w:rsidRDefault="00201787" w:rsidP="00201787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320,0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2F0DE3" w14:textId="77777777" w:rsidR="00201787" w:rsidRPr="00D36259" w:rsidRDefault="00201787" w:rsidP="00201787">
            <w:pPr>
              <w:ind w:right="-102"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320,0</w:t>
            </w:r>
          </w:p>
        </w:tc>
      </w:tr>
      <w:tr w:rsidR="00201787" w:rsidRPr="00970BD5" w14:paraId="7A3AD830" w14:textId="77777777" w:rsidTr="00487574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D9BA4B" w14:textId="77777777" w:rsidR="00201787" w:rsidRPr="00D36259" w:rsidRDefault="00201787" w:rsidP="00201787">
            <w:pPr>
              <w:ind w:firstLine="0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Расходы на строительство, реконструкцию, проектно-изыскательские работы и разработку проектно-сметной документации объектов капитального строительства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CC9ED2" w14:textId="77777777" w:rsidR="00201787" w:rsidRPr="00D36259" w:rsidRDefault="00201787" w:rsidP="00201787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77 7 03 26010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F5B461" w14:textId="77777777" w:rsidR="00201787" w:rsidRPr="00D36259" w:rsidRDefault="00201787" w:rsidP="00201787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15E220" w14:textId="77777777" w:rsidR="00201787" w:rsidRPr="00D36259" w:rsidRDefault="00201787" w:rsidP="00201787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453,7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90CD40" w14:textId="77777777" w:rsidR="00201787" w:rsidRPr="00D36259" w:rsidRDefault="00201787" w:rsidP="00201787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1EF21B" w14:textId="77777777" w:rsidR="00201787" w:rsidRPr="00D36259" w:rsidRDefault="00201787" w:rsidP="00201787">
            <w:pPr>
              <w:ind w:right="-102"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0,0</w:t>
            </w:r>
          </w:p>
        </w:tc>
      </w:tr>
      <w:tr w:rsidR="00201787" w:rsidRPr="00970BD5" w14:paraId="0E93DE36" w14:textId="77777777" w:rsidTr="00487574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84964F" w14:textId="77777777" w:rsidR="00201787" w:rsidRPr="00D36259" w:rsidRDefault="00201787" w:rsidP="00201787">
            <w:pPr>
              <w:ind w:firstLine="0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872BB0" w14:textId="77777777" w:rsidR="00201787" w:rsidRPr="00D36259" w:rsidRDefault="00201787" w:rsidP="00201787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77 7 03 26010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A3FAB7" w14:textId="77777777" w:rsidR="00201787" w:rsidRPr="00D36259" w:rsidRDefault="00201787" w:rsidP="00201787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400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D64161" w14:textId="77777777" w:rsidR="00201787" w:rsidRPr="00D36259" w:rsidRDefault="00201787" w:rsidP="00201787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453,7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970CAA" w14:textId="77777777" w:rsidR="00201787" w:rsidRPr="00D36259" w:rsidRDefault="00201787" w:rsidP="00201787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CDBB36" w14:textId="77777777" w:rsidR="00201787" w:rsidRPr="00D36259" w:rsidRDefault="00201787" w:rsidP="00201787">
            <w:pPr>
              <w:ind w:right="-102"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0,0</w:t>
            </w:r>
          </w:p>
        </w:tc>
      </w:tr>
      <w:tr w:rsidR="00201787" w:rsidRPr="00970BD5" w14:paraId="59FF79C6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C07E0E" w14:textId="77777777" w:rsidR="00201787" w:rsidRPr="00D36259" w:rsidRDefault="00201787" w:rsidP="00201787">
            <w:pPr>
              <w:ind w:firstLine="0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Прочие расходы в области общегосударственных вопросов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B0C104" w14:textId="77777777" w:rsidR="00201787" w:rsidRPr="00D36259" w:rsidRDefault="00201787" w:rsidP="00201787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77 7 03 26500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E99FCD" w14:textId="77777777" w:rsidR="00201787" w:rsidRPr="00D36259" w:rsidRDefault="00201787" w:rsidP="00201787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A46427" w14:textId="77777777" w:rsidR="00201787" w:rsidRPr="00D36259" w:rsidRDefault="00201787" w:rsidP="00201787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A2D621" w14:textId="77777777" w:rsidR="00201787" w:rsidRPr="00D36259" w:rsidRDefault="00201787" w:rsidP="00201787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FD7F0A" w14:textId="77777777" w:rsidR="00201787" w:rsidRPr="00D36259" w:rsidRDefault="00201787" w:rsidP="00201787">
            <w:pPr>
              <w:ind w:right="-102"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0,0</w:t>
            </w:r>
          </w:p>
        </w:tc>
      </w:tr>
      <w:tr w:rsidR="00201787" w:rsidRPr="00970BD5" w14:paraId="10E0D325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EF8449" w14:textId="77777777" w:rsidR="00201787" w:rsidRPr="00D36259" w:rsidRDefault="00201787" w:rsidP="00201787">
            <w:pPr>
              <w:ind w:firstLine="0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B2B8D0" w14:textId="77777777" w:rsidR="00201787" w:rsidRPr="00D36259" w:rsidRDefault="00201787" w:rsidP="00201787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77 7 03 26500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68EAA9" w14:textId="77777777" w:rsidR="00201787" w:rsidRPr="00D36259" w:rsidRDefault="00201787" w:rsidP="00201787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FF5334" w14:textId="77777777" w:rsidR="00201787" w:rsidRPr="00D36259" w:rsidRDefault="00201787" w:rsidP="00201787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27A477" w14:textId="77777777" w:rsidR="00201787" w:rsidRPr="00D36259" w:rsidRDefault="00201787" w:rsidP="00201787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DD5A5F" w14:textId="77777777" w:rsidR="00201787" w:rsidRPr="00D36259" w:rsidRDefault="00201787" w:rsidP="00201787">
            <w:pPr>
              <w:ind w:right="-102"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0,0</w:t>
            </w:r>
          </w:p>
        </w:tc>
      </w:tr>
      <w:tr w:rsidR="00201787" w:rsidRPr="00970BD5" w14:paraId="584C119B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10E3BF" w14:textId="77777777" w:rsidR="00201787" w:rsidRPr="00D36259" w:rsidRDefault="00201787" w:rsidP="00201787">
            <w:pPr>
              <w:ind w:firstLine="0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 xml:space="preserve">Выплаты по обязательствам администрации Балахнинского муниципального округа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FDDDCB" w14:textId="77777777" w:rsidR="00201787" w:rsidRPr="00D36259" w:rsidRDefault="00201787" w:rsidP="00201787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77 7 03 26600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32928E" w14:textId="77777777" w:rsidR="00201787" w:rsidRPr="00D36259" w:rsidRDefault="00201787" w:rsidP="00201787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2D3B4F" w14:textId="77777777" w:rsidR="00201787" w:rsidRPr="00D36259" w:rsidRDefault="00201787" w:rsidP="00201787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3 231,0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492AED" w14:textId="77777777" w:rsidR="00201787" w:rsidRPr="00D36259" w:rsidRDefault="00201787" w:rsidP="00201787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120,0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00AF25" w14:textId="77777777" w:rsidR="00201787" w:rsidRPr="00D36259" w:rsidRDefault="00201787" w:rsidP="00201787">
            <w:pPr>
              <w:ind w:right="-102"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120,0</w:t>
            </w:r>
          </w:p>
        </w:tc>
      </w:tr>
      <w:tr w:rsidR="00201787" w:rsidRPr="00970BD5" w14:paraId="4EE2E36B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4C4830" w14:textId="77777777" w:rsidR="00201787" w:rsidRPr="00D36259" w:rsidRDefault="00201787" w:rsidP="00201787">
            <w:pPr>
              <w:ind w:firstLine="0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7A5451" w14:textId="77777777" w:rsidR="00201787" w:rsidRPr="00D36259" w:rsidRDefault="00201787" w:rsidP="00201787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77 7 03 26600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01A36F" w14:textId="77777777" w:rsidR="00201787" w:rsidRPr="00D36259" w:rsidRDefault="00201787" w:rsidP="00201787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E7A479" w14:textId="77777777" w:rsidR="00201787" w:rsidRPr="00D36259" w:rsidRDefault="00201787" w:rsidP="00201787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3 231,0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9DBD48" w14:textId="77777777" w:rsidR="00201787" w:rsidRPr="00D36259" w:rsidRDefault="00201787" w:rsidP="00201787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120,0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73286F" w14:textId="77777777" w:rsidR="00201787" w:rsidRPr="00D36259" w:rsidRDefault="00201787" w:rsidP="00201787">
            <w:pPr>
              <w:ind w:right="-102"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120,0</w:t>
            </w:r>
          </w:p>
        </w:tc>
      </w:tr>
      <w:tr w:rsidR="00201787" w:rsidRPr="00970BD5" w14:paraId="0FCF879B" w14:textId="77777777" w:rsidTr="00487574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3B6971" w14:textId="77777777" w:rsidR="00201787" w:rsidRPr="00D36259" w:rsidRDefault="00201787" w:rsidP="00201787">
            <w:pPr>
              <w:ind w:firstLine="0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Ежемесячная доплата к пенсиям, дополнительное пенсионное обеспечение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4911A2" w14:textId="77777777" w:rsidR="00201787" w:rsidRPr="00D36259" w:rsidRDefault="00201787" w:rsidP="00201787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77 7 03 29980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3637D1" w14:textId="77777777" w:rsidR="00201787" w:rsidRPr="00D36259" w:rsidRDefault="00201787" w:rsidP="00201787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07F6BD" w14:textId="77777777" w:rsidR="00201787" w:rsidRPr="00D36259" w:rsidRDefault="00201787" w:rsidP="00201787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8 387,7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9171C7" w14:textId="77777777" w:rsidR="00201787" w:rsidRPr="00D36259" w:rsidRDefault="00201787" w:rsidP="00201787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9 260,1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C69859" w14:textId="77777777" w:rsidR="00201787" w:rsidRPr="00D36259" w:rsidRDefault="00201787" w:rsidP="00201787">
            <w:pPr>
              <w:ind w:right="-102"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11 260,1</w:t>
            </w:r>
          </w:p>
        </w:tc>
      </w:tr>
      <w:tr w:rsidR="00201787" w:rsidRPr="00970BD5" w14:paraId="3519F43A" w14:textId="77777777" w:rsidTr="00487574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920B71" w14:textId="77777777" w:rsidR="00201787" w:rsidRPr="00D36259" w:rsidRDefault="00201787" w:rsidP="00201787">
            <w:pPr>
              <w:ind w:firstLine="0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CDC87E" w14:textId="77777777" w:rsidR="00201787" w:rsidRPr="00D36259" w:rsidRDefault="00201787" w:rsidP="00201787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77 7 03 29980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914676" w14:textId="77777777" w:rsidR="00201787" w:rsidRPr="00D36259" w:rsidRDefault="00201787" w:rsidP="00201787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492204" w14:textId="77777777" w:rsidR="00201787" w:rsidRPr="00D36259" w:rsidRDefault="00201787" w:rsidP="00201787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8 387,7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AAC4BF" w14:textId="77777777" w:rsidR="00201787" w:rsidRPr="00D36259" w:rsidRDefault="00201787" w:rsidP="00201787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9 260,1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4AD6A9" w14:textId="77777777" w:rsidR="00201787" w:rsidRPr="00D36259" w:rsidRDefault="00201787" w:rsidP="00201787">
            <w:pPr>
              <w:ind w:right="-102"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11 260,1</w:t>
            </w:r>
          </w:p>
        </w:tc>
      </w:tr>
      <w:tr w:rsidR="00201787" w:rsidRPr="00970BD5" w14:paraId="1E010C1A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BB1EF3" w14:textId="77777777" w:rsidR="00201787" w:rsidRPr="00D36259" w:rsidRDefault="00201787" w:rsidP="00201787">
            <w:pPr>
              <w:ind w:firstLine="0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 xml:space="preserve">Субсидии из бюджета Балахнинского муниципального округа Нижегородской области на финансовое обеспечение (возмещение) затрат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населению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9F2DDE" w14:textId="77777777" w:rsidR="00201787" w:rsidRPr="00D36259" w:rsidRDefault="00201787" w:rsidP="00201787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77 7 03 66130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AF4C1A" w14:textId="77777777" w:rsidR="00201787" w:rsidRPr="00D36259" w:rsidRDefault="00201787" w:rsidP="00201787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0772F7" w14:textId="77777777" w:rsidR="00201787" w:rsidRPr="00D36259" w:rsidRDefault="00201787" w:rsidP="00201787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9 551,9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D22854" w14:textId="77777777" w:rsidR="00201787" w:rsidRPr="00D36259" w:rsidRDefault="00201787" w:rsidP="00201787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61D3A4" w14:textId="77777777" w:rsidR="00201787" w:rsidRPr="00D36259" w:rsidRDefault="00201787" w:rsidP="00201787">
            <w:pPr>
              <w:ind w:right="-102"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0,0</w:t>
            </w:r>
          </w:p>
        </w:tc>
      </w:tr>
      <w:tr w:rsidR="00201787" w:rsidRPr="00970BD5" w14:paraId="720AC496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3A0CE6" w14:textId="77777777" w:rsidR="00201787" w:rsidRPr="00D36259" w:rsidRDefault="00201787" w:rsidP="00201787">
            <w:pPr>
              <w:ind w:firstLine="0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0DAA06" w14:textId="77777777" w:rsidR="00201787" w:rsidRPr="00D36259" w:rsidRDefault="00201787" w:rsidP="00201787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77 7 03 66130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40732F" w14:textId="77777777" w:rsidR="00201787" w:rsidRPr="00D36259" w:rsidRDefault="00201787" w:rsidP="00201787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8FA517" w14:textId="77777777" w:rsidR="00201787" w:rsidRPr="00D36259" w:rsidRDefault="00201787" w:rsidP="00201787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9 551,9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BD6D73" w14:textId="77777777" w:rsidR="00201787" w:rsidRPr="00D36259" w:rsidRDefault="00201787" w:rsidP="00201787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1CA59F" w14:textId="77777777" w:rsidR="00201787" w:rsidRPr="00D36259" w:rsidRDefault="00201787" w:rsidP="00201787">
            <w:pPr>
              <w:ind w:right="-102"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0,0</w:t>
            </w:r>
          </w:p>
        </w:tc>
      </w:tr>
      <w:tr w:rsidR="00201787" w:rsidRPr="00970BD5" w14:paraId="5FF491AC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24AA33" w14:textId="77777777" w:rsidR="00201787" w:rsidRPr="00D36259" w:rsidRDefault="00201787" w:rsidP="00201787">
            <w:pPr>
              <w:ind w:firstLine="0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Субсидии из бюджета Балахнинского муниципального округа Нижегородской области на возмещение недополученных доходов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A23C2B" w14:textId="77777777" w:rsidR="00201787" w:rsidRPr="00D36259" w:rsidRDefault="00201787" w:rsidP="00201787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77 7 03 66140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EB2F10" w14:textId="77777777" w:rsidR="00201787" w:rsidRPr="00D36259" w:rsidRDefault="00201787" w:rsidP="00201787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7952F4" w14:textId="77777777" w:rsidR="00201787" w:rsidRPr="00D36259" w:rsidRDefault="00201787" w:rsidP="00201787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5 569,6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7021D3" w14:textId="77777777" w:rsidR="00201787" w:rsidRPr="00D36259" w:rsidRDefault="00201787" w:rsidP="00201787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CE648F" w14:textId="77777777" w:rsidR="00201787" w:rsidRPr="00D36259" w:rsidRDefault="00201787" w:rsidP="00201787">
            <w:pPr>
              <w:ind w:right="-102"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0,0</w:t>
            </w:r>
          </w:p>
        </w:tc>
      </w:tr>
      <w:tr w:rsidR="00201787" w:rsidRPr="00970BD5" w14:paraId="5ED01A5B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855784" w14:textId="77777777" w:rsidR="00201787" w:rsidRPr="00D36259" w:rsidRDefault="00201787" w:rsidP="00201787">
            <w:pPr>
              <w:ind w:firstLine="0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7B293C" w14:textId="77777777" w:rsidR="00201787" w:rsidRPr="00D36259" w:rsidRDefault="00201787" w:rsidP="00201787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77 7 03 66140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E9CB2B" w14:textId="77777777" w:rsidR="00201787" w:rsidRPr="00D36259" w:rsidRDefault="00201787" w:rsidP="00201787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2431CC" w14:textId="77777777" w:rsidR="00201787" w:rsidRPr="00D36259" w:rsidRDefault="00201787" w:rsidP="00201787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5 569,6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973EA4" w14:textId="77777777" w:rsidR="00201787" w:rsidRPr="00D36259" w:rsidRDefault="00201787" w:rsidP="00201787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4B0A1F" w14:textId="77777777" w:rsidR="00201787" w:rsidRPr="00D36259" w:rsidRDefault="00201787" w:rsidP="00201787">
            <w:pPr>
              <w:ind w:right="-102"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0,0</w:t>
            </w:r>
          </w:p>
        </w:tc>
      </w:tr>
      <w:tr w:rsidR="00201787" w:rsidRPr="00970BD5" w14:paraId="3557F6D4" w14:textId="77777777" w:rsidTr="00487574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8FFFC1" w14:textId="77777777" w:rsidR="00201787" w:rsidRPr="00D36259" w:rsidRDefault="00201787" w:rsidP="00201787">
            <w:pPr>
              <w:ind w:firstLine="0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 xml:space="preserve">Субсидии из бюджета Балахнинского муниципального округа Нижегородской области на финансовое возмещение затрат организациям, предоставляющим потребителям услуги бань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538220" w14:textId="77777777" w:rsidR="00201787" w:rsidRPr="00D36259" w:rsidRDefault="00201787" w:rsidP="00201787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77 7 03 66400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B3FEF0" w14:textId="77777777" w:rsidR="00201787" w:rsidRPr="00D36259" w:rsidRDefault="00201787" w:rsidP="00201787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47F397" w14:textId="77777777" w:rsidR="00201787" w:rsidRPr="00D36259" w:rsidRDefault="00201787" w:rsidP="00201787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2 095,8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589664" w14:textId="77777777" w:rsidR="00201787" w:rsidRPr="00D36259" w:rsidRDefault="00201787" w:rsidP="00201787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8E2616" w14:textId="77777777" w:rsidR="00201787" w:rsidRPr="00D36259" w:rsidRDefault="00201787" w:rsidP="00201787">
            <w:pPr>
              <w:ind w:right="-102"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0,0</w:t>
            </w:r>
          </w:p>
        </w:tc>
      </w:tr>
      <w:tr w:rsidR="00201787" w:rsidRPr="00970BD5" w14:paraId="205EAD9F" w14:textId="77777777" w:rsidTr="00487574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A4FEE2" w14:textId="77777777" w:rsidR="00201787" w:rsidRPr="00D36259" w:rsidRDefault="00201787" w:rsidP="00201787">
            <w:pPr>
              <w:ind w:firstLine="0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D2CBBC" w14:textId="77777777" w:rsidR="00201787" w:rsidRPr="00D36259" w:rsidRDefault="00201787" w:rsidP="00201787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77 7 03 66400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DEEEE0" w14:textId="77777777" w:rsidR="00201787" w:rsidRPr="00D36259" w:rsidRDefault="00201787" w:rsidP="00201787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7EB959" w14:textId="77777777" w:rsidR="00201787" w:rsidRPr="00D36259" w:rsidRDefault="00201787" w:rsidP="00201787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2 095,8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999173" w14:textId="77777777" w:rsidR="00201787" w:rsidRPr="00D36259" w:rsidRDefault="00201787" w:rsidP="00201787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6DEE5F" w14:textId="77777777" w:rsidR="00201787" w:rsidRPr="00D36259" w:rsidRDefault="00201787" w:rsidP="00201787">
            <w:pPr>
              <w:ind w:right="-102"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0,0</w:t>
            </w:r>
          </w:p>
        </w:tc>
      </w:tr>
      <w:tr w:rsidR="00201787" w:rsidRPr="00970BD5" w14:paraId="7D87CF89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377105" w14:textId="77777777" w:rsidR="00201787" w:rsidRPr="00D36259" w:rsidRDefault="00201787" w:rsidP="00201787">
            <w:pPr>
              <w:ind w:firstLine="0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lastRenderedPageBreak/>
              <w:t xml:space="preserve">Субсидия по концессионному соглашению на строительство </w:t>
            </w:r>
            <w:proofErr w:type="spellStart"/>
            <w:r w:rsidRPr="00D36259">
              <w:rPr>
                <w:sz w:val="24"/>
                <w:szCs w:val="24"/>
              </w:rPr>
              <w:t>блочно</w:t>
            </w:r>
            <w:proofErr w:type="spellEnd"/>
            <w:r w:rsidRPr="00D36259">
              <w:rPr>
                <w:sz w:val="24"/>
                <w:szCs w:val="24"/>
              </w:rPr>
              <w:t xml:space="preserve">-модульной газовой котельной тепловой мощностью 8,412 МВт и наружных инженерных сетей газоснабжения, электроснабжения, теплоснабжения, водоснабжения и водоотведения общей протяженностью свыше 2000 </w:t>
            </w:r>
            <w:proofErr w:type="spellStart"/>
            <w:r w:rsidRPr="00D36259">
              <w:rPr>
                <w:sz w:val="24"/>
                <w:szCs w:val="24"/>
              </w:rPr>
              <w:t>м.п</w:t>
            </w:r>
            <w:proofErr w:type="spellEnd"/>
            <w:r w:rsidRPr="00D36259">
              <w:rPr>
                <w:sz w:val="24"/>
                <w:szCs w:val="24"/>
              </w:rPr>
              <w:t xml:space="preserve">. для обеспечения снабжением теплом и горячей водой жилого микрорайона в границах </w:t>
            </w:r>
            <w:proofErr w:type="spellStart"/>
            <w:r w:rsidRPr="00D36259">
              <w:rPr>
                <w:sz w:val="24"/>
                <w:szCs w:val="24"/>
              </w:rPr>
              <w:t>пр.Революции</w:t>
            </w:r>
            <w:proofErr w:type="spellEnd"/>
            <w:r w:rsidRPr="00D36259">
              <w:rPr>
                <w:sz w:val="24"/>
                <w:szCs w:val="24"/>
              </w:rPr>
              <w:t xml:space="preserve">, </w:t>
            </w:r>
            <w:proofErr w:type="spellStart"/>
            <w:r w:rsidRPr="00D36259">
              <w:rPr>
                <w:sz w:val="24"/>
                <w:szCs w:val="24"/>
              </w:rPr>
              <w:t>ул.ЦКК</w:t>
            </w:r>
            <w:proofErr w:type="spellEnd"/>
            <w:r w:rsidRPr="00D36259">
              <w:rPr>
                <w:sz w:val="24"/>
                <w:szCs w:val="24"/>
              </w:rPr>
              <w:t xml:space="preserve">, </w:t>
            </w:r>
            <w:proofErr w:type="spellStart"/>
            <w:r w:rsidRPr="00D36259">
              <w:rPr>
                <w:sz w:val="24"/>
                <w:szCs w:val="24"/>
              </w:rPr>
              <w:t>ул.Д.Бедного</w:t>
            </w:r>
            <w:proofErr w:type="spellEnd"/>
            <w:r w:rsidRPr="00D36259">
              <w:rPr>
                <w:sz w:val="24"/>
                <w:szCs w:val="24"/>
              </w:rPr>
              <w:t xml:space="preserve">, </w:t>
            </w:r>
            <w:proofErr w:type="spellStart"/>
            <w:r w:rsidRPr="00D36259">
              <w:rPr>
                <w:sz w:val="24"/>
                <w:szCs w:val="24"/>
              </w:rPr>
              <w:t>ул.Калинина</w:t>
            </w:r>
            <w:proofErr w:type="spellEnd"/>
            <w:r w:rsidRPr="00D36259">
              <w:rPr>
                <w:sz w:val="24"/>
                <w:szCs w:val="24"/>
              </w:rPr>
              <w:t xml:space="preserve">, </w:t>
            </w:r>
            <w:proofErr w:type="spellStart"/>
            <w:r w:rsidRPr="00D36259">
              <w:rPr>
                <w:sz w:val="24"/>
                <w:szCs w:val="24"/>
              </w:rPr>
              <w:t>ул.Владимирской</w:t>
            </w:r>
            <w:proofErr w:type="spellEnd"/>
            <w:r w:rsidRPr="00D36259">
              <w:rPr>
                <w:sz w:val="24"/>
                <w:szCs w:val="24"/>
              </w:rPr>
              <w:t xml:space="preserve"> и </w:t>
            </w:r>
            <w:proofErr w:type="spellStart"/>
            <w:r w:rsidRPr="00D36259">
              <w:rPr>
                <w:sz w:val="24"/>
                <w:szCs w:val="24"/>
              </w:rPr>
              <w:t>ул.Загородная</w:t>
            </w:r>
            <w:proofErr w:type="spellEnd"/>
            <w:r w:rsidRPr="00D36259">
              <w:rPr>
                <w:sz w:val="24"/>
                <w:szCs w:val="24"/>
              </w:rPr>
              <w:t xml:space="preserve"> в городе Балахна Нижегородской области, осуществление деятельности по производству, передаче и распределению тепловой энергии, предоставление услуг теплоснабжения и горячего водоснабжения потребителям с использованием объекта концессионного соглашения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F7B8DD" w14:textId="77777777" w:rsidR="00201787" w:rsidRPr="00D36259" w:rsidRDefault="00201787" w:rsidP="00201787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77 7 03 61017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7BCD6D" w14:textId="77777777" w:rsidR="00201787" w:rsidRPr="00D36259" w:rsidRDefault="00201787" w:rsidP="00201787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84B1F4" w14:textId="77777777" w:rsidR="00201787" w:rsidRPr="00D36259" w:rsidRDefault="00201787" w:rsidP="00201787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ABB1EF" w14:textId="77777777" w:rsidR="00201787" w:rsidRPr="00D36259" w:rsidRDefault="00201787" w:rsidP="00201787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D604EE" w14:textId="77777777" w:rsidR="00201787" w:rsidRPr="00D36259" w:rsidRDefault="00201787" w:rsidP="00201787">
            <w:pPr>
              <w:ind w:right="-102"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0,0</w:t>
            </w:r>
          </w:p>
        </w:tc>
      </w:tr>
      <w:tr w:rsidR="00201787" w:rsidRPr="00970BD5" w14:paraId="26B46CD4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31B9FF" w14:textId="77777777" w:rsidR="00201787" w:rsidRPr="00D36259" w:rsidRDefault="00201787" w:rsidP="00201787">
            <w:pPr>
              <w:ind w:firstLine="0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B955F6" w14:textId="77777777" w:rsidR="00201787" w:rsidRPr="00D36259" w:rsidRDefault="00201787" w:rsidP="00201787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77 7 03 61017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238E8A" w14:textId="77777777" w:rsidR="00201787" w:rsidRPr="00D36259" w:rsidRDefault="00201787" w:rsidP="00201787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202B9D" w14:textId="77777777" w:rsidR="00201787" w:rsidRPr="00D36259" w:rsidRDefault="00201787" w:rsidP="00201787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35D397" w14:textId="77777777" w:rsidR="00201787" w:rsidRPr="00D36259" w:rsidRDefault="00201787" w:rsidP="00201787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03327B" w14:textId="77777777" w:rsidR="00201787" w:rsidRPr="00D36259" w:rsidRDefault="00201787" w:rsidP="00201787">
            <w:pPr>
              <w:ind w:right="-102"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0,0</w:t>
            </w:r>
          </w:p>
        </w:tc>
      </w:tr>
      <w:tr w:rsidR="00201787" w:rsidRPr="00970BD5" w14:paraId="2D114D7C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BFDA2D" w14:textId="77777777" w:rsidR="00201787" w:rsidRPr="00D36259" w:rsidRDefault="00201787" w:rsidP="00201787">
            <w:pPr>
              <w:ind w:firstLine="0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Расходы на осуществление полномочий по организации мероприятий при осуществлении деятельности по обращению с животными в части отлова и содержания животных без владельцев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21F665" w14:textId="77777777" w:rsidR="00201787" w:rsidRPr="00D36259" w:rsidRDefault="00201787" w:rsidP="00201787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77 7 03 73310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F658E2" w14:textId="77777777" w:rsidR="00201787" w:rsidRPr="00D36259" w:rsidRDefault="00201787" w:rsidP="00201787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BCA7EB" w14:textId="77777777" w:rsidR="00201787" w:rsidRPr="00D36259" w:rsidRDefault="00201787" w:rsidP="00201787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705,1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82F011" w14:textId="77777777" w:rsidR="00201787" w:rsidRPr="00D36259" w:rsidRDefault="00201787" w:rsidP="00201787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458,4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405BDF" w14:textId="77777777" w:rsidR="00201787" w:rsidRPr="00D36259" w:rsidRDefault="00201787" w:rsidP="00201787">
            <w:pPr>
              <w:ind w:right="-102"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458,4</w:t>
            </w:r>
          </w:p>
        </w:tc>
      </w:tr>
      <w:tr w:rsidR="00201787" w:rsidRPr="00970BD5" w14:paraId="2C94BD9C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D64EDD" w14:textId="77777777" w:rsidR="00201787" w:rsidRPr="00D36259" w:rsidRDefault="00201787" w:rsidP="00201787">
            <w:pPr>
              <w:ind w:firstLine="0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9C2C55" w14:textId="77777777" w:rsidR="00201787" w:rsidRPr="00D36259" w:rsidRDefault="00201787" w:rsidP="00201787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77 7 03 73310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5D8D9F" w14:textId="77777777" w:rsidR="00201787" w:rsidRPr="00D36259" w:rsidRDefault="00201787" w:rsidP="00201787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0EF750" w14:textId="77777777" w:rsidR="00201787" w:rsidRPr="00D36259" w:rsidRDefault="00201787" w:rsidP="00201787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705,1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3276EE" w14:textId="77777777" w:rsidR="00201787" w:rsidRPr="00D36259" w:rsidRDefault="00201787" w:rsidP="00201787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458,4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094B26" w14:textId="77777777" w:rsidR="00201787" w:rsidRPr="00D36259" w:rsidRDefault="00201787" w:rsidP="00201787">
            <w:pPr>
              <w:ind w:right="-102"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458,4</w:t>
            </w:r>
          </w:p>
        </w:tc>
      </w:tr>
      <w:tr w:rsidR="00201787" w:rsidRPr="00970BD5" w14:paraId="15CCA4AE" w14:textId="77777777" w:rsidTr="00487574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3AC41D" w14:textId="77777777" w:rsidR="00201787" w:rsidRPr="00D36259" w:rsidRDefault="00201787" w:rsidP="00201787">
            <w:pPr>
              <w:ind w:firstLine="0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Взносы на капитальный ремонт общего имущества в многоквартирных домах в доле собственности Балахнинского муниципального округа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828073" w14:textId="77777777" w:rsidR="00201787" w:rsidRPr="00D36259" w:rsidRDefault="00201787" w:rsidP="00201787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77 7 03 90150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86958A" w14:textId="77777777" w:rsidR="00201787" w:rsidRPr="00D36259" w:rsidRDefault="00201787" w:rsidP="00201787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23C034" w14:textId="77777777" w:rsidR="00201787" w:rsidRPr="00D36259" w:rsidRDefault="00201787" w:rsidP="00201787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6 172,6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91421D" w14:textId="77777777" w:rsidR="00201787" w:rsidRPr="00D36259" w:rsidRDefault="00201787" w:rsidP="00201787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9 008,9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A2275C" w14:textId="77777777" w:rsidR="00201787" w:rsidRPr="00D36259" w:rsidRDefault="00201787" w:rsidP="00201787">
            <w:pPr>
              <w:ind w:right="-102"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9 008,9</w:t>
            </w:r>
          </w:p>
        </w:tc>
      </w:tr>
      <w:tr w:rsidR="00201787" w:rsidRPr="00970BD5" w14:paraId="78E7E194" w14:textId="77777777" w:rsidTr="00487574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D659C9" w14:textId="77777777" w:rsidR="00201787" w:rsidRPr="00D36259" w:rsidRDefault="00201787" w:rsidP="00201787">
            <w:pPr>
              <w:ind w:firstLine="0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 xml:space="preserve">Закупка товаров, работ и услуг для государственных </w:t>
            </w:r>
            <w:r w:rsidRPr="00D36259">
              <w:rPr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3F6529" w14:textId="77777777" w:rsidR="00201787" w:rsidRPr="00D36259" w:rsidRDefault="00201787" w:rsidP="00201787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lastRenderedPageBreak/>
              <w:t>77 7 03 90150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18BA60" w14:textId="77777777" w:rsidR="00201787" w:rsidRPr="00D36259" w:rsidRDefault="00201787" w:rsidP="00201787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B2BE9B" w14:textId="77777777" w:rsidR="00201787" w:rsidRPr="00D36259" w:rsidRDefault="00201787" w:rsidP="00201787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6 172,6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470FF5" w14:textId="77777777" w:rsidR="00201787" w:rsidRPr="00D36259" w:rsidRDefault="00201787" w:rsidP="00201787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9 008,9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3C0710" w14:textId="77777777" w:rsidR="00201787" w:rsidRPr="00D36259" w:rsidRDefault="00201787" w:rsidP="00201787">
            <w:pPr>
              <w:ind w:right="-102"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9 008,9</w:t>
            </w:r>
          </w:p>
        </w:tc>
      </w:tr>
      <w:tr w:rsidR="00201787" w:rsidRPr="00970BD5" w14:paraId="61D5E301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C5D2D7" w14:textId="77777777" w:rsidR="00201787" w:rsidRPr="00D36259" w:rsidRDefault="00201787" w:rsidP="00201787">
            <w:pPr>
              <w:ind w:firstLine="0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Расходы на реализацию мероприятий в рамках адресной инвестиционной программы Нижегородской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36677C" w14:textId="77777777" w:rsidR="00201787" w:rsidRPr="00D36259" w:rsidRDefault="00201787" w:rsidP="00201787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77 7 03 S2450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2CD0C0" w14:textId="77777777" w:rsidR="00201787" w:rsidRPr="00D36259" w:rsidRDefault="00201787" w:rsidP="00201787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50FAEA" w14:textId="77777777" w:rsidR="00201787" w:rsidRPr="00D36259" w:rsidRDefault="00201787" w:rsidP="00201787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6 758,0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B6C072" w14:textId="77777777" w:rsidR="00201787" w:rsidRPr="00D36259" w:rsidRDefault="00201787" w:rsidP="00201787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32 442,4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019C4C" w14:textId="77777777" w:rsidR="00201787" w:rsidRPr="00D36259" w:rsidRDefault="00201787" w:rsidP="00201787">
            <w:pPr>
              <w:ind w:right="-102"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48 301,2</w:t>
            </w:r>
          </w:p>
        </w:tc>
      </w:tr>
      <w:tr w:rsidR="00201787" w:rsidRPr="00970BD5" w14:paraId="575B59DB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727D92" w14:textId="77777777" w:rsidR="00201787" w:rsidRPr="00D36259" w:rsidRDefault="00201787" w:rsidP="00201787">
            <w:pPr>
              <w:ind w:firstLine="0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482C91" w14:textId="77777777" w:rsidR="00201787" w:rsidRPr="00D36259" w:rsidRDefault="00201787" w:rsidP="00201787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77 7 03 S2450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E2B169" w14:textId="77777777" w:rsidR="00201787" w:rsidRPr="00D36259" w:rsidRDefault="00201787" w:rsidP="00201787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400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BCD101" w14:textId="77777777" w:rsidR="00201787" w:rsidRPr="00D36259" w:rsidRDefault="00201787" w:rsidP="00201787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6 758,0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AACE43" w14:textId="77777777" w:rsidR="00201787" w:rsidRPr="00D36259" w:rsidRDefault="00201787" w:rsidP="00201787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32 442,4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B78AF9" w14:textId="77777777" w:rsidR="00201787" w:rsidRPr="00D36259" w:rsidRDefault="00201787" w:rsidP="00201787">
            <w:pPr>
              <w:ind w:right="-102"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48 301,2</w:t>
            </w:r>
          </w:p>
        </w:tc>
      </w:tr>
      <w:tr w:rsidR="00201787" w:rsidRPr="00970BD5" w14:paraId="150E26BA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9319DF" w14:textId="77777777" w:rsidR="00201787" w:rsidRPr="00D36259" w:rsidRDefault="00201787" w:rsidP="00201787">
            <w:pPr>
              <w:ind w:firstLine="0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546EC2" w14:textId="77777777" w:rsidR="00201787" w:rsidRPr="00D36259" w:rsidRDefault="00201787" w:rsidP="00201787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29CDCA" w14:textId="77777777" w:rsidR="00201787" w:rsidRPr="00D36259" w:rsidRDefault="00201787" w:rsidP="00201787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C87289" w14:textId="77777777" w:rsidR="00201787" w:rsidRPr="00D36259" w:rsidRDefault="00201787" w:rsidP="00201787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DEB56F" w14:textId="77777777" w:rsidR="00201787" w:rsidRPr="00D36259" w:rsidRDefault="00201787" w:rsidP="00201787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 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E317A0" w14:textId="77777777" w:rsidR="00201787" w:rsidRPr="00D36259" w:rsidRDefault="00201787" w:rsidP="00201787">
            <w:pPr>
              <w:ind w:right="-102"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 </w:t>
            </w:r>
          </w:p>
        </w:tc>
      </w:tr>
      <w:tr w:rsidR="00201787" w:rsidRPr="00970BD5" w14:paraId="3E5BF320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F059A0" w14:textId="77777777" w:rsidR="00201787" w:rsidRPr="00D36259" w:rsidRDefault="00201787" w:rsidP="00201787">
            <w:pPr>
              <w:ind w:firstLine="0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 xml:space="preserve">  - расходы на реализацию мероприятий в рамках адресной инвестиционной программы Нижегородской области за счет средств областного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AB47D5" w14:textId="77777777" w:rsidR="00201787" w:rsidRPr="00D36259" w:rsidRDefault="00201787" w:rsidP="00201787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EFA81F" w14:textId="77777777" w:rsidR="00201787" w:rsidRPr="00D36259" w:rsidRDefault="00201787" w:rsidP="00201787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117CC3" w14:textId="77777777" w:rsidR="00201787" w:rsidRPr="00D36259" w:rsidRDefault="00B72C31" w:rsidP="00B72C31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5</w:t>
            </w:r>
            <w:r w:rsidR="00201787" w:rsidRPr="00D3625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213</w:t>
            </w:r>
            <w:r w:rsidR="00201787" w:rsidRPr="00D36259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EC13F7" w14:textId="77777777" w:rsidR="00201787" w:rsidRPr="00D36259" w:rsidRDefault="00201787" w:rsidP="00201787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27 233,9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C6BD61" w14:textId="77777777" w:rsidR="00201787" w:rsidRPr="00D36259" w:rsidRDefault="00201787" w:rsidP="00201787">
            <w:pPr>
              <w:ind w:right="-102"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1 545,6</w:t>
            </w:r>
          </w:p>
        </w:tc>
      </w:tr>
      <w:tr w:rsidR="00B72C31" w:rsidRPr="00970BD5" w14:paraId="79D367A6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8AF800" w14:textId="77777777" w:rsidR="00B72C31" w:rsidRPr="00D36259" w:rsidRDefault="00B72C31" w:rsidP="00B72C31">
            <w:pPr>
              <w:ind w:firstLine="0"/>
              <w:rPr>
                <w:sz w:val="24"/>
                <w:szCs w:val="24"/>
              </w:rPr>
            </w:pPr>
            <w:r w:rsidRPr="00B72C31">
              <w:rPr>
                <w:sz w:val="24"/>
                <w:szCs w:val="24"/>
              </w:rPr>
              <w:t xml:space="preserve">  - расходы на реализацию мероприятий в рамках адресной инвестиционной программы Нижегородской области за счет средств </w:t>
            </w:r>
            <w:r>
              <w:rPr>
                <w:sz w:val="24"/>
                <w:szCs w:val="24"/>
              </w:rPr>
              <w:t>мест</w:t>
            </w:r>
            <w:r w:rsidRPr="00B72C31">
              <w:rPr>
                <w:sz w:val="24"/>
                <w:szCs w:val="24"/>
              </w:rPr>
              <w:t>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590EFD" w14:textId="77777777" w:rsidR="00B72C31" w:rsidRPr="00D36259" w:rsidRDefault="00B72C31" w:rsidP="0020178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A0C479" w14:textId="77777777" w:rsidR="00B72C31" w:rsidRPr="00D36259" w:rsidRDefault="00B72C31" w:rsidP="0020178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9E1126" w14:textId="77777777" w:rsidR="00B72C31" w:rsidRPr="00D36259" w:rsidRDefault="00B72C31" w:rsidP="0020178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1 544,7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04CBAD" w14:textId="77777777" w:rsidR="00B72C31" w:rsidRPr="00D36259" w:rsidRDefault="00B72C31" w:rsidP="0020178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5 208,5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0682C4" w14:textId="77777777" w:rsidR="00B72C31" w:rsidRPr="00D36259" w:rsidRDefault="00B72C31" w:rsidP="00201787">
            <w:pPr>
              <w:ind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386,4</w:t>
            </w:r>
          </w:p>
        </w:tc>
      </w:tr>
      <w:tr w:rsidR="003C5867" w:rsidRPr="00970BD5" w14:paraId="60C6DBE2" w14:textId="77777777" w:rsidTr="00487574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3C5253" w14:textId="77777777" w:rsidR="003C5867" w:rsidRPr="00D36259" w:rsidRDefault="003C5867" w:rsidP="003C5867">
            <w:pPr>
              <w:ind w:firstLine="0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Расходы на реализацию полномочий органов местного самоуправления по решению вопросов местного значения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2F2048" w14:textId="77777777" w:rsidR="003C5867" w:rsidRPr="00D36259" w:rsidRDefault="003C5867" w:rsidP="003C5867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77 7 03 S2650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F633BC" w14:textId="77777777" w:rsidR="003C5867" w:rsidRPr="00D36259" w:rsidRDefault="003C5867" w:rsidP="003C5867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2B9B60" w14:textId="77777777" w:rsidR="003C5867" w:rsidRPr="00D36259" w:rsidRDefault="003C5867" w:rsidP="003C5867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300,0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F470D0" w14:textId="77777777" w:rsidR="003C5867" w:rsidRPr="00D36259" w:rsidRDefault="003C5867" w:rsidP="003C5867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 </w:t>
            </w:r>
            <w:r w:rsidR="00E97DDC" w:rsidRPr="00D36259">
              <w:rPr>
                <w:sz w:val="24"/>
                <w:szCs w:val="24"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98CB94" w14:textId="77777777" w:rsidR="003C5867" w:rsidRPr="00D36259" w:rsidRDefault="00E97DDC" w:rsidP="003C5867">
            <w:pPr>
              <w:ind w:right="-102"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0,0</w:t>
            </w:r>
            <w:r w:rsidR="003C5867" w:rsidRPr="00D36259">
              <w:rPr>
                <w:sz w:val="24"/>
                <w:szCs w:val="24"/>
              </w:rPr>
              <w:t> </w:t>
            </w:r>
          </w:p>
        </w:tc>
      </w:tr>
      <w:tr w:rsidR="00E97DDC" w:rsidRPr="00970BD5" w14:paraId="076C2349" w14:textId="77777777" w:rsidTr="00487574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EE5540" w14:textId="77777777" w:rsidR="00E97DDC" w:rsidRPr="00D36259" w:rsidRDefault="00E97DDC" w:rsidP="00E97DDC">
            <w:pPr>
              <w:ind w:firstLine="0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496486" w14:textId="77777777" w:rsidR="00E97DDC" w:rsidRPr="00D36259" w:rsidRDefault="00E97DDC" w:rsidP="00E97DD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77 7 03 S2650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A22E37" w14:textId="77777777" w:rsidR="00E97DDC" w:rsidRPr="00D36259" w:rsidRDefault="00E97DDC" w:rsidP="00E97DD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D3BD0A" w14:textId="77777777" w:rsidR="00E97DDC" w:rsidRPr="00D36259" w:rsidRDefault="00E97DDC" w:rsidP="00E97DD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300,0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07DFEF" w14:textId="77777777" w:rsidR="00E97DDC" w:rsidRPr="00D36259" w:rsidRDefault="00E97DDC" w:rsidP="00E97DD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 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26893F" w14:textId="77777777" w:rsidR="00E97DDC" w:rsidRPr="00D36259" w:rsidRDefault="00E97DDC" w:rsidP="00E97DDC">
            <w:pPr>
              <w:ind w:right="-102"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0,0 </w:t>
            </w:r>
          </w:p>
        </w:tc>
      </w:tr>
      <w:tr w:rsidR="003C5867" w:rsidRPr="00970BD5" w14:paraId="7CA32A97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92627D" w14:textId="77777777" w:rsidR="003C5867" w:rsidRPr="00D36259" w:rsidRDefault="003C5867" w:rsidP="003C5867">
            <w:pPr>
              <w:ind w:firstLine="0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D92D60" w14:textId="77777777" w:rsidR="003C5867" w:rsidRPr="00D36259" w:rsidRDefault="003C5867" w:rsidP="003C5867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AE9F27" w14:textId="77777777" w:rsidR="003C5867" w:rsidRPr="00D36259" w:rsidRDefault="003C5867" w:rsidP="003C5867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1C8EDC" w14:textId="77777777" w:rsidR="003C5867" w:rsidRPr="00D36259" w:rsidRDefault="003C5867" w:rsidP="003C5867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A152C8" w14:textId="77777777" w:rsidR="003C5867" w:rsidRPr="00D36259" w:rsidRDefault="003C5867" w:rsidP="003C5867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 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F199BA" w14:textId="77777777" w:rsidR="003C5867" w:rsidRPr="00D36259" w:rsidRDefault="003C5867" w:rsidP="003C5867">
            <w:pPr>
              <w:ind w:right="-102"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 </w:t>
            </w:r>
          </w:p>
        </w:tc>
      </w:tr>
      <w:tr w:rsidR="00E97DDC" w:rsidRPr="00970BD5" w14:paraId="56C321D9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A5E1A3" w14:textId="77777777" w:rsidR="00E97DDC" w:rsidRPr="00D36259" w:rsidRDefault="00B72C31" w:rsidP="00E97DDC">
            <w:pPr>
              <w:ind w:firstLine="0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 xml:space="preserve">  </w:t>
            </w:r>
            <w:r w:rsidR="00E97DDC" w:rsidRPr="00D36259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="00E97DDC" w:rsidRPr="00D36259">
              <w:rPr>
                <w:sz w:val="24"/>
                <w:szCs w:val="24"/>
              </w:rPr>
              <w:t>расходы на реализацию полномочий органов местного самоуправления по решению вопросов местного значения за счет средств областного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CDEA93" w14:textId="77777777" w:rsidR="00E97DDC" w:rsidRPr="00D36259" w:rsidRDefault="00E97DDC" w:rsidP="00E97DD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AD0ABB" w14:textId="77777777" w:rsidR="00E97DDC" w:rsidRPr="00D36259" w:rsidRDefault="00E97DDC" w:rsidP="00E97DD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816F0B" w14:textId="77777777" w:rsidR="00E97DDC" w:rsidRPr="00D36259" w:rsidRDefault="00E97DDC" w:rsidP="00E97DD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240,0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8DBAEE" w14:textId="77777777" w:rsidR="00E97DDC" w:rsidRPr="00D36259" w:rsidRDefault="00E97DDC" w:rsidP="00E97DD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 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4936AC" w14:textId="77777777" w:rsidR="00E97DDC" w:rsidRPr="00D36259" w:rsidRDefault="00E97DDC" w:rsidP="00E97DDC">
            <w:pPr>
              <w:ind w:right="-102"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0,0 </w:t>
            </w:r>
          </w:p>
        </w:tc>
      </w:tr>
      <w:tr w:rsidR="00E97DDC" w:rsidRPr="00970BD5" w14:paraId="2FB1A254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F678F9" w14:textId="77777777" w:rsidR="00E97DDC" w:rsidRPr="00D36259" w:rsidRDefault="00B72C31" w:rsidP="00E97DDC">
            <w:pPr>
              <w:ind w:firstLine="0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 xml:space="preserve">  </w:t>
            </w:r>
            <w:r w:rsidR="00E97DDC" w:rsidRPr="00D36259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="00E97DDC" w:rsidRPr="00D36259">
              <w:rPr>
                <w:sz w:val="24"/>
                <w:szCs w:val="24"/>
              </w:rPr>
              <w:t>расходы на реализацию полномочий органов местного самоуправления по решению вопросов местного значения за счет средств местного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8B9498" w14:textId="77777777" w:rsidR="00E97DDC" w:rsidRPr="00D36259" w:rsidRDefault="00E97DDC" w:rsidP="00E97DD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D03E2B" w14:textId="77777777" w:rsidR="00E97DDC" w:rsidRPr="00D36259" w:rsidRDefault="00E97DDC" w:rsidP="00E97DD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EDE53D" w14:textId="77777777" w:rsidR="00E97DDC" w:rsidRPr="00D36259" w:rsidRDefault="00E97DDC" w:rsidP="00E97DD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60,0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804B7A" w14:textId="77777777" w:rsidR="00E97DDC" w:rsidRPr="00D36259" w:rsidRDefault="00E97DDC" w:rsidP="00E97DD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 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DC3388" w14:textId="77777777" w:rsidR="00E97DDC" w:rsidRPr="00D36259" w:rsidRDefault="00E97DDC" w:rsidP="00E97DDC">
            <w:pPr>
              <w:ind w:right="-102"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0,0 </w:t>
            </w:r>
          </w:p>
        </w:tc>
      </w:tr>
      <w:tr w:rsidR="00E97DDC" w:rsidRPr="00970BD5" w14:paraId="6CE0CC54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AD33A7" w14:textId="77777777" w:rsidR="00E97DDC" w:rsidRPr="00D36259" w:rsidRDefault="00E97DDC" w:rsidP="00E97DDC">
            <w:pPr>
              <w:ind w:firstLine="0"/>
              <w:rPr>
                <w:sz w:val="24"/>
                <w:szCs w:val="24"/>
                <w:highlight w:val="yellow"/>
              </w:rPr>
            </w:pPr>
            <w:r w:rsidRPr="00D36259">
              <w:rPr>
                <w:b/>
                <w:bCs/>
                <w:sz w:val="24"/>
                <w:szCs w:val="24"/>
              </w:rPr>
              <w:t xml:space="preserve">Предотвращение влияния ухудшения экономической ситуации на развитие отраслей экономики, в связи с распространением новой </w:t>
            </w:r>
            <w:proofErr w:type="spellStart"/>
            <w:r w:rsidRPr="00D36259">
              <w:rPr>
                <w:b/>
                <w:bCs/>
                <w:sz w:val="24"/>
                <w:szCs w:val="24"/>
              </w:rPr>
              <w:t>короновирусной</w:t>
            </w:r>
            <w:proofErr w:type="spellEnd"/>
            <w:r w:rsidRPr="00D36259">
              <w:rPr>
                <w:b/>
                <w:bCs/>
                <w:sz w:val="24"/>
                <w:szCs w:val="24"/>
              </w:rPr>
              <w:t xml:space="preserve"> инфекции (COVID-19)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A35DEB" w14:textId="77777777" w:rsidR="00E97DDC" w:rsidRPr="00D36259" w:rsidRDefault="00E97DDC" w:rsidP="00E97DD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b/>
                <w:bCs/>
                <w:sz w:val="24"/>
                <w:szCs w:val="24"/>
              </w:rPr>
              <w:t>77 7 С2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56C874" w14:textId="77777777" w:rsidR="00E97DDC" w:rsidRPr="00D36259" w:rsidRDefault="00E97DDC" w:rsidP="00E97DD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54D9F0" w14:textId="77777777" w:rsidR="00E97DDC" w:rsidRPr="00D36259" w:rsidRDefault="00E97DDC" w:rsidP="00E97DD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b/>
                <w:bCs/>
                <w:sz w:val="24"/>
                <w:szCs w:val="24"/>
              </w:rPr>
              <w:t>18 870,8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39B730" w14:textId="77777777" w:rsidR="00E97DDC" w:rsidRPr="00D36259" w:rsidRDefault="00E97DDC" w:rsidP="00E97DD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356E9A" w14:textId="77777777" w:rsidR="00E97DDC" w:rsidRPr="00D36259" w:rsidRDefault="00E97DDC" w:rsidP="00E97DDC">
            <w:pPr>
              <w:ind w:right="-102"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E97DDC" w:rsidRPr="00970BD5" w14:paraId="477AFA47" w14:textId="77777777" w:rsidTr="00487574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0BB02D" w14:textId="77777777" w:rsidR="00E97DDC" w:rsidRPr="00D36259" w:rsidRDefault="00E97DDC" w:rsidP="00E97DDC">
            <w:pPr>
              <w:ind w:firstLine="0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 xml:space="preserve">Расходы на возмещение части затрат организаций, </w:t>
            </w:r>
            <w:r w:rsidRPr="00D36259">
              <w:rPr>
                <w:sz w:val="24"/>
                <w:szCs w:val="24"/>
              </w:rPr>
              <w:lastRenderedPageBreak/>
              <w:t>пострадавших от распространения новой коронавирусной инфекции (COVID-19). на оплату труда работников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7252FC" w14:textId="77777777" w:rsidR="00B72C31" w:rsidRDefault="00B72C31" w:rsidP="00E97DD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AE686EE" w14:textId="77777777" w:rsidR="00B72C31" w:rsidRDefault="00B72C31" w:rsidP="00E97DD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8D33C32" w14:textId="77777777" w:rsidR="00B72C31" w:rsidRDefault="00B72C31" w:rsidP="00E97DD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AB8F493" w14:textId="77777777" w:rsidR="00B72C31" w:rsidRDefault="00B72C31" w:rsidP="00E97DD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48B7DE7" w14:textId="77777777" w:rsidR="00B72C31" w:rsidRDefault="00B72C31" w:rsidP="00E97DD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669B9DF" w14:textId="77777777" w:rsidR="00B72C31" w:rsidRDefault="00B72C31" w:rsidP="00E97DD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10C6744" w14:textId="77777777" w:rsidR="00E97DDC" w:rsidRPr="00D36259" w:rsidRDefault="00E97DDC" w:rsidP="00E97DD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77 7 С2 74190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E291F1" w14:textId="77777777" w:rsidR="00B72C31" w:rsidRDefault="00B72C31" w:rsidP="00E97DD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6059628" w14:textId="77777777" w:rsidR="00B72C31" w:rsidRDefault="00B72C31" w:rsidP="00E97DD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F5E3A92" w14:textId="77777777" w:rsidR="00B72C31" w:rsidRDefault="00B72C31" w:rsidP="00E97DD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CF9DC2B" w14:textId="77777777" w:rsidR="00B72C31" w:rsidRDefault="00B72C31" w:rsidP="00E97DD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8800B1A" w14:textId="77777777" w:rsidR="00B72C31" w:rsidRDefault="00B72C31" w:rsidP="00E97DD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336C81A" w14:textId="77777777" w:rsidR="00B72C31" w:rsidRDefault="00B72C31" w:rsidP="00E97DD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7A75740" w14:textId="77777777" w:rsidR="00E97DDC" w:rsidRPr="00D36259" w:rsidRDefault="00E97DDC" w:rsidP="00E97DD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CB08DE" w14:textId="77777777" w:rsidR="00B72C31" w:rsidRDefault="00B72C31" w:rsidP="00E97DD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D200596" w14:textId="77777777" w:rsidR="00B72C31" w:rsidRDefault="00B72C31" w:rsidP="00E97DD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0833CA3" w14:textId="77777777" w:rsidR="00B72C31" w:rsidRDefault="00B72C31" w:rsidP="00E97DD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5B9F77B" w14:textId="77777777" w:rsidR="00B72C31" w:rsidRDefault="00B72C31" w:rsidP="00E97DD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A58015B" w14:textId="77777777" w:rsidR="00B72C31" w:rsidRDefault="00B72C31" w:rsidP="00E97DD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D38AC90" w14:textId="77777777" w:rsidR="00B72C31" w:rsidRDefault="00B72C31" w:rsidP="00E97DD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2410C78" w14:textId="77777777" w:rsidR="00E97DDC" w:rsidRPr="00D36259" w:rsidRDefault="00E97DDC" w:rsidP="00E97DD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13 627,9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8830B0" w14:textId="77777777" w:rsidR="00B72C31" w:rsidRDefault="00B72C31" w:rsidP="00E97DD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7C08249" w14:textId="77777777" w:rsidR="00B72C31" w:rsidRDefault="00B72C31" w:rsidP="00E97DD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F532D1F" w14:textId="77777777" w:rsidR="00B72C31" w:rsidRDefault="00B72C31" w:rsidP="00E97DD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4F6C8D1" w14:textId="77777777" w:rsidR="00B72C31" w:rsidRDefault="00B72C31" w:rsidP="00E97DD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A82C980" w14:textId="77777777" w:rsidR="00B72C31" w:rsidRDefault="00B72C31" w:rsidP="00E97DD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6790997" w14:textId="77777777" w:rsidR="00B72C31" w:rsidRDefault="00B72C31" w:rsidP="00E97DD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C71DABF" w14:textId="77777777" w:rsidR="00E97DDC" w:rsidRPr="00D36259" w:rsidRDefault="00E97DDC" w:rsidP="00E97DD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E192A6" w14:textId="77777777" w:rsidR="00B72C31" w:rsidRDefault="00B72C31" w:rsidP="00E97DDC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26C3CC2A" w14:textId="77777777" w:rsidR="00B72C31" w:rsidRDefault="00B72C31" w:rsidP="00E97DDC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407C2347" w14:textId="77777777" w:rsidR="00B72C31" w:rsidRDefault="00B72C31" w:rsidP="00E97DDC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75622139" w14:textId="77777777" w:rsidR="00B72C31" w:rsidRDefault="00B72C31" w:rsidP="00E97DDC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50A17E05" w14:textId="77777777" w:rsidR="00B72C31" w:rsidRDefault="00B72C31" w:rsidP="00E97DDC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5E6C5876" w14:textId="77777777" w:rsidR="00B72C31" w:rsidRDefault="00B72C31" w:rsidP="00E97DDC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7D8A8E1D" w14:textId="77777777" w:rsidR="00E97DDC" w:rsidRPr="00D36259" w:rsidRDefault="00E97DDC" w:rsidP="00E97DDC">
            <w:pPr>
              <w:ind w:right="-102"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0,0</w:t>
            </w:r>
          </w:p>
        </w:tc>
      </w:tr>
      <w:tr w:rsidR="00E97DDC" w:rsidRPr="00970BD5" w14:paraId="6CB4DC38" w14:textId="77777777" w:rsidTr="00487574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E0467D" w14:textId="77777777" w:rsidR="00E97DDC" w:rsidRPr="00D36259" w:rsidRDefault="00E97DDC" w:rsidP="00E97DDC">
            <w:pPr>
              <w:ind w:firstLine="0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FD1B4D" w14:textId="77777777" w:rsidR="00E97DDC" w:rsidRPr="00D36259" w:rsidRDefault="00E97DDC" w:rsidP="00E97DD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77 7 С2 74190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0D3668" w14:textId="77777777" w:rsidR="00E97DDC" w:rsidRPr="00D36259" w:rsidRDefault="00E97DDC" w:rsidP="00E97DD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ED2106" w14:textId="77777777" w:rsidR="00E97DDC" w:rsidRPr="00D36259" w:rsidRDefault="00E97DDC" w:rsidP="00E97DD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13 627,9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18DCF1" w14:textId="77777777" w:rsidR="00E97DDC" w:rsidRPr="00D36259" w:rsidRDefault="00E97DDC" w:rsidP="00E97DD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E0C364" w14:textId="77777777" w:rsidR="00E97DDC" w:rsidRPr="00D36259" w:rsidRDefault="00E97DDC" w:rsidP="00E97DDC">
            <w:pPr>
              <w:ind w:right="-102"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0,0</w:t>
            </w:r>
          </w:p>
        </w:tc>
      </w:tr>
      <w:tr w:rsidR="00E97DDC" w:rsidRPr="00970BD5" w14:paraId="6B42B512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714B26" w14:textId="77777777" w:rsidR="00E97DDC" w:rsidRPr="00D36259" w:rsidRDefault="00E97DDC" w:rsidP="00E97DDC">
            <w:pPr>
              <w:ind w:firstLine="0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Расходы на возмещение затрат организаций, пострадавших от распространения новой коронавирусной инфекции (COVID-19). на оплату коммунальных услуг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5CE5EB" w14:textId="77777777" w:rsidR="00E97DDC" w:rsidRPr="00D36259" w:rsidRDefault="00E97DDC" w:rsidP="00E97DD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77 7 С2 74210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ED3E9D" w14:textId="77777777" w:rsidR="00E97DDC" w:rsidRPr="00D36259" w:rsidRDefault="00E97DDC" w:rsidP="00E97DD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87E980" w14:textId="77777777" w:rsidR="00E97DDC" w:rsidRPr="00D36259" w:rsidRDefault="00E97DDC" w:rsidP="00E97DD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5 115,6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158C85" w14:textId="77777777" w:rsidR="00E97DDC" w:rsidRPr="00D36259" w:rsidRDefault="00E97DDC" w:rsidP="00E97DD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BCACED" w14:textId="77777777" w:rsidR="00E97DDC" w:rsidRPr="00D36259" w:rsidRDefault="00E97DDC" w:rsidP="00E97DDC">
            <w:pPr>
              <w:ind w:right="-102"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0,0</w:t>
            </w:r>
          </w:p>
        </w:tc>
      </w:tr>
      <w:tr w:rsidR="00E97DDC" w:rsidRPr="00970BD5" w14:paraId="04FD04FC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295D7C" w14:textId="77777777" w:rsidR="00E97DDC" w:rsidRPr="00D36259" w:rsidRDefault="00E97DDC" w:rsidP="00E97DDC">
            <w:pPr>
              <w:ind w:firstLine="0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F45841" w14:textId="77777777" w:rsidR="00E97DDC" w:rsidRPr="00D36259" w:rsidRDefault="00E97DDC" w:rsidP="00E97DD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77 7 С2 74210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EA9958" w14:textId="77777777" w:rsidR="00E97DDC" w:rsidRPr="00D36259" w:rsidRDefault="00E97DDC" w:rsidP="00E97DD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0995BD" w14:textId="77777777" w:rsidR="00E97DDC" w:rsidRPr="00D36259" w:rsidRDefault="00E97DDC" w:rsidP="00E97DD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5 115,6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C26C86" w14:textId="77777777" w:rsidR="00E97DDC" w:rsidRPr="00D36259" w:rsidRDefault="00E97DDC" w:rsidP="00E97DD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CA03B4" w14:textId="77777777" w:rsidR="00E97DDC" w:rsidRPr="00D36259" w:rsidRDefault="00E97DDC" w:rsidP="00E97DDC">
            <w:pPr>
              <w:ind w:right="-102"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0,0</w:t>
            </w:r>
          </w:p>
        </w:tc>
      </w:tr>
      <w:tr w:rsidR="00C0135E" w:rsidRPr="00970BD5" w14:paraId="7622414F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B4DCEF" w14:textId="77777777" w:rsidR="00C0135E" w:rsidRPr="00D36259" w:rsidRDefault="00C0135E" w:rsidP="004136AF">
            <w:pPr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8CAF2B" w14:textId="77777777" w:rsidR="00C0135E" w:rsidRPr="00D36259" w:rsidRDefault="00C0135E" w:rsidP="004136AF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28BF4A" w14:textId="77777777" w:rsidR="00C0135E" w:rsidRPr="00D36259" w:rsidRDefault="00C0135E" w:rsidP="004136AF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3F5C57" w14:textId="77777777" w:rsidR="00C0135E" w:rsidRPr="00D36259" w:rsidRDefault="00C0135E" w:rsidP="004136AF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C64328" w14:textId="77777777" w:rsidR="00C0135E" w:rsidRPr="00D36259" w:rsidRDefault="00C0135E" w:rsidP="004136AF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B2F4D" w14:textId="77777777" w:rsidR="00C0135E" w:rsidRPr="00D36259" w:rsidRDefault="00C0135E" w:rsidP="004136AF">
            <w:pPr>
              <w:ind w:right="-102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</w:tr>
      <w:tr w:rsidR="00D36259" w:rsidRPr="00E11DDC" w14:paraId="0BB5D160" w14:textId="77777777" w:rsidTr="00B44E0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307793" w14:textId="77777777" w:rsidR="00D36259" w:rsidRPr="00D36259" w:rsidRDefault="00D36259" w:rsidP="00D36259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D36259"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81041" w14:textId="77777777" w:rsidR="00D36259" w:rsidRPr="00D36259" w:rsidRDefault="00D36259" w:rsidP="00D36259">
            <w:pPr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445CE4" w14:textId="77777777" w:rsidR="00D36259" w:rsidRPr="00D36259" w:rsidRDefault="00D36259" w:rsidP="00D36259">
            <w:pPr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AC510C" w14:textId="77777777" w:rsidR="00D36259" w:rsidRPr="00D36259" w:rsidRDefault="00D36259" w:rsidP="00D36259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  <w:lang w:val="en-US"/>
              </w:rPr>
            </w:pPr>
            <w:r w:rsidRPr="00D36259">
              <w:rPr>
                <w:b/>
                <w:bCs/>
                <w:sz w:val="24"/>
                <w:szCs w:val="24"/>
              </w:rPr>
              <w:t>2 533 269,0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AE185F" w14:textId="77777777" w:rsidR="00D36259" w:rsidRPr="00D36259" w:rsidRDefault="00D36259" w:rsidP="00D36259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b/>
                <w:bCs/>
                <w:sz w:val="24"/>
                <w:szCs w:val="24"/>
              </w:rPr>
              <w:t>2 077 579,1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E9B446" w14:textId="77777777" w:rsidR="00D36259" w:rsidRPr="00D36259" w:rsidRDefault="00D36259" w:rsidP="00D36259">
            <w:pPr>
              <w:ind w:right="-102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D36259">
              <w:rPr>
                <w:b/>
                <w:bCs/>
                <w:sz w:val="24"/>
                <w:szCs w:val="24"/>
              </w:rPr>
              <w:t>1 981 209,7</w:t>
            </w:r>
          </w:p>
        </w:tc>
      </w:tr>
    </w:tbl>
    <w:p w14:paraId="592E1196" w14:textId="77777777" w:rsidR="006F698F" w:rsidRPr="00E11DDC" w:rsidRDefault="006F698F" w:rsidP="004136AF">
      <w:pPr>
        <w:ind w:firstLine="540"/>
        <w:jc w:val="both"/>
        <w:rPr>
          <w:color w:val="000000"/>
          <w:sz w:val="24"/>
          <w:szCs w:val="24"/>
          <w:highlight w:val="yellow"/>
        </w:rPr>
      </w:pPr>
    </w:p>
    <w:p w14:paraId="57658CCB" w14:textId="77777777" w:rsidR="00C0135E" w:rsidRPr="00182CA8" w:rsidRDefault="00C0135E" w:rsidP="004136AF">
      <w:pPr>
        <w:ind w:firstLine="540"/>
        <w:jc w:val="both"/>
        <w:rPr>
          <w:color w:val="000000"/>
          <w:szCs w:val="28"/>
        </w:rPr>
      </w:pPr>
      <w:r w:rsidRPr="00182CA8">
        <w:rPr>
          <w:color w:val="000000"/>
          <w:szCs w:val="28"/>
        </w:rPr>
        <w:t>1.</w:t>
      </w:r>
      <w:r w:rsidR="0081745B" w:rsidRPr="00182CA8">
        <w:rPr>
          <w:color w:val="000000"/>
          <w:szCs w:val="28"/>
        </w:rPr>
        <w:t>7</w:t>
      </w:r>
      <w:r w:rsidRPr="00182CA8">
        <w:rPr>
          <w:color w:val="000000"/>
          <w:szCs w:val="28"/>
        </w:rPr>
        <w:t>. в приложении 6:</w:t>
      </w:r>
    </w:p>
    <w:p w14:paraId="6DD737C3" w14:textId="77777777" w:rsidR="00C0135E" w:rsidRPr="00E11DDC" w:rsidRDefault="00C0135E" w:rsidP="004136AF">
      <w:pPr>
        <w:pStyle w:val="25"/>
        <w:tabs>
          <w:tab w:val="num" w:pos="0"/>
        </w:tabs>
        <w:ind w:firstLine="567"/>
        <w:rPr>
          <w:color w:val="000000"/>
          <w:szCs w:val="24"/>
          <w:highlight w:val="yellow"/>
        </w:rPr>
      </w:pPr>
    </w:p>
    <w:tbl>
      <w:tblPr>
        <w:tblW w:w="1012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567"/>
        <w:gridCol w:w="567"/>
        <w:gridCol w:w="567"/>
        <w:gridCol w:w="1559"/>
        <w:gridCol w:w="709"/>
        <w:gridCol w:w="1163"/>
        <w:gridCol w:w="1163"/>
        <w:gridCol w:w="1275"/>
      </w:tblGrid>
      <w:tr w:rsidR="00B72C31" w:rsidRPr="00970BD5" w14:paraId="0C995CA2" w14:textId="77777777" w:rsidTr="00B44E0E">
        <w:trPr>
          <w:cantSplit/>
          <w:trHeight w:val="432"/>
          <w:tblHeader/>
        </w:trPr>
        <w:tc>
          <w:tcPr>
            <w:tcW w:w="2552" w:type="dxa"/>
            <w:vMerge w:val="restart"/>
            <w:vAlign w:val="center"/>
          </w:tcPr>
          <w:p w14:paraId="748322E1" w14:textId="77777777" w:rsidR="00B72C31" w:rsidRPr="00855E16" w:rsidRDefault="00B72C31" w:rsidP="004136AF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855E16">
              <w:rPr>
                <w:b/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3969" w:type="dxa"/>
            <w:gridSpan w:val="5"/>
            <w:vAlign w:val="center"/>
          </w:tcPr>
          <w:p w14:paraId="65DE196E" w14:textId="77777777" w:rsidR="00B72C31" w:rsidRPr="00855E16" w:rsidRDefault="00B72C31" w:rsidP="004136AF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55E1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1163" w:type="dxa"/>
            <w:vMerge w:val="restart"/>
            <w:vAlign w:val="center"/>
          </w:tcPr>
          <w:p w14:paraId="14828F5E" w14:textId="77777777" w:rsidR="00B72C31" w:rsidRPr="00855E16" w:rsidRDefault="00B72C31" w:rsidP="004136AF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55E16">
              <w:rPr>
                <w:b/>
                <w:bCs/>
                <w:color w:val="000000"/>
                <w:sz w:val="24"/>
                <w:szCs w:val="24"/>
              </w:rPr>
              <w:t>2021 год</w:t>
            </w:r>
          </w:p>
        </w:tc>
        <w:tc>
          <w:tcPr>
            <w:tcW w:w="1163" w:type="dxa"/>
            <w:vMerge w:val="restart"/>
            <w:vAlign w:val="center"/>
          </w:tcPr>
          <w:p w14:paraId="6FC2CD08" w14:textId="77777777" w:rsidR="00B72C31" w:rsidRPr="00855E16" w:rsidRDefault="00B72C31" w:rsidP="004136AF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55E16">
              <w:rPr>
                <w:b/>
                <w:bCs/>
                <w:color w:val="000000"/>
                <w:sz w:val="24"/>
                <w:szCs w:val="24"/>
              </w:rPr>
              <w:t>2022 год</w:t>
            </w:r>
          </w:p>
        </w:tc>
        <w:tc>
          <w:tcPr>
            <w:tcW w:w="1275" w:type="dxa"/>
            <w:vMerge w:val="restart"/>
            <w:vAlign w:val="center"/>
          </w:tcPr>
          <w:p w14:paraId="1F409B7A" w14:textId="77777777" w:rsidR="00B72C31" w:rsidRPr="00855E16" w:rsidRDefault="00B72C31" w:rsidP="004136AF">
            <w:pPr>
              <w:ind w:left="-152" w:right="-108"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55E16">
              <w:rPr>
                <w:b/>
                <w:bCs/>
                <w:color w:val="000000"/>
                <w:sz w:val="24"/>
                <w:szCs w:val="24"/>
              </w:rPr>
              <w:t>2023 год</w:t>
            </w:r>
          </w:p>
        </w:tc>
      </w:tr>
      <w:tr w:rsidR="00B72C31" w:rsidRPr="00970BD5" w14:paraId="13B640F7" w14:textId="77777777" w:rsidTr="00B44E0E">
        <w:trPr>
          <w:cantSplit/>
          <w:tblHeader/>
        </w:trPr>
        <w:tc>
          <w:tcPr>
            <w:tcW w:w="2552" w:type="dxa"/>
            <w:vMerge/>
            <w:vAlign w:val="center"/>
          </w:tcPr>
          <w:p w14:paraId="72836700" w14:textId="77777777" w:rsidR="00B72C31" w:rsidRPr="00855E16" w:rsidRDefault="00B72C31" w:rsidP="004136AF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</w:tcPr>
          <w:p w14:paraId="36135506" w14:textId="77777777" w:rsidR="00B72C31" w:rsidRPr="00855E16" w:rsidRDefault="00B72C31" w:rsidP="004136AF">
            <w:pPr>
              <w:ind w:left="-72" w:right="-134"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55E16">
              <w:rPr>
                <w:b/>
                <w:bCs/>
                <w:color w:val="000000"/>
                <w:sz w:val="24"/>
                <w:szCs w:val="24"/>
              </w:rPr>
              <w:t>Вед</w:t>
            </w:r>
          </w:p>
          <w:p w14:paraId="1EB1A1EC" w14:textId="77777777" w:rsidR="00B72C31" w:rsidRPr="00855E16" w:rsidRDefault="00B72C31" w:rsidP="004136AF">
            <w:pPr>
              <w:ind w:left="-72" w:right="-134"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855E16">
              <w:rPr>
                <w:b/>
                <w:bCs/>
                <w:color w:val="000000"/>
                <w:sz w:val="24"/>
                <w:szCs w:val="24"/>
              </w:rPr>
              <w:t>омс</w:t>
            </w:r>
            <w:proofErr w:type="spellEnd"/>
          </w:p>
          <w:p w14:paraId="1F9D8CF0" w14:textId="77777777" w:rsidR="00B72C31" w:rsidRPr="00855E16" w:rsidRDefault="00B72C31" w:rsidP="004136AF">
            <w:pPr>
              <w:ind w:left="-72" w:right="-134"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855E16">
              <w:rPr>
                <w:b/>
                <w:bCs/>
                <w:color w:val="000000"/>
                <w:sz w:val="24"/>
                <w:szCs w:val="24"/>
              </w:rPr>
              <w:t>тво</w:t>
            </w:r>
            <w:proofErr w:type="spellEnd"/>
          </w:p>
        </w:tc>
        <w:tc>
          <w:tcPr>
            <w:tcW w:w="567" w:type="dxa"/>
            <w:vAlign w:val="center"/>
          </w:tcPr>
          <w:p w14:paraId="7A34A17C" w14:textId="77777777" w:rsidR="00B72C31" w:rsidRPr="00855E16" w:rsidRDefault="00B72C31" w:rsidP="004136AF">
            <w:pPr>
              <w:ind w:left="-75" w:right="-131"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55E16">
              <w:rPr>
                <w:b/>
                <w:bCs/>
                <w:color w:val="000000"/>
                <w:sz w:val="24"/>
                <w:szCs w:val="24"/>
              </w:rPr>
              <w:t>Раз</w:t>
            </w:r>
          </w:p>
          <w:p w14:paraId="50240B21" w14:textId="77777777" w:rsidR="00B72C31" w:rsidRPr="00855E16" w:rsidRDefault="00B72C31" w:rsidP="004136AF">
            <w:pPr>
              <w:ind w:left="-75" w:right="-131"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55E16">
              <w:rPr>
                <w:b/>
                <w:bCs/>
                <w:color w:val="000000"/>
                <w:sz w:val="24"/>
                <w:szCs w:val="24"/>
              </w:rPr>
              <w:t>дел</w:t>
            </w:r>
          </w:p>
        </w:tc>
        <w:tc>
          <w:tcPr>
            <w:tcW w:w="567" w:type="dxa"/>
            <w:vAlign w:val="center"/>
          </w:tcPr>
          <w:p w14:paraId="11CBDF36" w14:textId="77777777" w:rsidR="00B72C31" w:rsidRPr="00855E16" w:rsidRDefault="00B72C31" w:rsidP="004136AF">
            <w:pPr>
              <w:ind w:left="-108" w:right="-17"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855E16">
              <w:rPr>
                <w:b/>
                <w:bCs/>
                <w:color w:val="000000"/>
                <w:sz w:val="24"/>
                <w:szCs w:val="24"/>
              </w:rPr>
              <w:t>Подраз</w:t>
            </w:r>
            <w:proofErr w:type="spellEnd"/>
            <w:r w:rsidRPr="00855E16">
              <w:rPr>
                <w:b/>
                <w:bCs/>
                <w:color w:val="000000"/>
                <w:sz w:val="24"/>
                <w:szCs w:val="24"/>
              </w:rPr>
              <w:t>-дел</w:t>
            </w:r>
          </w:p>
        </w:tc>
        <w:tc>
          <w:tcPr>
            <w:tcW w:w="1559" w:type="dxa"/>
            <w:vAlign w:val="center"/>
          </w:tcPr>
          <w:p w14:paraId="553ED583" w14:textId="77777777" w:rsidR="00B72C31" w:rsidRPr="00855E16" w:rsidRDefault="00B72C31" w:rsidP="004136AF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55E16">
              <w:rPr>
                <w:b/>
                <w:bCs/>
                <w:color w:val="000000"/>
                <w:sz w:val="24"/>
                <w:szCs w:val="24"/>
              </w:rPr>
              <w:t>Целевая статья расходов</w:t>
            </w:r>
          </w:p>
        </w:tc>
        <w:tc>
          <w:tcPr>
            <w:tcW w:w="709" w:type="dxa"/>
            <w:vAlign w:val="center"/>
          </w:tcPr>
          <w:p w14:paraId="6691D396" w14:textId="77777777" w:rsidR="00B72C31" w:rsidRPr="00855E16" w:rsidRDefault="00B72C31" w:rsidP="004136AF">
            <w:pPr>
              <w:ind w:right="-12" w:hanging="79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55E16">
              <w:rPr>
                <w:b/>
                <w:bCs/>
                <w:color w:val="000000"/>
                <w:sz w:val="24"/>
                <w:szCs w:val="24"/>
              </w:rPr>
              <w:t>Вид расходов</w:t>
            </w:r>
          </w:p>
        </w:tc>
        <w:tc>
          <w:tcPr>
            <w:tcW w:w="1163" w:type="dxa"/>
            <w:vMerge/>
            <w:vAlign w:val="center"/>
          </w:tcPr>
          <w:p w14:paraId="036F08E6" w14:textId="77777777" w:rsidR="00B72C31" w:rsidRPr="00855E16" w:rsidRDefault="00B72C31" w:rsidP="004136AF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63" w:type="dxa"/>
            <w:vMerge/>
          </w:tcPr>
          <w:p w14:paraId="55B50624" w14:textId="77777777" w:rsidR="00B72C31" w:rsidRPr="00855E16" w:rsidRDefault="00B72C31" w:rsidP="004136AF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14:paraId="1CB981D3" w14:textId="77777777" w:rsidR="00B72C31" w:rsidRPr="00855E16" w:rsidRDefault="00B72C31" w:rsidP="004136AF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187A42" w:rsidRPr="00970BD5" w14:paraId="584FF81D" w14:textId="77777777" w:rsidTr="00B44E0E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E6F7E1" w14:textId="77777777" w:rsidR="00187A42" w:rsidRPr="00855E16" w:rsidRDefault="00187A42" w:rsidP="00187A42">
            <w:pPr>
              <w:ind w:firstLine="0"/>
              <w:rPr>
                <w:b/>
                <w:bCs/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>Финансовое управление администрации Балахнинского муниципального округа Нижегородской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C05CC4" w14:textId="77777777" w:rsidR="00187A42" w:rsidRPr="00855E16" w:rsidRDefault="00187A42" w:rsidP="00187A42">
            <w:pPr>
              <w:ind w:right="-108" w:hanging="108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B37F82" w14:textId="77777777" w:rsidR="00187A42" w:rsidRPr="00855E16" w:rsidRDefault="00187A42" w:rsidP="00187A42">
            <w:pPr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2F4976" w14:textId="77777777" w:rsidR="00187A42" w:rsidRPr="00855E16" w:rsidRDefault="00187A42" w:rsidP="00187A42">
            <w:pPr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22064B" w14:textId="77777777" w:rsidR="00187A42" w:rsidRPr="00855E16" w:rsidRDefault="00187A42" w:rsidP="00187A42">
            <w:pPr>
              <w:ind w:left="-74" w:firstLine="74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582E3B" w14:textId="77777777" w:rsidR="00187A42" w:rsidRPr="00855E16" w:rsidRDefault="00187A42" w:rsidP="00187A42">
            <w:pPr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F2761B" w14:textId="77777777" w:rsidR="00187A42" w:rsidRPr="00855E16" w:rsidRDefault="00187A42" w:rsidP="00187A42">
            <w:pPr>
              <w:ind w:left="-138" w:right="-87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>29 120,7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A9E07F" w14:textId="77777777" w:rsidR="00187A42" w:rsidRPr="00855E16" w:rsidRDefault="00187A42" w:rsidP="00187A42">
            <w:pPr>
              <w:ind w:left="-137" w:right="-214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>32 157,9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16372F" w14:textId="77777777" w:rsidR="00187A42" w:rsidRPr="00855E16" w:rsidRDefault="00187A42" w:rsidP="00187A42">
            <w:pPr>
              <w:ind w:left="-137" w:right="-109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>32 117,9</w:t>
            </w:r>
          </w:p>
        </w:tc>
      </w:tr>
      <w:tr w:rsidR="00187A42" w:rsidRPr="00970BD5" w14:paraId="50446C07" w14:textId="77777777" w:rsidTr="00B44E0E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EE5C10" w14:textId="77777777" w:rsidR="00187A42" w:rsidRPr="00855E16" w:rsidRDefault="00187A42" w:rsidP="00187A42">
            <w:pPr>
              <w:ind w:firstLine="0"/>
              <w:rPr>
                <w:b/>
                <w:bCs/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4E7806" w14:textId="77777777" w:rsidR="00187A42" w:rsidRPr="00855E16" w:rsidRDefault="00187A42" w:rsidP="00187A42">
            <w:pPr>
              <w:ind w:right="-108" w:hanging="108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5F7073" w14:textId="77777777" w:rsidR="00187A42" w:rsidRPr="00855E16" w:rsidRDefault="00187A42" w:rsidP="00187A42">
            <w:pPr>
              <w:ind w:firstLine="0"/>
              <w:rPr>
                <w:b/>
                <w:bCs/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699F55" w14:textId="77777777" w:rsidR="00187A42" w:rsidRPr="00855E16" w:rsidRDefault="00187A42" w:rsidP="00187A42">
            <w:pPr>
              <w:ind w:firstLine="0"/>
              <w:rPr>
                <w:b/>
                <w:bCs/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123228" w14:textId="77777777" w:rsidR="00187A42" w:rsidRPr="00855E16" w:rsidRDefault="00187A42" w:rsidP="00187A42">
            <w:pPr>
              <w:ind w:right="-105" w:firstLine="0"/>
              <w:rPr>
                <w:b/>
                <w:bCs/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1B14CD" w14:textId="77777777" w:rsidR="00187A42" w:rsidRPr="00855E16" w:rsidRDefault="00187A42" w:rsidP="00187A42">
            <w:pPr>
              <w:ind w:firstLine="0"/>
              <w:rPr>
                <w:b/>
                <w:bCs/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F9E85E" w14:textId="77777777" w:rsidR="00187A42" w:rsidRPr="00855E16" w:rsidRDefault="00187A42" w:rsidP="00187A42">
            <w:pPr>
              <w:ind w:left="-138" w:right="-87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>17 984,6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544D92" w14:textId="77777777" w:rsidR="00187A42" w:rsidRPr="00855E16" w:rsidRDefault="00187A42" w:rsidP="00187A42">
            <w:pPr>
              <w:ind w:left="-137" w:right="-214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>17 788,6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309156" w14:textId="77777777" w:rsidR="00187A42" w:rsidRPr="00855E16" w:rsidRDefault="00187A42" w:rsidP="00187A42">
            <w:pPr>
              <w:ind w:left="-137" w:right="-109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>17 788,6</w:t>
            </w:r>
          </w:p>
        </w:tc>
      </w:tr>
      <w:tr w:rsidR="00187A42" w:rsidRPr="00970BD5" w14:paraId="6D69DD6C" w14:textId="77777777" w:rsidTr="00B44E0E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135F0" w14:textId="77777777" w:rsidR="00187A42" w:rsidRPr="00855E16" w:rsidRDefault="00187A42" w:rsidP="00187A42">
            <w:pPr>
              <w:ind w:firstLine="0"/>
              <w:rPr>
                <w:b/>
                <w:bCs/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AF1986" w14:textId="77777777" w:rsidR="00187A42" w:rsidRPr="00855E16" w:rsidRDefault="00187A42" w:rsidP="00187A42">
            <w:pPr>
              <w:ind w:right="-108" w:hanging="108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72DB5C" w14:textId="77777777" w:rsidR="00187A42" w:rsidRPr="00855E16" w:rsidRDefault="00187A42" w:rsidP="00187A42">
            <w:pPr>
              <w:ind w:firstLine="0"/>
              <w:rPr>
                <w:b/>
                <w:bCs/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561C4F" w14:textId="77777777" w:rsidR="00187A42" w:rsidRPr="00855E16" w:rsidRDefault="00187A42" w:rsidP="00187A42">
            <w:pPr>
              <w:ind w:firstLine="0"/>
              <w:rPr>
                <w:b/>
                <w:bCs/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88CBE8" w14:textId="77777777" w:rsidR="00187A42" w:rsidRPr="00855E16" w:rsidRDefault="00187A42" w:rsidP="00187A42">
            <w:pPr>
              <w:ind w:right="-105" w:firstLine="0"/>
              <w:rPr>
                <w:b/>
                <w:bCs/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>00 0 00 0000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034883" w14:textId="77777777" w:rsidR="00187A42" w:rsidRPr="00855E16" w:rsidRDefault="00187A42" w:rsidP="00187A42">
            <w:pPr>
              <w:ind w:firstLine="0"/>
              <w:rPr>
                <w:b/>
                <w:bCs/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01C380" w14:textId="77777777" w:rsidR="00187A42" w:rsidRPr="00855E16" w:rsidRDefault="00187A42" w:rsidP="00187A42">
            <w:pPr>
              <w:ind w:left="-138" w:right="-87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>15 923,3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B5CD5B" w14:textId="77777777" w:rsidR="00187A42" w:rsidRPr="00855E16" w:rsidRDefault="00187A42" w:rsidP="00187A42">
            <w:pPr>
              <w:ind w:left="-137" w:right="-214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>16 027,3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93FD50" w14:textId="77777777" w:rsidR="00187A42" w:rsidRPr="00855E16" w:rsidRDefault="00187A42" w:rsidP="00187A42">
            <w:pPr>
              <w:ind w:left="-137" w:right="-109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>16 027,3</w:t>
            </w:r>
          </w:p>
        </w:tc>
      </w:tr>
      <w:tr w:rsidR="00187A42" w:rsidRPr="00970BD5" w14:paraId="61E9F5A7" w14:textId="77777777" w:rsidTr="00B44E0E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605FA3" w14:textId="77777777" w:rsidR="00187A42" w:rsidRPr="00855E16" w:rsidRDefault="00187A42" w:rsidP="00B72C31">
            <w:pPr>
              <w:ind w:firstLine="0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 xml:space="preserve">Муниципальная программа </w:t>
            </w:r>
            <w:r w:rsidR="00B72C31">
              <w:rPr>
                <w:sz w:val="24"/>
                <w:szCs w:val="24"/>
              </w:rPr>
              <w:t>«</w:t>
            </w:r>
            <w:r w:rsidRPr="00855E16">
              <w:rPr>
                <w:sz w:val="24"/>
                <w:szCs w:val="24"/>
              </w:rPr>
              <w:t xml:space="preserve">Повышение </w:t>
            </w:r>
            <w:r w:rsidRPr="00855E16">
              <w:rPr>
                <w:sz w:val="24"/>
                <w:szCs w:val="24"/>
              </w:rPr>
              <w:lastRenderedPageBreak/>
              <w:t>эффективности бюджетных расходов в Балахнинском муниципальном округе Нижегородской области</w:t>
            </w:r>
            <w:r w:rsidR="00B72C31"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41BD2B" w14:textId="77777777" w:rsidR="00187A42" w:rsidRPr="00855E16" w:rsidRDefault="00187A42" w:rsidP="00187A42">
            <w:pPr>
              <w:ind w:right="-108" w:hanging="108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02E301" w14:textId="77777777" w:rsidR="00187A42" w:rsidRPr="00855E16" w:rsidRDefault="00187A42" w:rsidP="00187A42">
            <w:pPr>
              <w:ind w:firstLine="0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CB62AC" w14:textId="77777777" w:rsidR="00187A42" w:rsidRPr="00855E16" w:rsidRDefault="00187A42" w:rsidP="00187A42">
            <w:pPr>
              <w:ind w:firstLine="0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953AFF" w14:textId="77777777" w:rsidR="00187A42" w:rsidRPr="00855E16" w:rsidRDefault="00187A42" w:rsidP="00187A42">
            <w:pPr>
              <w:ind w:right="-105" w:firstLine="0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10 0 00 00000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0532A8" w14:textId="77777777" w:rsidR="00187A42" w:rsidRPr="00855E16" w:rsidRDefault="00187A42" w:rsidP="00187A42">
            <w:pPr>
              <w:ind w:firstLine="0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75580E" w14:textId="77777777" w:rsidR="00187A42" w:rsidRPr="00855E16" w:rsidRDefault="00187A42" w:rsidP="00187A42">
            <w:pPr>
              <w:ind w:left="-138" w:right="-87"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15 923,3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C00933" w14:textId="77777777" w:rsidR="00187A42" w:rsidRPr="00855E16" w:rsidRDefault="00187A42" w:rsidP="00187A42">
            <w:pPr>
              <w:ind w:left="-137" w:right="-214"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16 027,3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2DA399" w14:textId="77777777" w:rsidR="00187A42" w:rsidRPr="00855E16" w:rsidRDefault="00187A42" w:rsidP="00187A42">
            <w:pPr>
              <w:ind w:left="-137" w:right="-109"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16 027,3</w:t>
            </w:r>
          </w:p>
        </w:tc>
      </w:tr>
      <w:tr w:rsidR="00187A42" w:rsidRPr="00970BD5" w14:paraId="76DA3B91" w14:textId="77777777" w:rsidTr="00B44E0E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81F609" w14:textId="77777777" w:rsidR="00187A42" w:rsidRPr="00855E16" w:rsidRDefault="00187A42" w:rsidP="00187A42">
            <w:pPr>
              <w:ind w:firstLine="0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Обеспечение деятельности финансового органа Балахнинского муниципального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C8A676" w14:textId="77777777" w:rsidR="00187A42" w:rsidRPr="00855E16" w:rsidRDefault="00187A42" w:rsidP="00187A42">
            <w:pPr>
              <w:ind w:right="-108" w:hanging="108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A6EBFC" w14:textId="77777777" w:rsidR="00187A42" w:rsidRPr="00855E16" w:rsidRDefault="00187A42" w:rsidP="00187A42">
            <w:pPr>
              <w:ind w:firstLine="0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B80AC5" w14:textId="77777777" w:rsidR="00187A42" w:rsidRPr="00855E16" w:rsidRDefault="00187A42" w:rsidP="00187A42">
            <w:pPr>
              <w:ind w:firstLine="0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821ACF" w14:textId="77777777" w:rsidR="00187A42" w:rsidRPr="00855E16" w:rsidRDefault="00187A42" w:rsidP="00187A42">
            <w:pPr>
              <w:ind w:right="-105" w:firstLine="0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10 0 05 00000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4B389D" w14:textId="77777777" w:rsidR="00187A42" w:rsidRPr="00855E16" w:rsidRDefault="00187A42" w:rsidP="00187A42">
            <w:pPr>
              <w:ind w:firstLine="0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C7A877" w14:textId="77777777" w:rsidR="00187A42" w:rsidRPr="00855E16" w:rsidRDefault="00187A42" w:rsidP="00187A42">
            <w:pPr>
              <w:ind w:left="-138" w:right="-87"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15 923,3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96B75E" w14:textId="77777777" w:rsidR="00187A42" w:rsidRPr="00855E16" w:rsidRDefault="00187A42" w:rsidP="00187A42">
            <w:pPr>
              <w:ind w:left="-137" w:right="-214"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16 027,3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057EB2" w14:textId="77777777" w:rsidR="00187A42" w:rsidRPr="00855E16" w:rsidRDefault="00187A42" w:rsidP="00187A42">
            <w:pPr>
              <w:ind w:left="-137" w:right="-109"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16 027,3</w:t>
            </w:r>
          </w:p>
        </w:tc>
      </w:tr>
      <w:tr w:rsidR="00187A42" w:rsidRPr="00970BD5" w14:paraId="5B0E8B5B" w14:textId="77777777" w:rsidTr="00B44E0E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2C1FC4" w14:textId="77777777" w:rsidR="00187A42" w:rsidRPr="00855E16" w:rsidRDefault="00187A42" w:rsidP="00187A42">
            <w:pPr>
              <w:ind w:firstLine="0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CB5FDF" w14:textId="77777777" w:rsidR="00187A42" w:rsidRPr="00855E16" w:rsidRDefault="00187A42" w:rsidP="00187A42">
            <w:pPr>
              <w:ind w:right="-108" w:hanging="108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29B44B" w14:textId="77777777" w:rsidR="00187A42" w:rsidRPr="00855E16" w:rsidRDefault="00187A42" w:rsidP="00187A42">
            <w:pPr>
              <w:ind w:firstLine="0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F689A0" w14:textId="77777777" w:rsidR="00187A42" w:rsidRPr="00855E16" w:rsidRDefault="00187A42" w:rsidP="00187A42">
            <w:pPr>
              <w:ind w:firstLine="0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0A7394" w14:textId="77777777" w:rsidR="00187A42" w:rsidRPr="00855E16" w:rsidRDefault="00187A42" w:rsidP="00187A42">
            <w:pPr>
              <w:ind w:right="-105" w:firstLine="0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10 0 05 00190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00ADF1" w14:textId="77777777" w:rsidR="00187A42" w:rsidRPr="00855E16" w:rsidRDefault="00187A42" w:rsidP="00187A42">
            <w:pPr>
              <w:ind w:firstLine="0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1D9A5E" w14:textId="77777777" w:rsidR="00187A42" w:rsidRPr="00855E16" w:rsidRDefault="00187A42" w:rsidP="00187A42">
            <w:pPr>
              <w:ind w:left="-138" w:right="-87"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15 923,3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B7DB3F" w14:textId="77777777" w:rsidR="00187A42" w:rsidRPr="00855E16" w:rsidRDefault="00187A42" w:rsidP="00187A42">
            <w:pPr>
              <w:ind w:left="-137" w:right="-214"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16 027,3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62C43A" w14:textId="77777777" w:rsidR="00187A42" w:rsidRPr="00855E16" w:rsidRDefault="00187A42" w:rsidP="00187A42">
            <w:pPr>
              <w:ind w:left="-137" w:right="-109"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16 027,3</w:t>
            </w:r>
          </w:p>
        </w:tc>
      </w:tr>
      <w:tr w:rsidR="00187A42" w:rsidRPr="00970BD5" w14:paraId="443F8F2D" w14:textId="77777777" w:rsidTr="00B44E0E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051B4B" w14:textId="77777777" w:rsidR="00187A42" w:rsidRPr="00855E16" w:rsidRDefault="00187A42" w:rsidP="00187A42">
            <w:pPr>
              <w:ind w:firstLine="0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F4E20A" w14:textId="77777777" w:rsidR="00187A42" w:rsidRPr="00855E16" w:rsidRDefault="00187A42" w:rsidP="00187A42">
            <w:pPr>
              <w:ind w:right="-108" w:hanging="108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9072A7" w14:textId="77777777" w:rsidR="00187A42" w:rsidRPr="00855E16" w:rsidRDefault="00187A42" w:rsidP="00187A42">
            <w:pPr>
              <w:ind w:firstLine="0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8B1C0D" w14:textId="77777777" w:rsidR="00187A42" w:rsidRPr="00855E16" w:rsidRDefault="00187A42" w:rsidP="00187A42">
            <w:pPr>
              <w:ind w:firstLine="0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BFFF14" w14:textId="77777777" w:rsidR="00187A42" w:rsidRPr="00855E16" w:rsidRDefault="00187A42" w:rsidP="00187A42">
            <w:pPr>
              <w:ind w:right="-105" w:firstLine="0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10 0 05 00190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A992BC" w14:textId="77777777" w:rsidR="00187A42" w:rsidRPr="00855E16" w:rsidRDefault="00187A42" w:rsidP="00187A42">
            <w:pPr>
              <w:ind w:firstLine="0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6F026C" w14:textId="77777777" w:rsidR="00187A42" w:rsidRPr="00855E16" w:rsidRDefault="00187A42" w:rsidP="00187A42">
            <w:pPr>
              <w:ind w:left="-138" w:right="-87"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15 315,3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BCD80E" w14:textId="77777777" w:rsidR="00187A42" w:rsidRPr="00855E16" w:rsidRDefault="00187A42" w:rsidP="00187A42">
            <w:pPr>
              <w:ind w:left="-137" w:right="-214"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15 382,3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B95D5D" w14:textId="77777777" w:rsidR="00187A42" w:rsidRPr="00855E16" w:rsidRDefault="00187A42" w:rsidP="00187A42">
            <w:pPr>
              <w:ind w:left="-137" w:right="-109"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15 382,3</w:t>
            </w:r>
          </w:p>
        </w:tc>
      </w:tr>
      <w:tr w:rsidR="00187A42" w:rsidRPr="00970BD5" w14:paraId="47527F63" w14:textId="77777777" w:rsidTr="00B44E0E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649BBF" w14:textId="77777777" w:rsidR="00187A42" w:rsidRPr="00855E16" w:rsidRDefault="00187A42" w:rsidP="00187A42">
            <w:pPr>
              <w:ind w:firstLine="0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B7C588" w14:textId="77777777" w:rsidR="00187A42" w:rsidRPr="00855E16" w:rsidRDefault="00187A42" w:rsidP="00187A42">
            <w:pPr>
              <w:ind w:right="-108" w:hanging="108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21AF67" w14:textId="77777777" w:rsidR="00187A42" w:rsidRPr="00855E16" w:rsidRDefault="00187A42" w:rsidP="00187A42">
            <w:pPr>
              <w:ind w:firstLine="0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52B059" w14:textId="77777777" w:rsidR="00187A42" w:rsidRPr="00855E16" w:rsidRDefault="00187A42" w:rsidP="00187A42">
            <w:pPr>
              <w:ind w:firstLine="0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442D70" w14:textId="77777777" w:rsidR="00187A42" w:rsidRPr="00855E16" w:rsidRDefault="00187A42" w:rsidP="00187A42">
            <w:pPr>
              <w:ind w:right="-105" w:firstLine="0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10 0 05 00190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8FD2C5" w14:textId="77777777" w:rsidR="00187A42" w:rsidRPr="00855E16" w:rsidRDefault="00187A42" w:rsidP="00187A42">
            <w:pPr>
              <w:ind w:firstLine="0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200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958213" w14:textId="77777777" w:rsidR="00187A42" w:rsidRPr="00855E16" w:rsidRDefault="00187A42" w:rsidP="00187A42">
            <w:pPr>
              <w:ind w:left="-138" w:right="-87"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608,0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ABC757" w14:textId="77777777" w:rsidR="00187A42" w:rsidRPr="00855E16" w:rsidRDefault="00187A42" w:rsidP="00187A42">
            <w:pPr>
              <w:ind w:left="-137" w:right="-214"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645,0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0B4B3F" w14:textId="77777777" w:rsidR="00187A42" w:rsidRPr="00855E16" w:rsidRDefault="00187A42" w:rsidP="00187A42">
            <w:pPr>
              <w:ind w:left="-137" w:right="-109"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645,0</w:t>
            </w:r>
          </w:p>
        </w:tc>
      </w:tr>
      <w:tr w:rsidR="00187A42" w:rsidRPr="00970BD5" w14:paraId="057F8988" w14:textId="77777777" w:rsidTr="00B44E0E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EDC817" w14:textId="77777777" w:rsidR="00187A42" w:rsidRPr="00855E16" w:rsidRDefault="00187A42" w:rsidP="00187A42">
            <w:pPr>
              <w:ind w:firstLine="0"/>
              <w:rPr>
                <w:b/>
                <w:bCs/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21ED01" w14:textId="77777777" w:rsidR="00187A42" w:rsidRPr="00855E16" w:rsidRDefault="00187A42" w:rsidP="00187A42">
            <w:pPr>
              <w:ind w:right="-108" w:hanging="108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8E0041" w14:textId="77777777" w:rsidR="00187A42" w:rsidRPr="00855E16" w:rsidRDefault="00187A42" w:rsidP="00187A42">
            <w:pPr>
              <w:ind w:firstLine="0"/>
              <w:rPr>
                <w:b/>
                <w:bCs/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AC7CA2" w14:textId="77777777" w:rsidR="00187A42" w:rsidRPr="00855E16" w:rsidRDefault="00187A42" w:rsidP="00187A42">
            <w:pPr>
              <w:ind w:firstLine="0"/>
              <w:rPr>
                <w:b/>
                <w:bCs/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35FD1C" w14:textId="77777777" w:rsidR="00187A42" w:rsidRPr="00855E16" w:rsidRDefault="00187A42" w:rsidP="00187A42">
            <w:pPr>
              <w:ind w:right="-105" w:firstLine="0"/>
              <w:rPr>
                <w:b/>
                <w:bCs/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>00 0 00 0000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3C0619" w14:textId="77777777" w:rsidR="00187A42" w:rsidRPr="00855E16" w:rsidRDefault="00187A42" w:rsidP="00187A42">
            <w:pPr>
              <w:ind w:firstLine="0"/>
              <w:rPr>
                <w:b/>
                <w:bCs/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C2BF47" w14:textId="77777777" w:rsidR="00187A42" w:rsidRPr="00855E16" w:rsidRDefault="00187A42" w:rsidP="00187A42">
            <w:pPr>
              <w:ind w:left="-138" w:right="-87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>2 061,3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30EA99" w14:textId="77777777" w:rsidR="00187A42" w:rsidRPr="00855E16" w:rsidRDefault="00187A42" w:rsidP="00187A42">
            <w:pPr>
              <w:ind w:left="-137" w:right="-214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>1 761,3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A4C754" w14:textId="77777777" w:rsidR="00187A42" w:rsidRPr="00855E16" w:rsidRDefault="00187A42" w:rsidP="00187A42">
            <w:pPr>
              <w:ind w:left="-137" w:right="-109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>1 761,3</w:t>
            </w:r>
          </w:p>
        </w:tc>
      </w:tr>
      <w:tr w:rsidR="00187A42" w:rsidRPr="00970BD5" w14:paraId="5A280664" w14:textId="77777777" w:rsidTr="00B44E0E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CBD9BC" w14:textId="77777777" w:rsidR="00187A42" w:rsidRPr="00855E16" w:rsidRDefault="00187A42" w:rsidP="00B72C31">
            <w:pPr>
              <w:ind w:firstLine="0"/>
              <w:rPr>
                <w:b/>
                <w:bCs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 xml:space="preserve">Муниципальная программа </w:t>
            </w:r>
            <w:r w:rsidR="00B72C31">
              <w:rPr>
                <w:sz w:val="24"/>
                <w:szCs w:val="24"/>
              </w:rPr>
              <w:t>«</w:t>
            </w:r>
            <w:r w:rsidRPr="00855E16">
              <w:rPr>
                <w:sz w:val="24"/>
                <w:szCs w:val="24"/>
              </w:rPr>
              <w:t xml:space="preserve">Повышение эффективности бюджетных расходов в Балахнинском муниципальном округе </w:t>
            </w:r>
            <w:r w:rsidRPr="00855E16">
              <w:rPr>
                <w:sz w:val="24"/>
                <w:szCs w:val="24"/>
              </w:rPr>
              <w:lastRenderedPageBreak/>
              <w:t>Нижегородской области</w:t>
            </w:r>
            <w:r w:rsidR="00B72C31"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6CC509" w14:textId="77777777" w:rsidR="00187A42" w:rsidRPr="00855E16" w:rsidRDefault="00187A42" w:rsidP="00187A42">
            <w:pPr>
              <w:ind w:right="-108" w:hanging="108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CFA589" w14:textId="77777777" w:rsidR="00187A42" w:rsidRPr="00855E16" w:rsidRDefault="00187A42" w:rsidP="00187A42">
            <w:pPr>
              <w:ind w:firstLine="0"/>
              <w:rPr>
                <w:b/>
                <w:bCs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0E6C9B" w14:textId="77777777" w:rsidR="00187A42" w:rsidRPr="00855E16" w:rsidRDefault="00187A42" w:rsidP="00187A42">
            <w:pPr>
              <w:ind w:firstLine="0"/>
              <w:rPr>
                <w:b/>
                <w:bCs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696F78" w14:textId="77777777" w:rsidR="00187A42" w:rsidRPr="00855E16" w:rsidRDefault="00187A42" w:rsidP="00187A42">
            <w:pPr>
              <w:ind w:right="-105" w:firstLine="0"/>
              <w:rPr>
                <w:b/>
                <w:bCs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10 0 00 00000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E61D7F" w14:textId="77777777" w:rsidR="00187A42" w:rsidRPr="00855E16" w:rsidRDefault="00187A42" w:rsidP="00187A42">
            <w:pPr>
              <w:ind w:firstLine="0"/>
              <w:rPr>
                <w:b/>
                <w:bCs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064EE0" w14:textId="77777777" w:rsidR="00187A42" w:rsidRPr="00855E16" w:rsidRDefault="00187A42" w:rsidP="00187A42">
            <w:pPr>
              <w:ind w:left="-138" w:right="-87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1 661,3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0CDAFD" w14:textId="77777777" w:rsidR="00187A42" w:rsidRPr="00855E16" w:rsidRDefault="00187A42" w:rsidP="00187A42">
            <w:pPr>
              <w:ind w:left="-137" w:right="-214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1 561,3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3A003D" w14:textId="77777777" w:rsidR="00187A42" w:rsidRPr="00855E16" w:rsidRDefault="00187A42" w:rsidP="00187A42">
            <w:pPr>
              <w:ind w:left="-137" w:right="-109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1 561,3</w:t>
            </w:r>
          </w:p>
        </w:tc>
      </w:tr>
      <w:tr w:rsidR="00187A42" w:rsidRPr="00970BD5" w14:paraId="50DFF822" w14:textId="77777777" w:rsidTr="00B44E0E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8A0930" w14:textId="77777777" w:rsidR="00187A42" w:rsidRPr="00855E16" w:rsidRDefault="00187A42" w:rsidP="00187A42">
            <w:pPr>
              <w:ind w:firstLine="0"/>
              <w:rPr>
                <w:b/>
                <w:bCs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Обеспечение деятельности финансового органа Балахнинского муниципального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8F4EA0" w14:textId="77777777" w:rsidR="00187A42" w:rsidRPr="00855E16" w:rsidRDefault="00187A42" w:rsidP="00187A42">
            <w:pPr>
              <w:ind w:right="-108" w:hanging="108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C84850" w14:textId="77777777" w:rsidR="00187A42" w:rsidRPr="00855E16" w:rsidRDefault="00187A42" w:rsidP="00187A42">
            <w:pPr>
              <w:ind w:firstLine="0"/>
              <w:rPr>
                <w:b/>
                <w:bCs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8AE606" w14:textId="77777777" w:rsidR="00187A42" w:rsidRPr="00855E16" w:rsidRDefault="00187A42" w:rsidP="00187A42">
            <w:pPr>
              <w:ind w:firstLine="0"/>
              <w:rPr>
                <w:b/>
                <w:bCs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A76088" w14:textId="77777777" w:rsidR="00187A42" w:rsidRPr="00855E16" w:rsidRDefault="00187A42" w:rsidP="00187A42">
            <w:pPr>
              <w:ind w:right="-105" w:firstLine="0"/>
              <w:rPr>
                <w:b/>
                <w:bCs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10 0 05 00000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2EE7B2" w14:textId="77777777" w:rsidR="00187A42" w:rsidRPr="00855E16" w:rsidRDefault="00187A42" w:rsidP="00187A42">
            <w:pPr>
              <w:ind w:firstLine="0"/>
              <w:rPr>
                <w:b/>
                <w:bCs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7B6A88" w14:textId="77777777" w:rsidR="00187A42" w:rsidRPr="00855E16" w:rsidRDefault="00187A42" w:rsidP="00187A42">
            <w:pPr>
              <w:ind w:left="-138" w:right="-87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661,3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B2DF90" w14:textId="77777777" w:rsidR="00187A42" w:rsidRPr="00855E16" w:rsidRDefault="00187A42" w:rsidP="00187A42">
            <w:pPr>
              <w:ind w:left="-137" w:right="-214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561,3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377068" w14:textId="77777777" w:rsidR="00187A42" w:rsidRPr="00855E16" w:rsidRDefault="00187A42" w:rsidP="00187A42">
            <w:pPr>
              <w:ind w:left="-137" w:right="-109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561,3</w:t>
            </w:r>
          </w:p>
        </w:tc>
      </w:tr>
      <w:tr w:rsidR="00187A42" w:rsidRPr="00970BD5" w14:paraId="7E5CB5F7" w14:textId="77777777" w:rsidTr="00B44E0E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3F0C97" w14:textId="77777777" w:rsidR="00187A42" w:rsidRPr="00855E16" w:rsidRDefault="00187A42" w:rsidP="00187A42">
            <w:pPr>
              <w:ind w:firstLine="0"/>
              <w:rPr>
                <w:b/>
                <w:bCs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D2C755" w14:textId="77777777" w:rsidR="00187A42" w:rsidRPr="00855E16" w:rsidRDefault="00187A42" w:rsidP="00187A42">
            <w:pPr>
              <w:ind w:right="-108" w:hanging="108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35F6D9" w14:textId="77777777" w:rsidR="00187A42" w:rsidRPr="00855E16" w:rsidRDefault="00187A42" w:rsidP="00187A42">
            <w:pPr>
              <w:ind w:firstLine="0"/>
              <w:rPr>
                <w:b/>
                <w:bCs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4BBD1F" w14:textId="77777777" w:rsidR="00187A42" w:rsidRPr="00855E16" w:rsidRDefault="00187A42" w:rsidP="00187A42">
            <w:pPr>
              <w:ind w:firstLine="0"/>
              <w:rPr>
                <w:b/>
                <w:bCs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A32362" w14:textId="77777777" w:rsidR="00187A42" w:rsidRPr="00855E16" w:rsidRDefault="00187A42" w:rsidP="00187A42">
            <w:pPr>
              <w:ind w:right="-105" w:firstLine="0"/>
              <w:rPr>
                <w:b/>
                <w:bCs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 xml:space="preserve">10 0 05 00590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912743" w14:textId="77777777" w:rsidR="00187A42" w:rsidRPr="00855E16" w:rsidRDefault="00187A42" w:rsidP="00187A42">
            <w:pPr>
              <w:ind w:firstLine="0"/>
              <w:rPr>
                <w:b/>
                <w:bCs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9C2C2D" w14:textId="77777777" w:rsidR="00187A42" w:rsidRPr="00855E16" w:rsidRDefault="00187A42" w:rsidP="00187A42">
            <w:pPr>
              <w:ind w:left="-138" w:right="-87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661,3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579756" w14:textId="77777777" w:rsidR="00187A42" w:rsidRPr="00855E16" w:rsidRDefault="00187A42" w:rsidP="00187A42">
            <w:pPr>
              <w:ind w:left="-137" w:right="-214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561,3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5581AE" w14:textId="77777777" w:rsidR="00187A42" w:rsidRPr="00855E16" w:rsidRDefault="00187A42" w:rsidP="00187A42">
            <w:pPr>
              <w:ind w:left="-137" w:right="-109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561,3</w:t>
            </w:r>
          </w:p>
        </w:tc>
      </w:tr>
      <w:tr w:rsidR="00187A42" w:rsidRPr="00970BD5" w14:paraId="64D9CC10" w14:textId="77777777" w:rsidTr="00B44E0E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BDC90E" w14:textId="77777777" w:rsidR="00187A42" w:rsidRPr="00855E16" w:rsidRDefault="00187A42" w:rsidP="00187A42">
            <w:pPr>
              <w:ind w:firstLine="0"/>
              <w:rPr>
                <w:b/>
                <w:bCs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D6EF89" w14:textId="77777777" w:rsidR="00187A42" w:rsidRPr="00855E16" w:rsidRDefault="00187A42" w:rsidP="00187A42">
            <w:pPr>
              <w:ind w:right="-108" w:hanging="108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B01F40" w14:textId="77777777" w:rsidR="00187A42" w:rsidRPr="00855E16" w:rsidRDefault="00187A42" w:rsidP="00187A42">
            <w:pPr>
              <w:ind w:firstLine="0"/>
              <w:rPr>
                <w:b/>
                <w:bCs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ABDB35" w14:textId="77777777" w:rsidR="00187A42" w:rsidRPr="00855E16" w:rsidRDefault="00187A42" w:rsidP="00187A42">
            <w:pPr>
              <w:ind w:firstLine="0"/>
              <w:rPr>
                <w:b/>
                <w:bCs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052498" w14:textId="77777777" w:rsidR="00187A42" w:rsidRPr="00855E16" w:rsidRDefault="00187A42" w:rsidP="00187A42">
            <w:pPr>
              <w:ind w:right="-105" w:firstLine="0"/>
              <w:rPr>
                <w:b/>
                <w:bCs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10 0 05 00590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59B8BA" w14:textId="77777777" w:rsidR="00187A42" w:rsidRPr="00855E16" w:rsidRDefault="00187A42" w:rsidP="00187A42">
            <w:pPr>
              <w:ind w:firstLine="0"/>
              <w:rPr>
                <w:b/>
                <w:bCs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10ABC8" w14:textId="77777777" w:rsidR="00187A42" w:rsidRPr="00855E16" w:rsidRDefault="00187A42" w:rsidP="00187A42">
            <w:pPr>
              <w:ind w:left="-138" w:right="-87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471,3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9B0D5E" w14:textId="77777777" w:rsidR="00187A42" w:rsidRPr="00855E16" w:rsidRDefault="00187A42" w:rsidP="00187A42">
            <w:pPr>
              <w:ind w:left="-137" w:right="-214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371,3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5CB6B3" w14:textId="77777777" w:rsidR="00187A42" w:rsidRPr="00855E16" w:rsidRDefault="00187A42" w:rsidP="00187A42">
            <w:pPr>
              <w:ind w:left="-137" w:right="-109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371,3</w:t>
            </w:r>
          </w:p>
        </w:tc>
      </w:tr>
      <w:tr w:rsidR="00187A42" w:rsidRPr="00970BD5" w14:paraId="00208416" w14:textId="77777777" w:rsidTr="00B44E0E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767641" w14:textId="77777777" w:rsidR="00187A42" w:rsidRPr="00855E16" w:rsidRDefault="00187A42" w:rsidP="00187A42">
            <w:pPr>
              <w:ind w:firstLine="0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A3596D" w14:textId="77777777" w:rsidR="00187A42" w:rsidRPr="00855E16" w:rsidRDefault="00187A42" w:rsidP="00187A42">
            <w:pPr>
              <w:ind w:right="-108" w:hanging="108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AAA52E" w14:textId="77777777" w:rsidR="00187A42" w:rsidRPr="00855E16" w:rsidRDefault="00187A42" w:rsidP="00187A42">
            <w:pPr>
              <w:ind w:firstLine="0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8FB5D9" w14:textId="77777777" w:rsidR="00187A42" w:rsidRPr="00855E16" w:rsidRDefault="00187A42" w:rsidP="00187A42">
            <w:pPr>
              <w:ind w:firstLine="0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3FFB07" w14:textId="77777777" w:rsidR="00187A42" w:rsidRPr="00855E16" w:rsidRDefault="00187A42" w:rsidP="00187A42">
            <w:pPr>
              <w:ind w:right="-105" w:firstLine="0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77 0 00 00000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8E3A65" w14:textId="77777777" w:rsidR="00187A42" w:rsidRPr="00855E16" w:rsidRDefault="00187A42" w:rsidP="00187A42">
            <w:pPr>
              <w:ind w:firstLine="0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632277" w14:textId="77777777" w:rsidR="00187A42" w:rsidRPr="00855E16" w:rsidRDefault="00187A42" w:rsidP="00187A42">
            <w:pPr>
              <w:ind w:left="-138" w:right="-87"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400,0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2DE6C1" w14:textId="77777777" w:rsidR="00187A42" w:rsidRPr="00855E16" w:rsidRDefault="00187A42" w:rsidP="00187A42">
            <w:pPr>
              <w:ind w:left="-137" w:right="-214"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200,0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FA4471" w14:textId="77777777" w:rsidR="00187A42" w:rsidRPr="00855E16" w:rsidRDefault="00187A42" w:rsidP="00187A42">
            <w:pPr>
              <w:ind w:left="-137" w:right="-109"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200,0</w:t>
            </w:r>
          </w:p>
        </w:tc>
      </w:tr>
      <w:tr w:rsidR="00187A42" w:rsidRPr="00970BD5" w14:paraId="2DF5AF1A" w14:textId="77777777" w:rsidTr="00487574">
        <w:trPr>
          <w:trHeight w:val="7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77FC15" w14:textId="77777777" w:rsidR="00187A42" w:rsidRPr="00855E16" w:rsidRDefault="00187A42" w:rsidP="00187A42">
            <w:pPr>
              <w:ind w:firstLine="0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0EA564" w14:textId="77777777" w:rsidR="00187A42" w:rsidRPr="00855E16" w:rsidRDefault="00187A42" w:rsidP="00187A42">
            <w:pPr>
              <w:ind w:right="-108" w:hanging="108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EBEDFC" w14:textId="77777777" w:rsidR="00187A42" w:rsidRPr="00855E16" w:rsidRDefault="00187A42" w:rsidP="00187A42">
            <w:pPr>
              <w:ind w:firstLine="0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158B4E" w14:textId="77777777" w:rsidR="00187A42" w:rsidRPr="00855E16" w:rsidRDefault="00187A42" w:rsidP="00187A42">
            <w:pPr>
              <w:ind w:firstLine="0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8DEFFF" w14:textId="77777777" w:rsidR="00187A42" w:rsidRPr="00855E16" w:rsidRDefault="00187A42" w:rsidP="00187A42">
            <w:pPr>
              <w:ind w:right="-105" w:firstLine="0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77 7 00 00000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3D0079" w14:textId="77777777" w:rsidR="00187A42" w:rsidRPr="00855E16" w:rsidRDefault="00187A42" w:rsidP="00187A42">
            <w:pPr>
              <w:ind w:firstLine="0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47FEF1" w14:textId="77777777" w:rsidR="00187A42" w:rsidRPr="00855E16" w:rsidRDefault="00187A42" w:rsidP="00187A42">
            <w:pPr>
              <w:ind w:left="-138" w:right="-87"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400,0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0C4D5A" w14:textId="77777777" w:rsidR="00187A42" w:rsidRPr="00855E16" w:rsidRDefault="00187A42" w:rsidP="00187A42">
            <w:pPr>
              <w:ind w:left="-137" w:right="-214"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200,0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003B75" w14:textId="77777777" w:rsidR="00187A42" w:rsidRPr="00855E16" w:rsidRDefault="00187A42" w:rsidP="00187A42">
            <w:pPr>
              <w:ind w:left="-137" w:right="-109"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200,0</w:t>
            </w:r>
          </w:p>
        </w:tc>
      </w:tr>
      <w:tr w:rsidR="00187A42" w:rsidRPr="00970BD5" w14:paraId="40D78C47" w14:textId="77777777" w:rsidTr="00B44E0E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4B49BE" w14:textId="77777777" w:rsidR="00187A42" w:rsidRPr="00855E16" w:rsidRDefault="00187A42" w:rsidP="00187A42">
            <w:pPr>
              <w:ind w:firstLine="0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58DAEF" w14:textId="77777777" w:rsidR="00187A42" w:rsidRPr="00855E16" w:rsidRDefault="00187A42" w:rsidP="00187A42">
            <w:pPr>
              <w:ind w:right="-108" w:hanging="108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D3E5A8" w14:textId="77777777" w:rsidR="00187A42" w:rsidRPr="00855E16" w:rsidRDefault="00187A42" w:rsidP="00187A42">
            <w:pPr>
              <w:ind w:firstLine="0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1E27FC" w14:textId="77777777" w:rsidR="00187A42" w:rsidRPr="00855E16" w:rsidRDefault="00187A42" w:rsidP="00187A42">
            <w:pPr>
              <w:ind w:firstLine="0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F0D31A" w14:textId="77777777" w:rsidR="00187A42" w:rsidRPr="00855E16" w:rsidRDefault="00187A42" w:rsidP="00187A42">
            <w:pPr>
              <w:ind w:right="-105" w:firstLine="0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77 7 03 00000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DF5D24" w14:textId="77777777" w:rsidR="00187A42" w:rsidRPr="00855E16" w:rsidRDefault="00187A42" w:rsidP="00187A42">
            <w:pPr>
              <w:ind w:firstLine="0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051FF8" w14:textId="77777777" w:rsidR="00187A42" w:rsidRPr="00855E16" w:rsidRDefault="00187A42" w:rsidP="00187A42">
            <w:pPr>
              <w:ind w:left="-138" w:right="-87"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400,0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A84A88" w14:textId="77777777" w:rsidR="00187A42" w:rsidRPr="00855E16" w:rsidRDefault="00187A42" w:rsidP="00187A42">
            <w:pPr>
              <w:ind w:left="-137" w:right="-214"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200,0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400A49" w14:textId="77777777" w:rsidR="00187A42" w:rsidRPr="00855E16" w:rsidRDefault="00187A42" w:rsidP="00187A42">
            <w:pPr>
              <w:ind w:left="-137" w:right="-109"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200,0</w:t>
            </w:r>
          </w:p>
        </w:tc>
      </w:tr>
      <w:tr w:rsidR="00187A42" w:rsidRPr="00970BD5" w14:paraId="2E42FCBA" w14:textId="77777777" w:rsidTr="00B44E0E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2D6014" w14:textId="77777777" w:rsidR="00187A42" w:rsidRPr="00855E16" w:rsidRDefault="00187A42" w:rsidP="00187A42">
            <w:pPr>
              <w:ind w:firstLine="0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Прочие выплаты по обязательствам Балахнинского муниципального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CBA266" w14:textId="77777777" w:rsidR="00187A42" w:rsidRPr="00855E16" w:rsidRDefault="00187A42" w:rsidP="00187A42">
            <w:pPr>
              <w:ind w:right="-108" w:hanging="108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2219AA" w14:textId="77777777" w:rsidR="00187A42" w:rsidRPr="00855E16" w:rsidRDefault="00187A42" w:rsidP="00187A42">
            <w:pPr>
              <w:ind w:firstLine="0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3F7D47" w14:textId="77777777" w:rsidR="00187A42" w:rsidRPr="00855E16" w:rsidRDefault="00187A42" w:rsidP="00187A42">
            <w:pPr>
              <w:ind w:firstLine="0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B5E3A3" w14:textId="77777777" w:rsidR="00187A42" w:rsidRPr="00855E16" w:rsidRDefault="00187A42" w:rsidP="00187A42">
            <w:pPr>
              <w:ind w:right="-105" w:firstLine="0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77 7 03 26000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EAABB3" w14:textId="77777777" w:rsidR="00187A42" w:rsidRPr="00855E16" w:rsidRDefault="00187A42" w:rsidP="00187A42">
            <w:pPr>
              <w:ind w:firstLine="0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C9B071" w14:textId="77777777" w:rsidR="00187A42" w:rsidRPr="00855E16" w:rsidRDefault="00187A42" w:rsidP="00187A42">
            <w:pPr>
              <w:ind w:left="-138" w:right="-87"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400,0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82C4A8" w14:textId="77777777" w:rsidR="00187A42" w:rsidRPr="00855E16" w:rsidRDefault="00187A42" w:rsidP="00187A42">
            <w:pPr>
              <w:ind w:left="-137" w:right="-214"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200,0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BF2032" w14:textId="77777777" w:rsidR="00187A42" w:rsidRPr="00855E16" w:rsidRDefault="00187A42" w:rsidP="00187A42">
            <w:pPr>
              <w:ind w:left="-137" w:right="-109"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200,0</w:t>
            </w:r>
          </w:p>
        </w:tc>
      </w:tr>
      <w:tr w:rsidR="00187A42" w:rsidRPr="00970BD5" w14:paraId="3568D8C0" w14:textId="77777777" w:rsidTr="00B44E0E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E627E3" w14:textId="77777777" w:rsidR="00187A42" w:rsidRPr="00855E16" w:rsidRDefault="00187A42" w:rsidP="00187A42">
            <w:pPr>
              <w:ind w:firstLine="0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9511C5" w14:textId="77777777" w:rsidR="00187A42" w:rsidRPr="00855E16" w:rsidRDefault="00187A42" w:rsidP="00187A42">
            <w:pPr>
              <w:ind w:right="-108" w:hanging="108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D79865" w14:textId="77777777" w:rsidR="00187A42" w:rsidRPr="00855E16" w:rsidRDefault="00187A42" w:rsidP="00187A42">
            <w:pPr>
              <w:ind w:firstLine="0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FE2EC4" w14:textId="77777777" w:rsidR="00187A42" w:rsidRPr="00855E16" w:rsidRDefault="00187A42" w:rsidP="00187A42">
            <w:pPr>
              <w:ind w:firstLine="0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54C10A" w14:textId="77777777" w:rsidR="00187A42" w:rsidRPr="00855E16" w:rsidRDefault="00187A42" w:rsidP="00187A42">
            <w:pPr>
              <w:ind w:right="-105" w:firstLine="0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77 7 03 26000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7E5A14" w14:textId="77777777" w:rsidR="00187A42" w:rsidRPr="00855E16" w:rsidRDefault="00187A42" w:rsidP="00187A42">
            <w:pPr>
              <w:ind w:firstLine="0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800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5262A5" w14:textId="77777777" w:rsidR="00187A42" w:rsidRPr="00855E16" w:rsidRDefault="00187A42" w:rsidP="00187A42">
            <w:pPr>
              <w:ind w:left="-138" w:right="-87"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400,0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9F394F" w14:textId="77777777" w:rsidR="00187A42" w:rsidRPr="00855E16" w:rsidRDefault="00187A42" w:rsidP="00187A42">
            <w:pPr>
              <w:ind w:left="-137" w:right="-214"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200,0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66737A" w14:textId="77777777" w:rsidR="00187A42" w:rsidRPr="00855E16" w:rsidRDefault="00187A42" w:rsidP="00187A42">
            <w:pPr>
              <w:ind w:left="-137" w:right="-109"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200,0</w:t>
            </w:r>
          </w:p>
        </w:tc>
      </w:tr>
      <w:tr w:rsidR="00187A42" w:rsidRPr="00970BD5" w14:paraId="1067B350" w14:textId="77777777" w:rsidTr="00B72C31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5017E4" w14:textId="77777777" w:rsidR="00187A42" w:rsidRPr="00855E16" w:rsidRDefault="00187A42" w:rsidP="00187A42">
            <w:pPr>
              <w:ind w:firstLine="0"/>
              <w:rPr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B14D03" w14:textId="77777777" w:rsidR="00187A42" w:rsidRPr="00855E16" w:rsidRDefault="00187A42" w:rsidP="00187A42">
            <w:pPr>
              <w:ind w:right="-108" w:hanging="108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E434FF" w14:textId="77777777" w:rsidR="00187A42" w:rsidRPr="00855E16" w:rsidRDefault="00187A42" w:rsidP="00187A42">
            <w:pPr>
              <w:ind w:firstLine="0"/>
              <w:rPr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D1EA5C" w14:textId="77777777" w:rsidR="00187A42" w:rsidRPr="00855E16" w:rsidRDefault="00187A42" w:rsidP="00187A42">
            <w:pPr>
              <w:ind w:firstLine="0"/>
              <w:rPr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 xml:space="preserve">00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18AF73" w14:textId="77777777" w:rsidR="00187A42" w:rsidRPr="00855E16" w:rsidRDefault="00187A42" w:rsidP="00187A42">
            <w:pPr>
              <w:ind w:right="-105" w:firstLine="0"/>
              <w:rPr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0FBB6D" w14:textId="77777777" w:rsidR="00187A42" w:rsidRPr="00855E16" w:rsidRDefault="00187A42" w:rsidP="00187A42">
            <w:pPr>
              <w:ind w:firstLine="0"/>
              <w:rPr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96069D" w14:textId="77777777" w:rsidR="00187A42" w:rsidRPr="00855E16" w:rsidRDefault="00187A42" w:rsidP="00187A42">
            <w:pPr>
              <w:ind w:left="-138" w:right="-87"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>131,8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88697C" w14:textId="77777777" w:rsidR="00187A42" w:rsidRPr="00855E16" w:rsidRDefault="00187A42" w:rsidP="00187A42">
            <w:pPr>
              <w:ind w:left="-137" w:right="-214"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>65,0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439994" w14:textId="77777777" w:rsidR="00187A42" w:rsidRPr="00855E16" w:rsidRDefault="00187A42" w:rsidP="00187A42">
            <w:pPr>
              <w:ind w:left="-137" w:right="-109"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>25,0</w:t>
            </w:r>
          </w:p>
        </w:tc>
      </w:tr>
      <w:tr w:rsidR="00187A42" w:rsidRPr="00970BD5" w14:paraId="29AB4FF0" w14:textId="77777777" w:rsidTr="00B72C31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56B0CB" w14:textId="77777777" w:rsidR="00187A42" w:rsidRPr="00855E16" w:rsidRDefault="00187A42" w:rsidP="00187A42">
            <w:pPr>
              <w:ind w:firstLine="0"/>
              <w:rPr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 xml:space="preserve">Социальное обеспечение </w:t>
            </w:r>
            <w:r w:rsidRPr="00855E16">
              <w:rPr>
                <w:b/>
                <w:bCs/>
                <w:sz w:val="24"/>
                <w:szCs w:val="24"/>
              </w:rPr>
              <w:lastRenderedPageBreak/>
              <w:t>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C94672" w14:textId="77777777" w:rsidR="00187A42" w:rsidRPr="00855E16" w:rsidRDefault="00187A42" w:rsidP="00187A42">
            <w:pPr>
              <w:ind w:right="-108" w:hanging="108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A05011" w14:textId="77777777" w:rsidR="00187A42" w:rsidRPr="00855E16" w:rsidRDefault="00187A42" w:rsidP="00187A42">
            <w:pPr>
              <w:ind w:firstLine="0"/>
              <w:rPr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2C6F0B" w14:textId="77777777" w:rsidR="00187A42" w:rsidRPr="00855E16" w:rsidRDefault="00187A42" w:rsidP="00187A42">
            <w:pPr>
              <w:ind w:firstLine="0"/>
              <w:rPr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ACF528" w14:textId="77777777" w:rsidR="00187A42" w:rsidRPr="00855E16" w:rsidRDefault="00187A42" w:rsidP="00187A42">
            <w:pPr>
              <w:ind w:right="-105" w:firstLine="0"/>
              <w:rPr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45B243" w14:textId="77777777" w:rsidR="00187A42" w:rsidRPr="00855E16" w:rsidRDefault="00187A42" w:rsidP="00187A42">
            <w:pPr>
              <w:ind w:firstLine="0"/>
              <w:rPr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D466B2" w14:textId="77777777" w:rsidR="00187A42" w:rsidRPr="00855E16" w:rsidRDefault="00187A42" w:rsidP="00187A42">
            <w:pPr>
              <w:ind w:left="-138" w:right="-87"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>131,8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74708B" w14:textId="77777777" w:rsidR="00187A42" w:rsidRPr="00855E16" w:rsidRDefault="00187A42" w:rsidP="00187A42">
            <w:pPr>
              <w:ind w:left="-137" w:right="-214"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>65,0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0E3F9D" w14:textId="77777777" w:rsidR="00187A42" w:rsidRPr="00855E16" w:rsidRDefault="00187A42" w:rsidP="00187A42">
            <w:pPr>
              <w:ind w:left="-137" w:right="-109"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>25,0</w:t>
            </w:r>
          </w:p>
        </w:tc>
      </w:tr>
      <w:tr w:rsidR="00187A42" w:rsidRPr="00970BD5" w14:paraId="199ABBB4" w14:textId="77777777" w:rsidTr="00B72C31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26853A" w14:textId="77777777" w:rsidR="00187A42" w:rsidRPr="00855E16" w:rsidRDefault="00187A42" w:rsidP="00187A42">
            <w:pPr>
              <w:ind w:firstLine="0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D1D025" w14:textId="77777777" w:rsidR="00187A42" w:rsidRPr="00855E16" w:rsidRDefault="00187A42" w:rsidP="00187A42">
            <w:pPr>
              <w:ind w:right="-108" w:hanging="108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2AFF9E" w14:textId="77777777" w:rsidR="00187A42" w:rsidRPr="00855E16" w:rsidRDefault="00187A42" w:rsidP="00187A42">
            <w:pPr>
              <w:ind w:firstLine="0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9D4AFC" w14:textId="77777777" w:rsidR="00187A42" w:rsidRPr="00855E16" w:rsidRDefault="00187A42" w:rsidP="00187A42">
            <w:pPr>
              <w:ind w:firstLine="0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525F51" w14:textId="77777777" w:rsidR="00187A42" w:rsidRPr="00855E16" w:rsidRDefault="00187A42" w:rsidP="00187A42">
            <w:pPr>
              <w:ind w:right="-105" w:firstLine="0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77 0 00 00000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1F81FE" w14:textId="77777777" w:rsidR="00187A42" w:rsidRPr="00855E16" w:rsidRDefault="00187A42" w:rsidP="00187A42">
            <w:pPr>
              <w:ind w:firstLine="0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CA9F67" w14:textId="77777777" w:rsidR="00187A42" w:rsidRPr="00855E16" w:rsidRDefault="00187A42" w:rsidP="00187A42">
            <w:pPr>
              <w:ind w:left="-138" w:right="-87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4,0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51F9C0" w14:textId="77777777" w:rsidR="00187A42" w:rsidRPr="00855E16" w:rsidRDefault="00187A42" w:rsidP="00187A42">
            <w:pPr>
              <w:ind w:left="-137" w:right="-214"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 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E71197" w14:textId="77777777" w:rsidR="00187A42" w:rsidRPr="00855E16" w:rsidRDefault="00187A42" w:rsidP="00187A42">
            <w:pPr>
              <w:ind w:left="-137" w:right="-109"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0,0 </w:t>
            </w:r>
          </w:p>
        </w:tc>
      </w:tr>
      <w:tr w:rsidR="00187A42" w:rsidRPr="00970BD5" w14:paraId="24357670" w14:textId="77777777" w:rsidTr="00B44E0E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1FA6F4" w14:textId="77777777" w:rsidR="00187A42" w:rsidRPr="00855E16" w:rsidRDefault="00187A42" w:rsidP="00187A42">
            <w:pPr>
              <w:ind w:firstLine="0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54D22E" w14:textId="77777777" w:rsidR="00187A42" w:rsidRPr="00855E16" w:rsidRDefault="00187A42" w:rsidP="00187A42">
            <w:pPr>
              <w:ind w:right="-108" w:hanging="108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100C00" w14:textId="77777777" w:rsidR="00187A42" w:rsidRPr="00855E16" w:rsidRDefault="00187A42" w:rsidP="00187A42">
            <w:pPr>
              <w:ind w:firstLine="0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A914F2" w14:textId="77777777" w:rsidR="00187A42" w:rsidRPr="00855E16" w:rsidRDefault="00187A42" w:rsidP="00187A42">
            <w:pPr>
              <w:ind w:firstLine="0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95638D" w14:textId="77777777" w:rsidR="00187A42" w:rsidRPr="00855E16" w:rsidRDefault="00187A42" w:rsidP="00187A42">
            <w:pPr>
              <w:ind w:right="-105" w:firstLine="0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77 7 00 00000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18F7AF" w14:textId="77777777" w:rsidR="00187A42" w:rsidRPr="00855E16" w:rsidRDefault="00187A42" w:rsidP="00187A42">
            <w:pPr>
              <w:ind w:firstLine="0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E2B7C9" w14:textId="77777777" w:rsidR="00187A42" w:rsidRPr="00855E16" w:rsidRDefault="00187A42" w:rsidP="00187A42">
            <w:pPr>
              <w:ind w:left="-138" w:right="-87"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4,0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B1713C" w14:textId="77777777" w:rsidR="00187A42" w:rsidRPr="00855E16" w:rsidRDefault="00187A42" w:rsidP="00187A42">
            <w:pPr>
              <w:ind w:left="-137" w:right="-214"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 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51F51F" w14:textId="77777777" w:rsidR="00187A42" w:rsidRPr="00855E16" w:rsidRDefault="00187A42" w:rsidP="00187A42">
            <w:pPr>
              <w:ind w:left="-137" w:right="-109"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0,0 </w:t>
            </w:r>
          </w:p>
        </w:tc>
      </w:tr>
      <w:tr w:rsidR="00187A42" w:rsidRPr="00970BD5" w14:paraId="62D09969" w14:textId="77777777" w:rsidTr="00B44E0E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0D67CD" w14:textId="77777777" w:rsidR="00187A42" w:rsidRPr="00855E16" w:rsidRDefault="00187A42" w:rsidP="00187A42">
            <w:pPr>
              <w:ind w:firstLine="0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53F764" w14:textId="77777777" w:rsidR="00187A42" w:rsidRPr="00855E16" w:rsidRDefault="00187A42" w:rsidP="00187A42">
            <w:pPr>
              <w:ind w:right="-108" w:hanging="108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46A1F3" w14:textId="77777777" w:rsidR="00187A42" w:rsidRPr="00855E16" w:rsidRDefault="00187A42" w:rsidP="00187A42">
            <w:pPr>
              <w:ind w:firstLine="0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BFD353" w14:textId="77777777" w:rsidR="00187A42" w:rsidRPr="00855E16" w:rsidRDefault="00187A42" w:rsidP="00187A42">
            <w:pPr>
              <w:ind w:firstLine="0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1AEE4B" w14:textId="77777777" w:rsidR="00187A42" w:rsidRPr="00855E16" w:rsidRDefault="00187A42" w:rsidP="00187A42">
            <w:pPr>
              <w:ind w:right="-105" w:firstLine="0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77 7 03 00000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349699" w14:textId="77777777" w:rsidR="00187A42" w:rsidRPr="00855E16" w:rsidRDefault="00187A42" w:rsidP="00187A42">
            <w:pPr>
              <w:ind w:firstLine="0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82663E" w14:textId="77777777" w:rsidR="00187A42" w:rsidRPr="00855E16" w:rsidRDefault="00187A42" w:rsidP="00187A42">
            <w:pPr>
              <w:ind w:left="-138" w:right="-87"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4,0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991956" w14:textId="77777777" w:rsidR="00187A42" w:rsidRPr="00855E16" w:rsidRDefault="00187A42" w:rsidP="00187A42">
            <w:pPr>
              <w:ind w:left="-137" w:right="-214"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 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6DD6A6" w14:textId="77777777" w:rsidR="00187A42" w:rsidRPr="00855E16" w:rsidRDefault="00187A42" w:rsidP="00187A42">
            <w:pPr>
              <w:ind w:left="-137" w:right="-109"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0,0 </w:t>
            </w:r>
          </w:p>
        </w:tc>
      </w:tr>
      <w:tr w:rsidR="00187A42" w:rsidRPr="00970BD5" w14:paraId="4492466B" w14:textId="77777777" w:rsidTr="00B44E0E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9A3BC4" w14:textId="77777777" w:rsidR="00187A42" w:rsidRPr="00855E16" w:rsidRDefault="00187A42" w:rsidP="00187A42">
            <w:pPr>
              <w:ind w:firstLine="0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Мероприятия в области социальной политики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F3BA3F" w14:textId="77777777" w:rsidR="00187A42" w:rsidRPr="00855E16" w:rsidRDefault="00187A42" w:rsidP="00187A42">
            <w:pPr>
              <w:ind w:right="-108" w:hanging="108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3D0065" w14:textId="77777777" w:rsidR="00187A42" w:rsidRPr="00855E16" w:rsidRDefault="00187A42" w:rsidP="00187A42">
            <w:pPr>
              <w:ind w:firstLine="0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44DFC2" w14:textId="77777777" w:rsidR="00187A42" w:rsidRPr="00855E16" w:rsidRDefault="00187A42" w:rsidP="00187A42">
            <w:pPr>
              <w:ind w:firstLine="0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48F0BD" w14:textId="77777777" w:rsidR="00187A42" w:rsidRPr="00855E16" w:rsidRDefault="00187A42" w:rsidP="00187A42">
            <w:pPr>
              <w:ind w:right="-105" w:firstLine="0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77 7 03 25280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4865A4" w14:textId="77777777" w:rsidR="00187A42" w:rsidRPr="00855E16" w:rsidRDefault="00187A42" w:rsidP="00187A42">
            <w:pPr>
              <w:ind w:firstLine="0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701C79" w14:textId="77777777" w:rsidR="00187A42" w:rsidRPr="00855E16" w:rsidRDefault="00187A42" w:rsidP="00187A42">
            <w:pPr>
              <w:ind w:left="-138" w:right="-87"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4,0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0103E7" w14:textId="77777777" w:rsidR="00187A42" w:rsidRPr="00855E16" w:rsidRDefault="00187A42" w:rsidP="00187A42">
            <w:pPr>
              <w:ind w:left="-137" w:right="-214"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 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FFACBB" w14:textId="77777777" w:rsidR="00187A42" w:rsidRPr="00855E16" w:rsidRDefault="00187A42" w:rsidP="00187A42">
            <w:pPr>
              <w:ind w:left="-137" w:right="-109"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0,0 </w:t>
            </w:r>
          </w:p>
        </w:tc>
      </w:tr>
      <w:tr w:rsidR="00187A42" w:rsidRPr="00970BD5" w14:paraId="4D2DCA4C" w14:textId="77777777" w:rsidTr="00487574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A45176" w14:textId="77777777" w:rsidR="00187A42" w:rsidRPr="00855E16" w:rsidRDefault="00187A42" w:rsidP="00187A42">
            <w:pPr>
              <w:ind w:firstLine="0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D5E67F" w14:textId="77777777" w:rsidR="00187A42" w:rsidRPr="00855E16" w:rsidRDefault="00187A42" w:rsidP="00187A42">
            <w:pPr>
              <w:ind w:right="-108" w:hanging="108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F86CAE" w14:textId="77777777" w:rsidR="00187A42" w:rsidRPr="00855E16" w:rsidRDefault="00187A42" w:rsidP="00187A42">
            <w:pPr>
              <w:ind w:firstLine="0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6E2130" w14:textId="77777777" w:rsidR="00187A42" w:rsidRPr="00855E16" w:rsidRDefault="00187A42" w:rsidP="00187A42">
            <w:pPr>
              <w:ind w:firstLine="0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FBD6F9" w14:textId="77777777" w:rsidR="00187A42" w:rsidRPr="00855E16" w:rsidRDefault="00187A42" w:rsidP="00187A42">
            <w:pPr>
              <w:ind w:right="-105" w:firstLine="0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77 7 03 25280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72F290" w14:textId="77777777" w:rsidR="00187A42" w:rsidRPr="00855E16" w:rsidRDefault="00187A42" w:rsidP="00187A42">
            <w:pPr>
              <w:ind w:firstLine="0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300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D04B91" w14:textId="77777777" w:rsidR="00187A42" w:rsidRPr="00855E16" w:rsidRDefault="00187A42" w:rsidP="00187A42">
            <w:pPr>
              <w:ind w:left="-138" w:right="-87"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4,0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EFB791" w14:textId="77777777" w:rsidR="00187A42" w:rsidRPr="00855E16" w:rsidRDefault="00187A42" w:rsidP="00187A42">
            <w:pPr>
              <w:ind w:left="-137" w:right="-214"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 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6210DE" w14:textId="77777777" w:rsidR="00187A42" w:rsidRPr="00855E16" w:rsidRDefault="00187A42" w:rsidP="00187A42">
            <w:pPr>
              <w:ind w:left="-137" w:right="-109"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0,0 </w:t>
            </w:r>
          </w:p>
        </w:tc>
      </w:tr>
      <w:tr w:rsidR="00187A42" w:rsidRPr="00970BD5" w14:paraId="09CA0DFC" w14:textId="77777777" w:rsidTr="00487574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B6A18C" w14:textId="77777777" w:rsidR="00187A42" w:rsidRPr="00855E16" w:rsidRDefault="00187A42" w:rsidP="00187A42">
            <w:pPr>
              <w:ind w:firstLine="0"/>
              <w:rPr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>Управление сельского хозяйства администрации Балахнинского муниципального округа Нижегородской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605B37" w14:textId="77777777" w:rsidR="00187A42" w:rsidRPr="00855E16" w:rsidRDefault="00187A42" w:rsidP="00187A42">
            <w:pPr>
              <w:ind w:right="-108" w:hanging="108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>082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98216C" w14:textId="77777777" w:rsidR="00187A42" w:rsidRPr="00855E16" w:rsidRDefault="00187A42" w:rsidP="00187A42">
            <w:pPr>
              <w:ind w:firstLine="0"/>
              <w:rPr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472146" w14:textId="77777777" w:rsidR="00187A42" w:rsidRPr="00855E16" w:rsidRDefault="00187A42" w:rsidP="00187A42">
            <w:pPr>
              <w:ind w:firstLine="0"/>
              <w:rPr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D449C8" w14:textId="77777777" w:rsidR="00187A42" w:rsidRPr="00855E16" w:rsidRDefault="00187A42" w:rsidP="00187A42">
            <w:pPr>
              <w:ind w:right="-105" w:firstLine="0"/>
              <w:rPr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1F3ED8" w14:textId="77777777" w:rsidR="00187A42" w:rsidRPr="00855E16" w:rsidRDefault="00187A42" w:rsidP="00187A42">
            <w:pPr>
              <w:ind w:firstLine="0"/>
              <w:rPr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BABF5C" w14:textId="77777777" w:rsidR="00187A42" w:rsidRPr="00855E16" w:rsidRDefault="00187A42" w:rsidP="00187A42">
            <w:pPr>
              <w:ind w:left="-138" w:right="-87"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>13 321,0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4BEC90" w14:textId="77777777" w:rsidR="00187A42" w:rsidRPr="00855E16" w:rsidRDefault="00187A42" w:rsidP="00187A42">
            <w:pPr>
              <w:ind w:left="-137" w:right="-214"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>15 502,4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BF165F" w14:textId="77777777" w:rsidR="00187A42" w:rsidRPr="00855E16" w:rsidRDefault="00187A42" w:rsidP="00187A42">
            <w:pPr>
              <w:ind w:left="-137" w:right="-109"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>15 527,6</w:t>
            </w:r>
          </w:p>
        </w:tc>
      </w:tr>
      <w:tr w:rsidR="00187A42" w:rsidRPr="00970BD5" w14:paraId="193A844E" w14:textId="77777777" w:rsidTr="00487574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873D5D" w14:textId="77777777" w:rsidR="00187A42" w:rsidRPr="00855E16" w:rsidRDefault="00187A42" w:rsidP="00187A42">
            <w:pPr>
              <w:ind w:firstLine="0"/>
              <w:rPr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49D0D6" w14:textId="77777777" w:rsidR="00187A42" w:rsidRPr="00855E16" w:rsidRDefault="00187A42" w:rsidP="00187A42">
            <w:pPr>
              <w:ind w:right="-108" w:hanging="108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DD501F" w14:textId="77777777" w:rsidR="00187A42" w:rsidRPr="00855E16" w:rsidRDefault="00187A42" w:rsidP="00187A42">
            <w:pPr>
              <w:ind w:firstLine="0"/>
              <w:rPr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579FCF" w14:textId="77777777" w:rsidR="00187A42" w:rsidRPr="00855E16" w:rsidRDefault="00187A42" w:rsidP="00187A42">
            <w:pPr>
              <w:ind w:firstLine="0"/>
              <w:rPr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9AAD46" w14:textId="77777777" w:rsidR="00187A42" w:rsidRPr="00855E16" w:rsidRDefault="00187A42" w:rsidP="00187A42">
            <w:pPr>
              <w:ind w:right="-105" w:firstLine="0"/>
              <w:rPr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F657E8" w14:textId="77777777" w:rsidR="00187A42" w:rsidRPr="00855E16" w:rsidRDefault="00187A42" w:rsidP="00187A42">
            <w:pPr>
              <w:ind w:firstLine="0"/>
              <w:rPr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973454" w14:textId="77777777" w:rsidR="00187A42" w:rsidRPr="00855E16" w:rsidRDefault="00187A42" w:rsidP="00187A42">
            <w:pPr>
              <w:ind w:left="-138" w:right="-87"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>13 271,0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BF3435" w14:textId="77777777" w:rsidR="00187A42" w:rsidRPr="00855E16" w:rsidRDefault="00187A42" w:rsidP="00187A42">
            <w:pPr>
              <w:ind w:left="-137" w:right="-214"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>15 452,4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42D036" w14:textId="77777777" w:rsidR="00187A42" w:rsidRPr="00855E16" w:rsidRDefault="00187A42" w:rsidP="00187A42">
            <w:pPr>
              <w:ind w:left="-137" w:right="-109"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>15 477,6</w:t>
            </w:r>
          </w:p>
        </w:tc>
      </w:tr>
      <w:tr w:rsidR="00187A42" w:rsidRPr="00970BD5" w14:paraId="49F1BFDF" w14:textId="77777777" w:rsidTr="00487574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F27242" w14:textId="77777777" w:rsidR="00187A42" w:rsidRPr="00855E16" w:rsidRDefault="00187A42" w:rsidP="00187A42">
            <w:pPr>
              <w:ind w:firstLine="0"/>
              <w:rPr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164A96" w14:textId="77777777" w:rsidR="00187A42" w:rsidRPr="00855E16" w:rsidRDefault="00187A42" w:rsidP="00187A42">
            <w:pPr>
              <w:ind w:right="-108" w:hanging="108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3812AB" w14:textId="77777777" w:rsidR="00187A42" w:rsidRPr="00855E16" w:rsidRDefault="00187A42" w:rsidP="00187A42">
            <w:pPr>
              <w:ind w:firstLine="0"/>
              <w:rPr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30EA1D" w14:textId="77777777" w:rsidR="00187A42" w:rsidRPr="00855E16" w:rsidRDefault="00187A42" w:rsidP="00187A42">
            <w:pPr>
              <w:ind w:firstLine="0"/>
              <w:rPr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9212A9" w14:textId="77777777" w:rsidR="00187A42" w:rsidRPr="00855E16" w:rsidRDefault="00187A42" w:rsidP="00187A42">
            <w:pPr>
              <w:ind w:right="-105" w:firstLine="0"/>
              <w:rPr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E292BE" w14:textId="77777777" w:rsidR="00187A42" w:rsidRPr="00855E16" w:rsidRDefault="00187A42" w:rsidP="00187A42">
            <w:pPr>
              <w:ind w:firstLine="0"/>
              <w:rPr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246974" w14:textId="77777777" w:rsidR="00187A42" w:rsidRPr="00855E16" w:rsidRDefault="00187A42" w:rsidP="00187A42">
            <w:pPr>
              <w:ind w:left="-138" w:right="-87"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>13 271,0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EE464E" w14:textId="77777777" w:rsidR="00187A42" w:rsidRPr="00855E16" w:rsidRDefault="00187A42" w:rsidP="00187A42">
            <w:pPr>
              <w:ind w:left="-137" w:right="-214"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>15 452,4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0BFCE5" w14:textId="77777777" w:rsidR="00187A42" w:rsidRPr="00855E16" w:rsidRDefault="00187A42" w:rsidP="00187A42">
            <w:pPr>
              <w:ind w:left="-137" w:right="-109"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>15 477,6</w:t>
            </w:r>
          </w:p>
        </w:tc>
      </w:tr>
      <w:tr w:rsidR="00187A42" w:rsidRPr="00970BD5" w14:paraId="747BCF9F" w14:textId="77777777" w:rsidTr="00487574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5AB051" w14:textId="77777777" w:rsidR="00187A42" w:rsidRPr="00855E16" w:rsidRDefault="00187A42" w:rsidP="00187A42">
            <w:pPr>
              <w:ind w:firstLine="0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 xml:space="preserve">Муниципальная программа «Развитие агропромышленного комплекса Балахнинского муниципального округа Нижегородской области»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2AF940" w14:textId="77777777" w:rsidR="00187A42" w:rsidRPr="00855E16" w:rsidRDefault="00187A42" w:rsidP="00187A42">
            <w:pPr>
              <w:ind w:right="-108" w:hanging="108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A906AE" w14:textId="77777777" w:rsidR="00187A42" w:rsidRPr="00855E16" w:rsidRDefault="00187A42" w:rsidP="00187A42">
            <w:pPr>
              <w:ind w:firstLine="0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7239C5" w14:textId="77777777" w:rsidR="00187A42" w:rsidRPr="00855E16" w:rsidRDefault="00187A42" w:rsidP="00187A42">
            <w:pPr>
              <w:ind w:firstLine="0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1F1E5F" w14:textId="77777777" w:rsidR="00187A42" w:rsidRPr="00855E16" w:rsidRDefault="00187A42" w:rsidP="00187A42">
            <w:pPr>
              <w:ind w:right="-105" w:firstLine="0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11 0 00 00000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DCFA40" w14:textId="77777777" w:rsidR="00187A42" w:rsidRPr="00855E16" w:rsidRDefault="00187A42" w:rsidP="00187A42">
            <w:pPr>
              <w:ind w:firstLine="0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795DFC" w14:textId="77777777" w:rsidR="00187A42" w:rsidRPr="00855E16" w:rsidRDefault="00187A42" w:rsidP="00187A42">
            <w:pPr>
              <w:ind w:left="-138" w:right="-87"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13 271,0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178CC0" w14:textId="77777777" w:rsidR="00187A42" w:rsidRPr="00855E16" w:rsidRDefault="00187A42" w:rsidP="00187A42">
            <w:pPr>
              <w:ind w:left="-137" w:right="-214"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15 452,4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7F736C" w14:textId="77777777" w:rsidR="00187A42" w:rsidRPr="00855E16" w:rsidRDefault="00187A42" w:rsidP="00187A42">
            <w:pPr>
              <w:ind w:left="-137" w:right="-109"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15 477,6</w:t>
            </w:r>
          </w:p>
        </w:tc>
      </w:tr>
      <w:tr w:rsidR="00187A42" w:rsidRPr="00970BD5" w14:paraId="612C5CA2" w14:textId="77777777" w:rsidTr="00B44E0E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D8FB5A" w14:textId="77777777" w:rsidR="00187A42" w:rsidRPr="00855E16" w:rsidRDefault="00187A42" w:rsidP="00187A42">
            <w:pPr>
              <w:ind w:firstLine="0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Подпрограмма «Развитие производства»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2F7773" w14:textId="77777777" w:rsidR="00187A42" w:rsidRPr="00855E16" w:rsidRDefault="00187A42" w:rsidP="00187A42">
            <w:pPr>
              <w:ind w:right="-108" w:hanging="108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0642C2" w14:textId="77777777" w:rsidR="00187A42" w:rsidRPr="00855E16" w:rsidRDefault="00EC3CA4" w:rsidP="00187A42">
            <w:pPr>
              <w:ind w:firstLine="0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3BC6FF" w14:textId="77777777" w:rsidR="00187A42" w:rsidRPr="00855E16" w:rsidRDefault="00187A42" w:rsidP="00187A42">
            <w:pPr>
              <w:ind w:firstLine="0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4DF928" w14:textId="77777777" w:rsidR="00187A42" w:rsidRPr="00855E16" w:rsidRDefault="00187A42" w:rsidP="00855E16">
            <w:pPr>
              <w:ind w:left="-74" w:hanging="7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11 1 00 00000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5C492E" w14:textId="77777777" w:rsidR="00187A42" w:rsidRPr="00855E16" w:rsidRDefault="00187A42" w:rsidP="00855E16">
            <w:pPr>
              <w:ind w:right="-131" w:firstLine="0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700E6C" w14:textId="77777777" w:rsidR="00187A42" w:rsidRPr="00855E16" w:rsidRDefault="00187A42" w:rsidP="00187A42">
            <w:pPr>
              <w:ind w:left="-138" w:right="-87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10 301,6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E64597" w14:textId="77777777" w:rsidR="00187A42" w:rsidRPr="00855E16" w:rsidRDefault="00187A42" w:rsidP="00187A42">
            <w:pPr>
              <w:ind w:left="-137" w:right="-214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12 937,5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08798F" w14:textId="77777777" w:rsidR="00187A42" w:rsidRPr="00855E16" w:rsidRDefault="00187A42" w:rsidP="00187A42">
            <w:pPr>
              <w:ind w:left="-137" w:right="-109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12 962,7</w:t>
            </w:r>
          </w:p>
        </w:tc>
      </w:tr>
      <w:tr w:rsidR="00187A42" w:rsidRPr="00970BD5" w14:paraId="5DCA1538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EA8C16" w14:textId="77777777" w:rsidR="00187A42" w:rsidRPr="00855E16" w:rsidRDefault="00187A42" w:rsidP="00187A42">
            <w:pPr>
              <w:ind w:firstLine="0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Развитие отраслей агропромышленного комплекса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0D3502" w14:textId="77777777" w:rsidR="00187A42" w:rsidRPr="00855E16" w:rsidRDefault="00187A42" w:rsidP="00187A42">
            <w:pPr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B761DF" w14:textId="77777777" w:rsidR="00187A42" w:rsidRPr="00855E16" w:rsidRDefault="00187A42" w:rsidP="00187A42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32812D" w14:textId="77777777" w:rsidR="00187A42" w:rsidRPr="00855E16" w:rsidRDefault="00187A42" w:rsidP="00187A42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927B07" w14:textId="77777777" w:rsidR="00187A42" w:rsidRPr="00855E16" w:rsidRDefault="00187A42" w:rsidP="00187A42">
            <w:pPr>
              <w:ind w:left="-74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11 1 01 00000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86BA07" w14:textId="77777777" w:rsidR="00187A42" w:rsidRPr="00855E16" w:rsidRDefault="00187A42" w:rsidP="00187A42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9B4308" w14:textId="77777777" w:rsidR="00187A42" w:rsidRPr="00855E16" w:rsidRDefault="00187A42" w:rsidP="00187A42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8 863,7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67755A" w14:textId="77777777" w:rsidR="00187A42" w:rsidRPr="00855E16" w:rsidRDefault="00187A42" w:rsidP="00187A42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12 318,6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0DE9AC" w14:textId="77777777" w:rsidR="00187A42" w:rsidRPr="00855E16" w:rsidRDefault="00187A42" w:rsidP="00187A42">
            <w:pPr>
              <w:ind w:right="-109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12 343,8</w:t>
            </w:r>
          </w:p>
        </w:tc>
      </w:tr>
      <w:tr w:rsidR="00187A42" w:rsidRPr="00970BD5" w14:paraId="4C508FD8" w14:textId="77777777" w:rsidTr="00487574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9CE5DA" w14:textId="77777777" w:rsidR="00187A42" w:rsidRPr="00855E16" w:rsidRDefault="00187A42" w:rsidP="00187A42">
            <w:pPr>
              <w:ind w:firstLine="0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 xml:space="preserve">Возмещение производителям </w:t>
            </w:r>
            <w:r w:rsidRPr="00855E16">
              <w:rPr>
                <w:sz w:val="24"/>
                <w:szCs w:val="24"/>
              </w:rPr>
              <w:lastRenderedPageBreak/>
              <w:t>зерновых культур части затрат на производство и реализацию зерновых культур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2AB43D" w14:textId="77777777" w:rsidR="00187A42" w:rsidRPr="00855E16" w:rsidRDefault="00187A42" w:rsidP="00187A42">
            <w:pPr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514C0B" w14:textId="77777777" w:rsidR="00187A42" w:rsidRPr="00855E16" w:rsidRDefault="00187A42" w:rsidP="00187A42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DF3191" w14:textId="77777777" w:rsidR="00187A42" w:rsidRPr="00855E16" w:rsidRDefault="00187A42" w:rsidP="00187A42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7D4CFC" w14:textId="77777777" w:rsidR="00187A42" w:rsidRPr="00855E16" w:rsidRDefault="00187A42" w:rsidP="00187A42">
            <w:pPr>
              <w:ind w:left="-74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11 1 01 R3680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FF3A10" w14:textId="77777777" w:rsidR="00187A42" w:rsidRPr="00855E16" w:rsidRDefault="00187A42" w:rsidP="00187A42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633B7A" w14:textId="77777777" w:rsidR="00187A42" w:rsidRPr="00855E16" w:rsidRDefault="00187A42" w:rsidP="00187A42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100,8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ED6B9F" w14:textId="77777777" w:rsidR="00187A42" w:rsidRPr="00855E16" w:rsidRDefault="00EC3CA4" w:rsidP="00187A42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0,0</w:t>
            </w:r>
            <w:r w:rsidR="00187A42" w:rsidRPr="00855E16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46845C" w14:textId="77777777" w:rsidR="00187A42" w:rsidRPr="00855E16" w:rsidRDefault="00EC3CA4" w:rsidP="00187A42">
            <w:pPr>
              <w:ind w:right="-109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0,0</w:t>
            </w:r>
            <w:r w:rsidR="00187A42" w:rsidRPr="00855E16">
              <w:rPr>
                <w:sz w:val="24"/>
                <w:szCs w:val="24"/>
              </w:rPr>
              <w:t> </w:t>
            </w:r>
          </w:p>
        </w:tc>
      </w:tr>
      <w:tr w:rsidR="00EC3CA4" w:rsidRPr="00970BD5" w14:paraId="2378EC9A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AB23D1" w14:textId="77777777" w:rsidR="00EC3CA4" w:rsidRPr="00855E16" w:rsidRDefault="00EC3CA4" w:rsidP="00EC3CA4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89D44E" w14:textId="77777777" w:rsidR="00EC3CA4" w:rsidRPr="00855E16" w:rsidRDefault="00EC3CA4" w:rsidP="00EC3CA4">
            <w:pPr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A283D5" w14:textId="77777777" w:rsidR="00EC3CA4" w:rsidRPr="00855E16" w:rsidRDefault="00EC3CA4" w:rsidP="00EC3CA4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A877DE" w14:textId="77777777" w:rsidR="00EC3CA4" w:rsidRPr="00855E16" w:rsidRDefault="00EC3CA4" w:rsidP="00EC3CA4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0B524C" w14:textId="77777777" w:rsidR="00EC3CA4" w:rsidRPr="00855E16" w:rsidRDefault="00EC3CA4" w:rsidP="00EC3CA4">
            <w:pPr>
              <w:ind w:left="-74" w:right="-108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11 1 01 R3680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60EE7E" w14:textId="77777777" w:rsidR="00EC3CA4" w:rsidRPr="00855E16" w:rsidRDefault="00EC3CA4" w:rsidP="00EC3CA4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800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AA6384" w14:textId="77777777" w:rsidR="00EC3CA4" w:rsidRPr="00855E16" w:rsidRDefault="00EC3CA4" w:rsidP="00EC3CA4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100,8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B88FA7" w14:textId="77777777" w:rsidR="00EC3CA4" w:rsidRPr="00855E16" w:rsidRDefault="00EC3CA4" w:rsidP="00EC3CA4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0,0 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6BC532" w14:textId="77777777" w:rsidR="00EC3CA4" w:rsidRPr="00855E16" w:rsidRDefault="00EC3CA4" w:rsidP="00EC3CA4">
            <w:pPr>
              <w:ind w:right="-109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0,0 </w:t>
            </w:r>
          </w:p>
        </w:tc>
      </w:tr>
      <w:tr w:rsidR="00187A42" w:rsidRPr="00970BD5" w14:paraId="5DC3EC9E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1996D3" w14:textId="77777777" w:rsidR="00187A42" w:rsidRPr="00855E16" w:rsidRDefault="00187A42" w:rsidP="00187A42">
            <w:pPr>
              <w:ind w:right="-108" w:firstLine="0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BC1668" w14:textId="77777777" w:rsidR="00187A42" w:rsidRPr="00855E16" w:rsidRDefault="00187A42" w:rsidP="00187A42">
            <w:pPr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B49A6E" w14:textId="77777777" w:rsidR="00187A42" w:rsidRPr="00855E16" w:rsidRDefault="00187A42" w:rsidP="00187A42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95312C" w14:textId="77777777" w:rsidR="00187A42" w:rsidRPr="00855E16" w:rsidRDefault="00187A42" w:rsidP="00187A42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8C3C34" w14:textId="77777777" w:rsidR="00187A42" w:rsidRPr="00855E16" w:rsidRDefault="00187A42" w:rsidP="00187A42">
            <w:pPr>
              <w:ind w:left="-74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EE5ADA" w14:textId="77777777" w:rsidR="00187A42" w:rsidRPr="00855E16" w:rsidRDefault="00187A42" w:rsidP="00187A42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 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202D5E" w14:textId="77777777" w:rsidR="00187A42" w:rsidRPr="00855E16" w:rsidRDefault="00187A42" w:rsidP="00187A42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7956A0" w14:textId="77777777" w:rsidR="00187A42" w:rsidRPr="00855E16" w:rsidRDefault="00187A42" w:rsidP="00187A42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FD0C0B" w14:textId="77777777" w:rsidR="00187A42" w:rsidRPr="00855E16" w:rsidRDefault="00187A42" w:rsidP="00187A42">
            <w:pPr>
              <w:ind w:right="-109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 </w:t>
            </w:r>
          </w:p>
        </w:tc>
      </w:tr>
      <w:tr w:rsidR="00EC3CA4" w:rsidRPr="00970BD5" w14:paraId="09A278FD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595572" w14:textId="77777777" w:rsidR="00EC3CA4" w:rsidRPr="00855E16" w:rsidRDefault="00EC3CA4" w:rsidP="00EC3CA4">
            <w:pPr>
              <w:spacing w:line="250" w:lineRule="exact"/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 xml:space="preserve">  - средства федерального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2FCD68" w14:textId="77777777" w:rsidR="00EC3CA4" w:rsidRPr="00855E16" w:rsidRDefault="00EC3CA4" w:rsidP="00EC3CA4">
            <w:pPr>
              <w:spacing w:line="250" w:lineRule="exact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E7E433" w14:textId="77777777" w:rsidR="00EC3CA4" w:rsidRPr="00855E16" w:rsidRDefault="00EC3CA4" w:rsidP="00EC3CA4">
            <w:pPr>
              <w:spacing w:line="250" w:lineRule="exact"/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2A5510" w14:textId="77777777" w:rsidR="00EC3CA4" w:rsidRPr="00855E16" w:rsidRDefault="00EC3CA4" w:rsidP="00EC3CA4">
            <w:pPr>
              <w:spacing w:line="250" w:lineRule="exact"/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0E2D2B" w14:textId="77777777" w:rsidR="00EC3CA4" w:rsidRPr="00855E16" w:rsidRDefault="00EC3CA4" w:rsidP="00EC3CA4">
            <w:pPr>
              <w:spacing w:line="250" w:lineRule="exact"/>
              <w:ind w:left="-74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E782BE" w14:textId="77777777" w:rsidR="00EC3CA4" w:rsidRPr="00855E16" w:rsidRDefault="00EC3CA4" w:rsidP="00EC3CA4">
            <w:pPr>
              <w:spacing w:line="250" w:lineRule="exact"/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 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8F8EBC" w14:textId="77777777" w:rsidR="00EC3CA4" w:rsidRPr="00855E16" w:rsidRDefault="00EC3CA4" w:rsidP="00EC3CA4">
            <w:pPr>
              <w:spacing w:line="250" w:lineRule="exact"/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99,8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63A8B9" w14:textId="77777777" w:rsidR="00EC3CA4" w:rsidRPr="00855E16" w:rsidRDefault="00EC3CA4" w:rsidP="00EC3CA4">
            <w:pPr>
              <w:spacing w:line="250" w:lineRule="exact"/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0,0 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4CA6AA" w14:textId="77777777" w:rsidR="00EC3CA4" w:rsidRPr="00855E16" w:rsidRDefault="00EC3CA4" w:rsidP="00EC3CA4">
            <w:pPr>
              <w:spacing w:line="250" w:lineRule="exact"/>
              <w:ind w:right="-109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0,0 </w:t>
            </w:r>
          </w:p>
        </w:tc>
      </w:tr>
      <w:tr w:rsidR="00EC3CA4" w:rsidRPr="00970BD5" w14:paraId="4B439F2B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084259" w14:textId="77777777" w:rsidR="00EC3CA4" w:rsidRPr="00855E16" w:rsidRDefault="00EC3CA4" w:rsidP="00EC3CA4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 xml:space="preserve"> - средства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E63244" w14:textId="77777777" w:rsidR="00EC3CA4" w:rsidRPr="00855E16" w:rsidRDefault="00EC3CA4" w:rsidP="00EC3CA4">
            <w:pPr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231DB0" w14:textId="77777777" w:rsidR="00EC3CA4" w:rsidRPr="00855E16" w:rsidRDefault="00EC3CA4" w:rsidP="00EC3CA4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36D19D" w14:textId="77777777" w:rsidR="00EC3CA4" w:rsidRPr="00855E16" w:rsidRDefault="00EC3CA4" w:rsidP="00EC3CA4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144470" w14:textId="77777777" w:rsidR="00EC3CA4" w:rsidRPr="00855E16" w:rsidRDefault="00EC3CA4" w:rsidP="00EC3CA4">
            <w:pPr>
              <w:ind w:left="-74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922C58" w14:textId="77777777" w:rsidR="00EC3CA4" w:rsidRPr="00855E16" w:rsidRDefault="00EC3CA4" w:rsidP="00EC3CA4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 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BBF387" w14:textId="77777777" w:rsidR="00EC3CA4" w:rsidRPr="00855E16" w:rsidRDefault="00EC3CA4" w:rsidP="00EC3CA4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1,0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7A476D" w14:textId="77777777" w:rsidR="00EC3CA4" w:rsidRPr="00855E16" w:rsidRDefault="00EC3CA4" w:rsidP="00EC3CA4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0,0 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130214" w14:textId="77777777" w:rsidR="00EC3CA4" w:rsidRPr="00855E16" w:rsidRDefault="00EC3CA4" w:rsidP="00EC3CA4">
            <w:pPr>
              <w:ind w:right="-109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0,0 </w:t>
            </w:r>
          </w:p>
        </w:tc>
      </w:tr>
      <w:tr w:rsidR="00EC3CA4" w:rsidRPr="00970BD5" w14:paraId="3D8455E7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3E0FA8" w14:textId="77777777" w:rsidR="00EC3CA4" w:rsidRPr="00855E16" w:rsidRDefault="00EC3CA4" w:rsidP="00EC3CA4">
            <w:pPr>
              <w:ind w:firstLine="0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Поддержка сельскохозяйственного производства по отдельным подотраслям растениеводства и животноводства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EB9478" w14:textId="77777777" w:rsidR="00EC3CA4" w:rsidRPr="00855E16" w:rsidRDefault="00EC3CA4" w:rsidP="00EC3CA4">
            <w:pPr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ABA3ED" w14:textId="77777777" w:rsidR="00EC3CA4" w:rsidRPr="00855E16" w:rsidRDefault="00EC3CA4" w:rsidP="00EC3CA4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BC76F7" w14:textId="77777777" w:rsidR="00EC3CA4" w:rsidRPr="00855E16" w:rsidRDefault="00EC3CA4" w:rsidP="00EC3CA4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2CC096" w14:textId="77777777" w:rsidR="00EC3CA4" w:rsidRPr="00855E16" w:rsidRDefault="00EC3CA4" w:rsidP="00EC3CA4">
            <w:pPr>
              <w:ind w:left="-74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11 1 01 R5080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E5390C" w14:textId="77777777" w:rsidR="00EC3CA4" w:rsidRPr="00855E16" w:rsidRDefault="00EC3CA4" w:rsidP="00EC3CA4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CA532F" w14:textId="77777777" w:rsidR="00EC3CA4" w:rsidRPr="00855E16" w:rsidRDefault="00EC3CA4" w:rsidP="00EC3CA4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6 899,8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E5F30A" w14:textId="77777777" w:rsidR="00EC3CA4" w:rsidRPr="00855E16" w:rsidRDefault="00EC3CA4" w:rsidP="00EC3CA4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7 240,7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A98C9F" w14:textId="77777777" w:rsidR="00EC3CA4" w:rsidRPr="00855E16" w:rsidRDefault="00EC3CA4" w:rsidP="00EC3CA4">
            <w:pPr>
              <w:ind w:right="-109"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7 240,7</w:t>
            </w:r>
          </w:p>
        </w:tc>
      </w:tr>
      <w:tr w:rsidR="00EC3CA4" w:rsidRPr="00970BD5" w14:paraId="3A2356DA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E043DB" w14:textId="77777777" w:rsidR="00EC3CA4" w:rsidRPr="00855E16" w:rsidRDefault="00EC3CA4" w:rsidP="00EC3CA4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97F73B" w14:textId="77777777" w:rsidR="00EC3CA4" w:rsidRPr="00855E16" w:rsidRDefault="00EC3CA4" w:rsidP="00EC3CA4">
            <w:pPr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F487FF" w14:textId="77777777" w:rsidR="00EC3CA4" w:rsidRPr="00855E16" w:rsidRDefault="00EC3CA4" w:rsidP="00EC3CA4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121B53" w14:textId="77777777" w:rsidR="00EC3CA4" w:rsidRPr="00855E16" w:rsidRDefault="00EC3CA4" w:rsidP="00EC3CA4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AF2941" w14:textId="77777777" w:rsidR="00EC3CA4" w:rsidRPr="00855E16" w:rsidRDefault="00EC3CA4" w:rsidP="00EC3CA4">
            <w:pPr>
              <w:ind w:left="-74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11 1 01 R5080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CE5DE2" w14:textId="77777777" w:rsidR="00EC3CA4" w:rsidRPr="00855E16" w:rsidRDefault="00EC3CA4" w:rsidP="00EC3CA4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800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F47494" w14:textId="77777777" w:rsidR="00EC3CA4" w:rsidRPr="00855E16" w:rsidRDefault="00EC3CA4" w:rsidP="00EC3CA4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6 899,8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29248F" w14:textId="77777777" w:rsidR="00EC3CA4" w:rsidRPr="00855E16" w:rsidRDefault="00EC3CA4" w:rsidP="00EC3CA4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7 240,7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6C7722" w14:textId="77777777" w:rsidR="00EC3CA4" w:rsidRPr="00855E16" w:rsidRDefault="00EC3CA4" w:rsidP="00EC3CA4">
            <w:pPr>
              <w:ind w:right="-109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7 240,7</w:t>
            </w:r>
          </w:p>
        </w:tc>
      </w:tr>
      <w:tr w:rsidR="00EC3CA4" w:rsidRPr="00970BD5" w14:paraId="593283E9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C7BAA4" w14:textId="77777777" w:rsidR="00EC3CA4" w:rsidRPr="00855E16" w:rsidRDefault="00EC3CA4" w:rsidP="00EC3CA4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50106E" w14:textId="77777777" w:rsidR="00EC3CA4" w:rsidRPr="00855E16" w:rsidRDefault="00EC3CA4" w:rsidP="00EC3CA4">
            <w:pPr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930057" w14:textId="77777777" w:rsidR="00EC3CA4" w:rsidRPr="00855E16" w:rsidRDefault="00EC3CA4" w:rsidP="00EC3CA4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80BBCE" w14:textId="77777777" w:rsidR="00EC3CA4" w:rsidRPr="00855E16" w:rsidRDefault="00EC3CA4" w:rsidP="00EC3CA4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B1C280" w14:textId="77777777" w:rsidR="00EC3CA4" w:rsidRPr="00855E16" w:rsidRDefault="00EC3CA4" w:rsidP="00EC3CA4">
            <w:pPr>
              <w:ind w:left="-74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7F7B4C" w14:textId="77777777" w:rsidR="00EC3CA4" w:rsidRPr="00855E16" w:rsidRDefault="00EC3CA4" w:rsidP="00EC3CA4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 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A9E16E" w14:textId="77777777" w:rsidR="00EC3CA4" w:rsidRPr="00855E16" w:rsidRDefault="00EC3CA4" w:rsidP="00EC3CA4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3A3C77" w14:textId="77777777" w:rsidR="00EC3CA4" w:rsidRPr="00855E16" w:rsidRDefault="00EC3CA4" w:rsidP="00EC3CA4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2E4C51" w14:textId="77777777" w:rsidR="00EC3CA4" w:rsidRPr="00855E16" w:rsidRDefault="00EC3CA4" w:rsidP="00EC3CA4">
            <w:pPr>
              <w:ind w:right="-109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 </w:t>
            </w:r>
          </w:p>
        </w:tc>
      </w:tr>
      <w:tr w:rsidR="00EC3CA4" w:rsidRPr="00970BD5" w14:paraId="545E4F4D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FB5C3D" w14:textId="77777777" w:rsidR="00EC3CA4" w:rsidRPr="00855E16" w:rsidRDefault="00EC3CA4" w:rsidP="00EC3CA4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0E346D" w14:textId="77777777" w:rsidR="00EC3CA4" w:rsidRPr="00855E16" w:rsidRDefault="00EC3CA4" w:rsidP="00EC3CA4">
            <w:pPr>
              <w:spacing w:line="250" w:lineRule="exact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FE1024" w14:textId="77777777" w:rsidR="00EC3CA4" w:rsidRPr="00855E16" w:rsidRDefault="00EC3CA4" w:rsidP="00EC3CA4">
            <w:pPr>
              <w:spacing w:line="250" w:lineRule="exact"/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BE1E0E" w14:textId="77777777" w:rsidR="00EC3CA4" w:rsidRPr="00855E16" w:rsidRDefault="00EC3CA4" w:rsidP="00EC3CA4">
            <w:pPr>
              <w:spacing w:line="250" w:lineRule="exact"/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93C4FE" w14:textId="77777777" w:rsidR="00EC3CA4" w:rsidRPr="00855E16" w:rsidRDefault="00EC3CA4" w:rsidP="00EC3CA4">
            <w:pPr>
              <w:spacing w:line="250" w:lineRule="exact"/>
              <w:ind w:left="-74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F9302D" w14:textId="77777777" w:rsidR="00EC3CA4" w:rsidRPr="00855E16" w:rsidRDefault="00EC3CA4" w:rsidP="00EC3CA4">
            <w:pPr>
              <w:spacing w:line="250" w:lineRule="exact"/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 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B9D10B" w14:textId="77777777" w:rsidR="00EC3CA4" w:rsidRPr="00855E16" w:rsidRDefault="00EC3CA4" w:rsidP="00EC3CA4">
            <w:pPr>
              <w:spacing w:line="250" w:lineRule="exact"/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2 378,6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954A4C" w14:textId="77777777" w:rsidR="00EC3CA4" w:rsidRPr="00855E16" w:rsidRDefault="00EC3CA4" w:rsidP="00EC3CA4">
            <w:pPr>
              <w:spacing w:line="250" w:lineRule="exact"/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2 223,3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4FFB08" w14:textId="77777777" w:rsidR="00EC3CA4" w:rsidRPr="00855E16" w:rsidRDefault="00EC3CA4" w:rsidP="00EC3CA4">
            <w:pPr>
              <w:spacing w:line="250" w:lineRule="exact"/>
              <w:ind w:right="-109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2 223,3</w:t>
            </w:r>
          </w:p>
        </w:tc>
      </w:tr>
      <w:tr w:rsidR="00EC3CA4" w:rsidRPr="00970BD5" w14:paraId="6A62AF25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151E4E" w14:textId="77777777" w:rsidR="00EC3CA4" w:rsidRPr="00855E16" w:rsidRDefault="00EC3CA4" w:rsidP="00EC3CA4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386E4D" w14:textId="77777777" w:rsidR="00EC3CA4" w:rsidRPr="00855E16" w:rsidRDefault="00EC3CA4" w:rsidP="00EC3CA4">
            <w:pPr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EC6341" w14:textId="77777777" w:rsidR="00EC3CA4" w:rsidRPr="00855E16" w:rsidRDefault="00EC3CA4" w:rsidP="00EC3CA4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A881F0" w14:textId="77777777" w:rsidR="00EC3CA4" w:rsidRPr="00855E16" w:rsidRDefault="00EC3CA4" w:rsidP="00EC3CA4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8DBF6A" w14:textId="77777777" w:rsidR="00EC3CA4" w:rsidRPr="00855E16" w:rsidRDefault="00EC3CA4" w:rsidP="00EC3CA4">
            <w:pPr>
              <w:ind w:left="-74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F4F64A" w14:textId="77777777" w:rsidR="00EC3CA4" w:rsidRPr="00855E16" w:rsidRDefault="00EC3CA4" w:rsidP="00EC3CA4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 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9931E0" w14:textId="77777777" w:rsidR="00EC3CA4" w:rsidRPr="00855E16" w:rsidRDefault="00EC3CA4" w:rsidP="00EC3CA4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4 521,2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1B32AC" w14:textId="77777777" w:rsidR="00EC3CA4" w:rsidRPr="00855E16" w:rsidRDefault="00EC3CA4" w:rsidP="00EC3CA4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5 017,4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73B139" w14:textId="77777777" w:rsidR="00EC3CA4" w:rsidRPr="00855E16" w:rsidRDefault="00EC3CA4" w:rsidP="00EC3CA4">
            <w:pPr>
              <w:ind w:right="-109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5 017,4</w:t>
            </w:r>
          </w:p>
        </w:tc>
      </w:tr>
      <w:tr w:rsidR="00EC3CA4" w:rsidRPr="00970BD5" w14:paraId="62565E0A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E61DAB" w14:textId="77777777" w:rsidR="00EC3CA4" w:rsidRPr="00855E16" w:rsidRDefault="00EC3CA4" w:rsidP="00EC3CA4">
            <w:pPr>
              <w:ind w:firstLine="0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0D134C" w14:textId="77777777" w:rsidR="00EC3CA4" w:rsidRPr="00855E16" w:rsidRDefault="00EC3CA4" w:rsidP="00EC3CA4">
            <w:pPr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AA0CDA" w14:textId="77777777" w:rsidR="00EC3CA4" w:rsidRPr="00855E16" w:rsidRDefault="00EC3CA4" w:rsidP="00EC3CA4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BBAA2F" w14:textId="77777777" w:rsidR="00EC3CA4" w:rsidRPr="00855E16" w:rsidRDefault="00EC3CA4" w:rsidP="00EC3CA4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7CC69D" w14:textId="77777777" w:rsidR="00EC3CA4" w:rsidRPr="00855E16" w:rsidRDefault="00EC3CA4" w:rsidP="00EC3CA4">
            <w:pPr>
              <w:ind w:left="-74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DC2584" w14:textId="77777777" w:rsidR="00EC3CA4" w:rsidRPr="00855E16" w:rsidRDefault="00EC3CA4" w:rsidP="00EC3CA4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 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98006F" w14:textId="77777777" w:rsidR="00EC3CA4" w:rsidRPr="00855E16" w:rsidRDefault="00EC3CA4" w:rsidP="00EC3CA4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55929B" w14:textId="77777777" w:rsidR="00EC3CA4" w:rsidRPr="00855E16" w:rsidRDefault="00EC3CA4" w:rsidP="00EC3CA4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E6123C" w14:textId="77777777" w:rsidR="00EC3CA4" w:rsidRPr="00855E16" w:rsidRDefault="00EC3CA4" w:rsidP="00EC3CA4">
            <w:pPr>
              <w:ind w:right="-109"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 </w:t>
            </w:r>
          </w:p>
        </w:tc>
      </w:tr>
      <w:tr w:rsidR="00EC3CA4" w:rsidRPr="00970BD5" w14:paraId="54E93F44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628219" w14:textId="77777777" w:rsidR="00EC3CA4" w:rsidRPr="00855E16" w:rsidRDefault="00EC3CA4" w:rsidP="00EC3CA4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Возмещение части затрат на приобретение элитных семян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25B21B" w14:textId="77777777" w:rsidR="00EC3CA4" w:rsidRPr="00855E16" w:rsidRDefault="00EC3CA4" w:rsidP="00EC3CA4">
            <w:pPr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2E720D" w14:textId="77777777" w:rsidR="00EC3CA4" w:rsidRPr="00855E16" w:rsidRDefault="00EC3CA4" w:rsidP="00EC3CA4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DA3810" w14:textId="77777777" w:rsidR="00EC3CA4" w:rsidRPr="00855E16" w:rsidRDefault="00EC3CA4" w:rsidP="00EC3CA4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A58167" w14:textId="77777777" w:rsidR="00EC3CA4" w:rsidRPr="00855E16" w:rsidRDefault="00EC3CA4" w:rsidP="00EC3CA4">
            <w:pPr>
              <w:ind w:left="-74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61F9BF" w14:textId="77777777" w:rsidR="00EC3CA4" w:rsidRPr="00855E16" w:rsidRDefault="00EC3CA4" w:rsidP="00EC3CA4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B71077" w14:textId="77777777" w:rsidR="00EC3CA4" w:rsidRPr="00855E16" w:rsidRDefault="00EC3CA4" w:rsidP="00EC3CA4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612,4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FF9DA4" w14:textId="77777777" w:rsidR="00EC3CA4" w:rsidRPr="00855E16" w:rsidRDefault="00EC3CA4" w:rsidP="00EC3CA4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666,7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4F7285" w14:textId="77777777" w:rsidR="00EC3CA4" w:rsidRPr="00855E16" w:rsidRDefault="00EC3CA4" w:rsidP="00EC3CA4">
            <w:pPr>
              <w:ind w:right="-109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666,7</w:t>
            </w:r>
          </w:p>
        </w:tc>
      </w:tr>
      <w:tr w:rsidR="00EC3CA4" w:rsidRPr="00970BD5" w14:paraId="71588C8C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2D03B9" w14:textId="77777777" w:rsidR="00EC3CA4" w:rsidRPr="00855E16" w:rsidRDefault="00EC3CA4" w:rsidP="00EC3CA4">
            <w:pPr>
              <w:ind w:firstLine="0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F498E3" w14:textId="77777777" w:rsidR="00EC3CA4" w:rsidRPr="00855E16" w:rsidRDefault="00EC3CA4" w:rsidP="00EC3CA4">
            <w:pPr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9A1DA7" w14:textId="77777777" w:rsidR="00EC3CA4" w:rsidRPr="00855E16" w:rsidRDefault="00EC3CA4" w:rsidP="00EC3CA4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703355" w14:textId="77777777" w:rsidR="00EC3CA4" w:rsidRPr="00855E16" w:rsidRDefault="00EC3CA4" w:rsidP="00EC3CA4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6E2F68" w14:textId="77777777" w:rsidR="00EC3CA4" w:rsidRPr="00855E16" w:rsidRDefault="00EC3CA4" w:rsidP="00EC3CA4">
            <w:pPr>
              <w:ind w:left="-74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1D6600" w14:textId="77777777" w:rsidR="00EC3CA4" w:rsidRPr="00855E16" w:rsidRDefault="00EC3CA4" w:rsidP="00EC3CA4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800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DED0D7" w14:textId="77777777" w:rsidR="00EC3CA4" w:rsidRPr="00855E16" w:rsidRDefault="00EC3CA4" w:rsidP="00EC3CA4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612,4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FE7C7B" w14:textId="77777777" w:rsidR="00EC3CA4" w:rsidRPr="00855E16" w:rsidRDefault="00EC3CA4" w:rsidP="00EC3CA4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666,7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FA533F" w14:textId="77777777" w:rsidR="00EC3CA4" w:rsidRPr="00855E16" w:rsidRDefault="00EC3CA4" w:rsidP="00EC3CA4">
            <w:pPr>
              <w:ind w:right="-109"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666,7</w:t>
            </w:r>
          </w:p>
        </w:tc>
      </w:tr>
      <w:tr w:rsidR="00EC3CA4" w:rsidRPr="00970BD5" w14:paraId="2D517D2B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14D004" w14:textId="77777777" w:rsidR="00EC3CA4" w:rsidRPr="00855E16" w:rsidRDefault="00EC3CA4" w:rsidP="00EC3CA4">
            <w:pPr>
              <w:ind w:firstLine="0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7D1EB7" w14:textId="77777777" w:rsidR="00EC3CA4" w:rsidRPr="00855E16" w:rsidRDefault="00EC3CA4" w:rsidP="00EC3CA4">
            <w:pPr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1036A9" w14:textId="77777777" w:rsidR="00EC3CA4" w:rsidRPr="00855E16" w:rsidRDefault="00EC3CA4" w:rsidP="00EC3CA4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0DC59C" w14:textId="77777777" w:rsidR="00EC3CA4" w:rsidRPr="00855E16" w:rsidRDefault="00EC3CA4" w:rsidP="00EC3CA4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62F82A" w14:textId="77777777" w:rsidR="00EC3CA4" w:rsidRPr="00855E16" w:rsidRDefault="00EC3CA4" w:rsidP="00EC3CA4">
            <w:pPr>
              <w:ind w:left="-74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D76542" w14:textId="77777777" w:rsidR="00EC3CA4" w:rsidRPr="00855E16" w:rsidRDefault="00EC3CA4" w:rsidP="00EC3CA4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 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547482" w14:textId="77777777" w:rsidR="00EC3CA4" w:rsidRPr="00855E16" w:rsidRDefault="00EC3CA4" w:rsidP="00EC3CA4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068FC4" w14:textId="77777777" w:rsidR="00EC3CA4" w:rsidRPr="00855E16" w:rsidRDefault="00EC3CA4" w:rsidP="00EC3CA4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C64BAA" w14:textId="77777777" w:rsidR="00EC3CA4" w:rsidRPr="00855E16" w:rsidRDefault="00EC3CA4" w:rsidP="00EC3CA4">
            <w:pPr>
              <w:ind w:right="-109"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 </w:t>
            </w:r>
          </w:p>
        </w:tc>
      </w:tr>
      <w:tr w:rsidR="00EC3CA4" w:rsidRPr="00970BD5" w14:paraId="6284CEF9" w14:textId="77777777" w:rsidTr="00B44E0E">
        <w:trPr>
          <w:trHeight w:hRule="exact" w:val="284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3BAE3E" w14:textId="77777777" w:rsidR="00EC3CA4" w:rsidRPr="00855E16" w:rsidRDefault="00EC3CA4" w:rsidP="00EC3CA4">
            <w:pPr>
              <w:ind w:firstLine="0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984F46" w14:textId="77777777" w:rsidR="00EC3CA4" w:rsidRPr="00855E16" w:rsidRDefault="00EC3CA4" w:rsidP="00EC3CA4">
            <w:pPr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260699" w14:textId="77777777" w:rsidR="00EC3CA4" w:rsidRPr="00855E16" w:rsidRDefault="00EC3CA4" w:rsidP="00EC3CA4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D7F114" w14:textId="77777777" w:rsidR="00EC3CA4" w:rsidRPr="00855E16" w:rsidRDefault="00EC3CA4" w:rsidP="00EC3CA4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484968" w14:textId="77777777" w:rsidR="00EC3CA4" w:rsidRPr="00855E16" w:rsidRDefault="00EC3CA4" w:rsidP="00EC3CA4">
            <w:pPr>
              <w:ind w:left="-74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34FD03" w14:textId="77777777" w:rsidR="00EC3CA4" w:rsidRPr="00855E16" w:rsidRDefault="00EC3CA4" w:rsidP="00EC3CA4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 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DB51F4" w14:textId="77777777" w:rsidR="00EC3CA4" w:rsidRPr="00855E16" w:rsidRDefault="00EC3CA4" w:rsidP="00EC3CA4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199,1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E3CCD8" w14:textId="77777777" w:rsidR="00EC3CA4" w:rsidRPr="00855E16" w:rsidRDefault="00EC3CA4" w:rsidP="00EC3CA4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352,7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362DB8" w14:textId="77777777" w:rsidR="00EC3CA4" w:rsidRPr="00855E16" w:rsidRDefault="00EC3CA4" w:rsidP="00EC3CA4">
            <w:pPr>
              <w:ind w:right="-109"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352,7</w:t>
            </w:r>
          </w:p>
        </w:tc>
      </w:tr>
      <w:tr w:rsidR="00EC3CA4" w:rsidRPr="00970BD5" w14:paraId="34175378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050C36" w14:textId="77777777" w:rsidR="00EC3CA4" w:rsidRPr="00855E16" w:rsidRDefault="00EC3CA4" w:rsidP="00EC3CA4">
            <w:pPr>
              <w:ind w:firstLine="0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B240B9" w14:textId="77777777" w:rsidR="00EC3CA4" w:rsidRPr="00855E16" w:rsidRDefault="00EC3CA4" w:rsidP="00EC3CA4">
            <w:pPr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69A929" w14:textId="77777777" w:rsidR="00EC3CA4" w:rsidRPr="00855E16" w:rsidRDefault="00EC3CA4" w:rsidP="00EC3CA4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8B6D54" w14:textId="77777777" w:rsidR="00EC3CA4" w:rsidRPr="00855E16" w:rsidRDefault="00EC3CA4" w:rsidP="00EC3CA4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EDE46A" w14:textId="77777777" w:rsidR="00EC3CA4" w:rsidRPr="00855E16" w:rsidRDefault="00EC3CA4" w:rsidP="00EC3CA4">
            <w:pPr>
              <w:ind w:left="-74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60997C" w14:textId="77777777" w:rsidR="00EC3CA4" w:rsidRPr="00855E16" w:rsidRDefault="00EC3CA4" w:rsidP="00EC3CA4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 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ED284E" w14:textId="77777777" w:rsidR="00EC3CA4" w:rsidRPr="00855E16" w:rsidRDefault="00EC3CA4" w:rsidP="00EC3CA4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413,3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2FEE5D" w14:textId="77777777" w:rsidR="00EC3CA4" w:rsidRPr="00855E16" w:rsidRDefault="00EC3CA4" w:rsidP="00EC3CA4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314,0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D817D7" w14:textId="77777777" w:rsidR="00EC3CA4" w:rsidRPr="00855E16" w:rsidRDefault="00EC3CA4" w:rsidP="00EC3CA4">
            <w:pPr>
              <w:ind w:right="-109"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314,0</w:t>
            </w:r>
          </w:p>
        </w:tc>
      </w:tr>
      <w:tr w:rsidR="00EC3CA4" w:rsidRPr="00970BD5" w14:paraId="5F3626ED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E9FD8E" w14:textId="77777777" w:rsidR="00EC3CA4" w:rsidRPr="00855E16" w:rsidRDefault="00EC3CA4" w:rsidP="00EC3CA4">
            <w:pPr>
              <w:ind w:firstLine="0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Возмещение части затрат на поддержку собственного производства молока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B11E0F" w14:textId="77777777" w:rsidR="00EC3CA4" w:rsidRPr="00855E16" w:rsidRDefault="00EC3CA4" w:rsidP="00EC3CA4">
            <w:pPr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DAE775" w14:textId="77777777" w:rsidR="00EC3CA4" w:rsidRPr="00855E16" w:rsidRDefault="00EC3CA4" w:rsidP="00EC3CA4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EE74AF" w14:textId="77777777" w:rsidR="00EC3CA4" w:rsidRPr="00855E16" w:rsidRDefault="00EC3CA4" w:rsidP="00EC3CA4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FF16BF" w14:textId="77777777" w:rsidR="00EC3CA4" w:rsidRPr="00855E16" w:rsidRDefault="00EC3CA4" w:rsidP="00EC3CA4">
            <w:pPr>
              <w:ind w:left="-74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186791" w14:textId="77777777" w:rsidR="00EC3CA4" w:rsidRPr="00855E16" w:rsidRDefault="00EC3CA4" w:rsidP="00EC3CA4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49F8C5" w14:textId="77777777" w:rsidR="00EC3CA4" w:rsidRPr="00855E16" w:rsidRDefault="00EC3CA4" w:rsidP="00EC3CA4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6 158,3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D98844" w14:textId="77777777" w:rsidR="00EC3CA4" w:rsidRPr="00855E16" w:rsidRDefault="00EC3CA4" w:rsidP="00EC3CA4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6 212,0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4D655B" w14:textId="77777777" w:rsidR="00EC3CA4" w:rsidRPr="00855E16" w:rsidRDefault="00EC3CA4" w:rsidP="00EC3CA4">
            <w:pPr>
              <w:ind w:right="-109"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6 212,0</w:t>
            </w:r>
          </w:p>
        </w:tc>
      </w:tr>
      <w:tr w:rsidR="00EC3CA4" w:rsidRPr="00970BD5" w14:paraId="5BC377C8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804E41" w14:textId="77777777" w:rsidR="00EC3CA4" w:rsidRPr="00855E16" w:rsidRDefault="00EC3CA4" w:rsidP="00EC3CA4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46ECA1" w14:textId="77777777" w:rsidR="00EC3CA4" w:rsidRPr="00855E16" w:rsidRDefault="00EC3CA4" w:rsidP="00EC3CA4">
            <w:pPr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F0AE3C" w14:textId="77777777" w:rsidR="00EC3CA4" w:rsidRPr="00855E16" w:rsidRDefault="00EC3CA4" w:rsidP="00EC3CA4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591427" w14:textId="77777777" w:rsidR="00EC3CA4" w:rsidRPr="00855E16" w:rsidRDefault="00EC3CA4" w:rsidP="00EC3CA4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670CCA" w14:textId="77777777" w:rsidR="00EC3CA4" w:rsidRPr="00855E16" w:rsidRDefault="00EC3CA4" w:rsidP="00EC3CA4">
            <w:pPr>
              <w:ind w:left="-74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625528" w14:textId="77777777" w:rsidR="00EC3CA4" w:rsidRPr="00855E16" w:rsidRDefault="00EC3CA4" w:rsidP="00EC3CA4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800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69CD14" w14:textId="77777777" w:rsidR="00EC3CA4" w:rsidRPr="00855E16" w:rsidRDefault="00EC3CA4" w:rsidP="00EC3CA4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6 158,3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ED412B" w14:textId="77777777" w:rsidR="00EC3CA4" w:rsidRPr="00855E16" w:rsidRDefault="00EC3CA4" w:rsidP="00EC3CA4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6 212,0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EA04B4" w14:textId="77777777" w:rsidR="00EC3CA4" w:rsidRPr="00855E16" w:rsidRDefault="00EC3CA4" w:rsidP="00EC3CA4">
            <w:pPr>
              <w:ind w:right="-109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6 212,0</w:t>
            </w:r>
          </w:p>
        </w:tc>
      </w:tr>
      <w:tr w:rsidR="00EC3CA4" w:rsidRPr="00970BD5" w14:paraId="1270CFC5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D72060" w14:textId="77777777" w:rsidR="00EC3CA4" w:rsidRPr="00855E16" w:rsidRDefault="00EC3CA4" w:rsidP="00EC3CA4">
            <w:pPr>
              <w:ind w:firstLine="0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lastRenderedPageBreak/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01F237" w14:textId="77777777" w:rsidR="00EC3CA4" w:rsidRPr="00855E16" w:rsidRDefault="00EC3CA4" w:rsidP="00EC3CA4">
            <w:pPr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B6252F" w14:textId="77777777" w:rsidR="00EC3CA4" w:rsidRPr="00855E16" w:rsidRDefault="00EC3CA4" w:rsidP="00EC3CA4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BD69FE" w14:textId="77777777" w:rsidR="00EC3CA4" w:rsidRPr="00855E16" w:rsidRDefault="00EC3CA4" w:rsidP="00EC3CA4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982118" w14:textId="77777777" w:rsidR="00EC3CA4" w:rsidRPr="00855E16" w:rsidRDefault="00EC3CA4" w:rsidP="00EC3CA4">
            <w:pPr>
              <w:ind w:left="-74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3A7E3F" w14:textId="77777777" w:rsidR="00EC3CA4" w:rsidRPr="00855E16" w:rsidRDefault="00EC3CA4" w:rsidP="00EC3CA4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 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09F946" w14:textId="77777777" w:rsidR="00EC3CA4" w:rsidRPr="00855E16" w:rsidRDefault="00EC3CA4" w:rsidP="00EC3CA4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ACC9B8" w14:textId="77777777" w:rsidR="00EC3CA4" w:rsidRPr="00855E16" w:rsidRDefault="00EC3CA4" w:rsidP="00EC3CA4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C38923" w14:textId="77777777" w:rsidR="00EC3CA4" w:rsidRPr="00855E16" w:rsidRDefault="00EC3CA4" w:rsidP="00EC3CA4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 </w:t>
            </w:r>
          </w:p>
        </w:tc>
      </w:tr>
      <w:tr w:rsidR="00EC3CA4" w:rsidRPr="00970BD5" w14:paraId="6236B50A" w14:textId="77777777" w:rsidTr="00B44E0E">
        <w:trPr>
          <w:trHeight w:hRule="exact" w:val="284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DF7A0F" w14:textId="77777777" w:rsidR="00EC3CA4" w:rsidRPr="00855E16" w:rsidRDefault="00EC3CA4" w:rsidP="00EC3CA4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5A3B7B" w14:textId="77777777" w:rsidR="00EC3CA4" w:rsidRPr="00855E16" w:rsidRDefault="00EC3CA4" w:rsidP="00EC3CA4">
            <w:pPr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A8DA11" w14:textId="77777777" w:rsidR="00EC3CA4" w:rsidRPr="00855E16" w:rsidRDefault="00EC3CA4" w:rsidP="00EC3CA4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C285BC" w14:textId="77777777" w:rsidR="00EC3CA4" w:rsidRPr="00855E16" w:rsidRDefault="00EC3CA4" w:rsidP="00EC3CA4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9142AE" w14:textId="77777777" w:rsidR="00EC3CA4" w:rsidRPr="00855E16" w:rsidRDefault="00EC3CA4" w:rsidP="00EC3CA4">
            <w:pPr>
              <w:ind w:left="-74" w:right="-108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B7EEB1" w14:textId="77777777" w:rsidR="00EC3CA4" w:rsidRPr="00855E16" w:rsidRDefault="00EC3CA4" w:rsidP="00EC3CA4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 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4CE247" w14:textId="77777777" w:rsidR="00EC3CA4" w:rsidRPr="00855E16" w:rsidRDefault="00EC3CA4" w:rsidP="00EC3CA4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2 179,5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919FDF" w14:textId="77777777" w:rsidR="00EC3CA4" w:rsidRPr="00855E16" w:rsidRDefault="00EC3CA4" w:rsidP="00EC3CA4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1 870,6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AF254D" w14:textId="77777777" w:rsidR="00EC3CA4" w:rsidRPr="00855E16" w:rsidRDefault="00EC3CA4" w:rsidP="00EC3CA4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1 870,6</w:t>
            </w:r>
          </w:p>
        </w:tc>
      </w:tr>
      <w:tr w:rsidR="00EC3CA4" w:rsidRPr="00970BD5" w14:paraId="4F96998B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CC3811" w14:textId="77777777" w:rsidR="00EC3CA4" w:rsidRPr="00855E16" w:rsidRDefault="00EC3CA4" w:rsidP="00EC3CA4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8FD28C" w14:textId="77777777" w:rsidR="00EC3CA4" w:rsidRPr="00855E16" w:rsidRDefault="00EC3CA4" w:rsidP="00EC3CA4">
            <w:pPr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8D0DB1" w14:textId="77777777" w:rsidR="00EC3CA4" w:rsidRPr="00855E16" w:rsidRDefault="00EC3CA4" w:rsidP="00EC3CA4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53080E" w14:textId="77777777" w:rsidR="00EC3CA4" w:rsidRPr="00855E16" w:rsidRDefault="00EC3CA4" w:rsidP="00EC3CA4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68E93D" w14:textId="77777777" w:rsidR="00EC3CA4" w:rsidRPr="00855E16" w:rsidRDefault="00EC3CA4" w:rsidP="00EC3CA4">
            <w:pPr>
              <w:ind w:left="-74" w:right="-108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C88F11" w14:textId="77777777" w:rsidR="00EC3CA4" w:rsidRPr="00855E16" w:rsidRDefault="00EC3CA4" w:rsidP="00EC3CA4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 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256B13" w14:textId="77777777" w:rsidR="00EC3CA4" w:rsidRPr="00855E16" w:rsidRDefault="00EC3CA4" w:rsidP="00EC3CA4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3 978,8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8980F5" w14:textId="77777777" w:rsidR="00EC3CA4" w:rsidRPr="00855E16" w:rsidRDefault="00EC3CA4" w:rsidP="00EC3CA4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4 341,4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2514AA" w14:textId="77777777" w:rsidR="00EC3CA4" w:rsidRPr="00855E16" w:rsidRDefault="00EC3CA4" w:rsidP="00EC3CA4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4 341,4</w:t>
            </w:r>
          </w:p>
        </w:tc>
      </w:tr>
      <w:tr w:rsidR="00EC3CA4" w:rsidRPr="00970BD5" w14:paraId="1F63D807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8D56E4" w14:textId="77777777" w:rsidR="00EC3CA4" w:rsidRPr="00855E16" w:rsidRDefault="00EC3CA4" w:rsidP="00EC3CA4">
            <w:pPr>
              <w:ind w:firstLine="0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 xml:space="preserve">Подпрограмма «Обеспечение реализации»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4B4A29" w14:textId="77777777" w:rsidR="00EC3CA4" w:rsidRPr="00855E16" w:rsidRDefault="00EC3CA4" w:rsidP="00EC3CA4">
            <w:pPr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68DEDB" w14:textId="77777777" w:rsidR="00EC3CA4" w:rsidRPr="00855E16" w:rsidRDefault="00EC3CA4" w:rsidP="00EC3CA4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3A8133" w14:textId="77777777" w:rsidR="00EC3CA4" w:rsidRPr="00855E16" w:rsidRDefault="00EC3CA4" w:rsidP="00EC3CA4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7B754A" w14:textId="77777777" w:rsidR="00EC3CA4" w:rsidRPr="00855E16" w:rsidRDefault="00EC3CA4" w:rsidP="00EC3CA4">
            <w:pPr>
              <w:ind w:left="-74" w:right="-108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11 3 00 00000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4F8A25" w14:textId="77777777" w:rsidR="00EC3CA4" w:rsidRPr="00855E16" w:rsidRDefault="00EC3CA4" w:rsidP="00EC3CA4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73ADB8" w14:textId="77777777" w:rsidR="00EC3CA4" w:rsidRPr="00855E16" w:rsidRDefault="00EC3CA4" w:rsidP="00EC3CA4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2 969,4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DC447C" w14:textId="77777777" w:rsidR="00EC3CA4" w:rsidRPr="00855E16" w:rsidRDefault="00EC3CA4" w:rsidP="00EC3CA4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2 514,9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3C1E50" w14:textId="77777777" w:rsidR="00EC3CA4" w:rsidRPr="00855E16" w:rsidRDefault="00EC3CA4" w:rsidP="00EC3CA4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2 514,9</w:t>
            </w:r>
          </w:p>
        </w:tc>
      </w:tr>
      <w:tr w:rsidR="00EC3CA4" w:rsidRPr="00970BD5" w14:paraId="0E4070A2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634CC6" w14:textId="77777777" w:rsidR="00EC3CA4" w:rsidRPr="00855E16" w:rsidRDefault="00EC3CA4" w:rsidP="00EC3CA4">
            <w:pPr>
              <w:ind w:firstLine="0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Расходы на осуществление государственных полномочий по поддержке сельскохозяйственного производства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8525AB" w14:textId="77777777" w:rsidR="00EC3CA4" w:rsidRPr="00855E16" w:rsidRDefault="00EC3CA4" w:rsidP="00EC3CA4">
            <w:pPr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02CD84" w14:textId="77777777" w:rsidR="00EC3CA4" w:rsidRPr="00855E16" w:rsidRDefault="00EC3CA4" w:rsidP="00EC3CA4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9303DD" w14:textId="77777777" w:rsidR="00EC3CA4" w:rsidRPr="00855E16" w:rsidRDefault="00EC3CA4" w:rsidP="00EC3CA4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08227F" w14:textId="77777777" w:rsidR="00EC3CA4" w:rsidRPr="00855E16" w:rsidRDefault="00EC3CA4" w:rsidP="00EC3CA4">
            <w:pPr>
              <w:ind w:left="-74" w:right="-108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11 3 00 73030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201EE8" w14:textId="77777777" w:rsidR="00EC3CA4" w:rsidRPr="00855E16" w:rsidRDefault="00EC3CA4" w:rsidP="00EC3CA4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4E69AB" w14:textId="77777777" w:rsidR="00EC3CA4" w:rsidRPr="00855E16" w:rsidRDefault="00EC3CA4" w:rsidP="00EC3CA4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2 532,7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38B896" w14:textId="77777777" w:rsidR="00EC3CA4" w:rsidRPr="00855E16" w:rsidRDefault="00EC3CA4" w:rsidP="00EC3CA4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2 514,9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0E28CF" w14:textId="77777777" w:rsidR="00EC3CA4" w:rsidRPr="00855E16" w:rsidRDefault="00EC3CA4" w:rsidP="00EC3CA4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2 514,9</w:t>
            </w:r>
          </w:p>
        </w:tc>
      </w:tr>
      <w:tr w:rsidR="00EC3CA4" w:rsidRPr="00970BD5" w14:paraId="7B281977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2DABC0" w14:textId="77777777" w:rsidR="00EC3CA4" w:rsidRPr="00855E16" w:rsidRDefault="00EC3CA4" w:rsidP="00EC3CA4">
            <w:pPr>
              <w:ind w:firstLine="0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22C7BB" w14:textId="77777777" w:rsidR="00EC3CA4" w:rsidRPr="00855E16" w:rsidRDefault="00EC3CA4" w:rsidP="00EC3CA4">
            <w:pPr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5528BF" w14:textId="77777777" w:rsidR="00EC3CA4" w:rsidRPr="00855E16" w:rsidRDefault="00EC3CA4" w:rsidP="00EC3CA4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092318" w14:textId="77777777" w:rsidR="00EC3CA4" w:rsidRPr="00855E16" w:rsidRDefault="00EC3CA4" w:rsidP="00EC3CA4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94255D" w14:textId="77777777" w:rsidR="00EC3CA4" w:rsidRPr="00855E16" w:rsidRDefault="00EC3CA4" w:rsidP="00EC3CA4">
            <w:pPr>
              <w:ind w:left="-74" w:right="-108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11 3 00 73030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6A2BDC" w14:textId="77777777" w:rsidR="00EC3CA4" w:rsidRPr="00855E16" w:rsidRDefault="00EC3CA4" w:rsidP="00EC3CA4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219745" w14:textId="77777777" w:rsidR="00EC3CA4" w:rsidRPr="00855E16" w:rsidRDefault="00EC3CA4" w:rsidP="00EC3CA4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2 385,8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B5381C" w14:textId="77777777" w:rsidR="00EC3CA4" w:rsidRPr="00855E16" w:rsidRDefault="00EC3CA4" w:rsidP="00EC3CA4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2 368,0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3688BA" w14:textId="77777777" w:rsidR="00EC3CA4" w:rsidRPr="00855E16" w:rsidRDefault="00EC3CA4" w:rsidP="00EC3CA4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2 368,0</w:t>
            </w:r>
          </w:p>
        </w:tc>
      </w:tr>
      <w:tr w:rsidR="00EC3CA4" w:rsidRPr="00970BD5" w14:paraId="180E4F90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65D886" w14:textId="77777777" w:rsidR="00EC3CA4" w:rsidRPr="00855E16" w:rsidRDefault="00EC3CA4" w:rsidP="00EC3CA4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>Совет депутатов Балахнинского муниципального округа Нижегородской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3074E7" w14:textId="77777777" w:rsidR="00EC3CA4" w:rsidRPr="00855E16" w:rsidRDefault="00EC3CA4" w:rsidP="00855E16">
            <w:pPr>
              <w:ind w:right="-134" w:firstLine="0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color w:val="000000"/>
                <w:sz w:val="24"/>
                <w:szCs w:val="24"/>
              </w:rPr>
              <w:t>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01B529" w14:textId="77777777" w:rsidR="00EC3CA4" w:rsidRPr="00855E16" w:rsidRDefault="00EC3CA4" w:rsidP="00EC3CA4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8FA775" w14:textId="77777777" w:rsidR="00EC3CA4" w:rsidRPr="00855E16" w:rsidRDefault="00EC3CA4" w:rsidP="00EC3CA4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180ADF" w14:textId="77777777" w:rsidR="00EC3CA4" w:rsidRPr="00855E16" w:rsidRDefault="00EC3CA4" w:rsidP="00EC3CA4">
            <w:pPr>
              <w:ind w:left="-74" w:right="-108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65DEE9" w14:textId="77777777" w:rsidR="00EC3CA4" w:rsidRPr="00855E16" w:rsidRDefault="00EC3CA4" w:rsidP="00EC3CA4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255893" w14:textId="77777777" w:rsidR="00EC3CA4" w:rsidRPr="00855E16" w:rsidRDefault="00EC3CA4" w:rsidP="00EC3CA4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>12 652,5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C3E7A2" w14:textId="77777777" w:rsidR="00EC3CA4" w:rsidRPr="00855E16" w:rsidRDefault="00EC3CA4" w:rsidP="00EC3CA4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>10 353,5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99D85E" w14:textId="77777777" w:rsidR="00EC3CA4" w:rsidRPr="00855E16" w:rsidRDefault="00EC3CA4" w:rsidP="00EC3CA4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>10 353,5</w:t>
            </w:r>
          </w:p>
        </w:tc>
      </w:tr>
      <w:tr w:rsidR="00EC3CA4" w:rsidRPr="00970BD5" w14:paraId="23A07097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0F10BD" w14:textId="77777777" w:rsidR="00EC3CA4" w:rsidRPr="00855E16" w:rsidRDefault="00EC3CA4" w:rsidP="00EC3CA4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022329" w14:textId="77777777" w:rsidR="00EC3CA4" w:rsidRPr="00855E16" w:rsidRDefault="00EC3CA4" w:rsidP="00EC3CA4">
            <w:pPr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0BC983" w14:textId="77777777" w:rsidR="00EC3CA4" w:rsidRPr="00855E16" w:rsidRDefault="00EC3CA4" w:rsidP="00EC3CA4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3E9CE7" w14:textId="77777777" w:rsidR="00EC3CA4" w:rsidRPr="00855E16" w:rsidRDefault="00EC3CA4" w:rsidP="00EC3CA4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161C90" w14:textId="77777777" w:rsidR="00EC3CA4" w:rsidRPr="00855E16" w:rsidRDefault="00EC3CA4" w:rsidP="00EC3CA4">
            <w:pPr>
              <w:ind w:left="-74" w:right="-108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52A791" w14:textId="77777777" w:rsidR="00EC3CA4" w:rsidRPr="00855E16" w:rsidRDefault="00EC3CA4" w:rsidP="00EC3CA4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F324B1" w14:textId="77777777" w:rsidR="00EC3CA4" w:rsidRPr="00855E16" w:rsidRDefault="00EC3CA4" w:rsidP="00EC3CA4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>12 652,5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D36AEC" w14:textId="77777777" w:rsidR="00EC3CA4" w:rsidRPr="00855E16" w:rsidRDefault="00EC3CA4" w:rsidP="00EC3CA4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>10 353,5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B9CAA8" w14:textId="77777777" w:rsidR="00EC3CA4" w:rsidRPr="00855E16" w:rsidRDefault="00EC3CA4" w:rsidP="00EC3CA4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>10 353,5</w:t>
            </w:r>
          </w:p>
        </w:tc>
      </w:tr>
      <w:tr w:rsidR="00EC3CA4" w:rsidRPr="00970BD5" w14:paraId="300ACB03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0C175D" w14:textId="0C8981FC" w:rsidR="00EC3CA4" w:rsidRPr="00855E16" w:rsidRDefault="00EC3CA4" w:rsidP="00EC3CA4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E921B4" w14:textId="77777777" w:rsidR="00EC3CA4" w:rsidRPr="00855E16" w:rsidRDefault="00EC3CA4" w:rsidP="00EC3CA4">
            <w:pPr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BEC4D8" w14:textId="77777777" w:rsidR="00EC3CA4" w:rsidRPr="00855E16" w:rsidRDefault="00EC3CA4" w:rsidP="00EC3CA4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924CC3" w14:textId="77777777" w:rsidR="00EC3CA4" w:rsidRPr="00855E16" w:rsidRDefault="00EC3CA4" w:rsidP="00EC3CA4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97BAD2" w14:textId="77777777" w:rsidR="00EC3CA4" w:rsidRPr="00855E16" w:rsidRDefault="00EC3CA4" w:rsidP="00EC3CA4">
            <w:pPr>
              <w:ind w:left="-74" w:right="-108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E6C5EF" w14:textId="77777777" w:rsidR="00EC3CA4" w:rsidRPr="00855E16" w:rsidRDefault="00EC3CA4" w:rsidP="00EC3CA4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442BC8" w14:textId="77777777" w:rsidR="00EC3CA4" w:rsidRPr="00855E16" w:rsidRDefault="00EC3CA4" w:rsidP="00EC3CA4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>10 168,8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5055D8" w14:textId="77777777" w:rsidR="00EC3CA4" w:rsidRPr="00855E16" w:rsidRDefault="00EC3CA4" w:rsidP="00EC3CA4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>9 324,8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FA3688" w14:textId="77777777" w:rsidR="00EC3CA4" w:rsidRPr="00855E16" w:rsidRDefault="00EC3CA4" w:rsidP="00EC3CA4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>9 324,8</w:t>
            </w:r>
          </w:p>
        </w:tc>
      </w:tr>
      <w:tr w:rsidR="00EC3CA4" w:rsidRPr="00970BD5" w14:paraId="4B992382" w14:textId="77777777" w:rsidTr="00487574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1AF022" w14:textId="77777777" w:rsidR="00EC3CA4" w:rsidRPr="00855E16" w:rsidRDefault="00EC3CA4" w:rsidP="00EC3CA4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 xml:space="preserve">Непрограммные </w:t>
            </w:r>
            <w:r w:rsidRPr="00855E16">
              <w:rPr>
                <w:sz w:val="24"/>
                <w:szCs w:val="24"/>
              </w:rPr>
              <w:lastRenderedPageBreak/>
              <w:t>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7B0B1E" w14:textId="77777777" w:rsidR="00EC3CA4" w:rsidRPr="00855E16" w:rsidRDefault="00EC3CA4" w:rsidP="00EC3CA4">
            <w:pPr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662B4E" w14:textId="77777777" w:rsidR="00EC3CA4" w:rsidRPr="00855E16" w:rsidRDefault="00EC3CA4" w:rsidP="00EC3CA4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982C05" w14:textId="77777777" w:rsidR="00EC3CA4" w:rsidRPr="00855E16" w:rsidRDefault="00EC3CA4" w:rsidP="00EC3CA4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DDB01B" w14:textId="77777777" w:rsidR="00EC3CA4" w:rsidRPr="00855E16" w:rsidRDefault="00EC3CA4" w:rsidP="00EC3CA4">
            <w:pPr>
              <w:ind w:left="-74" w:right="-108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77 0 00 00000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B9D20D" w14:textId="77777777" w:rsidR="00EC3CA4" w:rsidRPr="00855E16" w:rsidRDefault="00EC3CA4" w:rsidP="00EC3CA4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BC1930" w14:textId="77777777" w:rsidR="00EC3CA4" w:rsidRPr="00855E16" w:rsidRDefault="00EC3CA4" w:rsidP="00EC3CA4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10 168,8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1EFF75" w14:textId="77777777" w:rsidR="00EC3CA4" w:rsidRPr="00855E16" w:rsidRDefault="00EC3CA4" w:rsidP="00EC3CA4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9 324,8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3B0E1C" w14:textId="77777777" w:rsidR="00EC3CA4" w:rsidRPr="00855E16" w:rsidRDefault="00EC3CA4" w:rsidP="00EC3CA4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9 324,8</w:t>
            </w:r>
          </w:p>
        </w:tc>
      </w:tr>
      <w:tr w:rsidR="00EC3CA4" w:rsidRPr="00970BD5" w14:paraId="20860B31" w14:textId="77777777" w:rsidTr="00487574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F41C2D" w14:textId="77777777" w:rsidR="00EC3CA4" w:rsidRPr="00855E16" w:rsidRDefault="00EC3CA4" w:rsidP="00EC3CA4">
            <w:pPr>
              <w:spacing w:line="250" w:lineRule="exact"/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E9BE0B" w14:textId="77777777" w:rsidR="00EC3CA4" w:rsidRPr="00855E16" w:rsidRDefault="00EC3CA4" w:rsidP="00EC3CA4">
            <w:pPr>
              <w:spacing w:line="250" w:lineRule="exact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2C81B6" w14:textId="77777777" w:rsidR="00EC3CA4" w:rsidRPr="00855E16" w:rsidRDefault="00EC3CA4" w:rsidP="00EC3CA4">
            <w:pPr>
              <w:spacing w:line="250" w:lineRule="exact"/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791B88" w14:textId="77777777" w:rsidR="00EC3CA4" w:rsidRPr="00855E16" w:rsidRDefault="00EC3CA4" w:rsidP="00EC3CA4">
            <w:pPr>
              <w:spacing w:line="250" w:lineRule="exact"/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21DFE9" w14:textId="77777777" w:rsidR="00EC3CA4" w:rsidRPr="00855E16" w:rsidRDefault="00EC3CA4" w:rsidP="00EC3CA4">
            <w:pPr>
              <w:spacing w:line="250" w:lineRule="exact"/>
              <w:ind w:left="-74" w:right="-108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77 7 00 00000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97CDA1" w14:textId="77777777" w:rsidR="00EC3CA4" w:rsidRPr="00855E16" w:rsidRDefault="00EC3CA4" w:rsidP="00EC3CA4">
            <w:pPr>
              <w:spacing w:line="250" w:lineRule="exact"/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B8671E" w14:textId="77777777" w:rsidR="00EC3CA4" w:rsidRPr="00855E16" w:rsidRDefault="00EC3CA4" w:rsidP="00EC3CA4">
            <w:pPr>
              <w:spacing w:line="250" w:lineRule="exact"/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10 168,8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58A445" w14:textId="77777777" w:rsidR="00EC3CA4" w:rsidRPr="00855E16" w:rsidRDefault="00EC3CA4" w:rsidP="00EC3CA4">
            <w:pPr>
              <w:spacing w:line="250" w:lineRule="exact"/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9 324,8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A2B1A5" w14:textId="77777777" w:rsidR="00EC3CA4" w:rsidRPr="00855E16" w:rsidRDefault="00EC3CA4" w:rsidP="00EC3CA4">
            <w:pPr>
              <w:spacing w:line="250" w:lineRule="exact"/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9 324,8</w:t>
            </w:r>
          </w:p>
        </w:tc>
      </w:tr>
      <w:tr w:rsidR="00EC3CA4" w:rsidRPr="00970BD5" w14:paraId="20C69835" w14:textId="77777777" w:rsidTr="00487574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682134" w14:textId="77777777" w:rsidR="00EC3CA4" w:rsidRPr="00855E16" w:rsidRDefault="00EC3CA4" w:rsidP="00EC3CA4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CEAFE5" w14:textId="77777777" w:rsidR="00EC3CA4" w:rsidRPr="00855E16" w:rsidRDefault="00EC3CA4" w:rsidP="00EC3CA4">
            <w:pPr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3E9C29" w14:textId="77777777" w:rsidR="00EC3CA4" w:rsidRPr="00855E16" w:rsidRDefault="00EC3CA4" w:rsidP="00EC3CA4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F9C508" w14:textId="77777777" w:rsidR="00EC3CA4" w:rsidRPr="00855E16" w:rsidRDefault="00EC3CA4" w:rsidP="00EC3CA4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08B2B9" w14:textId="77777777" w:rsidR="00EC3CA4" w:rsidRPr="00855E16" w:rsidRDefault="00EC3CA4" w:rsidP="00EC3CA4">
            <w:pPr>
              <w:ind w:left="-74" w:right="-108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77 7 01 00000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BD55EC" w14:textId="77777777" w:rsidR="00EC3CA4" w:rsidRPr="00855E16" w:rsidRDefault="00EC3CA4" w:rsidP="00EC3CA4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961C2C" w14:textId="77777777" w:rsidR="00EC3CA4" w:rsidRPr="00855E16" w:rsidRDefault="00EC3CA4" w:rsidP="00EC3CA4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10 168,8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C38ADE" w14:textId="77777777" w:rsidR="00EC3CA4" w:rsidRPr="00855E16" w:rsidRDefault="00EC3CA4" w:rsidP="00EC3CA4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9 324,8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B33A0B" w14:textId="77777777" w:rsidR="00EC3CA4" w:rsidRPr="00855E16" w:rsidRDefault="00EC3CA4" w:rsidP="00EC3CA4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9 324,8</w:t>
            </w:r>
          </w:p>
        </w:tc>
      </w:tr>
      <w:tr w:rsidR="00EC3CA4" w:rsidRPr="00970BD5" w14:paraId="068BAACC" w14:textId="77777777" w:rsidTr="00487574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C9E56B" w14:textId="77777777" w:rsidR="00EC3CA4" w:rsidRPr="00855E16" w:rsidRDefault="00EC3CA4" w:rsidP="00EC3CA4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73349B" w14:textId="77777777" w:rsidR="00EC3CA4" w:rsidRPr="00855E16" w:rsidRDefault="00EC3CA4" w:rsidP="00EC3CA4">
            <w:pPr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B5E62A" w14:textId="77777777" w:rsidR="00EC3CA4" w:rsidRPr="00855E16" w:rsidRDefault="00EC3CA4" w:rsidP="00EC3CA4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4BBA84" w14:textId="77777777" w:rsidR="00EC3CA4" w:rsidRPr="00855E16" w:rsidRDefault="00EC3CA4" w:rsidP="00EC3CA4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3F2B19" w14:textId="77777777" w:rsidR="00EC3CA4" w:rsidRPr="00855E16" w:rsidRDefault="00EC3CA4" w:rsidP="00EC3CA4">
            <w:pPr>
              <w:ind w:left="-74" w:right="-108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77 7 01 00190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65536B" w14:textId="77777777" w:rsidR="00EC3CA4" w:rsidRPr="00855E16" w:rsidRDefault="00EC3CA4" w:rsidP="00EC3CA4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3E1AF1" w14:textId="77777777" w:rsidR="00EC3CA4" w:rsidRPr="00855E16" w:rsidRDefault="00EC3CA4" w:rsidP="00EC3CA4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8 546,3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9C7F0B" w14:textId="77777777" w:rsidR="00EC3CA4" w:rsidRPr="00855E16" w:rsidRDefault="00EC3CA4" w:rsidP="00EC3CA4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6 382,0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C2ADA0" w14:textId="77777777" w:rsidR="00EC3CA4" w:rsidRPr="00855E16" w:rsidRDefault="00EC3CA4" w:rsidP="00EC3CA4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6 382,0</w:t>
            </w:r>
          </w:p>
        </w:tc>
      </w:tr>
      <w:tr w:rsidR="00EC3CA4" w:rsidRPr="00970BD5" w14:paraId="6F075C1E" w14:textId="77777777" w:rsidTr="00487574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23F527" w14:textId="77777777" w:rsidR="00EC3CA4" w:rsidRPr="00855E16" w:rsidRDefault="00EC3CA4" w:rsidP="00EC3CA4">
            <w:pPr>
              <w:ind w:firstLine="0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80B6FA" w14:textId="77777777" w:rsidR="00EC3CA4" w:rsidRPr="00855E16" w:rsidRDefault="00EC3CA4" w:rsidP="00EC3CA4">
            <w:pPr>
              <w:rPr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F87E8B" w14:textId="77777777" w:rsidR="00EC3CA4" w:rsidRPr="00855E16" w:rsidRDefault="00EC3CA4" w:rsidP="00EC3CA4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1B7FBA" w14:textId="77777777" w:rsidR="00EC3CA4" w:rsidRPr="00855E16" w:rsidRDefault="00EC3CA4" w:rsidP="00EC3CA4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FFC542" w14:textId="77777777" w:rsidR="00EC3CA4" w:rsidRPr="00855E16" w:rsidRDefault="00EC3CA4" w:rsidP="00EC3CA4">
            <w:pPr>
              <w:ind w:left="-74" w:right="-108"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77 7 01 00190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3F41C6" w14:textId="77777777" w:rsidR="00EC3CA4" w:rsidRPr="00855E16" w:rsidRDefault="00EC3CA4" w:rsidP="00EC3CA4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CB501B" w14:textId="77777777" w:rsidR="00EC3CA4" w:rsidRPr="00855E16" w:rsidRDefault="00EC3CA4" w:rsidP="00EC3CA4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6 895,8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CCC2FF" w14:textId="77777777" w:rsidR="00EC3CA4" w:rsidRPr="00855E16" w:rsidRDefault="00EC3CA4" w:rsidP="00EC3CA4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5 484,0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618A67" w14:textId="77777777" w:rsidR="00EC3CA4" w:rsidRPr="00855E16" w:rsidRDefault="00EC3CA4" w:rsidP="00EC3CA4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5 484,0</w:t>
            </w:r>
          </w:p>
        </w:tc>
      </w:tr>
      <w:tr w:rsidR="00EC3CA4" w:rsidRPr="00970BD5" w14:paraId="6029B3AA" w14:textId="77777777" w:rsidTr="00487574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65EEC7" w14:textId="77777777" w:rsidR="00EC3CA4" w:rsidRPr="00855E16" w:rsidRDefault="00EC3CA4" w:rsidP="00EC3CA4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85EFC8" w14:textId="77777777" w:rsidR="00EC3CA4" w:rsidRPr="00855E16" w:rsidRDefault="00EC3CA4" w:rsidP="00EC3CA4">
            <w:pPr>
              <w:ind w:right="-108" w:firstLine="0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4C9AEE" w14:textId="77777777" w:rsidR="00EC3CA4" w:rsidRPr="00855E16" w:rsidRDefault="00EC3CA4" w:rsidP="00EC3CA4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E07D0B" w14:textId="77777777" w:rsidR="00EC3CA4" w:rsidRPr="00855E16" w:rsidRDefault="00EC3CA4" w:rsidP="00EC3CA4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29EE02" w14:textId="77777777" w:rsidR="00EC3CA4" w:rsidRPr="00855E16" w:rsidRDefault="00EC3CA4" w:rsidP="00EC3CA4">
            <w:pPr>
              <w:ind w:left="-74" w:right="-108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77 7 01 00190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9C827E" w14:textId="77777777" w:rsidR="00EC3CA4" w:rsidRPr="00855E16" w:rsidRDefault="00EC3CA4" w:rsidP="00EC3CA4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200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46E55B" w14:textId="77777777" w:rsidR="00EC3CA4" w:rsidRPr="00855E16" w:rsidRDefault="00EC3CA4" w:rsidP="00EC3CA4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1 550,8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D995C6" w14:textId="77777777" w:rsidR="00EC3CA4" w:rsidRPr="00855E16" w:rsidRDefault="00EC3CA4" w:rsidP="00EC3CA4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898,0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538BDF" w14:textId="77777777" w:rsidR="00EC3CA4" w:rsidRPr="00855E16" w:rsidRDefault="00EC3CA4" w:rsidP="00EC3CA4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898,0</w:t>
            </w:r>
          </w:p>
        </w:tc>
      </w:tr>
      <w:tr w:rsidR="00EC3CA4" w:rsidRPr="00970BD5" w14:paraId="516BB033" w14:textId="77777777" w:rsidTr="00487574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DE6FCD" w14:textId="77777777" w:rsidR="00EC3CA4" w:rsidRPr="00855E16" w:rsidRDefault="00EC3CA4" w:rsidP="00EC3CA4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73ECA9" w14:textId="77777777" w:rsidR="00EC3CA4" w:rsidRPr="00855E16" w:rsidRDefault="00EC3CA4" w:rsidP="00EC3CA4">
            <w:pPr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4AB310" w14:textId="77777777" w:rsidR="00EC3CA4" w:rsidRPr="00855E16" w:rsidRDefault="00EC3CA4" w:rsidP="00EC3CA4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C431FA" w14:textId="77777777" w:rsidR="00EC3CA4" w:rsidRPr="00855E16" w:rsidRDefault="00EC3CA4" w:rsidP="00EC3CA4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BE0109" w14:textId="77777777" w:rsidR="00EC3CA4" w:rsidRPr="00855E16" w:rsidRDefault="00EC3CA4" w:rsidP="00EC3CA4">
            <w:pPr>
              <w:ind w:left="-74" w:right="-108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77 7 01 00190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3A9F79" w14:textId="77777777" w:rsidR="00EC3CA4" w:rsidRPr="00855E16" w:rsidRDefault="00EC3CA4" w:rsidP="00EC3CA4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800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049955" w14:textId="77777777" w:rsidR="00EC3CA4" w:rsidRPr="00855E16" w:rsidRDefault="00EC3CA4" w:rsidP="00EC3CA4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99,7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7B2A73" w14:textId="77777777" w:rsidR="00EC3CA4" w:rsidRPr="00855E16" w:rsidRDefault="00EC3CA4" w:rsidP="00EC3CA4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1825B6" w14:textId="77777777" w:rsidR="00EC3CA4" w:rsidRPr="00855E16" w:rsidRDefault="00EC3CA4" w:rsidP="00EC3CA4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0,0</w:t>
            </w:r>
          </w:p>
        </w:tc>
      </w:tr>
      <w:tr w:rsidR="0009272A" w:rsidRPr="00970BD5" w14:paraId="6B7649E2" w14:textId="77777777" w:rsidTr="00487574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5382C0" w14:textId="77777777" w:rsidR="0009272A" w:rsidRPr="00855E16" w:rsidRDefault="0009272A" w:rsidP="0009272A">
            <w:pPr>
              <w:ind w:right="-108" w:firstLine="0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CBBAA5" w14:textId="77777777" w:rsidR="0009272A" w:rsidRPr="00855E16" w:rsidRDefault="0009272A" w:rsidP="0009272A">
            <w:pPr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C41CF0" w14:textId="77777777" w:rsidR="0009272A" w:rsidRPr="00855E16" w:rsidRDefault="0009272A" w:rsidP="0009272A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970A97" w14:textId="77777777" w:rsidR="0009272A" w:rsidRPr="00855E16" w:rsidRDefault="0009272A" w:rsidP="0009272A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7E0FCE" w14:textId="77777777" w:rsidR="0009272A" w:rsidRPr="00855E16" w:rsidRDefault="0009272A" w:rsidP="0009272A">
            <w:pPr>
              <w:ind w:left="-74" w:right="-108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>00 0 00 0000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314095" w14:textId="77777777" w:rsidR="0009272A" w:rsidRPr="00855E16" w:rsidRDefault="0009272A" w:rsidP="0009272A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875970" w14:textId="77777777" w:rsidR="0009272A" w:rsidRPr="00855E16" w:rsidRDefault="0009272A" w:rsidP="0009272A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>2 483,7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7EF834" w14:textId="77777777" w:rsidR="0009272A" w:rsidRPr="00855E16" w:rsidRDefault="0009272A" w:rsidP="0009272A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>1 028,7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04A68D" w14:textId="77777777" w:rsidR="0009272A" w:rsidRPr="00855E16" w:rsidRDefault="0009272A" w:rsidP="0009272A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>1 028,7</w:t>
            </w:r>
          </w:p>
        </w:tc>
      </w:tr>
      <w:tr w:rsidR="0009272A" w:rsidRPr="00970BD5" w14:paraId="18F96E2C" w14:textId="77777777" w:rsidTr="00487574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FD5B10" w14:textId="77777777" w:rsidR="0009272A" w:rsidRPr="00855E16" w:rsidRDefault="0009272A" w:rsidP="0009272A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9B4750" w14:textId="77777777" w:rsidR="0009272A" w:rsidRPr="00855E16" w:rsidRDefault="0009272A" w:rsidP="0009272A">
            <w:pPr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0B7B03" w14:textId="77777777" w:rsidR="0009272A" w:rsidRPr="00855E16" w:rsidRDefault="0009272A" w:rsidP="0009272A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7B0FB6" w14:textId="77777777" w:rsidR="0009272A" w:rsidRPr="00855E16" w:rsidRDefault="0009272A" w:rsidP="0009272A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168912" w14:textId="77777777" w:rsidR="0009272A" w:rsidRPr="00855E16" w:rsidRDefault="0009272A" w:rsidP="0009272A">
            <w:pPr>
              <w:ind w:left="-74" w:right="-108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77 0 00 00000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9523BF" w14:textId="77777777" w:rsidR="0009272A" w:rsidRPr="00855E16" w:rsidRDefault="0009272A" w:rsidP="0009272A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8936AC" w14:textId="77777777" w:rsidR="0009272A" w:rsidRPr="00855E16" w:rsidRDefault="0009272A" w:rsidP="0009272A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2 483,7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03279F" w14:textId="77777777" w:rsidR="0009272A" w:rsidRPr="00855E16" w:rsidRDefault="0009272A" w:rsidP="0009272A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1 028,7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13CF03" w14:textId="77777777" w:rsidR="0009272A" w:rsidRPr="00855E16" w:rsidRDefault="0009272A" w:rsidP="0009272A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1 028,7</w:t>
            </w:r>
          </w:p>
        </w:tc>
      </w:tr>
      <w:tr w:rsidR="0009272A" w:rsidRPr="00970BD5" w14:paraId="3DE8F315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045DC9" w14:textId="77777777" w:rsidR="0009272A" w:rsidRPr="00855E16" w:rsidRDefault="0009272A" w:rsidP="0009272A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8EACA8" w14:textId="77777777" w:rsidR="0009272A" w:rsidRPr="00855E16" w:rsidRDefault="0009272A" w:rsidP="0009272A">
            <w:pPr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826B31" w14:textId="77777777" w:rsidR="0009272A" w:rsidRPr="00855E16" w:rsidRDefault="0009272A" w:rsidP="0009272A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571F8E" w14:textId="77777777" w:rsidR="0009272A" w:rsidRPr="00855E16" w:rsidRDefault="0009272A" w:rsidP="0009272A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623B84" w14:textId="77777777" w:rsidR="0009272A" w:rsidRPr="00855E16" w:rsidRDefault="0009272A" w:rsidP="0009272A">
            <w:pPr>
              <w:ind w:left="-74" w:right="-108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77 7 00 00000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9201E3" w14:textId="77777777" w:rsidR="0009272A" w:rsidRPr="00855E16" w:rsidRDefault="0009272A" w:rsidP="0009272A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5F0727" w14:textId="77777777" w:rsidR="0009272A" w:rsidRPr="00855E16" w:rsidRDefault="0009272A" w:rsidP="0009272A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2 483,7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A24B05" w14:textId="77777777" w:rsidR="0009272A" w:rsidRPr="00855E16" w:rsidRDefault="0009272A" w:rsidP="0009272A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1 028,7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24DAC1" w14:textId="77777777" w:rsidR="0009272A" w:rsidRPr="00855E16" w:rsidRDefault="0009272A" w:rsidP="0009272A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1 028,7</w:t>
            </w:r>
          </w:p>
        </w:tc>
      </w:tr>
      <w:tr w:rsidR="0009272A" w:rsidRPr="00970BD5" w14:paraId="18D678D1" w14:textId="77777777" w:rsidTr="00487574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C245B8" w14:textId="77777777" w:rsidR="0009272A" w:rsidRPr="00855E16" w:rsidRDefault="0009272A" w:rsidP="0009272A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F97C8F" w14:textId="77777777" w:rsidR="0009272A" w:rsidRPr="00855E16" w:rsidRDefault="0009272A" w:rsidP="0009272A">
            <w:pPr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2C5631" w14:textId="77777777" w:rsidR="0009272A" w:rsidRPr="00855E16" w:rsidRDefault="0009272A" w:rsidP="0009272A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F339EB" w14:textId="77777777" w:rsidR="0009272A" w:rsidRPr="00855E16" w:rsidRDefault="0009272A" w:rsidP="0009272A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01B4FA" w14:textId="77777777" w:rsidR="0009272A" w:rsidRPr="00855E16" w:rsidRDefault="0009272A" w:rsidP="0009272A">
            <w:pPr>
              <w:ind w:left="-74" w:right="-108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77 7 03 00000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88B50A" w14:textId="77777777" w:rsidR="0009272A" w:rsidRPr="00855E16" w:rsidRDefault="0009272A" w:rsidP="0009272A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95E86B" w14:textId="77777777" w:rsidR="0009272A" w:rsidRPr="00855E16" w:rsidRDefault="0009272A" w:rsidP="0009272A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1 455,0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023C04" w14:textId="77777777" w:rsidR="0009272A" w:rsidRPr="00855E16" w:rsidRDefault="0009272A" w:rsidP="0009272A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C572EC" w14:textId="77777777" w:rsidR="0009272A" w:rsidRPr="00855E16" w:rsidRDefault="0009272A" w:rsidP="0009272A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0,0</w:t>
            </w:r>
          </w:p>
        </w:tc>
      </w:tr>
      <w:tr w:rsidR="0009272A" w:rsidRPr="00970BD5" w14:paraId="50E859F3" w14:textId="77777777" w:rsidTr="00487574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E59C6D" w14:textId="77777777" w:rsidR="0009272A" w:rsidRPr="00855E16" w:rsidRDefault="0009272A" w:rsidP="0009272A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 xml:space="preserve">Прочие выплаты по обязательствам Балахнинского муниципального </w:t>
            </w:r>
            <w:r w:rsidRPr="00855E16">
              <w:rPr>
                <w:sz w:val="24"/>
                <w:szCs w:val="24"/>
              </w:rPr>
              <w:lastRenderedPageBreak/>
              <w:t>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AEEBC5" w14:textId="77777777" w:rsidR="0009272A" w:rsidRPr="00855E16" w:rsidRDefault="0009272A" w:rsidP="0009272A">
            <w:pPr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97CD3F" w14:textId="77777777" w:rsidR="0009272A" w:rsidRPr="00855E16" w:rsidRDefault="0009272A" w:rsidP="0009272A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A993D8" w14:textId="77777777" w:rsidR="0009272A" w:rsidRPr="00855E16" w:rsidRDefault="0009272A" w:rsidP="0009272A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99BAE2" w14:textId="77777777" w:rsidR="0009272A" w:rsidRPr="00855E16" w:rsidRDefault="0009272A" w:rsidP="0009272A">
            <w:pPr>
              <w:ind w:left="-74" w:right="-108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77 7 03 26000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A33BDC" w14:textId="77777777" w:rsidR="0009272A" w:rsidRPr="00855E16" w:rsidRDefault="0009272A" w:rsidP="0009272A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3C0C88" w14:textId="77777777" w:rsidR="0009272A" w:rsidRPr="00855E16" w:rsidRDefault="0009272A" w:rsidP="0009272A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1 455,0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B9C4A8" w14:textId="77777777" w:rsidR="0009272A" w:rsidRPr="00855E16" w:rsidRDefault="0009272A" w:rsidP="0009272A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BA0F43" w14:textId="77777777" w:rsidR="0009272A" w:rsidRPr="00855E16" w:rsidRDefault="0009272A" w:rsidP="0009272A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0,0</w:t>
            </w:r>
          </w:p>
        </w:tc>
      </w:tr>
      <w:tr w:rsidR="0009272A" w:rsidRPr="00970BD5" w14:paraId="13F84AF6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CFAC98" w14:textId="77777777" w:rsidR="0009272A" w:rsidRPr="00855E16" w:rsidRDefault="0009272A" w:rsidP="0009272A">
            <w:pPr>
              <w:ind w:firstLine="0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1D43F2" w14:textId="77777777" w:rsidR="0009272A" w:rsidRPr="00855E16" w:rsidRDefault="0009272A" w:rsidP="0009272A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C47726" w14:textId="77777777" w:rsidR="0009272A" w:rsidRPr="00855E16" w:rsidRDefault="0009272A" w:rsidP="0009272A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1BDDA5" w14:textId="77777777" w:rsidR="0009272A" w:rsidRPr="00855E16" w:rsidRDefault="0009272A" w:rsidP="0009272A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12F210" w14:textId="77777777" w:rsidR="0009272A" w:rsidRPr="00855E16" w:rsidRDefault="0009272A" w:rsidP="0009272A">
            <w:pPr>
              <w:ind w:left="-74" w:right="-108"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77 7 03 26000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DD11AD" w14:textId="77777777" w:rsidR="0009272A" w:rsidRPr="00855E16" w:rsidRDefault="0009272A" w:rsidP="0009272A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FBE6B9" w14:textId="77777777" w:rsidR="0009272A" w:rsidRPr="00855E16" w:rsidRDefault="0009272A" w:rsidP="00881228">
            <w:pPr>
              <w:ind w:left="-78" w:right="-110" w:firstLine="78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1 455,0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CF2EFC" w14:textId="77777777" w:rsidR="0009272A" w:rsidRPr="00855E16" w:rsidRDefault="0009272A" w:rsidP="0009272A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4A42FA" w14:textId="77777777" w:rsidR="0009272A" w:rsidRPr="00855E16" w:rsidRDefault="0009272A" w:rsidP="0009272A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0,0</w:t>
            </w:r>
          </w:p>
        </w:tc>
      </w:tr>
      <w:tr w:rsidR="00121E1F" w:rsidRPr="00970BD5" w14:paraId="0D0BB81F" w14:textId="77777777" w:rsidTr="00487574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60868D" w14:textId="77777777" w:rsidR="00121E1F" w:rsidRPr="00855E16" w:rsidRDefault="00121E1F" w:rsidP="00121E1F">
            <w:pPr>
              <w:ind w:right="-108" w:firstLine="0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>Администрация Балахнинского муниципального округа Нижегородской области, ИТОГО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169822" w14:textId="77777777" w:rsidR="00121E1F" w:rsidRPr="00855E16" w:rsidRDefault="00121E1F" w:rsidP="00855E16">
            <w:pPr>
              <w:ind w:right="-134" w:firstLine="0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>487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D6F9B6" w14:textId="77777777" w:rsidR="00121E1F" w:rsidRPr="00855E16" w:rsidRDefault="00121E1F" w:rsidP="00121E1F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369F25" w14:textId="77777777" w:rsidR="00121E1F" w:rsidRPr="00855E16" w:rsidRDefault="00121E1F" w:rsidP="00121E1F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843B16" w14:textId="77777777" w:rsidR="00121E1F" w:rsidRPr="00855E16" w:rsidRDefault="00121E1F" w:rsidP="00121E1F">
            <w:pPr>
              <w:ind w:left="-74" w:right="-108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DBA385" w14:textId="77777777" w:rsidR="00121E1F" w:rsidRPr="00855E16" w:rsidRDefault="00121E1F" w:rsidP="00121E1F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1CE7C7" w14:textId="77777777" w:rsidR="00121E1F" w:rsidRPr="00B72C31" w:rsidRDefault="00121E1F" w:rsidP="00881228">
            <w:pPr>
              <w:tabs>
                <w:tab w:val="left" w:pos="286"/>
              </w:tabs>
              <w:ind w:left="-362" w:right="-252" w:firstLine="142"/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 w:rsidRPr="00B72C31">
              <w:rPr>
                <w:b/>
                <w:bCs/>
                <w:sz w:val="22"/>
                <w:szCs w:val="22"/>
              </w:rPr>
              <w:t>2 471 717,0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F49B8E" w14:textId="77777777" w:rsidR="00121E1F" w:rsidRPr="00B72C31" w:rsidRDefault="00121E1F" w:rsidP="00881228">
            <w:pPr>
              <w:ind w:left="-256" w:right="-216" w:firstLine="0"/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 w:rsidRPr="00B72C31">
              <w:rPr>
                <w:b/>
                <w:bCs/>
                <w:sz w:val="22"/>
                <w:szCs w:val="22"/>
              </w:rPr>
              <w:t>2 014 069,8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005D65" w14:textId="77777777" w:rsidR="00121E1F" w:rsidRPr="00B72C31" w:rsidRDefault="00121E1F" w:rsidP="00855E16">
            <w:pPr>
              <w:ind w:left="-135" w:right="-74" w:firstLine="0"/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 w:rsidRPr="00B72C31">
              <w:rPr>
                <w:b/>
                <w:bCs/>
                <w:sz w:val="22"/>
                <w:szCs w:val="22"/>
              </w:rPr>
              <w:t>1 917 715,2</w:t>
            </w:r>
          </w:p>
        </w:tc>
      </w:tr>
      <w:tr w:rsidR="00121E1F" w:rsidRPr="00970BD5" w14:paraId="69169568" w14:textId="77777777" w:rsidTr="00487574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A33B3B" w14:textId="77777777" w:rsidR="00121E1F" w:rsidRPr="00855E16" w:rsidRDefault="00121E1F" w:rsidP="00121E1F">
            <w:pPr>
              <w:ind w:right="-108" w:firstLine="0"/>
              <w:rPr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24023A" w14:textId="77777777" w:rsidR="00121E1F" w:rsidRPr="00855E16" w:rsidRDefault="00121E1F" w:rsidP="00121E1F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7642F6" w14:textId="77777777" w:rsidR="00121E1F" w:rsidRPr="00855E16" w:rsidRDefault="00121E1F" w:rsidP="00121E1F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F3B3AF" w14:textId="77777777" w:rsidR="00121E1F" w:rsidRPr="00855E16" w:rsidRDefault="00121E1F" w:rsidP="00121E1F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40EBA9" w14:textId="77777777" w:rsidR="00121E1F" w:rsidRPr="00855E16" w:rsidRDefault="00121E1F" w:rsidP="00121E1F">
            <w:pPr>
              <w:ind w:left="-74" w:right="-108"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9D76E0" w14:textId="77777777" w:rsidR="00121E1F" w:rsidRPr="00855E16" w:rsidRDefault="00121E1F" w:rsidP="00121E1F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E67054" w14:textId="77777777" w:rsidR="00121E1F" w:rsidRPr="00855E16" w:rsidRDefault="00121E1F" w:rsidP="00855E16">
            <w:pPr>
              <w:ind w:left="-78" w:right="-110" w:firstLine="78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>152 293,7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701138" w14:textId="77777777" w:rsidR="00121E1F" w:rsidRPr="00855E16" w:rsidRDefault="00121E1F" w:rsidP="00855E16">
            <w:pPr>
              <w:ind w:right="-74"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>140 611,6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516EDA" w14:textId="77777777" w:rsidR="00121E1F" w:rsidRPr="00855E16" w:rsidRDefault="00121E1F" w:rsidP="00121E1F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>147 138,0</w:t>
            </w:r>
          </w:p>
        </w:tc>
      </w:tr>
      <w:tr w:rsidR="00830625" w:rsidRPr="00970BD5" w14:paraId="3097AEB1" w14:textId="77777777" w:rsidTr="00487574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6EAC6C" w14:textId="77777777" w:rsidR="00830625" w:rsidRPr="00855E16" w:rsidRDefault="00830625" w:rsidP="00830625">
            <w:pPr>
              <w:ind w:right="-108" w:firstLine="0"/>
              <w:rPr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>Функционирование Правительства Российской Федерации, высших исполнительной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D96575" w14:textId="77777777" w:rsidR="00830625" w:rsidRPr="00855E16" w:rsidRDefault="00830625" w:rsidP="00830625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15F226" w14:textId="77777777" w:rsidR="00830625" w:rsidRPr="00855E16" w:rsidRDefault="00830625" w:rsidP="00830625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F781EE" w14:textId="77777777" w:rsidR="00830625" w:rsidRPr="00855E16" w:rsidRDefault="00830625" w:rsidP="00830625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407768" w14:textId="77777777" w:rsidR="00830625" w:rsidRPr="00855E16" w:rsidRDefault="00830625" w:rsidP="00830625">
            <w:pPr>
              <w:ind w:left="-74" w:right="-108"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31927F" w14:textId="77777777" w:rsidR="00830625" w:rsidRPr="00855E16" w:rsidRDefault="00830625" w:rsidP="00830625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CDD114" w14:textId="77777777" w:rsidR="00830625" w:rsidRPr="00855E16" w:rsidRDefault="00830625" w:rsidP="00881228">
            <w:pPr>
              <w:ind w:left="-78" w:right="-110"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>118 518,1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DAB5EB" w14:textId="77777777" w:rsidR="00830625" w:rsidRPr="00855E16" w:rsidRDefault="00830625" w:rsidP="00855E16">
            <w:pPr>
              <w:ind w:left="-114"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>116 511,2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81E76A" w14:textId="77777777" w:rsidR="00830625" w:rsidRPr="00855E16" w:rsidRDefault="00830625" w:rsidP="00830625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>118 185,9</w:t>
            </w:r>
          </w:p>
        </w:tc>
      </w:tr>
      <w:tr w:rsidR="00830625" w:rsidRPr="00970BD5" w14:paraId="3C307BF1" w14:textId="77777777" w:rsidTr="00487574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158654" w14:textId="77777777" w:rsidR="00830625" w:rsidRPr="00855E16" w:rsidRDefault="00830625" w:rsidP="00830625">
            <w:pPr>
              <w:ind w:right="-108" w:firstLine="0"/>
              <w:rPr>
                <w:sz w:val="24"/>
                <w:szCs w:val="24"/>
                <w:highlight w:val="yellow"/>
              </w:rPr>
            </w:pPr>
            <w:r w:rsidRPr="00855E16">
              <w:rPr>
                <w:color w:val="000000"/>
                <w:sz w:val="24"/>
                <w:szCs w:val="24"/>
              </w:rPr>
              <w:t>Муниципальная программа «Развитие образования Балахнинского муниципального округа»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CF300A" w14:textId="77777777" w:rsidR="00830625" w:rsidRPr="00855E16" w:rsidRDefault="00830625" w:rsidP="00830625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72BC36" w14:textId="77777777" w:rsidR="00830625" w:rsidRPr="00855E16" w:rsidRDefault="00830625" w:rsidP="00830625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AB2F85" w14:textId="77777777" w:rsidR="00830625" w:rsidRPr="00855E16" w:rsidRDefault="00830625" w:rsidP="00830625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4ADB3B" w14:textId="77777777" w:rsidR="00830625" w:rsidRPr="00855E16" w:rsidRDefault="00830625" w:rsidP="00830625">
            <w:pPr>
              <w:ind w:left="-74" w:right="-108"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C93F14" w14:textId="77777777" w:rsidR="00830625" w:rsidRPr="00855E16" w:rsidRDefault="00830625" w:rsidP="00830625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85912C" w14:textId="77777777" w:rsidR="00830625" w:rsidRPr="00855E16" w:rsidRDefault="00830625" w:rsidP="00830625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3 739,1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1F1396" w14:textId="77777777" w:rsidR="00830625" w:rsidRPr="00855E16" w:rsidRDefault="00830625" w:rsidP="00830625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3 719,3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3F29B9" w14:textId="77777777" w:rsidR="00830625" w:rsidRPr="00855E16" w:rsidRDefault="00830625" w:rsidP="00830625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3 719,3</w:t>
            </w:r>
          </w:p>
        </w:tc>
      </w:tr>
      <w:tr w:rsidR="00830625" w:rsidRPr="00970BD5" w14:paraId="6008DFF2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0FAF4F" w14:textId="77777777" w:rsidR="00830625" w:rsidRPr="00855E16" w:rsidRDefault="00830625" w:rsidP="00830625">
            <w:pPr>
              <w:ind w:right="-108" w:firstLine="0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 xml:space="preserve">Подпрограмма «Развитие системы оценки качества образования и информационной прозрачности системы образования»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C52C9D" w14:textId="77777777" w:rsidR="00830625" w:rsidRPr="00855E16" w:rsidRDefault="00830625" w:rsidP="00830625">
            <w:pPr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4D3E62" w14:textId="77777777" w:rsidR="00830625" w:rsidRPr="00855E16" w:rsidRDefault="00830625" w:rsidP="00830625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5EE3AF" w14:textId="77777777" w:rsidR="00830625" w:rsidRPr="00855E16" w:rsidRDefault="00830625" w:rsidP="00830625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517F41" w14:textId="77777777" w:rsidR="00830625" w:rsidRPr="00855E16" w:rsidRDefault="00830625" w:rsidP="00830625">
            <w:pPr>
              <w:ind w:left="-74" w:right="-108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01 3 00 00000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8B8973" w14:textId="77777777" w:rsidR="00830625" w:rsidRPr="00855E16" w:rsidRDefault="00830625" w:rsidP="00830625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24DA64" w14:textId="77777777" w:rsidR="00830625" w:rsidRPr="00855E16" w:rsidRDefault="00830625" w:rsidP="00830625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1 410,1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DB1175" w14:textId="77777777" w:rsidR="00830625" w:rsidRPr="00855E16" w:rsidRDefault="00830625" w:rsidP="00830625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1 407,1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399B54" w14:textId="77777777" w:rsidR="00830625" w:rsidRPr="00855E16" w:rsidRDefault="00830625" w:rsidP="00830625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1 407,1</w:t>
            </w:r>
          </w:p>
        </w:tc>
      </w:tr>
      <w:tr w:rsidR="00830625" w:rsidRPr="00970BD5" w14:paraId="26CA265B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843F9F" w14:textId="0036CD64" w:rsidR="00830625" w:rsidRPr="00855E16" w:rsidRDefault="00830625" w:rsidP="00830625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color w:val="000000"/>
                <w:sz w:val="24"/>
                <w:szCs w:val="24"/>
              </w:rPr>
              <w:lastRenderedPageBreak/>
              <w:t>Организационно-техническое и информационно-методическое сопровождение аттестации педагогических работников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89A881" w14:textId="77777777" w:rsidR="00830625" w:rsidRPr="00855E16" w:rsidRDefault="00830625" w:rsidP="00830625">
            <w:pPr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122C5C" w14:textId="77777777" w:rsidR="00830625" w:rsidRPr="00855E16" w:rsidRDefault="00830625" w:rsidP="00830625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3CBAE8" w14:textId="77777777" w:rsidR="00830625" w:rsidRPr="00855E16" w:rsidRDefault="00830625" w:rsidP="00830625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DB4F4A" w14:textId="77777777" w:rsidR="00830625" w:rsidRPr="00855E16" w:rsidRDefault="00830625" w:rsidP="00830625">
            <w:pPr>
              <w:ind w:left="-74" w:right="-108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01 3 01 00000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7DB135" w14:textId="77777777" w:rsidR="00830625" w:rsidRPr="00855E16" w:rsidRDefault="00830625" w:rsidP="00830625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042AAD" w14:textId="77777777" w:rsidR="00830625" w:rsidRPr="00855E16" w:rsidRDefault="00830625" w:rsidP="00830625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1 410,1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E60252" w14:textId="77777777" w:rsidR="00830625" w:rsidRPr="00855E16" w:rsidRDefault="00830625" w:rsidP="00830625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1 407,1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F3C49A" w14:textId="77777777" w:rsidR="00830625" w:rsidRPr="00855E16" w:rsidRDefault="00830625" w:rsidP="00830625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1 407,1</w:t>
            </w:r>
          </w:p>
        </w:tc>
      </w:tr>
      <w:tr w:rsidR="00830625" w:rsidRPr="00970BD5" w14:paraId="37923703" w14:textId="77777777" w:rsidTr="00B72C31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2E45CE" w14:textId="77777777" w:rsidR="00830625" w:rsidRPr="00855E16" w:rsidRDefault="00830625" w:rsidP="00830625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Расходы на осуществление полномочий по организационно-техническому и информационно-методическому сопровождению аттестации педагогических работников муниципальных и частных организаций, осуществляющих образовательную деятельность, с целью установления соответствия уровня квалификации требованиям, предъявляемым к первой квалификационной категории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38B405" w14:textId="77777777" w:rsidR="00830625" w:rsidRPr="00855E16" w:rsidRDefault="00830625" w:rsidP="00830625">
            <w:pPr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5F08E6" w14:textId="77777777" w:rsidR="00830625" w:rsidRPr="00855E16" w:rsidRDefault="00830625" w:rsidP="00830625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E51462" w14:textId="77777777" w:rsidR="00830625" w:rsidRPr="00855E16" w:rsidRDefault="00830625" w:rsidP="00830625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4BA93F" w14:textId="77777777" w:rsidR="00830625" w:rsidRPr="00855E16" w:rsidRDefault="00830625" w:rsidP="00830625">
            <w:pPr>
              <w:ind w:left="-74" w:right="-108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01 3 01 73010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A8D830" w14:textId="77777777" w:rsidR="00830625" w:rsidRPr="00855E16" w:rsidRDefault="00830625" w:rsidP="00830625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7A7E7B" w14:textId="77777777" w:rsidR="00830625" w:rsidRPr="00855E16" w:rsidRDefault="00830625" w:rsidP="00830625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1 410,1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5314BE" w14:textId="77777777" w:rsidR="00830625" w:rsidRPr="00855E16" w:rsidRDefault="00830625" w:rsidP="00830625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1 407,1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4F919D" w14:textId="77777777" w:rsidR="00830625" w:rsidRPr="00855E16" w:rsidRDefault="00830625" w:rsidP="00830625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1 407,1</w:t>
            </w:r>
          </w:p>
        </w:tc>
      </w:tr>
      <w:tr w:rsidR="00830625" w:rsidRPr="00970BD5" w14:paraId="094A0DC3" w14:textId="77777777" w:rsidTr="00B72C31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55350B" w14:textId="77777777" w:rsidR="00830625" w:rsidRPr="00855E16" w:rsidRDefault="00830625" w:rsidP="00830625">
            <w:pPr>
              <w:ind w:right="-108" w:firstLine="0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E0E7BA" w14:textId="77777777" w:rsidR="00830625" w:rsidRPr="00855E16" w:rsidRDefault="00830625" w:rsidP="00830625">
            <w:pPr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268073" w14:textId="77777777" w:rsidR="00830625" w:rsidRPr="00855E16" w:rsidRDefault="00830625" w:rsidP="00830625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1A5FE6" w14:textId="77777777" w:rsidR="00830625" w:rsidRPr="00855E16" w:rsidRDefault="00830625" w:rsidP="00830625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DDB3C9" w14:textId="77777777" w:rsidR="00830625" w:rsidRPr="00855E16" w:rsidRDefault="00830625" w:rsidP="00830625">
            <w:pPr>
              <w:ind w:left="-74" w:right="-108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01 3 01 73010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4734A4" w14:textId="77777777" w:rsidR="00830625" w:rsidRPr="00855E16" w:rsidRDefault="00830625" w:rsidP="00830625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BB8186" w14:textId="77777777" w:rsidR="00830625" w:rsidRPr="00855E16" w:rsidRDefault="00830625" w:rsidP="00830625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1 331,6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64B498" w14:textId="77777777" w:rsidR="00830625" w:rsidRPr="00855E16" w:rsidRDefault="00830625" w:rsidP="00830625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1 378,6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70E690" w14:textId="77777777" w:rsidR="00830625" w:rsidRPr="00855E16" w:rsidRDefault="00830625" w:rsidP="00830625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1 378,6</w:t>
            </w:r>
          </w:p>
        </w:tc>
      </w:tr>
      <w:tr w:rsidR="00830625" w:rsidRPr="00970BD5" w14:paraId="70C027BB" w14:textId="77777777" w:rsidTr="00B72C31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FEB772" w14:textId="77777777" w:rsidR="00830625" w:rsidRPr="00855E16" w:rsidRDefault="00B72C31" w:rsidP="00830625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 xml:space="preserve">Подпрограмма </w:t>
            </w:r>
            <w:r>
              <w:rPr>
                <w:sz w:val="24"/>
                <w:szCs w:val="24"/>
              </w:rPr>
              <w:lastRenderedPageBreak/>
              <w:t>«</w:t>
            </w:r>
            <w:r w:rsidR="00830625" w:rsidRPr="00855E16">
              <w:rPr>
                <w:sz w:val="24"/>
                <w:szCs w:val="24"/>
              </w:rPr>
              <w:t>Социально-правовая защита детей в Балахнинском муниципальном округе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D086CD" w14:textId="77777777" w:rsidR="00830625" w:rsidRPr="00855E16" w:rsidRDefault="00830625" w:rsidP="00830625">
            <w:pPr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D04004" w14:textId="77777777" w:rsidR="00830625" w:rsidRPr="00855E16" w:rsidRDefault="00830625" w:rsidP="00830625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348F40" w14:textId="77777777" w:rsidR="00830625" w:rsidRPr="00855E16" w:rsidRDefault="00830625" w:rsidP="00830625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687421" w14:textId="77777777" w:rsidR="00830625" w:rsidRPr="00855E16" w:rsidRDefault="00830625" w:rsidP="00830625">
            <w:pPr>
              <w:ind w:left="-74" w:right="-108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01 7 00 00000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3BC7D1" w14:textId="77777777" w:rsidR="00830625" w:rsidRPr="00855E16" w:rsidRDefault="00830625" w:rsidP="00830625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6D6EC0" w14:textId="77777777" w:rsidR="00830625" w:rsidRPr="00855E16" w:rsidRDefault="00830625" w:rsidP="00830625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2 329,0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3E7CB6" w14:textId="77777777" w:rsidR="00830625" w:rsidRPr="00855E16" w:rsidRDefault="00830625" w:rsidP="00830625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2 312,2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433E77" w14:textId="77777777" w:rsidR="00830625" w:rsidRPr="00855E16" w:rsidRDefault="00830625" w:rsidP="00830625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2 312,2</w:t>
            </w:r>
          </w:p>
        </w:tc>
      </w:tr>
      <w:tr w:rsidR="00830625" w:rsidRPr="00970BD5" w14:paraId="753B8508" w14:textId="77777777" w:rsidTr="00487574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C11C3C" w14:textId="77777777" w:rsidR="00830625" w:rsidRPr="00855E16" w:rsidRDefault="009A7E14" w:rsidP="00830625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9A7E14">
              <w:rPr>
                <w:color w:val="000000"/>
                <w:sz w:val="24"/>
                <w:szCs w:val="24"/>
              </w:rPr>
              <w:t>Совершенствование системы социально-правовой защиты детства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64E179" w14:textId="77777777" w:rsidR="00830625" w:rsidRPr="00855E16" w:rsidRDefault="00830625" w:rsidP="00830625">
            <w:pPr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2A90DB" w14:textId="77777777" w:rsidR="00830625" w:rsidRPr="00855E16" w:rsidRDefault="00830625" w:rsidP="00830625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0420B6" w14:textId="77777777" w:rsidR="00830625" w:rsidRPr="00855E16" w:rsidRDefault="00830625" w:rsidP="00830625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67C966" w14:textId="77777777" w:rsidR="00830625" w:rsidRPr="00855E16" w:rsidRDefault="00830625" w:rsidP="00830625">
            <w:pPr>
              <w:ind w:left="-74" w:right="-108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01 7 01 00000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A61B62" w14:textId="77777777" w:rsidR="00830625" w:rsidRPr="00855E16" w:rsidRDefault="00830625" w:rsidP="00830625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754377" w14:textId="77777777" w:rsidR="00830625" w:rsidRPr="00855E16" w:rsidRDefault="00830625" w:rsidP="00830625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2 329,0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A9DCEF" w14:textId="77777777" w:rsidR="00830625" w:rsidRPr="00855E16" w:rsidRDefault="00830625" w:rsidP="00830625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2 312,2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8D9937" w14:textId="77777777" w:rsidR="00830625" w:rsidRPr="00855E16" w:rsidRDefault="00830625" w:rsidP="00830625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2 312,2</w:t>
            </w:r>
          </w:p>
        </w:tc>
      </w:tr>
      <w:tr w:rsidR="00830625" w:rsidRPr="00970BD5" w14:paraId="77409E6F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6B6AA3" w14:textId="77777777" w:rsidR="00830625" w:rsidRPr="00855E16" w:rsidRDefault="00830625" w:rsidP="00830625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Расходы на осуществление полномочий по организации и осуществлению деятельности по опеке и попечительству в отношении несовершеннолетних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E6A3E4" w14:textId="77777777" w:rsidR="00830625" w:rsidRPr="00855E16" w:rsidRDefault="00830625" w:rsidP="00830625">
            <w:pPr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2A2FE8" w14:textId="77777777" w:rsidR="00830625" w:rsidRPr="00855E16" w:rsidRDefault="00830625" w:rsidP="00830625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7C9519" w14:textId="77777777" w:rsidR="00830625" w:rsidRPr="00855E16" w:rsidRDefault="00830625" w:rsidP="00830625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70B44D" w14:textId="77777777" w:rsidR="00830625" w:rsidRPr="00855E16" w:rsidRDefault="00830625" w:rsidP="00830625">
            <w:pPr>
              <w:ind w:left="-74" w:right="-108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01 7 01 73020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C1CE1A" w14:textId="77777777" w:rsidR="00830625" w:rsidRPr="00855E16" w:rsidRDefault="00830625" w:rsidP="00830625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0CBD60" w14:textId="77777777" w:rsidR="00830625" w:rsidRPr="00855E16" w:rsidRDefault="00830625" w:rsidP="00830625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2 329,0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C9BE26" w14:textId="77777777" w:rsidR="00830625" w:rsidRPr="00855E16" w:rsidRDefault="00830625" w:rsidP="00830625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2 312,2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90B371" w14:textId="77777777" w:rsidR="00830625" w:rsidRPr="00855E16" w:rsidRDefault="00830625" w:rsidP="00830625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2 312,2</w:t>
            </w:r>
          </w:p>
        </w:tc>
      </w:tr>
      <w:tr w:rsidR="00830625" w:rsidRPr="00970BD5" w14:paraId="5A929F19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0B04DC" w14:textId="77777777" w:rsidR="00830625" w:rsidRPr="00855E16" w:rsidRDefault="00830625" w:rsidP="00830625">
            <w:pPr>
              <w:ind w:firstLine="0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C61B34" w14:textId="77777777" w:rsidR="00830625" w:rsidRPr="00855E16" w:rsidRDefault="00830625" w:rsidP="00830625">
            <w:pPr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0E64F8" w14:textId="77777777" w:rsidR="00830625" w:rsidRPr="00855E16" w:rsidRDefault="00830625" w:rsidP="00830625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445816" w14:textId="77777777" w:rsidR="00830625" w:rsidRPr="00855E16" w:rsidRDefault="00830625" w:rsidP="00830625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F3FD3C" w14:textId="77777777" w:rsidR="00830625" w:rsidRPr="00855E16" w:rsidRDefault="00830625" w:rsidP="00830625">
            <w:pPr>
              <w:ind w:left="-74" w:right="-108"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01 7 01 73020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46DE4E" w14:textId="77777777" w:rsidR="00830625" w:rsidRPr="00855E16" w:rsidRDefault="00830625" w:rsidP="00830625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CB4BC0" w14:textId="77777777" w:rsidR="00830625" w:rsidRPr="00855E16" w:rsidRDefault="00830625" w:rsidP="00830625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2 267,5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25D06E" w14:textId="77777777" w:rsidR="00830625" w:rsidRPr="00855E16" w:rsidRDefault="00830625" w:rsidP="00830625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2 236,1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B9D0F9" w14:textId="77777777" w:rsidR="00830625" w:rsidRPr="00855E16" w:rsidRDefault="00830625" w:rsidP="00830625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2 236,1</w:t>
            </w:r>
          </w:p>
        </w:tc>
      </w:tr>
      <w:tr w:rsidR="00830625" w:rsidRPr="00970BD5" w14:paraId="24F8A2C8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EE563A" w14:textId="77777777" w:rsidR="00830625" w:rsidRPr="00855E16" w:rsidRDefault="00830625" w:rsidP="00830625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6EC83C" w14:textId="77777777" w:rsidR="00830625" w:rsidRPr="00855E16" w:rsidRDefault="00830625" w:rsidP="00830625">
            <w:pPr>
              <w:ind w:left="-108" w:right="-108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04857B" w14:textId="77777777" w:rsidR="00830625" w:rsidRPr="00855E16" w:rsidRDefault="00830625" w:rsidP="00830625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8197CD" w14:textId="77777777" w:rsidR="00830625" w:rsidRPr="00855E16" w:rsidRDefault="00830625" w:rsidP="00830625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A95E54" w14:textId="77777777" w:rsidR="00830625" w:rsidRPr="00855E16" w:rsidRDefault="00830625" w:rsidP="00830625">
            <w:pPr>
              <w:ind w:left="-74" w:right="-108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01 7 01 73020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94819A" w14:textId="77777777" w:rsidR="00830625" w:rsidRPr="00855E16" w:rsidRDefault="00830625" w:rsidP="00830625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200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3CB68D" w14:textId="77777777" w:rsidR="00830625" w:rsidRPr="00855E16" w:rsidRDefault="00830625" w:rsidP="00D47103">
            <w:pPr>
              <w:ind w:left="-220" w:right="-250" w:firstLine="141"/>
              <w:jc w:val="center"/>
              <w:rPr>
                <w:color w:val="000000"/>
                <w:sz w:val="24"/>
                <w:szCs w:val="24"/>
                <w:highlight w:val="yellow"/>
                <w:lang w:val="en-US"/>
              </w:rPr>
            </w:pPr>
            <w:r w:rsidRPr="00855E16">
              <w:rPr>
                <w:sz w:val="24"/>
                <w:szCs w:val="24"/>
              </w:rPr>
              <w:t>61,5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34359D" w14:textId="77777777" w:rsidR="00830625" w:rsidRPr="00855E16" w:rsidRDefault="00830625" w:rsidP="00830625">
            <w:pPr>
              <w:ind w:left="-114" w:right="-108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76,1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F97B36" w14:textId="77777777" w:rsidR="00830625" w:rsidRPr="00855E16" w:rsidRDefault="00830625" w:rsidP="00830625">
            <w:pPr>
              <w:ind w:right="-108" w:hanging="108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76,1</w:t>
            </w:r>
          </w:p>
        </w:tc>
      </w:tr>
      <w:tr w:rsidR="00830625" w:rsidRPr="00970BD5" w14:paraId="3F6876D4" w14:textId="77777777" w:rsidTr="00487574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89962A" w14:textId="77777777" w:rsidR="00830625" w:rsidRPr="00855E16" w:rsidRDefault="00830625" w:rsidP="00830625">
            <w:pPr>
              <w:ind w:right="-108" w:firstLine="0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52BC59" w14:textId="77777777" w:rsidR="00830625" w:rsidRPr="00855E16" w:rsidRDefault="00830625" w:rsidP="00830625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107C2B" w14:textId="77777777" w:rsidR="00830625" w:rsidRPr="00855E16" w:rsidRDefault="00830625" w:rsidP="00830625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7875A7" w14:textId="77777777" w:rsidR="00830625" w:rsidRPr="00855E16" w:rsidRDefault="00830625" w:rsidP="00830625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468792" w14:textId="77777777" w:rsidR="00830625" w:rsidRPr="00855E16" w:rsidRDefault="00830625" w:rsidP="00830625">
            <w:pPr>
              <w:ind w:left="-74" w:right="-108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77 0 00 00000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CBC833" w14:textId="77777777" w:rsidR="00830625" w:rsidRPr="00855E16" w:rsidRDefault="00830625" w:rsidP="00830625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CC3668" w14:textId="77777777" w:rsidR="00830625" w:rsidRPr="00855E16" w:rsidRDefault="00830625" w:rsidP="00D47103">
            <w:pPr>
              <w:ind w:right="-110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114 779,0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4FDA25" w14:textId="77777777" w:rsidR="00830625" w:rsidRPr="00855E16" w:rsidRDefault="00830625" w:rsidP="00D47103">
            <w:pPr>
              <w:ind w:right="-74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112 791,9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709749" w14:textId="77777777" w:rsidR="00830625" w:rsidRPr="00855E16" w:rsidRDefault="00830625" w:rsidP="00830625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114 466,6</w:t>
            </w:r>
          </w:p>
        </w:tc>
      </w:tr>
      <w:tr w:rsidR="00830625" w:rsidRPr="00970BD5" w14:paraId="1F630E92" w14:textId="77777777" w:rsidTr="00487574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A37C68" w14:textId="77777777" w:rsidR="00830625" w:rsidRPr="00855E16" w:rsidRDefault="00830625" w:rsidP="00830625">
            <w:pPr>
              <w:ind w:right="-108" w:firstLine="0"/>
              <w:rPr>
                <w:b/>
                <w:bCs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E87003" w14:textId="77777777" w:rsidR="00830625" w:rsidRPr="00855E16" w:rsidRDefault="00830625" w:rsidP="00830625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1DC87A" w14:textId="77777777" w:rsidR="00830625" w:rsidRPr="00855E16" w:rsidRDefault="00830625" w:rsidP="00830625">
            <w:pPr>
              <w:ind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A0E2A9" w14:textId="77777777" w:rsidR="00830625" w:rsidRPr="00855E16" w:rsidRDefault="00830625" w:rsidP="00830625">
            <w:pPr>
              <w:ind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244E6E" w14:textId="77777777" w:rsidR="00830625" w:rsidRPr="00855E16" w:rsidRDefault="00830625" w:rsidP="00830625">
            <w:pPr>
              <w:ind w:left="-74" w:right="-108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77 7 00 00000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E18E0F" w14:textId="77777777" w:rsidR="00830625" w:rsidRPr="00855E16" w:rsidRDefault="00830625" w:rsidP="00830625">
            <w:pPr>
              <w:ind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137C7E" w14:textId="77777777" w:rsidR="00830625" w:rsidRPr="00855E16" w:rsidRDefault="00830625" w:rsidP="00D47103">
            <w:pPr>
              <w:ind w:right="-110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114 779,0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9B933D" w14:textId="77777777" w:rsidR="00830625" w:rsidRPr="00855E16" w:rsidRDefault="00830625" w:rsidP="00D47103">
            <w:pPr>
              <w:ind w:right="-74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112 791,9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6C5E1A" w14:textId="77777777" w:rsidR="00830625" w:rsidRPr="00855E16" w:rsidRDefault="00830625" w:rsidP="00830625">
            <w:pPr>
              <w:ind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114 466,6</w:t>
            </w:r>
          </w:p>
        </w:tc>
      </w:tr>
      <w:tr w:rsidR="00830625" w:rsidRPr="00970BD5" w14:paraId="1C0CA37C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32CC15" w14:textId="77777777" w:rsidR="00830625" w:rsidRPr="00855E16" w:rsidRDefault="00830625" w:rsidP="00830625">
            <w:pPr>
              <w:ind w:right="-108" w:firstLine="0"/>
              <w:rPr>
                <w:b/>
                <w:bCs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CC21B0" w14:textId="77777777" w:rsidR="00830625" w:rsidRPr="00855E16" w:rsidRDefault="00830625" w:rsidP="00830625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353189" w14:textId="77777777" w:rsidR="00830625" w:rsidRPr="00855E16" w:rsidRDefault="00830625" w:rsidP="00830625">
            <w:pPr>
              <w:ind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BA0B04" w14:textId="77777777" w:rsidR="00830625" w:rsidRPr="00855E16" w:rsidRDefault="00830625" w:rsidP="00830625">
            <w:pPr>
              <w:ind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4585C6" w14:textId="77777777" w:rsidR="00830625" w:rsidRPr="00855E16" w:rsidRDefault="00830625" w:rsidP="00830625">
            <w:pPr>
              <w:ind w:left="-74" w:right="-108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77 7 01 00000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29D75E" w14:textId="77777777" w:rsidR="00830625" w:rsidRPr="00855E16" w:rsidRDefault="00830625" w:rsidP="00830625">
            <w:pPr>
              <w:ind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381434" w14:textId="77777777" w:rsidR="00830625" w:rsidRPr="00855E16" w:rsidRDefault="00830625" w:rsidP="00D47103">
            <w:pPr>
              <w:ind w:right="-110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114 779,0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6BEDAD" w14:textId="77777777" w:rsidR="00830625" w:rsidRPr="00855E16" w:rsidRDefault="00830625" w:rsidP="00D47103">
            <w:pPr>
              <w:ind w:right="-74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112 791,9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89D712" w14:textId="77777777" w:rsidR="00830625" w:rsidRPr="00855E16" w:rsidRDefault="00830625" w:rsidP="00830625">
            <w:pPr>
              <w:ind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114 466,6</w:t>
            </w:r>
          </w:p>
        </w:tc>
      </w:tr>
      <w:tr w:rsidR="00830625" w:rsidRPr="00970BD5" w14:paraId="02900C58" w14:textId="77777777" w:rsidTr="00487574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E88CA3" w14:textId="77777777" w:rsidR="00830625" w:rsidRPr="00855E16" w:rsidRDefault="00830625" w:rsidP="00830625">
            <w:pPr>
              <w:ind w:right="-108" w:firstLine="0"/>
              <w:rPr>
                <w:b/>
                <w:bCs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 xml:space="preserve">Расходы на обеспечение функций </w:t>
            </w:r>
            <w:r w:rsidRPr="00855E16">
              <w:rPr>
                <w:sz w:val="24"/>
                <w:szCs w:val="24"/>
              </w:rPr>
              <w:lastRenderedPageBreak/>
              <w:t>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6812B9" w14:textId="77777777" w:rsidR="00830625" w:rsidRPr="00855E16" w:rsidRDefault="00830625" w:rsidP="00830625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A2FDF4" w14:textId="77777777" w:rsidR="009A7E14" w:rsidRDefault="009A7E14" w:rsidP="0083062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9F53CB3" w14:textId="77777777" w:rsidR="009A7E14" w:rsidRDefault="009A7E14" w:rsidP="0083062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0268EAB" w14:textId="77777777" w:rsidR="009A7E14" w:rsidRDefault="009A7E14" w:rsidP="0083062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23C28D5" w14:textId="77777777" w:rsidR="00830625" w:rsidRPr="00855E16" w:rsidRDefault="00830625" w:rsidP="00830625">
            <w:pPr>
              <w:ind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F7771B" w14:textId="77777777" w:rsidR="009A7E14" w:rsidRDefault="009A7E14" w:rsidP="0083062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8A106E0" w14:textId="77777777" w:rsidR="009A7E14" w:rsidRDefault="009A7E14" w:rsidP="0083062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4917E76" w14:textId="77777777" w:rsidR="009A7E14" w:rsidRDefault="009A7E14" w:rsidP="0083062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CAD72D3" w14:textId="77777777" w:rsidR="00830625" w:rsidRPr="00855E16" w:rsidRDefault="00830625" w:rsidP="00830625">
            <w:pPr>
              <w:ind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1AC92A" w14:textId="77777777" w:rsidR="009A7E14" w:rsidRDefault="009A7E14" w:rsidP="00830625">
            <w:pPr>
              <w:ind w:left="-74" w:right="-108" w:firstLine="0"/>
              <w:jc w:val="center"/>
              <w:rPr>
                <w:sz w:val="24"/>
                <w:szCs w:val="24"/>
              </w:rPr>
            </w:pPr>
          </w:p>
          <w:p w14:paraId="1FA43929" w14:textId="77777777" w:rsidR="009A7E14" w:rsidRDefault="009A7E14" w:rsidP="00830625">
            <w:pPr>
              <w:ind w:left="-74" w:right="-108" w:firstLine="0"/>
              <w:jc w:val="center"/>
              <w:rPr>
                <w:sz w:val="24"/>
                <w:szCs w:val="24"/>
              </w:rPr>
            </w:pPr>
          </w:p>
          <w:p w14:paraId="7A3198C2" w14:textId="77777777" w:rsidR="009A7E14" w:rsidRDefault="009A7E14" w:rsidP="00830625">
            <w:pPr>
              <w:ind w:left="-74" w:right="-108" w:firstLine="0"/>
              <w:jc w:val="center"/>
              <w:rPr>
                <w:sz w:val="24"/>
                <w:szCs w:val="24"/>
              </w:rPr>
            </w:pPr>
          </w:p>
          <w:p w14:paraId="5BBE3386" w14:textId="77777777" w:rsidR="00830625" w:rsidRPr="00855E16" w:rsidRDefault="00830625" w:rsidP="00830625">
            <w:pPr>
              <w:ind w:left="-74" w:right="-108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77 7 01 00190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CB8EFF" w14:textId="77777777" w:rsidR="009A7E14" w:rsidRDefault="009A7E14" w:rsidP="0083062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E399504" w14:textId="77777777" w:rsidR="009A7E14" w:rsidRDefault="009A7E14" w:rsidP="0083062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216A620" w14:textId="77777777" w:rsidR="009A7E14" w:rsidRDefault="009A7E14" w:rsidP="0083062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9EFF424" w14:textId="77777777" w:rsidR="00830625" w:rsidRPr="00855E16" w:rsidRDefault="00830625" w:rsidP="00830625">
            <w:pPr>
              <w:ind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75CCBE" w14:textId="77777777" w:rsidR="009A7E14" w:rsidRDefault="009A7E14" w:rsidP="00D47103">
            <w:pPr>
              <w:ind w:right="-110" w:firstLine="0"/>
              <w:jc w:val="center"/>
              <w:rPr>
                <w:sz w:val="24"/>
                <w:szCs w:val="24"/>
              </w:rPr>
            </w:pPr>
          </w:p>
          <w:p w14:paraId="333C4953" w14:textId="77777777" w:rsidR="009A7E14" w:rsidRDefault="009A7E14" w:rsidP="00D47103">
            <w:pPr>
              <w:ind w:right="-110" w:firstLine="0"/>
              <w:jc w:val="center"/>
              <w:rPr>
                <w:sz w:val="24"/>
                <w:szCs w:val="24"/>
              </w:rPr>
            </w:pPr>
          </w:p>
          <w:p w14:paraId="2AD5C6C0" w14:textId="77777777" w:rsidR="009A7E14" w:rsidRDefault="009A7E14" w:rsidP="00D47103">
            <w:pPr>
              <w:ind w:right="-110" w:firstLine="0"/>
              <w:jc w:val="center"/>
              <w:rPr>
                <w:sz w:val="24"/>
                <w:szCs w:val="24"/>
              </w:rPr>
            </w:pPr>
          </w:p>
          <w:p w14:paraId="6636862B" w14:textId="77777777" w:rsidR="00830625" w:rsidRPr="00855E16" w:rsidRDefault="00830625" w:rsidP="00D47103">
            <w:pPr>
              <w:ind w:right="-110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112 971,8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C61854" w14:textId="77777777" w:rsidR="009A7E14" w:rsidRDefault="009A7E14" w:rsidP="00D47103">
            <w:pPr>
              <w:ind w:right="-74" w:firstLine="0"/>
              <w:jc w:val="center"/>
              <w:rPr>
                <w:sz w:val="24"/>
                <w:szCs w:val="24"/>
              </w:rPr>
            </w:pPr>
          </w:p>
          <w:p w14:paraId="4EA04042" w14:textId="77777777" w:rsidR="009A7E14" w:rsidRDefault="009A7E14" w:rsidP="00D47103">
            <w:pPr>
              <w:ind w:right="-74" w:firstLine="0"/>
              <w:jc w:val="center"/>
              <w:rPr>
                <w:sz w:val="24"/>
                <w:szCs w:val="24"/>
              </w:rPr>
            </w:pPr>
          </w:p>
          <w:p w14:paraId="74CDF379" w14:textId="77777777" w:rsidR="009A7E14" w:rsidRDefault="009A7E14" w:rsidP="00D47103">
            <w:pPr>
              <w:ind w:right="-74" w:firstLine="0"/>
              <w:jc w:val="center"/>
              <w:rPr>
                <w:sz w:val="24"/>
                <w:szCs w:val="24"/>
              </w:rPr>
            </w:pPr>
          </w:p>
          <w:p w14:paraId="1C025E72" w14:textId="77777777" w:rsidR="00830625" w:rsidRPr="00855E16" w:rsidRDefault="00830625" w:rsidP="00D47103">
            <w:pPr>
              <w:ind w:right="-74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110 997,5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EE0E10" w14:textId="77777777" w:rsidR="009A7E14" w:rsidRDefault="009A7E14" w:rsidP="0083062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49E3CB3" w14:textId="77777777" w:rsidR="009A7E14" w:rsidRDefault="009A7E14" w:rsidP="0083062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58B8469" w14:textId="77777777" w:rsidR="009A7E14" w:rsidRDefault="009A7E14" w:rsidP="0083062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4635A67" w14:textId="77777777" w:rsidR="00830625" w:rsidRPr="00855E16" w:rsidRDefault="00830625" w:rsidP="00830625">
            <w:pPr>
              <w:ind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112 672,2</w:t>
            </w:r>
          </w:p>
        </w:tc>
      </w:tr>
      <w:tr w:rsidR="00830625" w:rsidRPr="00970BD5" w14:paraId="70B52983" w14:textId="77777777" w:rsidTr="00487574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364729" w14:textId="77777777" w:rsidR="00830625" w:rsidRPr="00855E16" w:rsidRDefault="00830625" w:rsidP="00830625">
            <w:pPr>
              <w:ind w:right="-108" w:firstLine="0"/>
              <w:rPr>
                <w:b/>
                <w:bCs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54DCC5" w14:textId="77777777" w:rsidR="00830625" w:rsidRPr="00855E16" w:rsidRDefault="00830625" w:rsidP="00830625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A6391F" w14:textId="77777777" w:rsidR="00830625" w:rsidRPr="00855E16" w:rsidRDefault="00830625" w:rsidP="00830625">
            <w:pPr>
              <w:ind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EA4602" w14:textId="77777777" w:rsidR="00830625" w:rsidRPr="00855E16" w:rsidRDefault="00830625" w:rsidP="00830625">
            <w:pPr>
              <w:ind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8C9C5C" w14:textId="77777777" w:rsidR="00830625" w:rsidRPr="00855E16" w:rsidRDefault="00830625" w:rsidP="00830625">
            <w:pPr>
              <w:ind w:left="-74" w:right="-108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77 7 01 00190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5742E6" w14:textId="77777777" w:rsidR="00830625" w:rsidRPr="00855E16" w:rsidRDefault="00830625" w:rsidP="00830625">
            <w:pPr>
              <w:ind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AE4459" w14:textId="77777777" w:rsidR="00830625" w:rsidRPr="00855E16" w:rsidRDefault="00830625" w:rsidP="00830625">
            <w:pPr>
              <w:ind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98 245,7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80FF85" w14:textId="77777777" w:rsidR="00830625" w:rsidRPr="00855E16" w:rsidRDefault="00830625" w:rsidP="00830625">
            <w:pPr>
              <w:ind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99 300,8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D76E73" w14:textId="77777777" w:rsidR="00830625" w:rsidRPr="00855E16" w:rsidRDefault="00830625" w:rsidP="00830625">
            <w:pPr>
              <w:ind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100 975,5</w:t>
            </w:r>
          </w:p>
        </w:tc>
      </w:tr>
      <w:tr w:rsidR="00830625" w:rsidRPr="00970BD5" w14:paraId="5C257002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066A9E" w14:textId="77777777" w:rsidR="00830625" w:rsidRPr="00855E16" w:rsidRDefault="00830625" w:rsidP="00830625">
            <w:pPr>
              <w:ind w:right="-108" w:firstLine="0"/>
              <w:rPr>
                <w:b/>
                <w:bCs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351C1F" w14:textId="77777777" w:rsidR="00830625" w:rsidRPr="00855E16" w:rsidRDefault="00830625" w:rsidP="00830625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849A50" w14:textId="77777777" w:rsidR="00830625" w:rsidRPr="00855E16" w:rsidRDefault="00830625" w:rsidP="00830625">
            <w:pPr>
              <w:ind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20F316" w14:textId="77777777" w:rsidR="00830625" w:rsidRPr="00855E16" w:rsidRDefault="00830625" w:rsidP="00830625">
            <w:pPr>
              <w:ind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1A6EEF" w14:textId="77777777" w:rsidR="00830625" w:rsidRPr="00855E16" w:rsidRDefault="00830625" w:rsidP="00830625">
            <w:pPr>
              <w:ind w:left="-74" w:right="-108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77 7 01 00190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1E756E" w14:textId="77777777" w:rsidR="00830625" w:rsidRPr="00855E16" w:rsidRDefault="00830625" w:rsidP="00830625">
            <w:pPr>
              <w:ind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200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8BD60E" w14:textId="77777777" w:rsidR="00830625" w:rsidRPr="00855E16" w:rsidRDefault="00830625" w:rsidP="00830625">
            <w:pPr>
              <w:ind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14 422,4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9FA072" w14:textId="77777777" w:rsidR="00830625" w:rsidRPr="00855E16" w:rsidRDefault="00830625" w:rsidP="00830625">
            <w:pPr>
              <w:ind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11 696,7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DAE23A" w14:textId="77777777" w:rsidR="00830625" w:rsidRPr="00855E16" w:rsidRDefault="00830625" w:rsidP="00830625">
            <w:pPr>
              <w:ind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11 696,7</w:t>
            </w:r>
          </w:p>
        </w:tc>
      </w:tr>
      <w:tr w:rsidR="00F05AB6" w:rsidRPr="00970BD5" w14:paraId="37832360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46EB9F" w14:textId="77777777" w:rsidR="00F05AB6" w:rsidRPr="00855E16" w:rsidRDefault="00F05AB6" w:rsidP="00F05AB6">
            <w:pPr>
              <w:ind w:right="-108" w:firstLine="0"/>
              <w:rPr>
                <w:b/>
                <w:bCs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Расходы на осуществление полномочий по созданию и организации деятельности муниципальных комиссий по делам несовершеннолетних и защите их прав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CA0601" w14:textId="77777777" w:rsidR="00F05AB6" w:rsidRPr="00855E16" w:rsidRDefault="00F05AB6" w:rsidP="00F05AB6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554CFF" w14:textId="77777777" w:rsidR="00F05AB6" w:rsidRPr="00855E16" w:rsidRDefault="00F05AB6" w:rsidP="00F05AB6">
            <w:pPr>
              <w:ind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77BD90" w14:textId="77777777" w:rsidR="00F05AB6" w:rsidRPr="00855E16" w:rsidRDefault="00F05AB6" w:rsidP="00F05AB6">
            <w:pPr>
              <w:ind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AFF881" w14:textId="77777777" w:rsidR="00F05AB6" w:rsidRPr="00855E16" w:rsidRDefault="00F05AB6" w:rsidP="00F05AB6">
            <w:pPr>
              <w:ind w:left="-74" w:right="-108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77 7 01 73040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DD59BD" w14:textId="77777777" w:rsidR="00F05AB6" w:rsidRPr="00855E16" w:rsidRDefault="00F05AB6" w:rsidP="00F05AB6">
            <w:pPr>
              <w:ind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C85837" w14:textId="77777777" w:rsidR="00F05AB6" w:rsidRPr="00855E16" w:rsidRDefault="00F05AB6" w:rsidP="00F05AB6">
            <w:pPr>
              <w:ind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952,9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ED046F" w14:textId="77777777" w:rsidR="00F05AB6" w:rsidRPr="00855E16" w:rsidRDefault="00F05AB6" w:rsidP="00F05AB6">
            <w:pPr>
              <w:ind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946,1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CFD09E" w14:textId="77777777" w:rsidR="00F05AB6" w:rsidRPr="00855E16" w:rsidRDefault="00F05AB6" w:rsidP="00F05AB6">
            <w:pPr>
              <w:ind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946,1</w:t>
            </w:r>
          </w:p>
        </w:tc>
      </w:tr>
      <w:tr w:rsidR="00F05AB6" w:rsidRPr="00970BD5" w14:paraId="0E934FC3" w14:textId="77777777" w:rsidTr="00487574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F0FBE2" w14:textId="77777777" w:rsidR="00F05AB6" w:rsidRPr="00855E16" w:rsidRDefault="00F05AB6" w:rsidP="00F05AB6">
            <w:pPr>
              <w:ind w:right="-108" w:firstLine="0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FBD70F" w14:textId="77777777" w:rsidR="00F05AB6" w:rsidRPr="00855E16" w:rsidRDefault="00F05AB6" w:rsidP="00F05AB6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7618A3" w14:textId="77777777" w:rsidR="00F05AB6" w:rsidRPr="00855E16" w:rsidRDefault="00F05AB6" w:rsidP="00F05AB6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9C1C47" w14:textId="77777777" w:rsidR="00F05AB6" w:rsidRPr="00855E16" w:rsidRDefault="00F05AB6" w:rsidP="00F05AB6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F59B66" w14:textId="77777777" w:rsidR="00F05AB6" w:rsidRPr="00855E16" w:rsidRDefault="00F05AB6" w:rsidP="00F05AB6">
            <w:pPr>
              <w:ind w:left="-74" w:right="-108"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77 7 01 73040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575619" w14:textId="77777777" w:rsidR="00F05AB6" w:rsidRPr="00855E16" w:rsidRDefault="00F05AB6" w:rsidP="00F05AB6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8EBFD8" w14:textId="77777777" w:rsidR="00F05AB6" w:rsidRPr="00855E16" w:rsidRDefault="00F05AB6" w:rsidP="00F05AB6">
            <w:pPr>
              <w:ind w:right="-108" w:hanging="79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907,1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62953D" w14:textId="77777777" w:rsidR="00F05AB6" w:rsidRPr="00855E16" w:rsidRDefault="00F05AB6" w:rsidP="00F05AB6">
            <w:pPr>
              <w:ind w:right="-79" w:hanging="108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900,3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0421D8" w14:textId="77777777" w:rsidR="00F05AB6" w:rsidRPr="00855E16" w:rsidRDefault="00F05AB6" w:rsidP="00F05AB6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900,3</w:t>
            </w:r>
          </w:p>
        </w:tc>
      </w:tr>
      <w:tr w:rsidR="00F05AB6" w:rsidRPr="00970BD5" w14:paraId="4053E07B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679BB8" w14:textId="77777777" w:rsidR="00F05AB6" w:rsidRPr="00855E16" w:rsidRDefault="00F05AB6" w:rsidP="00F05AB6">
            <w:pPr>
              <w:ind w:firstLine="0"/>
              <w:rPr>
                <w:bCs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 xml:space="preserve">Расходы на осуществление полномочий по организации и осуществлению </w:t>
            </w:r>
            <w:r w:rsidRPr="00855E16">
              <w:rPr>
                <w:sz w:val="24"/>
                <w:szCs w:val="24"/>
              </w:rPr>
              <w:lastRenderedPageBreak/>
              <w:t>деятельности по опеке и попечительству в отношении совершеннолетних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CDBE4E" w14:textId="77777777" w:rsidR="00F05AB6" w:rsidRPr="00855E16" w:rsidRDefault="00F05AB6" w:rsidP="00F05AB6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0A95B8" w14:textId="77777777" w:rsidR="00F05AB6" w:rsidRPr="00855E16" w:rsidRDefault="00F05AB6" w:rsidP="00F05AB6">
            <w:pPr>
              <w:ind w:firstLine="0"/>
              <w:jc w:val="center"/>
              <w:rPr>
                <w:bCs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1E9674" w14:textId="77777777" w:rsidR="00F05AB6" w:rsidRPr="00855E16" w:rsidRDefault="00F05AB6" w:rsidP="00F05AB6">
            <w:pPr>
              <w:ind w:firstLine="0"/>
              <w:jc w:val="center"/>
              <w:rPr>
                <w:bCs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7E951E" w14:textId="77777777" w:rsidR="00F05AB6" w:rsidRPr="00855E16" w:rsidRDefault="00F05AB6" w:rsidP="00F05AB6">
            <w:pPr>
              <w:ind w:left="-74" w:right="-108" w:firstLine="0"/>
              <w:jc w:val="center"/>
              <w:rPr>
                <w:bCs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77 7 01 73060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2B637D" w14:textId="77777777" w:rsidR="00F05AB6" w:rsidRPr="00855E16" w:rsidRDefault="00F05AB6" w:rsidP="00F05AB6">
            <w:pPr>
              <w:ind w:firstLine="0"/>
              <w:jc w:val="center"/>
              <w:rPr>
                <w:bCs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945FBE" w14:textId="77777777" w:rsidR="00F05AB6" w:rsidRPr="00855E16" w:rsidRDefault="00F05AB6" w:rsidP="00F05AB6">
            <w:pPr>
              <w:ind w:firstLine="0"/>
              <w:jc w:val="center"/>
              <w:rPr>
                <w:bCs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854,3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29D1BD" w14:textId="77777777" w:rsidR="00F05AB6" w:rsidRPr="00855E16" w:rsidRDefault="00F05AB6" w:rsidP="00F05AB6">
            <w:pPr>
              <w:ind w:firstLine="0"/>
              <w:jc w:val="center"/>
              <w:rPr>
                <w:bCs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848,3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603813" w14:textId="77777777" w:rsidR="00F05AB6" w:rsidRPr="00855E16" w:rsidRDefault="00F05AB6" w:rsidP="00F05AB6">
            <w:pPr>
              <w:ind w:firstLine="0"/>
              <w:jc w:val="center"/>
              <w:rPr>
                <w:bCs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848,3</w:t>
            </w:r>
          </w:p>
        </w:tc>
      </w:tr>
      <w:tr w:rsidR="00F05AB6" w:rsidRPr="00970BD5" w14:paraId="15D80189" w14:textId="77777777" w:rsidTr="00487574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D7B5A3" w14:textId="77777777" w:rsidR="00F05AB6" w:rsidRPr="00855E16" w:rsidRDefault="00F05AB6" w:rsidP="00F05AB6">
            <w:pPr>
              <w:ind w:firstLine="0"/>
              <w:rPr>
                <w:b/>
                <w:bCs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600EB9" w14:textId="77777777" w:rsidR="00F05AB6" w:rsidRPr="00855E16" w:rsidRDefault="00F05AB6" w:rsidP="00F05AB6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21A73F" w14:textId="77777777" w:rsidR="00F05AB6" w:rsidRPr="00855E16" w:rsidRDefault="00F05AB6" w:rsidP="00F05AB6">
            <w:pPr>
              <w:ind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1A0623" w14:textId="77777777" w:rsidR="00F05AB6" w:rsidRPr="00855E16" w:rsidRDefault="00F05AB6" w:rsidP="00F05AB6">
            <w:pPr>
              <w:ind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6A35EC" w14:textId="77777777" w:rsidR="00F05AB6" w:rsidRPr="00855E16" w:rsidRDefault="00F05AB6" w:rsidP="00F05AB6">
            <w:pPr>
              <w:ind w:left="-74" w:right="-108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77 7 01 73060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A363F9" w14:textId="77777777" w:rsidR="00F05AB6" w:rsidRPr="00855E16" w:rsidRDefault="00F05AB6" w:rsidP="00F05AB6">
            <w:pPr>
              <w:ind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3EF4A3" w14:textId="77777777" w:rsidR="00F05AB6" w:rsidRPr="00855E16" w:rsidRDefault="00F05AB6" w:rsidP="00F05AB6">
            <w:pPr>
              <w:ind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827,9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3BFF5C" w14:textId="77777777" w:rsidR="00F05AB6" w:rsidRPr="00855E16" w:rsidRDefault="00F05AB6" w:rsidP="00F05AB6">
            <w:pPr>
              <w:ind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803,7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C05DB6" w14:textId="77777777" w:rsidR="00F05AB6" w:rsidRPr="00855E16" w:rsidRDefault="00F05AB6" w:rsidP="00F05AB6">
            <w:pPr>
              <w:ind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803,7</w:t>
            </w:r>
          </w:p>
        </w:tc>
      </w:tr>
      <w:tr w:rsidR="00F05AB6" w:rsidRPr="00970BD5" w14:paraId="75E0C08A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BFA642" w14:textId="77777777" w:rsidR="00F05AB6" w:rsidRPr="00855E16" w:rsidRDefault="00F05AB6" w:rsidP="00F05AB6">
            <w:pPr>
              <w:ind w:firstLine="0"/>
              <w:rPr>
                <w:b/>
                <w:bCs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5A0260" w14:textId="77777777" w:rsidR="00F05AB6" w:rsidRPr="00855E16" w:rsidRDefault="00F05AB6" w:rsidP="00F05AB6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19F2E5" w14:textId="77777777" w:rsidR="00F05AB6" w:rsidRPr="00855E16" w:rsidRDefault="00F05AB6" w:rsidP="00F05AB6">
            <w:pPr>
              <w:ind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8802BF" w14:textId="77777777" w:rsidR="00F05AB6" w:rsidRPr="00855E16" w:rsidRDefault="00F05AB6" w:rsidP="00F05AB6">
            <w:pPr>
              <w:ind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DE4521" w14:textId="77777777" w:rsidR="00F05AB6" w:rsidRPr="00855E16" w:rsidRDefault="00F05AB6" w:rsidP="00F05AB6">
            <w:pPr>
              <w:ind w:left="-74" w:right="-108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77 7 01 73060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0F0AD6" w14:textId="77777777" w:rsidR="00F05AB6" w:rsidRPr="00855E16" w:rsidRDefault="00F05AB6" w:rsidP="00F05AB6">
            <w:pPr>
              <w:ind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200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1F735C" w14:textId="77777777" w:rsidR="00F05AB6" w:rsidRPr="00855E16" w:rsidRDefault="00F05AB6" w:rsidP="00F05AB6">
            <w:pPr>
              <w:ind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26,4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994C11" w14:textId="77777777" w:rsidR="00F05AB6" w:rsidRPr="00855E16" w:rsidRDefault="00F05AB6" w:rsidP="00F05AB6">
            <w:pPr>
              <w:ind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44,6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07F222" w14:textId="77777777" w:rsidR="00F05AB6" w:rsidRPr="00855E16" w:rsidRDefault="00F05AB6" w:rsidP="00F05AB6">
            <w:pPr>
              <w:ind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44,6</w:t>
            </w:r>
          </w:p>
        </w:tc>
      </w:tr>
      <w:tr w:rsidR="00F05AB6" w:rsidRPr="00970BD5" w14:paraId="6C231ADB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476532" w14:textId="77777777" w:rsidR="00F05AB6" w:rsidRPr="00855E16" w:rsidRDefault="00F05AB6" w:rsidP="00F05AB6">
            <w:pPr>
              <w:ind w:firstLine="0"/>
              <w:rPr>
                <w:b/>
                <w:bCs/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01FAC5" w14:textId="77777777" w:rsidR="00F05AB6" w:rsidRPr="00855E16" w:rsidRDefault="00F05AB6" w:rsidP="00D47103">
            <w:pPr>
              <w:ind w:right="-134" w:firstLine="0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>487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FE159B" w14:textId="77777777" w:rsidR="00F05AB6" w:rsidRPr="00855E16" w:rsidRDefault="00F05AB6" w:rsidP="00F05AB6">
            <w:pPr>
              <w:ind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8FC46E" w14:textId="77777777" w:rsidR="00F05AB6" w:rsidRPr="00855E16" w:rsidRDefault="00F05AB6" w:rsidP="00F05AB6">
            <w:pPr>
              <w:ind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6FAA18" w14:textId="77777777" w:rsidR="00F05AB6" w:rsidRPr="00855E16" w:rsidRDefault="00F05AB6" w:rsidP="00F05AB6">
            <w:pPr>
              <w:ind w:left="-74" w:right="-108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DD378D" w14:textId="77777777" w:rsidR="00F05AB6" w:rsidRPr="00855E16" w:rsidRDefault="00F05AB6" w:rsidP="00F05AB6">
            <w:pPr>
              <w:ind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A91E72" w14:textId="77777777" w:rsidR="00F05AB6" w:rsidRPr="00855E16" w:rsidRDefault="00F05AB6" w:rsidP="00F05AB6">
            <w:pPr>
              <w:ind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>28 582,9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01EFEF" w14:textId="77777777" w:rsidR="00F05AB6" w:rsidRPr="00855E16" w:rsidRDefault="00F05AB6" w:rsidP="00F05AB6">
            <w:pPr>
              <w:ind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>20 458,8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5E4251" w14:textId="77777777" w:rsidR="00F05AB6" w:rsidRPr="00855E16" w:rsidRDefault="00F05AB6" w:rsidP="00F05AB6">
            <w:pPr>
              <w:ind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>25 458,8</w:t>
            </w:r>
          </w:p>
        </w:tc>
      </w:tr>
      <w:tr w:rsidR="00F05AB6" w:rsidRPr="00970BD5" w14:paraId="2E52263D" w14:textId="77777777" w:rsidTr="00487574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CA2DCF" w14:textId="77777777" w:rsidR="00F05AB6" w:rsidRPr="00855E16" w:rsidRDefault="00F05AB6" w:rsidP="009A7E14">
            <w:pPr>
              <w:ind w:firstLine="0"/>
              <w:rPr>
                <w:b/>
                <w:bCs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 xml:space="preserve">Муниципальная программа </w:t>
            </w:r>
            <w:r w:rsidR="009A7E14">
              <w:rPr>
                <w:sz w:val="24"/>
                <w:szCs w:val="24"/>
              </w:rPr>
              <w:t>«</w:t>
            </w:r>
            <w:r w:rsidRPr="00855E16">
              <w:rPr>
                <w:sz w:val="24"/>
                <w:szCs w:val="24"/>
              </w:rPr>
              <w:t>Управление муниципальным имуществом и земельными ресурсами</w:t>
            </w:r>
            <w:r w:rsidRPr="00855E16">
              <w:rPr>
                <w:sz w:val="24"/>
                <w:szCs w:val="24"/>
              </w:rPr>
              <w:br/>
              <w:t>Балахнинского муниципального округа Нижегородской области</w:t>
            </w:r>
            <w:r w:rsidR="009A7E14"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4C278D" w14:textId="77777777" w:rsidR="00F05AB6" w:rsidRPr="00855E16" w:rsidRDefault="00F05AB6" w:rsidP="00F05AB6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9645C2" w14:textId="77777777" w:rsidR="00F05AB6" w:rsidRPr="00855E16" w:rsidRDefault="00F05AB6" w:rsidP="00F05AB6">
            <w:pPr>
              <w:ind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FEEEED" w14:textId="77777777" w:rsidR="00F05AB6" w:rsidRPr="00855E16" w:rsidRDefault="00F05AB6" w:rsidP="00F05AB6">
            <w:pPr>
              <w:ind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20F6EE" w14:textId="77777777" w:rsidR="00F05AB6" w:rsidRPr="00855E16" w:rsidRDefault="00F05AB6" w:rsidP="00F05AB6">
            <w:pPr>
              <w:ind w:left="-74" w:right="-108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07 0 00 00000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ADD39D" w14:textId="77777777" w:rsidR="00F05AB6" w:rsidRPr="00855E16" w:rsidRDefault="00F05AB6" w:rsidP="00F05AB6">
            <w:pPr>
              <w:ind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9C0EFE" w14:textId="77777777" w:rsidR="00F05AB6" w:rsidRPr="00855E16" w:rsidRDefault="00F05AB6" w:rsidP="00F05AB6">
            <w:pPr>
              <w:ind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2 187,7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F801C2" w14:textId="77777777" w:rsidR="00F05AB6" w:rsidRPr="00855E16" w:rsidRDefault="00F05AB6" w:rsidP="00F05AB6">
            <w:pPr>
              <w:ind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2 892,4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68675D" w14:textId="77777777" w:rsidR="00F05AB6" w:rsidRPr="00855E16" w:rsidRDefault="00F05AB6" w:rsidP="00F05AB6">
            <w:pPr>
              <w:ind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2 892,4</w:t>
            </w:r>
          </w:p>
        </w:tc>
      </w:tr>
      <w:tr w:rsidR="00F05AB6" w:rsidRPr="00970BD5" w14:paraId="2A0DAE06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91C8A1" w14:textId="77777777" w:rsidR="00F05AB6" w:rsidRPr="00855E16" w:rsidRDefault="00F05AB6" w:rsidP="00F05AB6">
            <w:pPr>
              <w:ind w:firstLine="0"/>
              <w:rPr>
                <w:b/>
                <w:bCs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Содержание имущества муниципальной казны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CA937F" w14:textId="77777777" w:rsidR="00F05AB6" w:rsidRPr="00855E16" w:rsidRDefault="00F05AB6" w:rsidP="00F05AB6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891BCB" w14:textId="77777777" w:rsidR="00F05AB6" w:rsidRPr="00855E16" w:rsidRDefault="00F05AB6" w:rsidP="00F05AB6">
            <w:pPr>
              <w:ind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FC1E79" w14:textId="77777777" w:rsidR="00F05AB6" w:rsidRPr="00855E16" w:rsidRDefault="00F05AB6" w:rsidP="00F05AB6">
            <w:pPr>
              <w:ind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29FF18" w14:textId="77777777" w:rsidR="00F05AB6" w:rsidRPr="00855E16" w:rsidRDefault="00F05AB6" w:rsidP="00F05AB6">
            <w:pPr>
              <w:ind w:left="-74" w:right="-108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07 0 01 00000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2C0E5E" w14:textId="77777777" w:rsidR="00F05AB6" w:rsidRPr="00855E16" w:rsidRDefault="00F05AB6" w:rsidP="00F05AB6">
            <w:pPr>
              <w:ind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2FED0A" w14:textId="77777777" w:rsidR="00F05AB6" w:rsidRPr="00855E16" w:rsidRDefault="00F05AB6" w:rsidP="00F05AB6">
            <w:pPr>
              <w:ind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1 104,6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A557A6" w14:textId="77777777" w:rsidR="00F05AB6" w:rsidRPr="00855E16" w:rsidRDefault="00F05AB6" w:rsidP="00F05AB6">
            <w:pPr>
              <w:ind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992,4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204BEE" w14:textId="77777777" w:rsidR="00F05AB6" w:rsidRPr="00855E16" w:rsidRDefault="00F05AB6" w:rsidP="00F05AB6">
            <w:pPr>
              <w:ind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992,4</w:t>
            </w:r>
          </w:p>
        </w:tc>
      </w:tr>
      <w:tr w:rsidR="00F05AB6" w:rsidRPr="00970BD5" w14:paraId="3DAD6D6A" w14:textId="77777777" w:rsidTr="00487574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D9D75F" w14:textId="1810B28B" w:rsidR="00F05AB6" w:rsidRPr="00855E16" w:rsidRDefault="00F05AB6" w:rsidP="00F05AB6">
            <w:pPr>
              <w:ind w:firstLine="0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 xml:space="preserve">Реализация мероприятий, направленных на повышение эффективности </w:t>
            </w:r>
            <w:r w:rsidRPr="00855E16">
              <w:rPr>
                <w:sz w:val="24"/>
                <w:szCs w:val="24"/>
              </w:rPr>
              <w:lastRenderedPageBreak/>
              <w:t xml:space="preserve">управления муниципальным имуществом Балахнинского </w:t>
            </w:r>
            <w:r w:rsidRPr="00C33F0B">
              <w:rPr>
                <w:sz w:val="23"/>
                <w:szCs w:val="23"/>
              </w:rPr>
              <w:t>муни</w:t>
            </w:r>
            <w:r w:rsidR="003E33AC" w:rsidRPr="00C33F0B">
              <w:rPr>
                <w:sz w:val="23"/>
                <w:szCs w:val="23"/>
              </w:rPr>
              <w:t>ци</w:t>
            </w:r>
            <w:r w:rsidRPr="00C33F0B">
              <w:rPr>
                <w:sz w:val="23"/>
                <w:szCs w:val="23"/>
              </w:rPr>
              <w:t xml:space="preserve">пального </w:t>
            </w:r>
            <w:r w:rsidRPr="00C33F0B">
              <w:rPr>
                <w:sz w:val="22"/>
                <w:szCs w:val="22"/>
              </w:rPr>
              <w:t>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284461" w14:textId="77777777" w:rsidR="00F05AB6" w:rsidRPr="00855E16" w:rsidRDefault="00F05AB6" w:rsidP="00F05AB6">
            <w:pPr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D43A84" w14:textId="77777777" w:rsidR="00F05AB6" w:rsidRPr="00855E16" w:rsidRDefault="00F05AB6" w:rsidP="00F05AB6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D5CEC4" w14:textId="77777777" w:rsidR="00F05AB6" w:rsidRPr="00855E16" w:rsidRDefault="00F05AB6" w:rsidP="00F05AB6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6A15DC" w14:textId="77777777" w:rsidR="00F05AB6" w:rsidRPr="00855E16" w:rsidRDefault="00F05AB6" w:rsidP="00F05AB6">
            <w:pPr>
              <w:ind w:left="-74" w:right="-108"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07 0 01 26000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D57F0D" w14:textId="77777777" w:rsidR="00F05AB6" w:rsidRPr="00855E16" w:rsidRDefault="00F05AB6" w:rsidP="00F05AB6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77DF4D" w14:textId="77777777" w:rsidR="00F05AB6" w:rsidRPr="00855E16" w:rsidRDefault="00F05AB6" w:rsidP="00F05AB6">
            <w:pPr>
              <w:ind w:hanging="79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1 104,6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BE750D" w14:textId="77777777" w:rsidR="00F05AB6" w:rsidRPr="00855E16" w:rsidRDefault="00F05AB6" w:rsidP="00F05AB6">
            <w:pPr>
              <w:ind w:hanging="108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992,4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9D32AA" w14:textId="77777777" w:rsidR="00F05AB6" w:rsidRPr="00855E16" w:rsidRDefault="00F05AB6" w:rsidP="00F05AB6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992,4</w:t>
            </w:r>
          </w:p>
        </w:tc>
      </w:tr>
      <w:tr w:rsidR="00F05AB6" w:rsidRPr="00970BD5" w14:paraId="72CE3D77" w14:textId="77777777" w:rsidTr="00487574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4B4430" w14:textId="77777777" w:rsidR="00F05AB6" w:rsidRPr="00855E16" w:rsidRDefault="00F05AB6" w:rsidP="00F05AB6">
            <w:pPr>
              <w:ind w:firstLine="0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83C69E" w14:textId="77777777" w:rsidR="00F05AB6" w:rsidRPr="00855E16" w:rsidRDefault="00F05AB6" w:rsidP="00F05AB6">
            <w:pPr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678BCA" w14:textId="77777777" w:rsidR="00F05AB6" w:rsidRPr="00855E16" w:rsidRDefault="00F05AB6" w:rsidP="00F05AB6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6AAFE9" w14:textId="77777777" w:rsidR="00F05AB6" w:rsidRPr="00855E16" w:rsidRDefault="00F05AB6" w:rsidP="00F05AB6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EB23EE" w14:textId="77777777" w:rsidR="00F05AB6" w:rsidRPr="00855E16" w:rsidRDefault="00F05AB6" w:rsidP="00F05AB6">
            <w:pPr>
              <w:ind w:left="-74" w:right="-108"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07 0 01 26000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CE5AB1" w14:textId="77777777" w:rsidR="00F05AB6" w:rsidRPr="00855E16" w:rsidRDefault="00F05AB6" w:rsidP="00F05AB6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200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7A349B" w14:textId="77777777" w:rsidR="00F05AB6" w:rsidRPr="00855E16" w:rsidRDefault="00F05AB6" w:rsidP="00F05AB6">
            <w:pPr>
              <w:ind w:right="-108" w:hanging="79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1 104,6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410556" w14:textId="77777777" w:rsidR="00F05AB6" w:rsidRPr="00855E16" w:rsidRDefault="00F05AB6" w:rsidP="00F05AB6">
            <w:pPr>
              <w:ind w:hanging="108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992,4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7684B8" w14:textId="77777777" w:rsidR="00F05AB6" w:rsidRPr="00855E16" w:rsidRDefault="00F05AB6" w:rsidP="00F05AB6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992,4</w:t>
            </w:r>
          </w:p>
        </w:tc>
      </w:tr>
      <w:tr w:rsidR="00F05AB6" w:rsidRPr="00970BD5" w14:paraId="27D613CF" w14:textId="77777777" w:rsidTr="00487574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18E807" w14:textId="77777777" w:rsidR="00F05AB6" w:rsidRPr="00855E16" w:rsidRDefault="00F05AB6" w:rsidP="009A7E14">
            <w:pPr>
              <w:ind w:right="-115" w:firstLine="34"/>
              <w:rPr>
                <w:b/>
                <w:bCs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Распоряжение муниципальным имуществом и земельными ресурсами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8A40A9" w14:textId="77777777" w:rsidR="00F05AB6" w:rsidRPr="00855E16" w:rsidRDefault="00F05AB6" w:rsidP="00F05AB6">
            <w:pPr>
              <w:spacing w:line="250" w:lineRule="exact"/>
              <w:ind w:left="-109" w:right="-108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DF97CB" w14:textId="77777777" w:rsidR="00F05AB6" w:rsidRPr="00855E16" w:rsidRDefault="00F05AB6" w:rsidP="00F05AB6">
            <w:pPr>
              <w:spacing w:line="250" w:lineRule="exact"/>
              <w:ind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CF1F17" w14:textId="77777777" w:rsidR="00F05AB6" w:rsidRPr="00855E16" w:rsidRDefault="00F05AB6" w:rsidP="00F05AB6">
            <w:pPr>
              <w:spacing w:line="250" w:lineRule="exact"/>
              <w:ind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E86EC0" w14:textId="77777777" w:rsidR="00F05AB6" w:rsidRPr="00855E16" w:rsidRDefault="00F05AB6" w:rsidP="00F05AB6">
            <w:pPr>
              <w:spacing w:line="250" w:lineRule="exact"/>
              <w:ind w:left="-74" w:right="-108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07 0 02 00000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ED9AD6" w14:textId="77777777" w:rsidR="00F05AB6" w:rsidRPr="00855E16" w:rsidRDefault="00F05AB6" w:rsidP="00F05AB6">
            <w:pPr>
              <w:spacing w:line="250" w:lineRule="exact"/>
              <w:ind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59CA7A" w14:textId="77777777" w:rsidR="00F05AB6" w:rsidRPr="00855E16" w:rsidRDefault="00F05AB6" w:rsidP="00F05AB6">
            <w:pPr>
              <w:spacing w:line="250" w:lineRule="exact"/>
              <w:ind w:left="-100" w:right="-80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1 083,1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B96FC8" w14:textId="77777777" w:rsidR="00F05AB6" w:rsidRPr="00855E16" w:rsidRDefault="00F05AB6" w:rsidP="00F05AB6">
            <w:pPr>
              <w:spacing w:line="250" w:lineRule="exact"/>
              <w:ind w:left="-129" w:right="-81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1 900,0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020DBE" w14:textId="77777777" w:rsidR="00F05AB6" w:rsidRPr="00855E16" w:rsidRDefault="00F05AB6" w:rsidP="00F05AB6">
            <w:pPr>
              <w:spacing w:line="250" w:lineRule="exact"/>
              <w:ind w:left="-128" w:right="-110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1 900,0</w:t>
            </w:r>
          </w:p>
        </w:tc>
      </w:tr>
      <w:tr w:rsidR="00F05AB6" w:rsidRPr="00970BD5" w14:paraId="18554A72" w14:textId="77777777" w:rsidTr="00487574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C2A13F" w14:textId="581EB18C" w:rsidR="00F05AB6" w:rsidRPr="00855E16" w:rsidRDefault="00F05AB6" w:rsidP="009A7E14">
            <w:pPr>
              <w:ind w:right="-115" w:firstLine="34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 xml:space="preserve">Реализация мероприятий, направленных на повышение эффективности управления муниципальным имуществом Балахнинского </w:t>
            </w:r>
            <w:r w:rsidRPr="00C33F0B">
              <w:rPr>
                <w:sz w:val="23"/>
                <w:szCs w:val="23"/>
              </w:rPr>
              <w:t>муни</w:t>
            </w:r>
            <w:r w:rsidR="003E33AC" w:rsidRPr="00C33F0B">
              <w:rPr>
                <w:sz w:val="23"/>
                <w:szCs w:val="23"/>
              </w:rPr>
              <w:t>ци</w:t>
            </w:r>
            <w:r w:rsidRPr="00C33F0B">
              <w:rPr>
                <w:sz w:val="23"/>
                <w:szCs w:val="23"/>
              </w:rPr>
              <w:t>пального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B0DECD" w14:textId="77777777" w:rsidR="00F05AB6" w:rsidRPr="00855E16" w:rsidRDefault="00F05AB6" w:rsidP="00F05AB6">
            <w:pPr>
              <w:spacing w:line="250" w:lineRule="exact"/>
              <w:ind w:left="-109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605469" w14:textId="77777777" w:rsidR="00F05AB6" w:rsidRPr="00855E16" w:rsidRDefault="00F05AB6" w:rsidP="00F05AB6">
            <w:pPr>
              <w:spacing w:line="25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931664" w14:textId="77777777" w:rsidR="00F05AB6" w:rsidRPr="00855E16" w:rsidRDefault="00F05AB6" w:rsidP="00F05AB6">
            <w:pPr>
              <w:spacing w:line="25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CEB06E" w14:textId="77777777" w:rsidR="00F05AB6" w:rsidRPr="00855E16" w:rsidRDefault="00F05AB6" w:rsidP="00F05AB6">
            <w:pPr>
              <w:spacing w:line="250" w:lineRule="exact"/>
              <w:ind w:left="-74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07 0 02 26000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5324FC" w14:textId="77777777" w:rsidR="00F05AB6" w:rsidRPr="00855E16" w:rsidRDefault="00F05AB6" w:rsidP="00F05AB6">
            <w:pPr>
              <w:spacing w:line="25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BE93CB" w14:textId="77777777" w:rsidR="00F05AB6" w:rsidRPr="00855E16" w:rsidRDefault="00F05AB6" w:rsidP="00F05AB6">
            <w:pPr>
              <w:spacing w:line="250" w:lineRule="exact"/>
              <w:ind w:left="-100" w:right="-80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1 083,1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3887B9" w14:textId="77777777" w:rsidR="00F05AB6" w:rsidRPr="00855E16" w:rsidRDefault="00F05AB6" w:rsidP="00F05AB6">
            <w:pPr>
              <w:spacing w:line="250" w:lineRule="exact"/>
              <w:ind w:left="-129" w:right="-81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1 900,0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BB87CB" w14:textId="77777777" w:rsidR="00F05AB6" w:rsidRPr="00855E16" w:rsidRDefault="00F05AB6" w:rsidP="00F05AB6">
            <w:pPr>
              <w:spacing w:line="250" w:lineRule="exact"/>
              <w:ind w:left="-128" w:right="-110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1 900,0</w:t>
            </w:r>
          </w:p>
        </w:tc>
      </w:tr>
      <w:tr w:rsidR="00F05AB6" w:rsidRPr="00970BD5" w14:paraId="57C017BA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15A6C5" w14:textId="77777777" w:rsidR="00F05AB6" w:rsidRPr="00855E16" w:rsidRDefault="00F05AB6" w:rsidP="00F05AB6">
            <w:pPr>
              <w:ind w:right="-115" w:firstLine="34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ABA59D" w14:textId="77777777" w:rsidR="00F05AB6" w:rsidRPr="00855E16" w:rsidRDefault="00F05AB6" w:rsidP="00F05AB6">
            <w:pPr>
              <w:ind w:left="-109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FD4DE7" w14:textId="77777777" w:rsidR="00F05AB6" w:rsidRPr="00855E16" w:rsidRDefault="00F05AB6" w:rsidP="00F05AB6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A276E7" w14:textId="77777777" w:rsidR="00F05AB6" w:rsidRPr="00855E16" w:rsidRDefault="00F05AB6" w:rsidP="00F05AB6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B8498B" w14:textId="77777777" w:rsidR="00F05AB6" w:rsidRPr="00855E16" w:rsidRDefault="00F05AB6" w:rsidP="00F05AB6">
            <w:pPr>
              <w:ind w:left="-74" w:right="-108"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07 0 02 26000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EA3A3A" w14:textId="77777777" w:rsidR="00F05AB6" w:rsidRPr="00855E16" w:rsidRDefault="00F05AB6" w:rsidP="00F05AB6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200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C8B003" w14:textId="77777777" w:rsidR="00F05AB6" w:rsidRPr="00855E16" w:rsidRDefault="00F05AB6" w:rsidP="00F05AB6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1 083,1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156757" w14:textId="77777777" w:rsidR="00F05AB6" w:rsidRPr="00855E16" w:rsidRDefault="00F05AB6" w:rsidP="00F05AB6">
            <w:pPr>
              <w:ind w:right="-79" w:hanging="108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1 900,0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2A3F03" w14:textId="77777777" w:rsidR="00F05AB6" w:rsidRPr="00855E16" w:rsidRDefault="00F05AB6" w:rsidP="00F05AB6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1 900,0</w:t>
            </w:r>
          </w:p>
        </w:tc>
      </w:tr>
      <w:tr w:rsidR="00DA0001" w:rsidRPr="00970BD5" w14:paraId="063CC1B0" w14:textId="77777777" w:rsidTr="00487574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5B18E7" w14:textId="77777777" w:rsidR="00DA0001" w:rsidRPr="00855E16" w:rsidRDefault="00DA0001" w:rsidP="009357B2">
            <w:pPr>
              <w:ind w:right="-115" w:firstLine="34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Муниципальная программа</w:t>
            </w:r>
            <w:r w:rsidR="009357B2">
              <w:rPr>
                <w:sz w:val="24"/>
                <w:szCs w:val="24"/>
              </w:rPr>
              <w:t xml:space="preserve"> «</w:t>
            </w:r>
            <w:r w:rsidRPr="00855E16">
              <w:rPr>
                <w:sz w:val="24"/>
                <w:szCs w:val="24"/>
              </w:rPr>
              <w:t>Развитие эффективности градостроительной деятельности на территории Балахнинского муниципального округа Нижегородской области</w:t>
            </w:r>
            <w:r w:rsidR="009A7E14"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D74A0E" w14:textId="77777777" w:rsidR="00DA0001" w:rsidRPr="00855E16" w:rsidRDefault="00DA0001" w:rsidP="00DA0001">
            <w:pPr>
              <w:ind w:left="-109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40E9E8" w14:textId="77777777" w:rsidR="00DA0001" w:rsidRPr="00855E16" w:rsidRDefault="00DA0001" w:rsidP="00DA0001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5A358E" w14:textId="77777777" w:rsidR="00DA0001" w:rsidRPr="00855E16" w:rsidRDefault="00DA0001" w:rsidP="00DA0001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C58557" w14:textId="77777777" w:rsidR="00DA0001" w:rsidRPr="00855E16" w:rsidRDefault="00DA0001" w:rsidP="00DA0001">
            <w:pPr>
              <w:ind w:left="-74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08 0 00 00000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994514" w14:textId="77777777" w:rsidR="00DA0001" w:rsidRPr="00855E16" w:rsidRDefault="00DA0001" w:rsidP="00DA0001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FBEE60" w14:textId="77777777" w:rsidR="00DA0001" w:rsidRPr="00855E16" w:rsidRDefault="00DA0001" w:rsidP="00DA0001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200,0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F4B81D" w14:textId="77777777" w:rsidR="00DA0001" w:rsidRPr="00855E16" w:rsidRDefault="00DA0001" w:rsidP="00DA0001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250,0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47DED7" w14:textId="77777777" w:rsidR="00DA0001" w:rsidRPr="00855E16" w:rsidRDefault="00DA0001" w:rsidP="00DA0001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250,0</w:t>
            </w:r>
          </w:p>
        </w:tc>
      </w:tr>
      <w:tr w:rsidR="00DA0001" w:rsidRPr="00970BD5" w14:paraId="2F3AB5D7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DF3FC6" w14:textId="77777777" w:rsidR="00DA0001" w:rsidRPr="00855E16" w:rsidRDefault="00DA0001" w:rsidP="00DA0001">
            <w:pPr>
              <w:ind w:right="-115" w:firstLine="34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Организация работы по демонтажу рекламных конструкций и визуального мусора, установленных без разрешения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9E69AC" w14:textId="77777777" w:rsidR="00DA0001" w:rsidRPr="00855E16" w:rsidRDefault="00DA0001" w:rsidP="00DA0001">
            <w:pPr>
              <w:ind w:left="-109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489DB1" w14:textId="77777777" w:rsidR="00DA0001" w:rsidRPr="00855E16" w:rsidRDefault="00DA0001" w:rsidP="00DA0001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D6373D" w14:textId="77777777" w:rsidR="00DA0001" w:rsidRPr="00855E16" w:rsidRDefault="00DA0001" w:rsidP="00DA0001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11F1E1" w14:textId="77777777" w:rsidR="00DA0001" w:rsidRPr="00855E16" w:rsidRDefault="00DA0001" w:rsidP="00DA0001">
            <w:pPr>
              <w:ind w:left="-74" w:right="-108"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08 0 02 00000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7932F6" w14:textId="77777777" w:rsidR="00DA0001" w:rsidRPr="00855E16" w:rsidRDefault="00DA0001" w:rsidP="00DA0001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A4C255" w14:textId="77777777" w:rsidR="00DA0001" w:rsidRPr="00855E16" w:rsidRDefault="00DA0001" w:rsidP="00DA0001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200,0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C03535" w14:textId="77777777" w:rsidR="00DA0001" w:rsidRPr="00855E16" w:rsidRDefault="00DA0001" w:rsidP="00DA0001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250,0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C615AF" w14:textId="77777777" w:rsidR="00DA0001" w:rsidRPr="00855E16" w:rsidRDefault="00DA0001" w:rsidP="00DA0001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250,0</w:t>
            </w:r>
          </w:p>
        </w:tc>
      </w:tr>
      <w:tr w:rsidR="00DA0001" w:rsidRPr="00970BD5" w14:paraId="49585AF3" w14:textId="77777777" w:rsidTr="00487574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5EB5B8" w14:textId="77777777" w:rsidR="00DA0001" w:rsidRPr="00855E16" w:rsidRDefault="00DA0001" w:rsidP="00DA0001">
            <w:pPr>
              <w:ind w:left="34" w:right="-115" w:firstLine="0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lastRenderedPageBreak/>
              <w:t>Прочие выплаты по обязательствам Балахнинского муниципального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6E5206" w14:textId="77777777" w:rsidR="00DA0001" w:rsidRPr="00855E16" w:rsidRDefault="00DA0001" w:rsidP="00DA0001">
            <w:pPr>
              <w:ind w:left="-109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4D8587" w14:textId="77777777" w:rsidR="00DA0001" w:rsidRPr="00855E16" w:rsidRDefault="00DA0001" w:rsidP="00DA0001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083B3F" w14:textId="77777777" w:rsidR="00DA0001" w:rsidRPr="00855E16" w:rsidRDefault="00DA0001" w:rsidP="00DA0001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D5CA5D" w14:textId="77777777" w:rsidR="00DA0001" w:rsidRPr="00855E16" w:rsidRDefault="00DA0001" w:rsidP="00DA0001">
            <w:pPr>
              <w:ind w:left="-74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08 0 02 26000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C1099B" w14:textId="77777777" w:rsidR="00DA0001" w:rsidRPr="00855E16" w:rsidRDefault="00DA0001" w:rsidP="00DA0001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9A6583" w14:textId="77777777" w:rsidR="00DA0001" w:rsidRPr="00855E16" w:rsidRDefault="00DA0001" w:rsidP="00DA0001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200,0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352323" w14:textId="77777777" w:rsidR="00DA0001" w:rsidRPr="00855E16" w:rsidRDefault="00DA0001" w:rsidP="00DA0001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250,0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91D9AB" w14:textId="77777777" w:rsidR="00DA0001" w:rsidRPr="00855E16" w:rsidRDefault="00DA0001" w:rsidP="00DA0001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250,0</w:t>
            </w:r>
          </w:p>
        </w:tc>
      </w:tr>
      <w:tr w:rsidR="00DA0001" w:rsidRPr="00970BD5" w14:paraId="24D29D32" w14:textId="77777777" w:rsidTr="00487574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A5F06C" w14:textId="77777777" w:rsidR="00DA0001" w:rsidRPr="00855E16" w:rsidRDefault="00DA0001" w:rsidP="00DA0001">
            <w:pPr>
              <w:ind w:left="34" w:right="-115" w:firstLine="0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053866" w14:textId="77777777" w:rsidR="00DA0001" w:rsidRPr="00855E16" w:rsidRDefault="00DA0001" w:rsidP="00DA0001">
            <w:pPr>
              <w:ind w:left="-109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5180BD" w14:textId="77777777" w:rsidR="00DA0001" w:rsidRPr="00855E16" w:rsidRDefault="00DA0001" w:rsidP="00DA0001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C4AAC7" w14:textId="77777777" w:rsidR="00DA0001" w:rsidRPr="00855E16" w:rsidRDefault="00DA0001" w:rsidP="00DA0001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D85F26" w14:textId="77777777" w:rsidR="00DA0001" w:rsidRPr="00855E16" w:rsidRDefault="00DA0001" w:rsidP="00DA0001">
            <w:pPr>
              <w:ind w:left="-74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08 0 02 26000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C6F9E3" w14:textId="77777777" w:rsidR="00DA0001" w:rsidRPr="00855E16" w:rsidRDefault="00DA0001" w:rsidP="00DA0001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200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6D656F" w14:textId="77777777" w:rsidR="00DA0001" w:rsidRPr="00855E16" w:rsidRDefault="00DA0001" w:rsidP="00DA0001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200,0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D949B6" w14:textId="77777777" w:rsidR="00DA0001" w:rsidRPr="00855E16" w:rsidRDefault="00DA0001" w:rsidP="00DA0001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  <w:lang w:val="en-US"/>
              </w:rPr>
            </w:pPr>
            <w:r w:rsidRPr="00855E16">
              <w:rPr>
                <w:sz w:val="24"/>
                <w:szCs w:val="24"/>
              </w:rPr>
              <w:t>250,0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EDA4A8" w14:textId="77777777" w:rsidR="00DA0001" w:rsidRPr="00855E16" w:rsidRDefault="00DA0001" w:rsidP="00DA0001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250,0</w:t>
            </w:r>
          </w:p>
        </w:tc>
      </w:tr>
      <w:tr w:rsidR="00DA0001" w:rsidRPr="00970BD5" w14:paraId="04FCB363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E54AAD" w14:textId="77777777" w:rsidR="00DA0001" w:rsidRPr="00855E16" w:rsidRDefault="00DA0001" w:rsidP="00DA0001">
            <w:pPr>
              <w:ind w:left="34" w:right="-115" w:firstLine="0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6E9B92" w14:textId="77777777" w:rsidR="00DA0001" w:rsidRPr="00855E16" w:rsidRDefault="00DA0001" w:rsidP="00DA0001">
            <w:pPr>
              <w:ind w:left="-109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53303F" w14:textId="77777777" w:rsidR="00DA0001" w:rsidRPr="00855E16" w:rsidRDefault="00DA0001" w:rsidP="00DA0001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6E8C45" w14:textId="77777777" w:rsidR="00DA0001" w:rsidRPr="00855E16" w:rsidRDefault="00DA0001" w:rsidP="00DA0001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08136D" w14:textId="77777777" w:rsidR="00DA0001" w:rsidRPr="00855E16" w:rsidRDefault="00DA0001" w:rsidP="00DA0001">
            <w:pPr>
              <w:ind w:left="-74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77 0 00 00000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DE06DA" w14:textId="77777777" w:rsidR="00DA0001" w:rsidRPr="00855E16" w:rsidRDefault="00DA0001" w:rsidP="00DA0001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B9B343" w14:textId="77777777" w:rsidR="00DA0001" w:rsidRPr="00855E16" w:rsidRDefault="00DA0001" w:rsidP="00DA0001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26 145,2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1ED18D" w14:textId="77777777" w:rsidR="00DA0001" w:rsidRPr="00855E16" w:rsidRDefault="00DA0001" w:rsidP="00DA0001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17 266,4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5A019D" w14:textId="77777777" w:rsidR="00DA0001" w:rsidRPr="00855E16" w:rsidRDefault="00DA0001" w:rsidP="00DA0001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22 266,4</w:t>
            </w:r>
          </w:p>
        </w:tc>
      </w:tr>
      <w:tr w:rsidR="00DA0001" w:rsidRPr="00970BD5" w14:paraId="0F24A326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7A9E26" w14:textId="77777777" w:rsidR="00DA0001" w:rsidRPr="00855E16" w:rsidRDefault="00DA0001" w:rsidP="00DA0001">
            <w:pPr>
              <w:ind w:left="34" w:right="-115" w:firstLine="0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12190F" w14:textId="77777777" w:rsidR="00DA0001" w:rsidRPr="00855E16" w:rsidRDefault="00DA0001" w:rsidP="00DA0001">
            <w:pPr>
              <w:ind w:left="-109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5814AA" w14:textId="77777777" w:rsidR="00DA0001" w:rsidRPr="00855E16" w:rsidRDefault="00DA0001" w:rsidP="00DA0001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1D8AC8" w14:textId="77777777" w:rsidR="00DA0001" w:rsidRPr="00855E16" w:rsidRDefault="00DA0001" w:rsidP="00DA0001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62105E" w14:textId="77777777" w:rsidR="00DA0001" w:rsidRPr="00855E16" w:rsidRDefault="00DA0001" w:rsidP="00DA0001">
            <w:pPr>
              <w:ind w:left="-74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77 7 00 00000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1ACDC6" w14:textId="77777777" w:rsidR="00DA0001" w:rsidRPr="00855E16" w:rsidRDefault="00DA0001" w:rsidP="00DA0001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5506CA" w14:textId="77777777" w:rsidR="00DA0001" w:rsidRPr="00855E16" w:rsidRDefault="00DA0001" w:rsidP="00DA0001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26 145,2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F22F66" w14:textId="77777777" w:rsidR="00DA0001" w:rsidRPr="00855E16" w:rsidRDefault="00DA0001" w:rsidP="00DA0001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17 266,4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1148DB" w14:textId="77777777" w:rsidR="00DA0001" w:rsidRPr="00855E16" w:rsidRDefault="00DA0001" w:rsidP="00DA0001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22 266,4</w:t>
            </w:r>
          </w:p>
        </w:tc>
      </w:tr>
      <w:tr w:rsidR="00DA0001" w:rsidRPr="00970BD5" w14:paraId="3D962AFA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939504" w14:textId="77777777" w:rsidR="00DA0001" w:rsidRPr="00855E16" w:rsidRDefault="00DA0001" w:rsidP="00DA0001">
            <w:pPr>
              <w:ind w:left="34" w:right="-115" w:firstLine="0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C87FE0" w14:textId="77777777" w:rsidR="00DA0001" w:rsidRPr="00855E16" w:rsidRDefault="00DA0001" w:rsidP="00DA0001">
            <w:pPr>
              <w:ind w:left="-109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DE8629" w14:textId="77777777" w:rsidR="00DA0001" w:rsidRPr="00855E16" w:rsidRDefault="00DA0001" w:rsidP="00DA0001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 xml:space="preserve">01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CDA384" w14:textId="77777777" w:rsidR="00DA0001" w:rsidRPr="00855E16" w:rsidRDefault="00DA0001" w:rsidP="00DA0001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06E9E1" w14:textId="77777777" w:rsidR="00DA0001" w:rsidRPr="00855E16" w:rsidRDefault="00DA0001" w:rsidP="00DA0001">
            <w:pPr>
              <w:ind w:left="-74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77 7 02 00000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471802" w14:textId="77777777" w:rsidR="00DA0001" w:rsidRPr="00855E16" w:rsidRDefault="00DA0001" w:rsidP="00DA0001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70D234" w14:textId="77777777" w:rsidR="00DA0001" w:rsidRPr="00855E16" w:rsidRDefault="00DA0001" w:rsidP="00DA0001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18 853,3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3CE7B0" w14:textId="77777777" w:rsidR="00DA0001" w:rsidRPr="00855E16" w:rsidRDefault="00DA0001" w:rsidP="00DA0001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14 772,2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9119C3" w14:textId="77777777" w:rsidR="00DA0001" w:rsidRPr="00855E16" w:rsidRDefault="00DA0001" w:rsidP="00DA0001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14 772,2</w:t>
            </w:r>
          </w:p>
        </w:tc>
      </w:tr>
      <w:tr w:rsidR="00DA0001" w:rsidRPr="00970BD5" w14:paraId="1A250429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FB8A31" w14:textId="77777777" w:rsidR="00DA0001" w:rsidRPr="00855E16" w:rsidRDefault="00DA0001" w:rsidP="00DA0001">
            <w:pPr>
              <w:ind w:left="34" w:right="-115" w:firstLine="0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F15DAF" w14:textId="77777777" w:rsidR="00DA0001" w:rsidRPr="00855E16" w:rsidRDefault="00DA0001" w:rsidP="00DA0001">
            <w:pPr>
              <w:ind w:left="-109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A3BAEC" w14:textId="77777777" w:rsidR="00DA0001" w:rsidRPr="00855E16" w:rsidRDefault="00DA0001" w:rsidP="00DA0001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46B9FE" w14:textId="77777777" w:rsidR="00DA0001" w:rsidRPr="00855E16" w:rsidRDefault="00DA0001" w:rsidP="00DA0001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5A0470" w14:textId="77777777" w:rsidR="00DA0001" w:rsidRPr="00855E16" w:rsidRDefault="00DA0001" w:rsidP="00DA0001">
            <w:pPr>
              <w:ind w:left="-74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77 7 02 00590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691B40" w14:textId="77777777" w:rsidR="00DA0001" w:rsidRPr="00855E16" w:rsidRDefault="00DA0001" w:rsidP="00DA0001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472291" w14:textId="77777777" w:rsidR="00DA0001" w:rsidRPr="00855E16" w:rsidRDefault="00DA0001" w:rsidP="00DA0001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18 853,3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05F6FB" w14:textId="77777777" w:rsidR="00DA0001" w:rsidRPr="00855E16" w:rsidRDefault="00DA0001" w:rsidP="00DA0001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14 772,2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E0E103" w14:textId="77777777" w:rsidR="00DA0001" w:rsidRPr="00855E16" w:rsidRDefault="00DA0001" w:rsidP="00DA0001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14 772,2</w:t>
            </w:r>
          </w:p>
        </w:tc>
      </w:tr>
      <w:tr w:rsidR="00DA0001" w:rsidRPr="00970BD5" w14:paraId="7B2541B8" w14:textId="77777777" w:rsidTr="00487574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1D6B18" w14:textId="77777777" w:rsidR="00DA0001" w:rsidRPr="00855E16" w:rsidRDefault="00DA0001" w:rsidP="00DA0001">
            <w:pPr>
              <w:ind w:left="34" w:right="-115" w:firstLine="0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A2352A" w14:textId="77777777" w:rsidR="00DA0001" w:rsidRPr="00855E16" w:rsidRDefault="00DA0001" w:rsidP="00DA0001">
            <w:pPr>
              <w:ind w:left="-109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DE3DA3" w14:textId="77777777" w:rsidR="00DA0001" w:rsidRPr="00855E16" w:rsidRDefault="00DA0001" w:rsidP="00DA0001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EF6496" w14:textId="77777777" w:rsidR="00DA0001" w:rsidRPr="00855E16" w:rsidRDefault="00DA0001" w:rsidP="00DA0001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F2CE8C" w14:textId="77777777" w:rsidR="00DA0001" w:rsidRPr="00855E16" w:rsidRDefault="00DA0001" w:rsidP="00DA0001">
            <w:pPr>
              <w:ind w:left="-74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77 7 02 00590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EA9499" w14:textId="77777777" w:rsidR="00DA0001" w:rsidRPr="00855E16" w:rsidRDefault="00DA0001" w:rsidP="00DA0001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536CD9" w14:textId="77777777" w:rsidR="00DA0001" w:rsidRPr="00855E16" w:rsidRDefault="00DA0001" w:rsidP="00DA0001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11 168,6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83B4AD" w14:textId="77777777" w:rsidR="00DA0001" w:rsidRPr="00855E16" w:rsidRDefault="00DA0001" w:rsidP="00DA0001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10 193,8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B6FD6F" w14:textId="77777777" w:rsidR="00DA0001" w:rsidRPr="00855E16" w:rsidRDefault="00DA0001" w:rsidP="00DA0001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10 193,8</w:t>
            </w:r>
          </w:p>
        </w:tc>
      </w:tr>
      <w:tr w:rsidR="00DA0001" w:rsidRPr="00970BD5" w14:paraId="543D83F6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572B19" w14:textId="77777777" w:rsidR="00DA0001" w:rsidRPr="00855E16" w:rsidRDefault="00DA0001" w:rsidP="00DA0001">
            <w:pPr>
              <w:ind w:right="-115" w:firstLine="34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1D56A5" w14:textId="77777777" w:rsidR="00DA0001" w:rsidRPr="00855E16" w:rsidRDefault="00DA0001" w:rsidP="00DA0001">
            <w:pPr>
              <w:ind w:left="-109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91B562" w14:textId="77777777" w:rsidR="00DA0001" w:rsidRPr="00855E16" w:rsidRDefault="00DA0001" w:rsidP="00DA0001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E84859" w14:textId="77777777" w:rsidR="00DA0001" w:rsidRPr="00855E16" w:rsidRDefault="00DA0001" w:rsidP="00DA0001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2C2659" w14:textId="77777777" w:rsidR="00DA0001" w:rsidRPr="00855E16" w:rsidRDefault="00DA0001" w:rsidP="00DA0001">
            <w:pPr>
              <w:ind w:left="-74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77 7 02 00590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C7D7A9" w14:textId="77777777" w:rsidR="00DA0001" w:rsidRPr="00855E16" w:rsidRDefault="00DA0001" w:rsidP="00DA0001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200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A93221" w14:textId="77777777" w:rsidR="00DA0001" w:rsidRPr="00855E16" w:rsidRDefault="00DA0001" w:rsidP="00DA0001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6 022,2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F50C02" w14:textId="77777777" w:rsidR="00DA0001" w:rsidRPr="00855E16" w:rsidRDefault="00DA0001" w:rsidP="00DA0001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4 578,4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DA7169" w14:textId="77777777" w:rsidR="00DA0001" w:rsidRPr="00855E16" w:rsidRDefault="00DA0001" w:rsidP="00DA0001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4 578,4</w:t>
            </w:r>
          </w:p>
        </w:tc>
      </w:tr>
      <w:tr w:rsidR="00DA0001" w:rsidRPr="00970BD5" w14:paraId="3F3D81EE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FC64C2" w14:textId="77777777" w:rsidR="00DA0001" w:rsidRPr="00855E16" w:rsidRDefault="00DA0001" w:rsidP="00DA0001">
            <w:pPr>
              <w:ind w:right="-115" w:firstLine="34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B25200" w14:textId="77777777" w:rsidR="00DA0001" w:rsidRPr="00855E16" w:rsidRDefault="00DA0001" w:rsidP="00DA0001">
            <w:pPr>
              <w:ind w:left="-109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009693" w14:textId="77777777" w:rsidR="00DA0001" w:rsidRPr="00855E16" w:rsidRDefault="00DA0001" w:rsidP="00DA0001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9D77AA" w14:textId="77777777" w:rsidR="00DA0001" w:rsidRPr="00855E16" w:rsidRDefault="00DA0001" w:rsidP="00DA0001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04B51C" w14:textId="77777777" w:rsidR="00DA0001" w:rsidRPr="00855E16" w:rsidRDefault="00DA0001" w:rsidP="00DA0001">
            <w:pPr>
              <w:ind w:left="-74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77 7 02 00590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A4D2DA" w14:textId="77777777" w:rsidR="00DA0001" w:rsidRPr="00855E16" w:rsidRDefault="00DA0001" w:rsidP="00DA0001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800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39F3AD" w14:textId="77777777" w:rsidR="00DA0001" w:rsidRPr="00855E16" w:rsidRDefault="00DA0001" w:rsidP="00DA0001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1 662,5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45FEB4" w14:textId="77777777" w:rsidR="00DA0001" w:rsidRPr="00855E16" w:rsidRDefault="00DA0001" w:rsidP="00DA0001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490479" w14:textId="77777777" w:rsidR="00DA0001" w:rsidRPr="00855E16" w:rsidRDefault="00D22CA7" w:rsidP="00DA0001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  <w:lang w:val="en-US"/>
              </w:rPr>
              <w:t>0</w:t>
            </w:r>
            <w:r>
              <w:rPr>
                <w:sz w:val="24"/>
                <w:szCs w:val="24"/>
              </w:rPr>
              <w:t>,0</w:t>
            </w:r>
            <w:r w:rsidR="00DA0001" w:rsidRPr="00855E16">
              <w:rPr>
                <w:sz w:val="24"/>
                <w:szCs w:val="24"/>
              </w:rPr>
              <w:t> </w:t>
            </w:r>
          </w:p>
        </w:tc>
      </w:tr>
      <w:tr w:rsidR="00DA0001" w:rsidRPr="00970BD5" w14:paraId="57C86D4D" w14:textId="77777777" w:rsidTr="00487574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AE577C" w14:textId="77777777" w:rsidR="00DA0001" w:rsidRPr="00855E16" w:rsidRDefault="00DA0001" w:rsidP="00DA0001">
            <w:pPr>
              <w:ind w:right="-115" w:firstLine="34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5F0995" w14:textId="77777777" w:rsidR="00DA0001" w:rsidRPr="00855E16" w:rsidRDefault="00DA0001" w:rsidP="00DA0001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FF9BA7" w14:textId="77777777" w:rsidR="00DA0001" w:rsidRPr="00855E16" w:rsidRDefault="00DA0001" w:rsidP="00DA0001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033FB1" w14:textId="77777777" w:rsidR="00DA0001" w:rsidRPr="00855E16" w:rsidRDefault="00DA0001" w:rsidP="00DA0001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AF43F7" w14:textId="77777777" w:rsidR="00DA0001" w:rsidRPr="00855E16" w:rsidRDefault="00DA0001" w:rsidP="00DA0001">
            <w:pPr>
              <w:ind w:left="-74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77 7 03 00000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CF2C54" w14:textId="77777777" w:rsidR="00DA0001" w:rsidRPr="00855E16" w:rsidRDefault="00DA0001" w:rsidP="00DA0001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E464F1" w14:textId="77777777" w:rsidR="00DA0001" w:rsidRPr="00855E16" w:rsidRDefault="00DA0001" w:rsidP="00DA0001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7 291,9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011D89" w14:textId="77777777" w:rsidR="00DA0001" w:rsidRPr="00855E16" w:rsidRDefault="00DA0001" w:rsidP="00DA0001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2 494,2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D6DC27" w14:textId="77777777" w:rsidR="00DA0001" w:rsidRPr="00855E16" w:rsidRDefault="00DA0001" w:rsidP="00DA0001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7 494,2</w:t>
            </w:r>
          </w:p>
        </w:tc>
      </w:tr>
      <w:tr w:rsidR="00DA0001" w:rsidRPr="00970BD5" w14:paraId="5F44D572" w14:textId="77777777" w:rsidTr="00487574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161876" w14:textId="77777777" w:rsidR="00DA0001" w:rsidRPr="00855E16" w:rsidRDefault="00DA0001" w:rsidP="00DA0001">
            <w:pPr>
              <w:ind w:right="-115" w:firstLine="34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 xml:space="preserve">Прочие выплаты по обязательствам </w:t>
            </w:r>
            <w:r w:rsidRPr="00855E16">
              <w:rPr>
                <w:sz w:val="24"/>
                <w:szCs w:val="24"/>
              </w:rPr>
              <w:lastRenderedPageBreak/>
              <w:t>Балахнинского муниципального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B53983" w14:textId="77777777" w:rsidR="00DA0001" w:rsidRPr="00855E16" w:rsidRDefault="00DA0001" w:rsidP="00DA0001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6C3DD7" w14:textId="77777777" w:rsidR="00DA0001" w:rsidRPr="00855E16" w:rsidRDefault="00DA0001" w:rsidP="00DA0001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8D467C" w14:textId="77777777" w:rsidR="00DA0001" w:rsidRPr="00855E16" w:rsidRDefault="00DA0001" w:rsidP="00DA0001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D5D3AC" w14:textId="77777777" w:rsidR="00DA0001" w:rsidRPr="00855E16" w:rsidRDefault="00DA0001" w:rsidP="00DA0001">
            <w:pPr>
              <w:ind w:left="-74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77 7 03 26000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26320B" w14:textId="77777777" w:rsidR="00DA0001" w:rsidRPr="00855E16" w:rsidRDefault="00DA0001" w:rsidP="00DA0001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5AB18E" w14:textId="77777777" w:rsidR="00DA0001" w:rsidRPr="00855E16" w:rsidRDefault="00DA0001" w:rsidP="00DA0001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2 018,4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5A5B3E" w14:textId="77777777" w:rsidR="00DA0001" w:rsidRPr="00855E16" w:rsidRDefault="00DA0001" w:rsidP="00DA0001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374,2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6B3E60" w14:textId="77777777" w:rsidR="00DA0001" w:rsidRPr="00855E16" w:rsidRDefault="00DA0001" w:rsidP="00DA0001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5 374,2</w:t>
            </w:r>
          </w:p>
        </w:tc>
      </w:tr>
      <w:tr w:rsidR="0043118D" w:rsidRPr="00970BD5" w14:paraId="06F7E8AD" w14:textId="77777777" w:rsidTr="00487574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BD57D1" w14:textId="77777777" w:rsidR="0043118D" w:rsidRPr="00855E16" w:rsidRDefault="0043118D" w:rsidP="0043118D">
            <w:pPr>
              <w:ind w:right="-115" w:firstLine="34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DEF238" w14:textId="77777777" w:rsidR="0043118D" w:rsidRPr="00855E16" w:rsidRDefault="0043118D" w:rsidP="0043118D">
            <w:pPr>
              <w:ind w:left="-109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FF53F1" w14:textId="77777777" w:rsidR="0043118D" w:rsidRPr="00855E16" w:rsidRDefault="0043118D" w:rsidP="0043118D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44194B" w14:textId="77777777" w:rsidR="0043118D" w:rsidRPr="00855E16" w:rsidRDefault="0043118D" w:rsidP="0043118D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8B3CCC" w14:textId="77777777" w:rsidR="0043118D" w:rsidRPr="00855E16" w:rsidRDefault="0043118D" w:rsidP="0043118D">
            <w:pPr>
              <w:ind w:left="-74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77 7 03 26000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A81CD2" w14:textId="77777777" w:rsidR="0043118D" w:rsidRPr="00855E16" w:rsidRDefault="0043118D" w:rsidP="0043118D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800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66A5C4" w14:textId="77777777" w:rsidR="0043118D" w:rsidRPr="00855E16" w:rsidRDefault="0043118D" w:rsidP="0043118D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1 754,5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F230C9" w14:textId="77777777" w:rsidR="0043118D" w:rsidRPr="00855E16" w:rsidRDefault="0043118D" w:rsidP="0043118D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120,0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466E07" w14:textId="77777777" w:rsidR="0043118D" w:rsidRPr="00855E16" w:rsidRDefault="0043118D" w:rsidP="0043118D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120,0</w:t>
            </w:r>
          </w:p>
        </w:tc>
      </w:tr>
      <w:tr w:rsidR="0043118D" w:rsidRPr="00970BD5" w14:paraId="2BD44A41" w14:textId="77777777" w:rsidTr="00487574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A5D823" w14:textId="77777777" w:rsidR="0043118D" w:rsidRPr="00855E16" w:rsidRDefault="0043118D" w:rsidP="0043118D">
            <w:pPr>
              <w:ind w:right="-115" w:firstLine="34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Прочие расходы в области общегосударственных вопросов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61A5C2" w14:textId="77777777" w:rsidR="0043118D" w:rsidRPr="00855E16" w:rsidRDefault="0043118D" w:rsidP="0043118D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20E4CE" w14:textId="77777777" w:rsidR="0043118D" w:rsidRPr="00855E16" w:rsidRDefault="0043118D" w:rsidP="0043118D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F6B12A" w14:textId="77777777" w:rsidR="0043118D" w:rsidRPr="00855E16" w:rsidRDefault="0043118D" w:rsidP="0043118D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F77B8A" w14:textId="77777777" w:rsidR="0043118D" w:rsidRPr="00855E16" w:rsidRDefault="0043118D" w:rsidP="0043118D">
            <w:pPr>
              <w:ind w:left="-74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77 7 03 26500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4B2A75" w14:textId="77777777" w:rsidR="0043118D" w:rsidRPr="00855E16" w:rsidRDefault="0043118D" w:rsidP="0043118D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A8B5B9" w14:textId="77777777" w:rsidR="0043118D" w:rsidRPr="00855E16" w:rsidRDefault="0043118D" w:rsidP="0043118D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0,0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5077B6" w14:textId="77777777" w:rsidR="0043118D" w:rsidRPr="00855E16" w:rsidRDefault="0043118D" w:rsidP="0043118D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0D6479" w14:textId="77777777" w:rsidR="0043118D" w:rsidRPr="00855E16" w:rsidRDefault="0043118D" w:rsidP="0043118D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0,0</w:t>
            </w:r>
          </w:p>
        </w:tc>
      </w:tr>
      <w:tr w:rsidR="0043118D" w:rsidRPr="00970BD5" w14:paraId="072531F7" w14:textId="77777777" w:rsidTr="00487574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31605B" w14:textId="77777777" w:rsidR="0043118D" w:rsidRPr="00855E16" w:rsidRDefault="0043118D" w:rsidP="0043118D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4A3424" w14:textId="77777777" w:rsidR="0043118D" w:rsidRPr="00855E16" w:rsidRDefault="0043118D" w:rsidP="0043118D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BEFB94" w14:textId="77777777" w:rsidR="0043118D" w:rsidRPr="00855E16" w:rsidRDefault="0043118D" w:rsidP="0043118D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C646F0" w14:textId="77777777" w:rsidR="0043118D" w:rsidRPr="00855E16" w:rsidRDefault="0043118D" w:rsidP="0043118D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9C4DDC" w14:textId="77777777" w:rsidR="0043118D" w:rsidRPr="00855E16" w:rsidRDefault="0043118D" w:rsidP="0043118D">
            <w:pPr>
              <w:ind w:left="-74" w:right="-108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77 7 03 26500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63E79B" w14:textId="77777777" w:rsidR="0043118D" w:rsidRPr="00855E16" w:rsidRDefault="0043118D" w:rsidP="0043118D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200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B91AB9" w14:textId="77777777" w:rsidR="0043118D" w:rsidRPr="00855E16" w:rsidRDefault="0043118D" w:rsidP="0043118D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0,0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42F6E3" w14:textId="77777777" w:rsidR="0043118D" w:rsidRPr="00855E16" w:rsidRDefault="0043118D" w:rsidP="0043118D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06277A" w14:textId="77777777" w:rsidR="0043118D" w:rsidRPr="00855E16" w:rsidRDefault="0043118D" w:rsidP="0043118D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0,0</w:t>
            </w:r>
          </w:p>
        </w:tc>
      </w:tr>
      <w:tr w:rsidR="0043118D" w:rsidRPr="00970BD5" w14:paraId="273DB779" w14:textId="77777777" w:rsidTr="00487574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FA7E84" w14:textId="77777777" w:rsidR="0043118D" w:rsidRPr="00855E16" w:rsidRDefault="0043118D" w:rsidP="0043118D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 xml:space="preserve">Выплаты по обязательствам администрации Балахнинского муниципального округа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D44E68" w14:textId="77777777" w:rsidR="0043118D" w:rsidRPr="00855E16" w:rsidRDefault="0043118D" w:rsidP="0043118D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D0EC35" w14:textId="77777777" w:rsidR="0043118D" w:rsidRPr="00855E16" w:rsidRDefault="0043118D" w:rsidP="0043118D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0293FC" w14:textId="77777777" w:rsidR="0043118D" w:rsidRPr="00855E16" w:rsidRDefault="0043118D" w:rsidP="0043118D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F3DF38" w14:textId="77777777" w:rsidR="0043118D" w:rsidRPr="00855E16" w:rsidRDefault="0043118D" w:rsidP="0043118D">
            <w:pPr>
              <w:ind w:left="-74" w:right="-108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77 7 03 26600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C75BC9" w14:textId="77777777" w:rsidR="0043118D" w:rsidRPr="00855E16" w:rsidRDefault="0043118D" w:rsidP="0043118D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18EBFD" w14:textId="77777777" w:rsidR="0043118D" w:rsidRPr="00855E16" w:rsidRDefault="0043118D" w:rsidP="0043118D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3 231,0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2204B5" w14:textId="77777777" w:rsidR="0043118D" w:rsidRPr="00855E16" w:rsidRDefault="0043118D" w:rsidP="0043118D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120,0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1B4547" w14:textId="77777777" w:rsidR="0043118D" w:rsidRPr="00855E16" w:rsidRDefault="0043118D" w:rsidP="0043118D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120,0</w:t>
            </w:r>
          </w:p>
        </w:tc>
      </w:tr>
      <w:tr w:rsidR="0043118D" w:rsidRPr="00970BD5" w14:paraId="754DD035" w14:textId="77777777" w:rsidTr="00487574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B45F1F" w14:textId="77777777" w:rsidR="0043118D" w:rsidRPr="00855E16" w:rsidRDefault="0043118D" w:rsidP="0043118D">
            <w:pPr>
              <w:ind w:right="-115" w:firstLine="34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B1EAA5" w14:textId="77777777" w:rsidR="0043118D" w:rsidRPr="00855E16" w:rsidRDefault="0043118D" w:rsidP="0043118D">
            <w:pPr>
              <w:ind w:left="-109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83B99A" w14:textId="77777777" w:rsidR="0043118D" w:rsidRPr="00855E16" w:rsidRDefault="0043118D" w:rsidP="0043118D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73ED96" w14:textId="77777777" w:rsidR="0043118D" w:rsidRPr="00855E16" w:rsidRDefault="0043118D" w:rsidP="0043118D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6E6684" w14:textId="77777777" w:rsidR="0043118D" w:rsidRPr="00855E16" w:rsidRDefault="0043118D" w:rsidP="0043118D">
            <w:pPr>
              <w:ind w:left="-74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77 7 03 26600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5F9352" w14:textId="77777777" w:rsidR="0043118D" w:rsidRPr="00855E16" w:rsidRDefault="0043118D" w:rsidP="0043118D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800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A38190" w14:textId="77777777" w:rsidR="0043118D" w:rsidRPr="00855E16" w:rsidRDefault="0043118D" w:rsidP="0043118D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3 231,0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AE43CE" w14:textId="77777777" w:rsidR="0043118D" w:rsidRPr="00855E16" w:rsidRDefault="0043118D" w:rsidP="0043118D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120,0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6C3583" w14:textId="77777777" w:rsidR="0043118D" w:rsidRPr="00855E16" w:rsidRDefault="0043118D" w:rsidP="0043118D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120,0</w:t>
            </w:r>
          </w:p>
        </w:tc>
      </w:tr>
      <w:tr w:rsidR="0043118D" w:rsidRPr="00970BD5" w14:paraId="6FE159B7" w14:textId="77777777" w:rsidTr="00487574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397791" w14:textId="77777777" w:rsidR="0043118D" w:rsidRPr="00855E16" w:rsidRDefault="0043118D" w:rsidP="0043118D">
            <w:pPr>
              <w:ind w:right="-115" w:firstLine="34"/>
              <w:rPr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 xml:space="preserve">Национальная безопасность и правоохранительная деятельность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ACC852" w14:textId="77777777" w:rsidR="0043118D" w:rsidRPr="00855E16" w:rsidRDefault="0043118D" w:rsidP="0043118D">
            <w:pPr>
              <w:ind w:left="-109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8DD90B" w14:textId="77777777" w:rsidR="0043118D" w:rsidRPr="00855E16" w:rsidRDefault="0043118D" w:rsidP="0043118D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CC3A04" w14:textId="77777777" w:rsidR="0043118D" w:rsidRPr="00855E16" w:rsidRDefault="0043118D" w:rsidP="0043118D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DA55B7" w14:textId="77777777" w:rsidR="0043118D" w:rsidRPr="00855E16" w:rsidRDefault="0043118D" w:rsidP="0043118D">
            <w:pPr>
              <w:ind w:left="-74" w:right="-108"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17120B" w14:textId="77777777" w:rsidR="0043118D" w:rsidRPr="00855E16" w:rsidRDefault="0043118D" w:rsidP="0043118D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1BEB30" w14:textId="77777777" w:rsidR="0043118D" w:rsidRPr="00855E16" w:rsidRDefault="0043118D" w:rsidP="0043118D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>30 534,8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1A7D50" w14:textId="77777777" w:rsidR="0043118D" w:rsidRPr="00855E16" w:rsidRDefault="0043118D" w:rsidP="0043118D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>19 871,8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4616B0" w14:textId="77777777" w:rsidR="0043118D" w:rsidRPr="00855E16" w:rsidRDefault="0043118D" w:rsidP="0043118D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>22 386,2</w:t>
            </w:r>
          </w:p>
        </w:tc>
      </w:tr>
      <w:tr w:rsidR="0043118D" w:rsidRPr="00970BD5" w14:paraId="39E349D2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3BC462" w14:textId="77777777" w:rsidR="0043118D" w:rsidRPr="00855E16" w:rsidRDefault="0043118D" w:rsidP="0043118D">
            <w:pPr>
              <w:ind w:right="-115" w:firstLine="34"/>
              <w:rPr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>Гражданская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E9A3AB" w14:textId="77777777" w:rsidR="0043118D" w:rsidRPr="00855E16" w:rsidRDefault="0043118D" w:rsidP="0043118D">
            <w:pPr>
              <w:ind w:left="-109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389637" w14:textId="77777777" w:rsidR="0043118D" w:rsidRPr="00855E16" w:rsidRDefault="0043118D" w:rsidP="0043118D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E76D35" w14:textId="77777777" w:rsidR="0043118D" w:rsidRPr="00855E16" w:rsidRDefault="0043118D" w:rsidP="0043118D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55710E" w14:textId="77777777" w:rsidR="0043118D" w:rsidRPr="00855E16" w:rsidRDefault="0043118D" w:rsidP="0043118D">
            <w:pPr>
              <w:ind w:left="-74" w:right="-108"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DF0804" w14:textId="77777777" w:rsidR="0043118D" w:rsidRPr="00855E16" w:rsidRDefault="0043118D" w:rsidP="0043118D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436ACD" w14:textId="77777777" w:rsidR="0043118D" w:rsidRPr="00855E16" w:rsidRDefault="0043118D" w:rsidP="0043118D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>13 519,0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65234C" w14:textId="77777777" w:rsidR="0043118D" w:rsidRPr="00855E16" w:rsidRDefault="0043118D" w:rsidP="0043118D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>6 611,0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07F8DE" w14:textId="77777777" w:rsidR="0043118D" w:rsidRPr="00855E16" w:rsidRDefault="0043118D" w:rsidP="0043118D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>6 611,0</w:t>
            </w:r>
          </w:p>
        </w:tc>
      </w:tr>
      <w:tr w:rsidR="0043118D" w:rsidRPr="00970BD5" w14:paraId="7E84FEB0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93C9B7" w14:textId="565CB598" w:rsidR="0043118D" w:rsidRPr="00855E16" w:rsidRDefault="0043118D" w:rsidP="0043118D">
            <w:pPr>
              <w:ind w:right="-115" w:firstLine="34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Муниципальная программа «Защита населения и территорий от чрезвычайных ситуаций, обеспечение пожарной безопасности и безопасности людей на водных объектах Балахнинского муниципального округа Нижегородской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AE55CF" w14:textId="77777777" w:rsidR="0043118D" w:rsidRPr="00855E16" w:rsidRDefault="0043118D" w:rsidP="0043118D">
            <w:pPr>
              <w:ind w:left="-109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1EC85C" w14:textId="77777777" w:rsidR="0043118D" w:rsidRPr="00855E16" w:rsidRDefault="0043118D" w:rsidP="0043118D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F922F3" w14:textId="77777777" w:rsidR="0043118D" w:rsidRPr="00855E16" w:rsidRDefault="0043118D" w:rsidP="0043118D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BEA098" w14:textId="77777777" w:rsidR="0043118D" w:rsidRPr="00855E16" w:rsidRDefault="0043118D" w:rsidP="0043118D">
            <w:pPr>
              <w:ind w:left="-74" w:right="-108"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19 0 00 00000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23924D" w14:textId="77777777" w:rsidR="0043118D" w:rsidRPr="00855E16" w:rsidRDefault="0043118D" w:rsidP="0043118D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B07ED3" w14:textId="77777777" w:rsidR="0043118D" w:rsidRPr="00855E16" w:rsidRDefault="0043118D" w:rsidP="0043118D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5 785,0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FE18E1" w14:textId="77777777" w:rsidR="0043118D" w:rsidRPr="00855E16" w:rsidRDefault="0043118D" w:rsidP="0043118D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852,0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0D3A5F" w14:textId="77777777" w:rsidR="0043118D" w:rsidRPr="00855E16" w:rsidRDefault="0043118D" w:rsidP="0043118D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852,0</w:t>
            </w:r>
          </w:p>
        </w:tc>
      </w:tr>
      <w:tr w:rsidR="00671752" w:rsidRPr="00970BD5" w14:paraId="7F35A1CC" w14:textId="77777777" w:rsidTr="00487574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2B9E46" w14:textId="129BC9F8" w:rsidR="00671752" w:rsidRPr="00855E16" w:rsidRDefault="00671752" w:rsidP="00671752">
            <w:pPr>
              <w:ind w:right="-115" w:firstLine="34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 xml:space="preserve">Поддержание необходимого количества финансовых средств в целевом финансовом </w:t>
            </w:r>
            <w:r w:rsidRPr="00855E16">
              <w:rPr>
                <w:sz w:val="24"/>
                <w:szCs w:val="24"/>
              </w:rPr>
              <w:lastRenderedPageBreak/>
              <w:t xml:space="preserve">резерве для ликвидации чрезвычайных ситуаций и последствий стихийных бедствий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63B27A" w14:textId="77777777" w:rsidR="00671752" w:rsidRPr="00855E16" w:rsidRDefault="00671752" w:rsidP="00671752">
            <w:pPr>
              <w:ind w:left="-109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C2E45D" w14:textId="77777777" w:rsidR="00671752" w:rsidRPr="00855E16" w:rsidRDefault="00671752" w:rsidP="0067175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BF88CC" w14:textId="77777777" w:rsidR="00671752" w:rsidRPr="00855E16" w:rsidRDefault="00671752" w:rsidP="0067175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EFB8C0" w14:textId="77777777" w:rsidR="00671752" w:rsidRPr="00855E16" w:rsidRDefault="00671752" w:rsidP="00671752">
            <w:pPr>
              <w:ind w:left="-74" w:right="-108"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19 0 05 00000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8F71E6" w14:textId="77777777" w:rsidR="00671752" w:rsidRPr="00855E16" w:rsidRDefault="00671752" w:rsidP="0067175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11375A" w14:textId="77777777" w:rsidR="00671752" w:rsidRPr="00855E16" w:rsidRDefault="00671752" w:rsidP="0067175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5 475,0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857DBE" w14:textId="77777777" w:rsidR="00671752" w:rsidRPr="00855E16" w:rsidRDefault="00671752" w:rsidP="0067175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532,0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35BA37" w14:textId="77777777" w:rsidR="00671752" w:rsidRPr="00855E16" w:rsidRDefault="00671752" w:rsidP="0067175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532,0</w:t>
            </w:r>
          </w:p>
        </w:tc>
      </w:tr>
      <w:tr w:rsidR="00671752" w:rsidRPr="00970BD5" w14:paraId="226EFA1D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8D1CCC" w14:textId="77777777" w:rsidR="00671752" w:rsidRPr="00855E16" w:rsidRDefault="00671752" w:rsidP="00671752">
            <w:pPr>
              <w:ind w:right="-115" w:firstLine="34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Расходы за счет резервного фонда Правительства Нижегородской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96AA89" w14:textId="77777777" w:rsidR="00671752" w:rsidRPr="00855E16" w:rsidRDefault="00671752" w:rsidP="00671752">
            <w:pPr>
              <w:ind w:left="-109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18F6E1" w14:textId="77777777" w:rsidR="00671752" w:rsidRPr="00855E16" w:rsidRDefault="00671752" w:rsidP="0067175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C3D68E" w14:textId="77777777" w:rsidR="00671752" w:rsidRPr="00855E16" w:rsidRDefault="00671752" w:rsidP="0067175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0ABDA3" w14:textId="77777777" w:rsidR="00671752" w:rsidRPr="00855E16" w:rsidRDefault="00671752" w:rsidP="00671752">
            <w:pPr>
              <w:ind w:left="-74" w:right="-108"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19 0 05 21000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19C498" w14:textId="77777777" w:rsidR="00671752" w:rsidRPr="00855E16" w:rsidRDefault="00671752" w:rsidP="0067175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97E5C4" w14:textId="77777777" w:rsidR="00671752" w:rsidRPr="00855E16" w:rsidRDefault="00671752" w:rsidP="0067175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4 643,0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567547" w14:textId="77777777" w:rsidR="00671752" w:rsidRPr="00855E16" w:rsidRDefault="00671752" w:rsidP="0067175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DE2644" w14:textId="77777777" w:rsidR="00671752" w:rsidRPr="00855E16" w:rsidRDefault="00671752" w:rsidP="0067175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0,0 </w:t>
            </w:r>
          </w:p>
        </w:tc>
      </w:tr>
      <w:tr w:rsidR="00671752" w:rsidRPr="00970BD5" w14:paraId="3D09CF9A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7DE43C" w14:textId="77777777" w:rsidR="00671752" w:rsidRPr="00855E16" w:rsidRDefault="00671752" w:rsidP="00671752">
            <w:pPr>
              <w:ind w:right="-115" w:firstLine="34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A98006" w14:textId="77777777" w:rsidR="00671752" w:rsidRPr="00855E16" w:rsidRDefault="00671752" w:rsidP="00671752">
            <w:pPr>
              <w:ind w:left="-109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A16927" w14:textId="77777777" w:rsidR="00671752" w:rsidRPr="00855E16" w:rsidRDefault="00671752" w:rsidP="0067175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4BEA7D" w14:textId="77777777" w:rsidR="00671752" w:rsidRPr="00855E16" w:rsidRDefault="00671752" w:rsidP="0067175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6F97C6" w14:textId="77777777" w:rsidR="00671752" w:rsidRPr="00855E16" w:rsidRDefault="00671752" w:rsidP="00671752">
            <w:pPr>
              <w:ind w:left="-74" w:right="-108"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19 0 05 21000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1E6304" w14:textId="77777777" w:rsidR="00671752" w:rsidRPr="00855E16" w:rsidRDefault="00671752" w:rsidP="0067175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200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C9735C" w14:textId="77777777" w:rsidR="00671752" w:rsidRPr="00855E16" w:rsidRDefault="00671752" w:rsidP="0067175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4 643,0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5B6145" w14:textId="77777777" w:rsidR="00671752" w:rsidRPr="00855E16" w:rsidRDefault="00671752" w:rsidP="0067175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AF6D88" w14:textId="77777777" w:rsidR="00671752" w:rsidRPr="00855E16" w:rsidRDefault="00671752" w:rsidP="0067175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0,0 </w:t>
            </w:r>
          </w:p>
        </w:tc>
      </w:tr>
      <w:tr w:rsidR="00671752" w:rsidRPr="00970BD5" w14:paraId="4A1E772A" w14:textId="77777777" w:rsidTr="00487574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6E0E94" w14:textId="77777777" w:rsidR="00671752" w:rsidRPr="00855E16" w:rsidRDefault="00671752" w:rsidP="00671752">
            <w:pPr>
              <w:ind w:right="-115" w:firstLine="34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32101E" w14:textId="77777777" w:rsidR="00671752" w:rsidRPr="00855E16" w:rsidRDefault="00671752" w:rsidP="00671752">
            <w:pPr>
              <w:ind w:left="-109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A12C42" w14:textId="77777777" w:rsidR="00671752" w:rsidRPr="00855E16" w:rsidRDefault="00671752" w:rsidP="0067175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2BC641" w14:textId="77777777" w:rsidR="00671752" w:rsidRPr="00855E16" w:rsidRDefault="00671752" w:rsidP="0067175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618321" w14:textId="77777777" w:rsidR="00671752" w:rsidRPr="00855E16" w:rsidRDefault="00671752" w:rsidP="00671752">
            <w:pPr>
              <w:ind w:left="-74" w:right="-108"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77 0 00 00000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F068D2" w14:textId="77777777" w:rsidR="00671752" w:rsidRPr="00855E16" w:rsidRDefault="00671752" w:rsidP="0067175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F22657" w14:textId="77777777" w:rsidR="00671752" w:rsidRPr="00855E16" w:rsidRDefault="00671752" w:rsidP="0067175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7 734,0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B5C095" w14:textId="77777777" w:rsidR="00671752" w:rsidRPr="00855E16" w:rsidRDefault="00671752" w:rsidP="0067175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5 759,0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A9DA09" w14:textId="77777777" w:rsidR="00671752" w:rsidRPr="00855E16" w:rsidRDefault="00671752" w:rsidP="0067175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5 759,0</w:t>
            </w:r>
          </w:p>
        </w:tc>
      </w:tr>
      <w:tr w:rsidR="00671752" w:rsidRPr="00970BD5" w14:paraId="17ABF92C" w14:textId="77777777" w:rsidTr="00487574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CE75AE" w14:textId="77777777" w:rsidR="00671752" w:rsidRPr="00855E16" w:rsidRDefault="00671752" w:rsidP="00671752">
            <w:pPr>
              <w:ind w:right="-115" w:firstLine="34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854B82" w14:textId="77777777" w:rsidR="00671752" w:rsidRPr="00855E16" w:rsidRDefault="00671752" w:rsidP="00671752">
            <w:pPr>
              <w:ind w:left="-109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AE9603" w14:textId="77777777" w:rsidR="00671752" w:rsidRPr="00855E16" w:rsidRDefault="00671752" w:rsidP="00671752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BDDE7C" w14:textId="77777777" w:rsidR="00671752" w:rsidRPr="00855E16" w:rsidRDefault="00671752" w:rsidP="00671752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0D1C61" w14:textId="77777777" w:rsidR="00671752" w:rsidRPr="00855E16" w:rsidRDefault="00671752" w:rsidP="00671752">
            <w:pPr>
              <w:ind w:left="-74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77 7 00 00000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068D47" w14:textId="77777777" w:rsidR="00671752" w:rsidRPr="00855E16" w:rsidRDefault="00671752" w:rsidP="00671752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66C70C" w14:textId="77777777" w:rsidR="00671752" w:rsidRPr="00855E16" w:rsidRDefault="00671752" w:rsidP="00671752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7 734,0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EEBA34" w14:textId="77777777" w:rsidR="00671752" w:rsidRPr="00855E16" w:rsidRDefault="00671752" w:rsidP="00671752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5 759,0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6A2221" w14:textId="77777777" w:rsidR="00671752" w:rsidRPr="00855E16" w:rsidRDefault="00671752" w:rsidP="00671752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5 759,0</w:t>
            </w:r>
          </w:p>
        </w:tc>
      </w:tr>
      <w:tr w:rsidR="00671752" w:rsidRPr="00970BD5" w14:paraId="387BD321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82D4C4" w14:textId="77777777" w:rsidR="00671752" w:rsidRPr="00855E16" w:rsidRDefault="00671752" w:rsidP="00671752">
            <w:pPr>
              <w:ind w:right="-115" w:firstLine="34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293D7E" w14:textId="77777777" w:rsidR="00671752" w:rsidRPr="00855E16" w:rsidRDefault="00671752" w:rsidP="00671752">
            <w:pPr>
              <w:ind w:left="-109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28DFE5" w14:textId="77777777" w:rsidR="00671752" w:rsidRPr="00855E16" w:rsidRDefault="00671752" w:rsidP="0067175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2214DB" w14:textId="77777777" w:rsidR="00671752" w:rsidRPr="00855E16" w:rsidRDefault="00671752" w:rsidP="0067175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86E608" w14:textId="77777777" w:rsidR="00671752" w:rsidRPr="00855E16" w:rsidRDefault="00671752" w:rsidP="00671752">
            <w:pPr>
              <w:ind w:left="-74" w:right="-108"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77 7 02 00000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339DE4" w14:textId="77777777" w:rsidR="00671752" w:rsidRPr="00855E16" w:rsidRDefault="00671752" w:rsidP="0067175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3D1DA1" w14:textId="77777777" w:rsidR="00671752" w:rsidRPr="00855E16" w:rsidRDefault="00671752" w:rsidP="0067175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7 734,0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A66F40" w14:textId="77777777" w:rsidR="00671752" w:rsidRPr="00855E16" w:rsidRDefault="00671752" w:rsidP="0067175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5 759,0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06A1D9" w14:textId="77777777" w:rsidR="00671752" w:rsidRPr="00855E16" w:rsidRDefault="00671752" w:rsidP="0067175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5 759,0</w:t>
            </w:r>
          </w:p>
        </w:tc>
      </w:tr>
      <w:tr w:rsidR="00671752" w:rsidRPr="00970BD5" w14:paraId="159DDD51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5F75E7" w14:textId="77777777" w:rsidR="00671752" w:rsidRPr="00855E16" w:rsidRDefault="00671752" w:rsidP="00671752">
            <w:pPr>
              <w:ind w:right="-115" w:firstLine="34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3ADB63" w14:textId="77777777" w:rsidR="00671752" w:rsidRPr="00855E16" w:rsidRDefault="00671752" w:rsidP="00671752">
            <w:pPr>
              <w:ind w:left="-109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FF2ED8" w14:textId="77777777" w:rsidR="00671752" w:rsidRPr="00855E16" w:rsidRDefault="00671752" w:rsidP="0067175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B4FD86" w14:textId="77777777" w:rsidR="00671752" w:rsidRPr="00855E16" w:rsidRDefault="00671752" w:rsidP="0067175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6EA41E" w14:textId="77777777" w:rsidR="00671752" w:rsidRPr="00855E16" w:rsidRDefault="00671752" w:rsidP="00671752">
            <w:pPr>
              <w:ind w:left="-74" w:right="-108"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77 7 02 00590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9AF3B5" w14:textId="77777777" w:rsidR="00671752" w:rsidRPr="00855E16" w:rsidRDefault="00671752" w:rsidP="0067175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84344F" w14:textId="77777777" w:rsidR="00671752" w:rsidRPr="00855E16" w:rsidRDefault="00671752" w:rsidP="0067175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7 734,0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D76E1A" w14:textId="77777777" w:rsidR="00671752" w:rsidRPr="00855E16" w:rsidRDefault="00671752" w:rsidP="0067175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5 759,0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A7A627" w14:textId="77777777" w:rsidR="00671752" w:rsidRPr="00855E16" w:rsidRDefault="00671752" w:rsidP="0067175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5 759,0</w:t>
            </w:r>
          </w:p>
        </w:tc>
      </w:tr>
      <w:tr w:rsidR="00671752" w:rsidRPr="00970BD5" w14:paraId="446397F6" w14:textId="77777777" w:rsidTr="00487574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403A46" w14:textId="77777777" w:rsidR="00671752" w:rsidRPr="00855E16" w:rsidRDefault="00671752" w:rsidP="00671752">
            <w:pPr>
              <w:ind w:right="-115" w:firstLine="34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088512" w14:textId="77777777" w:rsidR="00671752" w:rsidRPr="00855E16" w:rsidRDefault="00671752" w:rsidP="00671752">
            <w:pPr>
              <w:ind w:left="-109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E5BDC2" w14:textId="77777777" w:rsidR="00671752" w:rsidRPr="00855E16" w:rsidRDefault="00671752" w:rsidP="0067175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AD9A7D" w14:textId="77777777" w:rsidR="00671752" w:rsidRPr="00855E16" w:rsidRDefault="00671752" w:rsidP="0067175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0C6D2C" w14:textId="77777777" w:rsidR="00671752" w:rsidRPr="00855E16" w:rsidRDefault="00671752" w:rsidP="00671752">
            <w:pPr>
              <w:ind w:left="-74" w:right="-108"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77 7 02 00590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C520EE" w14:textId="77777777" w:rsidR="00671752" w:rsidRPr="00855E16" w:rsidRDefault="00671752" w:rsidP="0067175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8D0C52" w14:textId="77777777" w:rsidR="00671752" w:rsidRPr="00855E16" w:rsidRDefault="00671752" w:rsidP="0067175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6 927,5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1E9908" w14:textId="77777777" w:rsidR="00671752" w:rsidRPr="00855E16" w:rsidRDefault="00671752" w:rsidP="0067175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4 958,0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E18979" w14:textId="77777777" w:rsidR="00671752" w:rsidRPr="00855E16" w:rsidRDefault="00671752" w:rsidP="0067175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4 958,0</w:t>
            </w:r>
          </w:p>
        </w:tc>
      </w:tr>
      <w:tr w:rsidR="00671752" w:rsidRPr="00970BD5" w14:paraId="29C61A19" w14:textId="77777777" w:rsidTr="00487574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C98A44" w14:textId="77777777" w:rsidR="00671752" w:rsidRPr="00855E16" w:rsidRDefault="00671752" w:rsidP="00671752">
            <w:pPr>
              <w:ind w:right="-115" w:firstLine="34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CA31A3" w14:textId="77777777" w:rsidR="00671752" w:rsidRPr="00855E16" w:rsidRDefault="00671752" w:rsidP="00671752">
            <w:pPr>
              <w:ind w:left="-109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DF1961" w14:textId="77777777" w:rsidR="00671752" w:rsidRPr="00855E16" w:rsidRDefault="00671752" w:rsidP="0067175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DD4593" w14:textId="77777777" w:rsidR="00671752" w:rsidRPr="00855E16" w:rsidRDefault="00671752" w:rsidP="0067175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C3001B" w14:textId="77777777" w:rsidR="00671752" w:rsidRPr="00855E16" w:rsidRDefault="00671752" w:rsidP="00671752">
            <w:pPr>
              <w:ind w:left="-74" w:right="-108"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77 7 02 00590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E7CE46" w14:textId="77777777" w:rsidR="00671752" w:rsidRPr="00855E16" w:rsidRDefault="00671752" w:rsidP="0067175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200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E10B53" w14:textId="77777777" w:rsidR="00671752" w:rsidRPr="00855E16" w:rsidRDefault="00671752" w:rsidP="0067175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806,5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7C5C53" w14:textId="77777777" w:rsidR="00671752" w:rsidRPr="00855E16" w:rsidRDefault="00671752" w:rsidP="0067175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801,0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EEA894" w14:textId="77777777" w:rsidR="00671752" w:rsidRPr="00855E16" w:rsidRDefault="00671752" w:rsidP="0067175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801,0</w:t>
            </w:r>
          </w:p>
        </w:tc>
      </w:tr>
      <w:tr w:rsidR="00671752" w:rsidRPr="00970BD5" w14:paraId="00CC7F46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E3ECE0" w14:textId="77777777" w:rsidR="00671752" w:rsidRPr="00855E16" w:rsidRDefault="00671752" w:rsidP="00671752">
            <w:pPr>
              <w:ind w:right="-115" w:firstLine="34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 xml:space="preserve">Защита населения и территории от </w:t>
            </w:r>
            <w:r w:rsidRPr="00855E16">
              <w:rPr>
                <w:b/>
                <w:bCs/>
                <w:sz w:val="24"/>
                <w:szCs w:val="24"/>
              </w:rPr>
              <w:lastRenderedPageBreak/>
              <w:t>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032544" w14:textId="77777777" w:rsidR="00671752" w:rsidRPr="00855E16" w:rsidRDefault="00671752" w:rsidP="00671752">
            <w:pPr>
              <w:ind w:left="-109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B97E04" w14:textId="77777777" w:rsidR="00671752" w:rsidRPr="00855E16" w:rsidRDefault="00671752" w:rsidP="00671752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2430E6" w14:textId="77777777" w:rsidR="00671752" w:rsidRPr="00855E16" w:rsidRDefault="00671752" w:rsidP="00671752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74D268" w14:textId="77777777" w:rsidR="00671752" w:rsidRPr="00855E16" w:rsidRDefault="00671752" w:rsidP="00671752">
            <w:pPr>
              <w:ind w:left="-74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B89402" w14:textId="77777777" w:rsidR="00671752" w:rsidRPr="00855E16" w:rsidRDefault="00671752" w:rsidP="00671752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12DB5C" w14:textId="77777777" w:rsidR="00671752" w:rsidRPr="00855E16" w:rsidRDefault="00671752" w:rsidP="00671752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>15 595,8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76089A" w14:textId="77777777" w:rsidR="00671752" w:rsidRPr="00855E16" w:rsidRDefault="00671752" w:rsidP="00671752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>11 860,8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34CDEB" w14:textId="77777777" w:rsidR="00671752" w:rsidRPr="00855E16" w:rsidRDefault="00671752" w:rsidP="00671752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>14 375,2</w:t>
            </w:r>
          </w:p>
        </w:tc>
      </w:tr>
      <w:tr w:rsidR="00671752" w:rsidRPr="00970BD5" w14:paraId="02E49325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3B5E2C" w14:textId="77777777" w:rsidR="00671752" w:rsidRPr="00855E16" w:rsidRDefault="00671752" w:rsidP="00671752">
            <w:pPr>
              <w:ind w:right="-115" w:firstLine="34"/>
              <w:rPr>
                <w:color w:val="000000"/>
                <w:sz w:val="24"/>
                <w:szCs w:val="24"/>
                <w:highlight w:val="yellow"/>
              </w:rPr>
            </w:pPr>
            <w:bookmarkStart w:id="4" w:name="_Hlk71725038"/>
            <w:r w:rsidRPr="00855E16">
              <w:rPr>
                <w:sz w:val="24"/>
                <w:szCs w:val="24"/>
              </w:rPr>
              <w:t>Муниципальная программа «Обеспечение первичных мер пожарной безопасности на территории Балахнинского муниципального округа Нижегородской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988B3D" w14:textId="77777777" w:rsidR="00671752" w:rsidRPr="00855E16" w:rsidRDefault="00671752" w:rsidP="00671752">
            <w:pPr>
              <w:ind w:left="-109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226C84" w14:textId="77777777" w:rsidR="00671752" w:rsidRPr="00855E16" w:rsidRDefault="00671752" w:rsidP="00671752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A9D720" w14:textId="77777777" w:rsidR="00671752" w:rsidRPr="00855E16" w:rsidRDefault="00671752" w:rsidP="00671752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AEB1EE" w14:textId="77777777" w:rsidR="00671752" w:rsidRPr="00855E16" w:rsidRDefault="00671752" w:rsidP="00671752">
            <w:pPr>
              <w:ind w:left="-74" w:right="-108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 xml:space="preserve">16 0 00 00000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ECBFFF" w14:textId="77777777" w:rsidR="00671752" w:rsidRPr="00855E16" w:rsidRDefault="00671752" w:rsidP="00671752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8E4684" w14:textId="77777777" w:rsidR="00671752" w:rsidRPr="00855E16" w:rsidRDefault="00671752" w:rsidP="00671752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14 844,7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342E96" w14:textId="77777777" w:rsidR="00671752" w:rsidRPr="00855E16" w:rsidRDefault="00671752" w:rsidP="00671752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11 202,7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EC1B6A" w14:textId="77777777" w:rsidR="00671752" w:rsidRPr="00855E16" w:rsidRDefault="00671752" w:rsidP="00671752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13 717,1</w:t>
            </w:r>
          </w:p>
        </w:tc>
      </w:tr>
      <w:bookmarkEnd w:id="4"/>
      <w:tr w:rsidR="00671752" w:rsidRPr="00970BD5" w14:paraId="376FBF22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ED998F" w14:textId="77777777" w:rsidR="00671752" w:rsidRPr="00855E16" w:rsidRDefault="00671752" w:rsidP="00671752">
            <w:pPr>
              <w:ind w:right="-115" w:firstLine="34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Содержание и материально-техническое обеспечение муниципальной пожарной охраны и ДПК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28AF62" w14:textId="77777777" w:rsidR="00671752" w:rsidRPr="00855E16" w:rsidRDefault="00671752" w:rsidP="00671752">
            <w:pPr>
              <w:ind w:left="-109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DD286E" w14:textId="77777777" w:rsidR="00671752" w:rsidRPr="00855E16" w:rsidRDefault="00671752" w:rsidP="00671752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64D809" w14:textId="77777777" w:rsidR="00671752" w:rsidRPr="00855E16" w:rsidRDefault="00671752" w:rsidP="00671752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C07D1A" w14:textId="77777777" w:rsidR="00671752" w:rsidRPr="00855E16" w:rsidRDefault="00671752" w:rsidP="00671752">
            <w:pPr>
              <w:ind w:left="-74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16 0 03 00000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8C323F" w14:textId="77777777" w:rsidR="00671752" w:rsidRPr="00855E16" w:rsidRDefault="00671752" w:rsidP="00671752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7098FD" w14:textId="77777777" w:rsidR="00671752" w:rsidRPr="00855E16" w:rsidRDefault="00671752" w:rsidP="00671752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12 810,3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AA16BA" w14:textId="77777777" w:rsidR="00671752" w:rsidRPr="00855E16" w:rsidRDefault="00671752" w:rsidP="00671752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9 400,3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3697F0" w14:textId="77777777" w:rsidR="00671752" w:rsidRPr="00855E16" w:rsidRDefault="00671752" w:rsidP="00671752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9 400,3</w:t>
            </w:r>
          </w:p>
        </w:tc>
      </w:tr>
      <w:tr w:rsidR="00671752" w:rsidRPr="00970BD5" w14:paraId="4B092759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04593C" w14:textId="77777777" w:rsidR="00671752" w:rsidRPr="00855E16" w:rsidRDefault="00671752" w:rsidP="00671752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Расходы, направленные на содержание и материально-техническое обеспечение муниципальной пожарной охраны и ДПК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E0437E" w14:textId="77777777" w:rsidR="00671752" w:rsidRPr="00855E16" w:rsidRDefault="00671752" w:rsidP="00671752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89F372" w14:textId="77777777" w:rsidR="00671752" w:rsidRPr="00855E16" w:rsidRDefault="00671752" w:rsidP="00671752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4D1882" w14:textId="77777777" w:rsidR="00671752" w:rsidRPr="00855E16" w:rsidRDefault="00671752" w:rsidP="00671752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B200A2" w14:textId="77777777" w:rsidR="00671752" w:rsidRPr="00855E16" w:rsidRDefault="00671752" w:rsidP="00671752">
            <w:pPr>
              <w:ind w:left="-108" w:right="-104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16 0 03 25010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CEEC50" w14:textId="77777777" w:rsidR="00671752" w:rsidRPr="00855E16" w:rsidRDefault="00671752" w:rsidP="00671752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4CB25F" w14:textId="77777777" w:rsidR="00671752" w:rsidRPr="00855E16" w:rsidRDefault="00671752" w:rsidP="00671752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12 810,3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63C345" w14:textId="77777777" w:rsidR="00671752" w:rsidRPr="00855E16" w:rsidRDefault="00671752" w:rsidP="00671752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9 400,3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472953" w14:textId="77777777" w:rsidR="00671752" w:rsidRPr="00855E16" w:rsidRDefault="00671752" w:rsidP="00671752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9 400,3</w:t>
            </w:r>
          </w:p>
        </w:tc>
      </w:tr>
      <w:tr w:rsidR="00671752" w:rsidRPr="00970BD5" w14:paraId="355D3464" w14:textId="77777777" w:rsidTr="00487574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376523" w14:textId="77777777" w:rsidR="00671752" w:rsidRPr="00855E16" w:rsidRDefault="00671752" w:rsidP="00671752">
            <w:pPr>
              <w:ind w:right="-115" w:firstLine="0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2FC775" w14:textId="77777777" w:rsidR="00671752" w:rsidRPr="00855E16" w:rsidRDefault="00671752" w:rsidP="00671752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03A1E1" w14:textId="77777777" w:rsidR="00671752" w:rsidRPr="00855E16" w:rsidRDefault="00671752" w:rsidP="00671752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660E6E" w14:textId="77777777" w:rsidR="00671752" w:rsidRPr="00855E16" w:rsidRDefault="00671752" w:rsidP="00671752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4455B3" w14:textId="77777777" w:rsidR="00671752" w:rsidRPr="00855E16" w:rsidRDefault="00671752" w:rsidP="00671752">
            <w:pPr>
              <w:ind w:left="-108" w:right="-104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16 0 03 25010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986F4C" w14:textId="77777777" w:rsidR="00671752" w:rsidRPr="00855E16" w:rsidRDefault="00671752" w:rsidP="00671752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F28416" w14:textId="77777777" w:rsidR="00671752" w:rsidRPr="00855E16" w:rsidRDefault="00671752" w:rsidP="00671752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11 579,6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C212CA" w14:textId="77777777" w:rsidR="00671752" w:rsidRPr="00855E16" w:rsidRDefault="00671752" w:rsidP="00671752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8 168,6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579E35" w14:textId="77777777" w:rsidR="00671752" w:rsidRPr="00855E16" w:rsidRDefault="00671752" w:rsidP="00671752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8 168,6</w:t>
            </w:r>
          </w:p>
        </w:tc>
      </w:tr>
      <w:tr w:rsidR="00671752" w:rsidRPr="00970BD5" w14:paraId="408981F3" w14:textId="77777777" w:rsidTr="00487574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AFB1B3" w14:textId="77777777" w:rsidR="00671752" w:rsidRPr="00855E16" w:rsidRDefault="00671752" w:rsidP="00671752">
            <w:pPr>
              <w:ind w:right="-115" w:firstLine="0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4103E9" w14:textId="77777777" w:rsidR="00671752" w:rsidRPr="00855E16" w:rsidRDefault="00671752" w:rsidP="00671752">
            <w:pPr>
              <w:ind w:left="-109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3FB9FD" w14:textId="77777777" w:rsidR="00671752" w:rsidRPr="00855E16" w:rsidRDefault="00671752" w:rsidP="00671752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CF0F87" w14:textId="77777777" w:rsidR="00671752" w:rsidRPr="00855E16" w:rsidRDefault="00671752" w:rsidP="00671752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93881C" w14:textId="77777777" w:rsidR="00671752" w:rsidRPr="00855E16" w:rsidRDefault="00671752" w:rsidP="00671752">
            <w:pPr>
              <w:ind w:left="-108" w:right="-104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D95A62" w14:textId="77777777" w:rsidR="00671752" w:rsidRPr="00855E16" w:rsidRDefault="00671752" w:rsidP="00671752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6D54FE" w14:textId="77777777" w:rsidR="00671752" w:rsidRPr="00855E16" w:rsidRDefault="00671752" w:rsidP="009B4683">
            <w:pPr>
              <w:ind w:right="-110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>170 118,1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62639F" w14:textId="77777777" w:rsidR="00671752" w:rsidRPr="00855E16" w:rsidRDefault="00671752" w:rsidP="00671752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>50 519,7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94B251" w14:textId="77777777" w:rsidR="00671752" w:rsidRPr="00855E16" w:rsidRDefault="00671752" w:rsidP="00671752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>61 266,2</w:t>
            </w:r>
          </w:p>
        </w:tc>
      </w:tr>
      <w:tr w:rsidR="00671752" w:rsidRPr="00970BD5" w14:paraId="27270DA1" w14:textId="77777777" w:rsidTr="00487574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4B2DC7" w14:textId="77777777" w:rsidR="00671752" w:rsidRPr="00855E16" w:rsidRDefault="00671752" w:rsidP="00671752">
            <w:pPr>
              <w:ind w:right="-115" w:firstLine="0"/>
              <w:rPr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lastRenderedPageBreak/>
              <w:t>Сельское хозяйство и рыболовство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28232E" w14:textId="77777777" w:rsidR="00671752" w:rsidRPr="00855E16" w:rsidRDefault="00671752" w:rsidP="00671752">
            <w:pPr>
              <w:ind w:left="-109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DA672A" w14:textId="77777777" w:rsidR="00671752" w:rsidRPr="00855E16" w:rsidRDefault="00671752" w:rsidP="0067175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B48CBA" w14:textId="77777777" w:rsidR="00671752" w:rsidRPr="00855E16" w:rsidRDefault="00671752" w:rsidP="0067175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878693" w14:textId="77777777" w:rsidR="00671752" w:rsidRPr="00855E16" w:rsidRDefault="00671752" w:rsidP="00671752">
            <w:pPr>
              <w:ind w:left="-108" w:right="-104"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42886C" w14:textId="77777777" w:rsidR="00671752" w:rsidRPr="00855E16" w:rsidRDefault="00671752" w:rsidP="0067175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787AF6" w14:textId="77777777" w:rsidR="00671752" w:rsidRPr="00855E16" w:rsidRDefault="00671752" w:rsidP="0067175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>705,1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122694" w14:textId="77777777" w:rsidR="00671752" w:rsidRPr="00855E16" w:rsidRDefault="00671752" w:rsidP="0067175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>458,4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5ED53B" w14:textId="77777777" w:rsidR="00671752" w:rsidRPr="00855E16" w:rsidRDefault="00671752" w:rsidP="0067175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>458,4</w:t>
            </w:r>
          </w:p>
        </w:tc>
      </w:tr>
      <w:tr w:rsidR="00671752" w:rsidRPr="00970BD5" w14:paraId="6A6EFD71" w14:textId="77777777" w:rsidTr="00487574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42A11F" w14:textId="77777777" w:rsidR="00671752" w:rsidRPr="00855E16" w:rsidRDefault="00671752" w:rsidP="00671752">
            <w:pPr>
              <w:ind w:right="-115" w:firstLine="0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2BEE9D" w14:textId="77777777" w:rsidR="00671752" w:rsidRPr="00855E16" w:rsidRDefault="00671752" w:rsidP="00671752">
            <w:pPr>
              <w:ind w:left="-109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6DDA66" w14:textId="77777777" w:rsidR="00671752" w:rsidRPr="00855E16" w:rsidRDefault="00671752" w:rsidP="0067175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603AF8" w14:textId="77777777" w:rsidR="00671752" w:rsidRPr="00855E16" w:rsidRDefault="00671752" w:rsidP="0067175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C3139B" w14:textId="77777777" w:rsidR="00671752" w:rsidRPr="00855E16" w:rsidRDefault="00671752" w:rsidP="00671752">
            <w:pPr>
              <w:ind w:left="-108" w:right="-104"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77 0 00 00000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D42782" w14:textId="77777777" w:rsidR="00671752" w:rsidRPr="00855E16" w:rsidRDefault="00671752" w:rsidP="0067175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FC65FE" w14:textId="77777777" w:rsidR="00671752" w:rsidRPr="00855E16" w:rsidRDefault="00671752" w:rsidP="0067175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705,1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E18ADA" w14:textId="77777777" w:rsidR="00671752" w:rsidRPr="00855E16" w:rsidRDefault="00671752" w:rsidP="0067175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458,4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98B545" w14:textId="77777777" w:rsidR="00671752" w:rsidRPr="00855E16" w:rsidRDefault="00671752" w:rsidP="0067175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458,4</w:t>
            </w:r>
          </w:p>
        </w:tc>
      </w:tr>
      <w:tr w:rsidR="00671752" w:rsidRPr="00970BD5" w14:paraId="626745F0" w14:textId="77777777" w:rsidTr="00487574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FDCF0A" w14:textId="77777777" w:rsidR="00671752" w:rsidRPr="00855E16" w:rsidRDefault="00671752" w:rsidP="00671752">
            <w:pPr>
              <w:ind w:right="-115" w:firstLine="0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FC7732" w14:textId="77777777" w:rsidR="00671752" w:rsidRPr="00855E16" w:rsidRDefault="00671752" w:rsidP="00671752">
            <w:pPr>
              <w:ind w:left="-109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75745B" w14:textId="77777777" w:rsidR="00671752" w:rsidRPr="00855E16" w:rsidRDefault="00671752" w:rsidP="0067175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FDB3EF" w14:textId="77777777" w:rsidR="00671752" w:rsidRPr="00855E16" w:rsidRDefault="00671752" w:rsidP="0067175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EC8861" w14:textId="77777777" w:rsidR="00671752" w:rsidRPr="00855E16" w:rsidRDefault="00671752" w:rsidP="00671752">
            <w:pPr>
              <w:ind w:left="-108" w:right="-104"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77 7 00 00000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38BFB0" w14:textId="77777777" w:rsidR="00671752" w:rsidRPr="00855E16" w:rsidRDefault="00671752" w:rsidP="0067175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1EA399" w14:textId="77777777" w:rsidR="00671752" w:rsidRPr="00855E16" w:rsidRDefault="00671752" w:rsidP="0067175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705,1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76E432" w14:textId="77777777" w:rsidR="00671752" w:rsidRPr="00855E16" w:rsidRDefault="00671752" w:rsidP="0067175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458,4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1D342C" w14:textId="77777777" w:rsidR="00671752" w:rsidRPr="00855E16" w:rsidRDefault="00671752" w:rsidP="0067175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458,4</w:t>
            </w:r>
          </w:p>
        </w:tc>
      </w:tr>
      <w:tr w:rsidR="00671752" w:rsidRPr="00970BD5" w14:paraId="3080C0D1" w14:textId="77777777" w:rsidTr="00487574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F2ECBE" w14:textId="77777777" w:rsidR="00671752" w:rsidRPr="00855E16" w:rsidRDefault="00671752" w:rsidP="00671752">
            <w:pPr>
              <w:ind w:right="-115" w:firstLine="0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7105B9" w14:textId="77777777" w:rsidR="00671752" w:rsidRPr="00855E16" w:rsidRDefault="00671752" w:rsidP="00671752">
            <w:pPr>
              <w:ind w:left="-109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F555BC" w14:textId="77777777" w:rsidR="00671752" w:rsidRPr="00855E16" w:rsidRDefault="00671752" w:rsidP="0067175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E6EABB" w14:textId="77777777" w:rsidR="00671752" w:rsidRPr="00855E16" w:rsidRDefault="00671752" w:rsidP="0067175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C7F52E" w14:textId="77777777" w:rsidR="00671752" w:rsidRPr="00855E16" w:rsidRDefault="00671752" w:rsidP="00671752">
            <w:pPr>
              <w:ind w:left="-108" w:right="-104"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77 7 03 00000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15B942" w14:textId="77777777" w:rsidR="00671752" w:rsidRPr="00855E16" w:rsidRDefault="00671752" w:rsidP="0067175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70E0C2" w14:textId="77777777" w:rsidR="00671752" w:rsidRPr="00855E16" w:rsidRDefault="00671752" w:rsidP="0067175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705,1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6B4CC5" w14:textId="77777777" w:rsidR="00671752" w:rsidRPr="00855E16" w:rsidRDefault="00671752" w:rsidP="0067175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458,4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6CD052" w14:textId="77777777" w:rsidR="00671752" w:rsidRPr="00855E16" w:rsidRDefault="00671752" w:rsidP="0067175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458,4</w:t>
            </w:r>
          </w:p>
        </w:tc>
      </w:tr>
      <w:tr w:rsidR="00671752" w:rsidRPr="00970BD5" w14:paraId="24DD73BB" w14:textId="77777777" w:rsidTr="00487574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71E279" w14:textId="77777777" w:rsidR="00671752" w:rsidRPr="00855E16" w:rsidRDefault="00671752" w:rsidP="00671752">
            <w:pPr>
              <w:ind w:right="-115" w:firstLine="0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Расходы на осуществление полномочий по организации мероприятий при осуществлении деятельности по обращению с животными в части отлова и содержания животных без владельцев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0A1FE9" w14:textId="77777777" w:rsidR="00671752" w:rsidRPr="00855E16" w:rsidRDefault="00671752" w:rsidP="00671752">
            <w:pPr>
              <w:ind w:left="-109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771353" w14:textId="77777777" w:rsidR="00671752" w:rsidRPr="00855E16" w:rsidRDefault="00671752" w:rsidP="0067175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2D1D48" w14:textId="77777777" w:rsidR="00671752" w:rsidRPr="00855E16" w:rsidRDefault="00671752" w:rsidP="0067175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C953F6" w14:textId="77777777" w:rsidR="00671752" w:rsidRPr="00855E16" w:rsidRDefault="00671752" w:rsidP="00671752">
            <w:pPr>
              <w:ind w:left="-108" w:right="-104"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77 7 03 73310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A6C121" w14:textId="77777777" w:rsidR="00671752" w:rsidRPr="00855E16" w:rsidRDefault="00671752" w:rsidP="0067175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4C1B1B" w14:textId="77777777" w:rsidR="00671752" w:rsidRPr="00855E16" w:rsidRDefault="00671752" w:rsidP="0067175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705,1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B8A80F" w14:textId="77777777" w:rsidR="00671752" w:rsidRPr="00855E16" w:rsidRDefault="00671752" w:rsidP="0067175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458,4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142BB4" w14:textId="77777777" w:rsidR="00671752" w:rsidRPr="00855E16" w:rsidRDefault="00671752" w:rsidP="0067175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458,4</w:t>
            </w:r>
          </w:p>
        </w:tc>
      </w:tr>
      <w:tr w:rsidR="00671752" w:rsidRPr="00970BD5" w14:paraId="3EF01A29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AD9084" w14:textId="77777777" w:rsidR="00671752" w:rsidRPr="00855E16" w:rsidRDefault="00671752" w:rsidP="00671752">
            <w:pPr>
              <w:ind w:right="-115" w:firstLine="0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8E1203" w14:textId="77777777" w:rsidR="00671752" w:rsidRPr="00855E16" w:rsidRDefault="00671752" w:rsidP="00671752">
            <w:pPr>
              <w:ind w:left="-109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55D2CF" w14:textId="77777777" w:rsidR="00671752" w:rsidRPr="00855E16" w:rsidRDefault="00671752" w:rsidP="0067175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85213F" w14:textId="77777777" w:rsidR="00671752" w:rsidRPr="00855E16" w:rsidRDefault="00671752" w:rsidP="0067175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5943C1" w14:textId="77777777" w:rsidR="00671752" w:rsidRPr="00855E16" w:rsidRDefault="00671752" w:rsidP="00671752">
            <w:pPr>
              <w:ind w:left="-108" w:right="-104"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77 7 03 73310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892319" w14:textId="77777777" w:rsidR="00671752" w:rsidRPr="00855E16" w:rsidRDefault="00671752" w:rsidP="0067175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200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1443B6" w14:textId="77777777" w:rsidR="00671752" w:rsidRPr="00855E16" w:rsidRDefault="00671752" w:rsidP="0067175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705,1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76577D" w14:textId="77777777" w:rsidR="00671752" w:rsidRPr="00855E16" w:rsidRDefault="00671752" w:rsidP="0067175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458,4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071CFE" w14:textId="77777777" w:rsidR="00671752" w:rsidRPr="00855E16" w:rsidRDefault="00671752" w:rsidP="0067175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458,4</w:t>
            </w:r>
          </w:p>
        </w:tc>
      </w:tr>
      <w:tr w:rsidR="00671752" w:rsidRPr="00970BD5" w14:paraId="0FB37DFF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28613A" w14:textId="77777777" w:rsidR="00671752" w:rsidRPr="00855E16" w:rsidRDefault="00671752" w:rsidP="00671752">
            <w:pPr>
              <w:ind w:right="-115" w:firstLine="0"/>
              <w:rPr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26A8BD" w14:textId="77777777" w:rsidR="00671752" w:rsidRPr="00855E16" w:rsidRDefault="00671752" w:rsidP="00671752">
            <w:pPr>
              <w:ind w:left="-109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243D1D" w14:textId="77777777" w:rsidR="00671752" w:rsidRPr="00855E16" w:rsidRDefault="00671752" w:rsidP="0067175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49754E" w14:textId="77777777" w:rsidR="00671752" w:rsidRPr="00855E16" w:rsidRDefault="00671752" w:rsidP="0067175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25D6CD" w14:textId="77777777" w:rsidR="00671752" w:rsidRPr="00855E16" w:rsidRDefault="00671752" w:rsidP="00671752">
            <w:pPr>
              <w:ind w:left="-108" w:right="-104"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AE496A" w14:textId="77777777" w:rsidR="00671752" w:rsidRPr="00855E16" w:rsidRDefault="00671752" w:rsidP="0067175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436AA2" w14:textId="77777777" w:rsidR="00671752" w:rsidRPr="00855E16" w:rsidRDefault="00671752" w:rsidP="0067175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>21 550,3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5E9DE5" w14:textId="77777777" w:rsidR="00671752" w:rsidRPr="00855E16" w:rsidRDefault="00671752" w:rsidP="0067175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>5 685,5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DC3A41" w14:textId="77777777" w:rsidR="00671752" w:rsidRPr="00855E16" w:rsidRDefault="00671752" w:rsidP="0067175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>5 685,5</w:t>
            </w:r>
          </w:p>
        </w:tc>
      </w:tr>
      <w:tr w:rsidR="00671752" w:rsidRPr="00970BD5" w14:paraId="6167C425" w14:textId="77777777" w:rsidTr="00487574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F563D2" w14:textId="77777777" w:rsidR="00671752" w:rsidRPr="00855E16" w:rsidRDefault="00671752" w:rsidP="009A7E14">
            <w:pPr>
              <w:ind w:right="-115" w:firstLine="0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 xml:space="preserve">Муниципальная программа </w:t>
            </w:r>
            <w:r w:rsidR="009A7E14">
              <w:rPr>
                <w:sz w:val="24"/>
                <w:szCs w:val="24"/>
              </w:rPr>
              <w:t>«</w:t>
            </w:r>
            <w:r w:rsidRPr="00855E16">
              <w:rPr>
                <w:sz w:val="24"/>
                <w:szCs w:val="24"/>
              </w:rPr>
              <w:t>Развитие эффективности градостроительной деятельности на территории Балахнинского муниципального округа Нижегородской области</w:t>
            </w:r>
            <w:r w:rsidR="009A7E14"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03545E" w14:textId="77777777" w:rsidR="00671752" w:rsidRPr="00855E16" w:rsidRDefault="00671752" w:rsidP="00671752">
            <w:pPr>
              <w:ind w:left="-109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C87557" w14:textId="77777777" w:rsidR="00671752" w:rsidRPr="00855E16" w:rsidRDefault="00671752" w:rsidP="0067175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4A4040" w14:textId="77777777" w:rsidR="00671752" w:rsidRPr="00855E16" w:rsidRDefault="00671752" w:rsidP="0067175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8FD98C" w14:textId="77777777" w:rsidR="00671752" w:rsidRPr="00855E16" w:rsidRDefault="00671752" w:rsidP="00671752">
            <w:pPr>
              <w:ind w:left="-108" w:right="-104"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08 0 00 00000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99CB44" w14:textId="77777777" w:rsidR="00671752" w:rsidRPr="00855E16" w:rsidRDefault="00671752" w:rsidP="0067175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17CFC3" w14:textId="77777777" w:rsidR="00671752" w:rsidRPr="00855E16" w:rsidRDefault="00671752" w:rsidP="0067175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465,0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8A406F" w14:textId="77777777" w:rsidR="00671752" w:rsidRPr="00855E16" w:rsidRDefault="00671752" w:rsidP="0067175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2 880,0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D6BEEF" w14:textId="77777777" w:rsidR="00671752" w:rsidRPr="00855E16" w:rsidRDefault="00671752" w:rsidP="0067175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2 880,0</w:t>
            </w:r>
          </w:p>
        </w:tc>
      </w:tr>
      <w:tr w:rsidR="00671752" w:rsidRPr="00970BD5" w14:paraId="1A2F60FF" w14:textId="77777777" w:rsidTr="00487574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DC99E1" w14:textId="77777777" w:rsidR="00671752" w:rsidRPr="00855E16" w:rsidRDefault="00671752" w:rsidP="00671752">
            <w:pPr>
              <w:ind w:right="-115" w:firstLine="0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 xml:space="preserve">Разработка документации по планировке территории Балахнинского </w:t>
            </w:r>
            <w:r w:rsidRPr="00855E16">
              <w:rPr>
                <w:sz w:val="24"/>
                <w:szCs w:val="24"/>
              </w:rPr>
              <w:lastRenderedPageBreak/>
              <w:t>муниципального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082FCA" w14:textId="77777777" w:rsidR="00671752" w:rsidRPr="00855E16" w:rsidRDefault="00671752" w:rsidP="00671752">
            <w:pPr>
              <w:ind w:left="-109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1E5D88" w14:textId="77777777" w:rsidR="00671752" w:rsidRPr="00855E16" w:rsidRDefault="00671752" w:rsidP="0067175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F6FBB3" w14:textId="77777777" w:rsidR="00671752" w:rsidRPr="00855E16" w:rsidRDefault="00671752" w:rsidP="0067175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23054C" w14:textId="77777777" w:rsidR="00671752" w:rsidRPr="00855E16" w:rsidRDefault="00671752" w:rsidP="00671752">
            <w:pPr>
              <w:ind w:left="-108" w:right="-104"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08 0 01 00000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8F3DCD" w14:textId="77777777" w:rsidR="00671752" w:rsidRPr="00855E16" w:rsidRDefault="00671752" w:rsidP="0067175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42D1CB" w14:textId="77777777" w:rsidR="00671752" w:rsidRPr="00855E16" w:rsidRDefault="00671752" w:rsidP="0067175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140,0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7716F0" w14:textId="77777777" w:rsidR="00671752" w:rsidRPr="00855E16" w:rsidRDefault="00671752" w:rsidP="0067175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780,0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B7C5E2" w14:textId="77777777" w:rsidR="00671752" w:rsidRPr="00855E16" w:rsidRDefault="00671752" w:rsidP="0067175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780,0</w:t>
            </w:r>
          </w:p>
        </w:tc>
      </w:tr>
      <w:tr w:rsidR="00671752" w:rsidRPr="00970BD5" w14:paraId="2805FD8C" w14:textId="77777777" w:rsidTr="00487574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A8CDB6" w14:textId="77777777" w:rsidR="00671752" w:rsidRPr="00855E16" w:rsidRDefault="00671752" w:rsidP="00671752">
            <w:pPr>
              <w:ind w:right="-115" w:firstLine="0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E88600" w14:textId="77777777" w:rsidR="00671752" w:rsidRPr="00855E16" w:rsidRDefault="00671752" w:rsidP="00671752">
            <w:pPr>
              <w:ind w:left="-109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698165" w14:textId="77777777" w:rsidR="00671752" w:rsidRPr="00855E16" w:rsidRDefault="00671752" w:rsidP="0067175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95DFE7" w14:textId="77777777" w:rsidR="00671752" w:rsidRPr="00855E16" w:rsidRDefault="00671752" w:rsidP="0067175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BB5D15" w14:textId="77777777" w:rsidR="00671752" w:rsidRPr="00855E16" w:rsidRDefault="00671752" w:rsidP="00671752">
            <w:pPr>
              <w:ind w:left="-108" w:right="-104"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08 0 01 25090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EEE95C" w14:textId="77777777" w:rsidR="00671752" w:rsidRPr="00855E16" w:rsidRDefault="00671752" w:rsidP="0067175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7B5C7E" w14:textId="77777777" w:rsidR="00671752" w:rsidRPr="00855E16" w:rsidRDefault="00671752" w:rsidP="0067175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140,0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98212B" w14:textId="77777777" w:rsidR="00671752" w:rsidRPr="00855E16" w:rsidRDefault="00671752" w:rsidP="0067175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780,0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3D4ED5" w14:textId="77777777" w:rsidR="00671752" w:rsidRPr="00855E16" w:rsidRDefault="00671752" w:rsidP="0067175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780,0</w:t>
            </w:r>
          </w:p>
        </w:tc>
      </w:tr>
      <w:tr w:rsidR="00671752" w:rsidRPr="00970BD5" w14:paraId="60B3D9CB" w14:textId="77777777" w:rsidTr="00487574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DCB83C" w14:textId="77777777" w:rsidR="00671752" w:rsidRPr="00855E16" w:rsidRDefault="00671752" w:rsidP="00671752">
            <w:pPr>
              <w:ind w:right="-115" w:firstLine="0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9482A5" w14:textId="77777777" w:rsidR="00671752" w:rsidRPr="00855E16" w:rsidRDefault="00671752" w:rsidP="00671752">
            <w:pPr>
              <w:ind w:left="-109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64AF8C" w14:textId="77777777" w:rsidR="00671752" w:rsidRPr="00855E16" w:rsidRDefault="00671752" w:rsidP="0067175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AF6782" w14:textId="77777777" w:rsidR="00671752" w:rsidRPr="00855E16" w:rsidRDefault="00671752" w:rsidP="0067175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22E00F" w14:textId="77777777" w:rsidR="00671752" w:rsidRPr="00855E16" w:rsidRDefault="00671752" w:rsidP="00671752">
            <w:pPr>
              <w:ind w:left="-108" w:right="-104"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08 0 01 25090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FA86A0" w14:textId="77777777" w:rsidR="00671752" w:rsidRPr="00855E16" w:rsidRDefault="00671752" w:rsidP="0067175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200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0B8689" w14:textId="77777777" w:rsidR="00671752" w:rsidRPr="00855E16" w:rsidRDefault="00671752" w:rsidP="0067175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140,0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350A83" w14:textId="77777777" w:rsidR="00671752" w:rsidRPr="00855E16" w:rsidRDefault="00671752" w:rsidP="0067175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780,0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E12E24" w14:textId="77777777" w:rsidR="00671752" w:rsidRPr="00855E16" w:rsidRDefault="00671752" w:rsidP="0067175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780,0</w:t>
            </w:r>
          </w:p>
        </w:tc>
      </w:tr>
      <w:tr w:rsidR="00671752" w:rsidRPr="00970BD5" w14:paraId="2405A3F3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B71BDB" w14:textId="77777777" w:rsidR="00671752" w:rsidRPr="00855E16" w:rsidRDefault="00671752" w:rsidP="00671752">
            <w:pPr>
              <w:ind w:right="-115" w:firstLine="0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Разработка документации территориального планирования Балахнинского муниципального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B49BF8" w14:textId="77777777" w:rsidR="00671752" w:rsidRPr="00855E16" w:rsidRDefault="00671752" w:rsidP="00671752">
            <w:pPr>
              <w:ind w:left="-109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D032DE" w14:textId="77777777" w:rsidR="00671752" w:rsidRPr="00855E16" w:rsidRDefault="00671752" w:rsidP="0067175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3C23DA" w14:textId="77777777" w:rsidR="00671752" w:rsidRPr="00855E16" w:rsidRDefault="00671752" w:rsidP="0067175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382B51" w14:textId="77777777" w:rsidR="00671752" w:rsidRPr="00855E16" w:rsidRDefault="00671752" w:rsidP="00671752">
            <w:pPr>
              <w:ind w:left="-108" w:right="-104"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08 0 03 00000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E297C5" w14:textId="77777777" w:rsidR="00671752" w:rsidRPr="00855E16" w:rsidRDefault="00671752" w:rsidP="0067175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E53622" w14:textId="77777777" w:rsidR="00671752" w:rsidRPr="00855E16" w:rsidRDefault="00671752" w:rsidP="0067175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325,0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5AA0D4" w14:textId="77777777" w:rsidR="00671752" w:rsidRPr="00855E16" w:rsidRDefault="00671752" w:rsidP="0067175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2 100,0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D89CD7" w14:textId="77777777" w:rsidR="00671752" w:rsidRPr="00855E16" w:rsidRDefault="00671752" w:rsidP="0067175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2 100,0</w:t>
            </w:r>
          </w:p>
        </w:tc>
      </w:tr>
      <w:tr w:rsidR="00671752" w:rsidRPr="00970BD5" w14:paraId="1E3A9F3F" w14:textId="77777777" w:rsidTr="00487574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6F59DA" w14:textId="77777777" w:rsidR="00671752" w:rsidRPr="00855E16" w:rsidRDefault="00671752" w:rsidP="00671752">
            <w:pPr>
              <w:ind w:right="-115" w:firstLine="0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D6B8FD" w14:textId="77777777" w:rsidR="00671752" w:rsidRPr="00855E16" w:rsidRDefault="00671752" w:rsidP="00671752">
            <w:pPr>
              <w:ind w:left="-109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83B5FA" w14:textId="77777777" w:rsidR="00671752" w:rsidRPr="00855E16" w:rsidRDefault="00671752" w:rsidP="0067175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E8F929" w14:textId="77777777" w:rsidR="00671752" w:rsidRPr="00855E16" w:rsidRDefault="00671752" w:rsidP="0067175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AB5C5B" w14:textId="77777777" w:rsidR="00671752" w:rsidRPr="00855E16" w:rsidRDefault="00671752" w:rsidP="00671752">
            <w:pPr>
              <w:ind w:left="-108" w:right="-104"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08 0 03 25090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02ED51" w14:textId="77777777" w:rsidR="00671752" w:rsidRPr="00855E16" w:rsidRDefault="00671752" w:rsidP="0067175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572998" w14:textId="77777777" w:rsidR="00671752" w:rsidRPr="00855E16" w:rsidRDefault="00671752" w:rsidP="0067175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325,0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E39F03" w14:textId="77777777" w:rsidR="00671752" w:rsidRPr="00855E16" w:rsidRDefault="00671752" w:rsidP="0067175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2 100,0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57F40E" w14:textId="77777777" w:rsidR="00671752" w:rsidRPr="00855E16" w:rsidRDefault="00671752" w:rsidP="0067175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2 100,0</w:t>
            </w:r>
          </w:p>
        </w:tc>
      </w:tr>
      <w:tr w:rsidR="00671752" w:rsidRPr="00970BD5" w14:paraId="66E9C0B9" w14:textId="77777777" w:rsidTr="00487574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FBE56A" w14:textId="77777777" w:rsidR="00671752" w:rsidRPr="00855E16" w:rsidRDefault="00671752" w:rsidP="00671752">
            <w:pPr>
              <w:ind w:right="-115" w:firstLine="0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9CEFD1" w14:textId="77777777" w:rsidR="00671752" w:rsidRPr="00855E16" w:rsidRDefault="00671752" w:rsidP="00671752">
            <w:pPr>
              <w:ind w:left="-109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A91CBD" w14:textId="77777777" w:rsidR="00671752" w:rsidRPr="00855E16" w:rsidRDefault="00671752" w:rsidP="0067175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C04325" w14:textId="77777777" w:rsidR="00671752" w:rsidRPr="00855E16" w:rsidRDefault="00671752" w:rsidP="0067175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DCBD09" w14:textId="77777777" w:rsidR="00671752" w:rsidRPr="00855E16" w:rsidRDefault="00671752" w:rsidP="00671752">
            <w:pPr>
              <w:ind w:left="-108" w:right="-104"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08 0 03 25090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4CA689" w14:textId="77777777" w:rsidR="00671752" w:rsidRPr="00855E16" w:rsidRDefault="00671752" w:rsidP="0067175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200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9DAC4F" w14:textId="77777777" w:rsidR="00671752" w:rsidRPr="00855E16" w:rsidRDefault="00671752" w:rsidP="0067175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325,0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E84B09" w14:textId="77777777" w:rsidR="00671752" w:rsidRPr="00855E16" w:rsidRDefault="00671752" w:rsidP="0067175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2 100,0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93672B" w14:textId="77777777" w:rsidR="00671752" w:rsidRPr="00855E16" w:rsidRDefault="00671752" w:rsidP="0067175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2 100,0</w:t>
            </w:r>
          </w:p>
        </w:tc>
      </w:tr>
      <w:tr w:rsidR="00671752" w:rsidRPr="00970BD5" w14:paraId="1BD4657C" w14:textId="77777777" w:rsidTr="00487574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936CD3" w14:textId="77777777" w:rsidR="00671752" w:rsidRPr="00855E16" w:rsidRDefault="00671752" w:rsidP="009A7E14">
            <w:pPr>
              <w:ind w:right="-115" w:firstLine="0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 xml:space="preserve">Муниципальная программа </w:t>
            </w:r>
            <w:r w:rsidR="009A7E14">
              <w:rPr>
                <w:sz w:val="24"/>
                <w:szCs w:val="24"/>
              </w:rPr>
              <w:t>«</w:t>
            </w:r>
            <w:r w:rsidRPr="00855E16">
              <w:rPr>
                <w:sz w:val="24"/>
                <w:szCs w:val="24"/>
              </w:rPr>
              <w:t>Развитие предпринимательства Балахнинского муниципального округа Нижегородской области</w:t>
            </w:r>
            <w:r w:rsidR="009A7E14"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C2988C" w14:textId="77777777" w:rsidR="00671752" w:rsidRPr="00855E16" w:rsidRDefault="00671752" w:rsidP="00671752">
            <w:pPr>
              <w:ind w:left="-109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62E7B0" w14:textId="77777777" w:rsidR="00671752" w:rsidRPr="00855E16" w:rsidRDefault="00671752" w:rsidP="0067175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5F0096" w14:textId="77777777" w:rsidR="00671752" w:rsidRPr="00855E16" w:rsidRDefault="00671752" w:rsidP="0067175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A6566D" w14:textId="77777777" w:rsidR="00671752" w:rsidRPr="00855E16" w:rsidRDefault="00671752" w:rsidP="00671752">
            <w:pPr>
              <w:ind w:left="-108" w:right="-104"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09 0 00 00000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4E8EEE" w14:textId="77777777" w:rsidR="00671752" w:rsidRPr="00855E16" w:rsidRDefault="00671752" w:rsidP="0067175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CE19B4" w14:textId="77777777" w:rsidR="00671752" w:rsidRPr="00855E16" w:rsidRDefault="00671752" w:rsidP="0067175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1 975,5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BCCEAF" w14:textId="77777777" w:rsidR="00671752" w:rsidRPr="00855E16" w:rsidRDefault="00671752" w:rsidP="0067175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2 505,5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51BD35" w14:textId="77777777" w:rsidR="00671752" w:rsidRPr="00855E16" w:rsidRDefault="00671752" w:rsidP="0067175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2 505,5</w:t>
            </w:r>
          </w:p>
        </w:tc>
      </w:tr>
      <w:tr w:rsidR="00671752" w:rsidRPr="00970BD5" w14:paraId="4A53F2C4" w14:textId="77777777" w:rsidTr="00487574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46079C" w14:textId="77777777" w:rsidR="00671752" w:rsidRPr="00855E16" w:rsidRDefault="00671752" w:rsidP="009A7E14">
            <w:pPr>
              <w:ind w:right="-115" w:firstLine="0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 xml:space="preserve">Подпрограмма </w:t>
            </w:r>
            <w:r w:rsidR="009A7E14">
              <w:rPr>
                <w:sz w:val="24"/>
                <w:szCs w:val="24"/>
              </w:rPr>
              <w:t>«</w:t>
            </w:r>
            <w:r w:rsidRPr="00855E16">
              <w:rPr>
                <w:sz w:val="24"/>
                <w:szCs w:val="24"/>
              </w:rPr>
              <w:t>Развитие малого и среднего предпринимательства Балахнинского муниципального округа</w:t>
            </w:r>
            <w:r w:rsidR="009A7E14"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9EC30A" w14:textId="77777777" w:rsidR="00671752" w:rsidRPr="00855E16" w:rsidRDefault="00671752" w:rsidP="00671752">
            <w:pPr>
              <w:ind w:left="-109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AD2888" w14:textId="77777777" w:rsidR="00671752" w:rsidRPr="00855E16" w:rsidRDefault="00671752" w:rsidP="0067175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F8B157" w14:textId="77777777" w:rsidR="00671752" w:rsidRPr="00855E16" w:rsidRDefault="00671752" w:rsidP="0067175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B81879" w14:textId="77777777" w:rsidR="00671752" w:rsidRPr="00855E16" w:rsidRDefault="00671752" w:rsidP="00671752">
            <w:pPr>
              <w:ind w:left="-108" w:right="-104"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 xml:space="preserve">09 1 00 00000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8F8079" w14:textId="77777777" w:rsidR="00671752" w:rsidRPr="00855E16" w:rsidRDefault="00671752" w:rsidP="0067175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40635E" w14:textId="77777777" w:rsidR="00671752" w:rsidRPr="00855E16" w:rsidRDefault="00671752" w:rsidP="0067175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1 905,5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310871" w14:textId="77777777" w:rsidR="00671752" w:rsidRPr="00855E16" w:rsidRDefault="00671752" w:rsidP="0067175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2 505,5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1DBFCE" w14:textId="77777777" w:rsidR="00671752" w:rsidRPr="00855E16" w:rsidRDefault="00671752" w:rsidP="0067175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2 505,5</w:t>
            </w:r>
          </w:p>
        </w:tc>
      </w:tr>
      <w:tr w:rsidR="00671752" w:rsidRPr="00970BD5" w14:paraId="534A0443" w14:textId="77777777" w:rsidTr="00487574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951423" w14:textId="77777777" w:rsidR="00671752" w:rsidRPr="00855E16" w:rsidRDefault="00671752" w:rsidP="00671752">
            <w:pPr>
              <w:ind w:right="-115" w:firstLine="0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Развитие организаций инфраструктуры поддержки субъектов МСП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323F69" w14:textId="77777777" w:rsidR="00671752" w:rsidRPr="00855E16" w:rsidRDefault="00671752" w:rsidP="00671752">
            <w:pPr>
              <w:ind w:left="-109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B75790" w14:textId="77777777" w:rsidR="00671752" w:rsidRPr="00855E16" w:rsidRDefault="00671752" w:rsidP="0067175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A726E6" w14:textId="77777777" w:rsidR="00671752" w:rsidRPr="00855E16" w:rsidRDefault="00671752" w:rsidP="0067175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8C1B80" w14:textId="77777777" w:rsidR="00671752" w:rsidRPr="00855E16" w:rsidRDefault="00671752" w:rsidP="00671752">
            <w:pPr>
              <w:ind w:left="-108" w:right="-104"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09 1 01 00000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07BE16" w14:textId="77777777" w:rsidR="00671752" w:rsidRPr="00855E16" w:rsidRDefault="00671752" w:rsidP="0067175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1441DD" w14:textId="77777777" w:rsidR="00671752" w:rsidRPr="00855E16" w:rsidRDefault="00671752" w:rsidP="0067175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1 905,5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2F761A" w14:textId="77777777" w:rsidR="00671752" w:rsidRPr="00855E16" w:rsidRDefault="00671752" w:rsidP="0067175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2 005,5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D2B3D6" w14:textId="77777777" w:rsidR="00671752" w:rsidRPr="00855E16" w:rsidRDefault="00671752" w:rsidP="0067175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2 005,5</w:t>
            </w:r>
          </w:p>
        </w:tc>
      </w:tr>
      <w:tr w:rsidR="00671752" w:rsidRPr="00970BD5" w14:paraId="66094666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927147" w14:textId="77777777" w:rsidR="00671752" w:rsidRPr="00855E16" w:rsidRDefault="00671752" w:rsidP="009357B2">
            <w:pPr>
              <w:ind w:right="-115" w:firstLine="0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 xml:space="preserve">Расходы на обеспечение </w:t>
            </w:r>
            <w:r w:rsidRPr="00855E16">
              <w:rPr>
                <w:sz w:val="24"/>
                <w:szCs w:val="24"/>
              </w:rPr>
              <w:lastRenderedPageBreak/>
              <w:t xml:space="preserve">деятельности МБУ </w:t>
            </w:r>
            <w:r w:rsidR="009357B2">
              <w:rPr>
                <w:sz w:val="24"/>
                <w:szCs w:val="24"/>
              </w:rPr>
              <w:t>«</w:t>
            </w:r>
            <w:r w:rsidRPr="00855E16">
              <w:rPr>
                <w:sz w:val="24"/>
                <w:szCs w:val="24"/>
              </w:rPr>
              <w:t>Бизнес-инкубатор Бала</w:t>
            </w:r>
            <w:r w:rsidR="009357B2">
              <w:rPr>
                <w:sz w:val="24"/>
                <w:szCs w:val="24"/>
              </w:rPr>
              <w:t>хнинского муниципального округа»</w:t>
            </w:r>
            <w:r w:rsidRPr="00855E16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10A30F" w14:textId="77777777" w:rsidR="00671752" w:rsidRPr="00855E16" w:rsidRDefault="00671752" w:rsidP="00671752">
            <w:pPr>
              <w:ind w:left="-109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4C505D" w14:textId="77777777" w:rsidR="00671752" w:rsidRPr="00855E16" w:rsidRDefault="00671752" w:rsidP="0067175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B3D86E" w14:textId="77777777" w:rsidR="00671752" w:rsidRPr="00855E16" w:rsidRDefault="00671752" w:rsidP="0067175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82A2DE" w14:textId="77777777" w:rsidR="00671752" w:rsidRPr="00855E16" w:rsidRDefault="00671752" w:rsidP="00671752">
            <w:pPr>
              <w:ind w:left="-108" w:right="-104"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09 1 01 00590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AEED40" w14:textId="77777777" w:rsidR="00671752" w:rsidRPr="00855E16" w:rsidRDefault="00671752" w:rsidP="0067175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D0787B" w14:textId="77777777" w:rsidR="00671752" w:rsidRPr="00855E16" w:rsidRDefault="00671752" w:rsidP="0067175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1 905,5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AAE46C" w14:textId="77777777" w:rsidR="00671752" w:rsidRPr="00855E16" w:rsidRDefault="00671752" w:rsidP="0067175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2 005,5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09BFA0" w14:textId="77777777" w:rsidR="00671752" w:rsidRPr="00855E16" w:rsidRDefault="00671752" w:rsidP="0067175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2 005,5</w:t>
            </w:r>
          </w:p>
        </w:tc>
      </w:tr>
      <w:tr w:rsidR="00671752" w:rsidRPr="00970BD5" w14:paraId="37DD519E" w14:textId="77777777" w:rsidTr="00487574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DE98C4" w14:textId="77777777" w:rsidR="00671752" w:rsidRPr="00855E16" w:rsidRDefault="00671752" w:rsidP="00671752">
            <w:pPr>
              <w:ind w:right="-115" w:firstLine="0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974549" w14:textId="77777777" w:rsidR="00671752" w:rsidRPr="00855E16" w:rsidRDefault="00671752" w:rsidP="00671752">
            <w:pPr>
              <w:ind w:left="-109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49D033" w14:textId="77777777" w:rsidR="00671752" w:rsidRPr="00855E16" w:rsidRDefault="00671752" w:rsidP="0067175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C4DD5C" w14:textId="77777777" w:rsidR="00671752" w:rsidRPr="00855E16" w:rsidRDefault="00671752" w:rsidP="0067175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6D1266" w14:textId="77777777" w:rsidR="00671752" w:rsidRPr="00855E16" w:rsidRDefault="00671752" w:rsidP="00671752">
            <w:pPr>
              <w:ind w:left="-108" w:right="-104"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09 1 01 00590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67B630" w14:textId="77777777" w:rsidR="00671752" w:rsidRPr="00855E16" w:rsidRDefault="00671752" w:rsidP="0067175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600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C50EE8" w14:textId="77777777" w:rsidR="00671752" w:rsidRPr="00855E16" w:rsidRDefault="00671752" w:rsidP="0067175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1 905,5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D987FC" w14:textId="77777777" w:rsidR="00671752" w:rsidRPr="00855E16" w:rsidRDefault="00671752" w:rsidP="0067175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2 005,5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42C71C" w14:textId="77777777" w:rsidR="00671752" w:rsidRPr="00855E16" w:rsidRDefault="00671752" w:rsidP="0067175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2 005,5</w:t>
            </w:r>
          </w:p>
        </w:tc>
      </w:tr>
      <w:tr w:rsidR="00CA5A28" w:rsidRPr="00970BD5" w14:paraId="285ACBA0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90E913" w14:textId="77777777" w:rsidR="00CA5A28" w:rsidRPr="00855E16" w:rsidRDefault="00CA5A28" w:rsidP="00CA5A28">
            <w:pPr>
              <w:ind w:right="-115" w:firstLine="0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Финансовая и инвестиционная поддержка субъектов малого и среднего предпринимательства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4A4D1B" w14:textId="77777777" w:rsidR="00CA5A28" w:rsidRPr="00855E16" w:rsidRDefault="00CA5A28" w:rsidP="00CA5A28">
            <w:pPr>
              <w:ind w:left="-109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7CB80F" w14:textId="77777777" w:rsidR="00CA5A28" w:rsidRPr="00855E16" w:rsidRDefault="00CA5A28" w:rsidP="00CA5A28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ADFA95" w14:textId="77777777" w:rsidR="00CA5A28" w:rsidRPr="00855E16" w:rsidRDefault="00CA5A28" w:rsidP="00CA5A28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72E585" w14:textId="77777777" w:rsidR="00CA5A28" w:rsidRPr="00855E16" w:rsidRDefault="00CA5A28" w:rsidP="00CA5A28">
            <w:pPr>
              <w:ind w:left="-108" w:right="-104"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09 1 04 00000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DBEC6A" w14:textId="77777777" w:rsidR="00CA5A28" w:rsidRPr="00855E16" w:rsidRDefault="00CA5A28" w:rsidP="00CA5A28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099B31" w14:textId="77777777" w:rsidR="00CA5A28" w:rsidRPr="00855E16" w:rsidRDefault="00CA5A28" w:rsidP="00CA5A28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0,0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9363DF" w14:textId="77777777" w:rsidR="00CA5A28" w:rsidRPr="00855E16" w:rsidRDefault="00CA5A28" w:rsidP="00CA5A28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6B16E8" w14:textId="77777777" w:rsidR="00CA5A28" w:rsidRPr="00855E16" w:rsidRDefault="00CA5A28" w:rsidP="00CA5A28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0,0</w:t>
            </w:r>
          </w:p>
        </w:tc>
      </w:tr>
      <w:tr w:rsidR="00CA5A28" w:rsidRPr="00970BD5" w14:paraId="070DD24B" w14:textId="77777777" w:rsidTr="00487574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429104" w14:textId="77777777" w:rsidR="00CA5A28" w:rsidRPr="00855E16" w:rsidRDefault="00CA5A28" w:rsidP="00CA5A28">
            <w:pPr>
              <w:ind w:right="-115" w:firstLine="0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Расходы на финансовую и инвестиционную поддержку субъектов малого и среднего предпринимательства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C222C4" w14:textId="77777777" w:rsidR="00CA5A28" w:rsidRPr="00855E16" w:rsidRDefault="00CA5A28" w:rsidP="00CA5A28">
            <w:pPr>
              <w:ind w:left="-109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BC8AA7" w14:textId="77777777" w:rsidR="00CA5A28" w:rsidRPr="00855E16" w:rsidRDefault="00CA5A28" w:rsidP="00CA5A28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1FED26" w14:textId="77777777" w:rsidR="00CA5A28" w:rsidRPr="00855E16" w:rsidRDefault="00CA5A28" w:rsidP="00CA5A28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D9CBC2" w14:textId="77777777" w:rsidR="00CA5A28" w:rsidRPr="00855E16" w:rsidRDefault="00CA5A28" w:rsidP="00CA5A28">
            <w:pPr>
              <w:ind w:left="-108" w:right="-104"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09 1 04 61010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6A9C2F" w14:textId="77777777" w:rsidR="00CA5A28" w:rsidRPr="00855E16" w:rsidRDefault="00CA5A28" w:rsidP="00CA5A28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F66E3A" w14:textId="77777777" w:rsidR="00CA5A28" w:rsidRPr="00855E16" w:rsidRDefault="00CA5A28" w:rsidP="00CA5A28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0,0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EF4E8E" w14:textId="77777777" w:rsidR="00CA5A28" w:rsidRPr="00855E16" w:rsidRDefault="00CA5A28" w:rsidP="00CA5A28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A59339" w14:textId="77777777" w:rsidR="00CA5A28" w:rsidRPr="00855E16" w:rsidRDefault="00CA5A28" w:rsidP="00CA5A28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0,0</w:t>
            </w:r>
          </w:p>
        </w:tc>
      </w:tr>
      <w:tr w:rsidR="00CA5A28" w:rsidRPr="00970BD5" w14:paraId="0A4AEE6C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493FE5" w14:textId="77777777" w:rsidR="00CA5A28" w:rsidRPr="00855E16" w:rsidRDefault="00CA5A28" w:rsidP="00CA5A28">
            <w:pPr>
              <w:ind w:right="-115" w:firstLine="0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24F3F4" w14:textId="77777777" w:rsidR="00CA5A28" w:rsidRPr="00855E16" w:rsidRDefault="00CA5A28" w:rsidP="00CA5A28">
            <w:pPr>
              <w:ind w:left="-109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AFC795" w14:textId="77777777" w:rsidR="00CA5A28" w:rsidRPr="00855E16" w:rsidRDefault="00CA5A28" w:rsidP="00CA5A28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88875B" w14:textId="77777777" w:rsidR="00CA5A28" w:rsidRPr="00855E16" w:rsidRDefault="00CA5A28" w:rsidP="00CA5A28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BD7AEF" w14:textId="77777777" w:rsidR="00CA5A28" w:rsidRPr="00855E16" w:rsidRDefault="00CA5A28" w:rsidP="00CA5A28">
            <w:pPr>
              <w:ind w:left="-108" w:right="-104"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09 1 04 61010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220A9B" w14:textId="77777777" w:rsidR="00CA5A28" w:rsidRPr="00855E16" w:rsidRDefault="00CA5A28" w:rsidP="00CA5A28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800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FD7F60" w14:textId="77777777" w:rsidR="00CA5A28" w:rsidRPr="00855E16" w:rsidRDefault="00CA5A28" w:rsidP="00CA5A28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0,0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0C6004" w14:textId="77777777" w:rsidR="00CA5A28" w:rsidRPr="00855E16" w:rsidRDefault="00CA5A28" w:rsidP="00CA5A28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CC57A4" w14:textId="77777777" w:rsidR="00CA5A28" w:rsidRPr="00855E16" w:rsidRDefault="00CA5A28" w:rsidP="00CA5A28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0,0</w:t>
            </w:r>
          </w:p>
        </w:tc>
      </w:tr>
      <w:tr w:rsidR="00CA5A28" w:rsidRPr="00970BD5" w14:paraId="2CBB79D5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A94F6A" w14:textId="77777777" w:rsidR="00CA5A28" w:rsidRPr="00855E16" w:rsidRDefault="00CA5A28" w:rsidP="009A7E14">
            <w:pPr>
              <w:ind w:right="-115" w:firstLine="0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 xml:space="preserve">Подпрограмма </w:t>
            </w:r>
            <w:r w:rsidR="009A7E14">
              <w:rPr>
                <w:sz w:val="24"/>
                <w:szCs w:val="24"/>
              </w:rPr>
              <w:t>«</w:t>
            </w:r>
            <w:r w:rsidRPr="00855E16">
              <w:rPr>
                <w:sz w:val="24"/>
                <w:szCs w:val="24"/>
              </w:rPr>
              <w:t>Развитие торговли в Балахнинском муниципальном округе</w:t>
            </w:r>
            <w:r w:rsidR="009A7E14"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589FD4" w14:textId="77777777" w:rsidR="00CA5A28" w:rsidRPr="00855E16" w:rsidRDefault="00CA5A28" w:rsidP="00CA5A28">
            <w:pPr>
              <w:ind w:left="-109" w:right="-108" w:firstLine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F8477B" w14:textId="77777777" w:rsidR="00CA5A28" w:rsidRPr="00855E16" w:rsidRDefault="00CA5A28" w:rsidP="00CA5A28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DB0DC2" w14:textId="77777777" w:rsidR="00CA5A28" w:rsidRPr="00855E16" w:rsidRDefault="00CA5A28" w:rsidP="00CA5A28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AB7750" w14:textId="77777777" w:rsidR="00CA5A28" w:rsidRPr="00855E16" w:rsidRDefault="00CA5A28" w:rsidP="00CA5A28">
            <w:pPr>
              <w:ind w:left="-108" w:right="-104"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09 2 00 00000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0CF580" w14:textId="77777777" w:rsidR="00CA5A28" w:rsidRPr="00855E16" w:rsidRDefault="00CA5A28" w:rsidP="00CA5A28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332D9C" w14:textId="77777777" w:rsidR="00CA5A28" w:rsidRPr="00855E16" w:rsidRDefault="00CA5A28" w:rsidP="00CA5A28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70,0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6961C3" w14:textId="77777777" w:rsidR="00CA5A28" w:rsidRPr="00855E16" w:rsidRDefault="00CA5A28" w:rsidP="00CA5A28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D83023" w14:textId="77777777" w:rsidR="00CA5A28" w:rsidRPr="00855E16" w:rsidRDefault="00CA5A28" w:rsidP="00CA5A28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0,0</w:t>
            </w:r>
          </w:p>
        </w:tc>
      </w:tr>
      <w:tr w:rsidR="00CA5A28" w:rsidRPr="00970BD5" w14:paraId="751DA572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3DAAAC" w14:textId="77777777" w:rsidR="00CA5A28" w:rsidRPr="00855E16" w:rsidRDefault="00CA5A28" w:rsidP="009A7E14">
            <w:pPr>
              <w:ind w:right="-115" w:firstLine="0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 xml:space="preserve">Реализация мероприятий по обеспечению удаленных населенных пунктов Балахнинского муниципального округа Нижегородской области товарами первой необходимости (проект </w:t>
            </w:r>
            <w:r w:rsidR="009A7E14">
              <w:rPr>
                <w:sz w:val="24"/>
                <w:szCs w:val="24"/>
              </w:rPr>
              <w:t>«Автолавки в село»</w:t>
            </w:r>
            <w:r w:rsidRPr="00855E16">
              <w:rPr>
                <w:sz w:val="24"/>
                <w:szCs w:val="24"/>
              </w:rPr>
              <w:t>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C952D9" w14:textId="77777777" w:rsidR="00CA5A28" w:rsidRPr="00855E16" w:rsidRDefault="00CA5A28" w:rsidP="00CA5A28">
            <w:pPr>
              <w:ind w:left="-109" w:right="-108" w:firstLine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7C4688" w14:textId="77777777" w:rsidR="00CA5A28" w:rsidRPr="00855E16" w:rsidRDefault="00CA5A28" w:rsidP="00CA5A28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AA9CA9" w14:textId="77777777" w:rsidR="00CA5A28" w:rsidRPr="00855E16" w:rsidRDefault="00CA5A28" w:rsidP="00CA5A28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48BD49" w14:textId="77777777" w:rsidR="00CA5A28" w:rsidRPr="00855E16" w:rsidRDefault="00CA5A28" w:rsidP="00CA5A28">
            <w:pPr>
              <w:ind w:left="-108" w:right="-104"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09 2 02 00000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9274B5" w14:textId="77777777" w:rsidR="00CA5A28" w:rsidRPr="00855E16" w:rsidRDefault="00CA5A28" w:rsidP="00CA5A28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941FC4" w14:textId="77777777" w:rsidR="00CA5A28" w:rsidRPr="00855E16" w:rsidRDefault="00CA5A28" w:rsidP="00CA5A28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0,0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937E24" w14:textId="77777777" w:rsidR="00CA5A28" w:rsidRPr="00855E16" w:rsidRDefault="00CA5A28" w:rsidP="00CA5A28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5B000D" w14:textId="77777777" w:rsidR="00CA5A28" w:rsidRPr="00855E16" w:rsidRDefault="00CA5A28" w:rsidP="00CA5A28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0,0</w:t>
            </w:r>
          </w:p>
        </w:tc>
      </w:tr>
      <w:tr w:rsidR="00CA5A28" w:rsidRPr="00970BD5" w14:paraId="25D84491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61057F" w14:textId="77777777" w:rsidR="00CA5A28" w:rsidRPr="00855E16" w:rsidRDefault="00CA5A28" w:rsidP="009A7E14">
            <w:pPr>
              <w:ind w:right="-115" w:firstLine="0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 xml:space="preserve">Расходы на реализацию мероприятий по обеспечению удаленных населенных пунктов Балахнинского </w:t>
            </w:r>
            <w:r w:rsidRPr="00855E16">
              <w:rPr>
                <w:sz w:val="24"/>
                <w:szCs w:val="24"/>
              </w:rPr>
              <w:lastRenderedPageBreak/>
              <w:t>муниципального округа Нижегородской области товарами первой необходимости (проект</w:t>
            </w:r>
            <w:r w:rsidR="009A7E14">
              <w:rPr>
                <w:sz w:val="24"/>
                <w:szCs w:val="24"/>
              </w:rPr>
              <w:t xml:space="preserve"> «Автолавки в село»</w:t>
            </w:r>
            <w:r w:rsidRPr="00855E16">
              <w:rPr>
                <w:sz w:val="24"/>
                <w:szCs w:val="24"/>
              </w:rPr>
              <w:t>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1C8F02" w14:textId="77777777" w:rsidR="00CA5A28" w:rsidRPr="00855E16" w:rsidRDefault="00CA5A28" w:rsidP="00CA5A28">
            <w:pPr>
              <w:ind w:left="-109" w:right="-108" w:firstLine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A73093" w14:textId="77777777" w:rsidR="00CA5A28" w:rsidRPr="00855E16" w:rsidRDefault="00CA5A28" w:rsidP="00CA5A28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FF19A6" w14:textId="77777777" w:rsidR="00CA5A28" w:rsidRPr="00855E16" w:rsidRDefault="00CA5A28" w:rsidP="00CA5A28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87A928" w14:textId="77777777" w:rsidR="00CA5A28" w:rsidRPr="00855E16" w:rsidRDefault="00CA5A28" w:rsidP="00CA5A28">
            <w:pPr>
              <w:ind w:left="-108" w:right="-104"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09 2 02 S2060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7131AE" w14:textId="77777777" w:rsidR="00CA5A28" w:rsidRPr="00855E16" w:rsidRDefault="00CA5A28" w:rsidP="00CA5A28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8BCB5B" w14:textId="77777777" w:rsidR="00CA5A28" w:rsidRPr="00855E16" w:rsidRDefault="00CA5A28" w:rsidP="00CA5A28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0,0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055886" w14:textId="77777777" w:rsidR="00CA5A28" w:rsidRPr="00855E16" w:rsidRDefault="00CA5A28" w:rsidP="00CA5A28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21C6E6" w14:textId="77777777" w:rsidR="00CA5A28" w:rsidRPr="00855E16" w:rsidRDefault="00CA5A28" w:rsidP="00CA5A28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0,0</w:t>
            </w:r>
          </w:p>
        </w:tc>
      </w:tr>
      <w:tr w:rsidR="00CA5A28" w:rsidRPr="00970BD5" w14:paraId="24708189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CB2E70" w14:textId="77777777" w:rsidR="00CA5A28" w:rsidRPr="00855E16" w:rsidRDefault="00CA5A28" w:rsidP="00CA5A28">
            <w:pPr>
              <w:ind w:right="-115" w:firstLine="0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C16EA2" w14:textId="77777777" w:rsidR="00CA5A28" w:rsidRPr="00855E16" w:rsidRDefault="00CA5A28" w:rsidP="00CA5A28">
            <w:pPr>
              <w:ind w:left="-109" w:right="-108" w:firstLine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BDFEB6" w14:textId="77777777" w:rsidR="00CA5A28" w:rsidRPr="00855E16" w:rsidRDefault="00CA5A28" w:rsidP="00CA5A28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E17F5B" w14:textId="77777777" w:rsidR="00CA5A28" w:rsidRPr="00855E16" w:rsidRDefault="00CA5A28" w:rsidP="00CA5A28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DFADD5" w14:textId="77777777" w:rsidR="00CA5A28" w:rsidRPr="00855E16" w:rsidRDefault="00CA5A28" w:rsidP="00CA5A28">
            <w:pPr>
              <w:ind w:left="-108" w:right="-104"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09 2 02 S2060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1CB42C" w14:textId="77777777" w:rsidR="00CA5A28" w:rsidRPr="00855E16" w:rsidRDefault="00CA5A28" w:rsidP="00CA5A28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800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38D61F" w14:textId="77777777" w:rsidR="00CA5A28" w:rsidRPr="00855E16" w:rsidRDefault="00CA5A28" w:rsidP="00CA5A28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0,0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7B50CF" w14:textId="77777777" w:rsidR="00CA5A28" w:rsidRPr="00855E16" w:rsidRDefault="00CA5A28" w:rsidP="00CA5A28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D7DE1A" w14:textId="77777777" w:rsidR="00CA5A28" w:rsidRPr="00855E16" w:rsidRDefault="00CA5A28" w:rsidP="00CA5A28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0,0</w:t>
            </w:r>
          </w:p>
        </w:tc>
      </w:tr>
      <w:tr w:rsidR="00CA5A28" w:rsidRPr="00970BD5" w14:paraId="4617DB48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262270" w14:textId="77777777" w:rsidR="00CA5A28" w:rsidRPr="00855E16" w:rsidRDefault="00CA5A28" w:rsidP="00CA5A28">
            <w:pPr>
              <w:ind w:right="-115" w:firstLine="0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Организация и проведение конкурса на лучшее новогоднее оформление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03E8F8" w14:textId="77777777" w:rsidR="00CA5A28" w:rsidRPr="00855E16" w:rsidRDefault="00CA5A28" w:rsidP="00CA5A28">
            <w:pPr>
              <w:ind w:left="-109" w:right="-108" w:firstLine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0D5A79" w14:textId="77777777" w:rsidR="00CA5A28" w:rsidRPr="00855E16" w:rsidRDefault="00CA5A28" w:rsidP="00CA5A28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548869" w14:textId="77777777" w:rsidR="00CA5A28" w:rsidRPr="00855E16" w:rsidRDefault="00CA5A28" w:rsidP="00CA5A28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01DD51" w14:textId="77777777" w:rsidR="00CA5A28" w:rsidRPr="00855E16" w:rsidRDefault="00CA5A28" w:rsidP="00CA5A28">
            <w:pPr>
              <w:ind w:left="-108" w:right="-104"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09 2 02 00000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94369C" w14:textId="77777777" w:rsidR="00CA5A28" w:rsidRPr="00855E16" w:rsidRDefault="00CA5A28" w:rsidP="00CA5A28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FFB6E7" w14:textId="77777777" w:rsidR="00CA5A28" w:rsidRPr="00855E16" w:rsidRDefault="00CA5A28" w:rsidP="00CA5A28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70,0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18B544" w14:textId="77777777" w:rsidR="00CA5A28" w:rsidRPr="00855E16" w:rsidRDefault="00CA5A28" w:rsidP="00CA5A28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EEBEBB" w14:textId="77777777" w:rsidR="00CA5A28" w:rsidRPr="00855E16" w:rsidRDefault="00CA5A28" w:rsidP="00CA5A28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0,0</w:t>
            </w:r>
          </w:p>
        </w:tc>
      </w:tr>
      <w:tr w:rsidR="00CA5A28" w:rsidRPr="00970BD5" w14:paraId="0CABD8FF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4440B6" w14:textId="77777777" w:rsidR="00CA5A28" w:rsidRPr="00855E16" w:rsidRDefault="00CA5A28" w:rsidP="00CA5A28">
            <w:pPr>
              <w:ind w:right="-115" w:firstLine="0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Расходы на организацию и проведение конкурса на лучшее новогоднее оформление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733AA5" w14:textId="77777777" w:rsidR="00CA5A28" w:rsidRPr="00855E16" w:rsidRDefault="00CA5A28" w:rsidP="00CA5A28">
            <w:pPr>
              <w:ind w:left="-109" w:right="-108" w:firstLine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9D8C15" w14:textId="77777777" w:rsidR="00CA5A28" w:rsidRPr="00855E16" w:rsidRDefault="00CA5A28" w:rsidP="00CA5A28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13C7B1" w14:textId="77777777" w:rsidR="00CA5A28" w:rsidRPr="00855E16" w:rsidRDefault="00CA5A28" w:rsidP="00CA5A28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E089E0" w14:textId="77777777" w:rsidR="00CA5A28" w:rsidRPr="00855E16" w:rsidRDefault="00CA5A28" w:rsidP="00CA5A28">
            <w:pPr>
              <w:ind w:left="-108" w:right="-104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09 2 02 25400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160F2C" w14:textId="77777777" w:rsidR="00CA5A28" w:rsidRPr="00855E16" w:rsidRDefault="00CA5A28" w:rsidP="00CA5A28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50EFAF" w14:textId="77777777" w:rsidR="00CA5A28" w:rsidRPr="00855E16" w:rsidRDefault="00CA5A28" w:rsidP="00CA5A28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70,0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081193" w14:textId="77777777" w:rsidR="00CA5A28" w:rsidRPr="00855E16" w:rsidRDefault="00CA5A28" w:rsidP="00CA5A28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96F7C2" w14:textId="77777777" w:rsidR="00CA5A28" w:rsidRPr="00855E16" w:rsidRDefault="00CA5A28" w:rsidP="00CA5A28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0,0</w:t>
            </w:r>
          </w:p>
        </w:tc>
      </w:tr>
      <w:tr w:rsidR="00CA5A28" w:rsidRPr="00970BD5" w14:paraId="12408A7E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B06A81" w14:textId="77777777" w:rsidR="00CA5A28" w:rsidRPr="00855E16" w:rsidRDefault="00CA5A28" w:rsidP="00CA5A28">
            <w:pPr>
              <w:ind w:right="-115" w:firstLine="0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F2B5BA" w14:textId="77777777" w:rsidR="00CA5A28" w:rsidRPr="00855E16" w:rsidRDefault="00CA5A28" w:rsidP="00CA5A28">
            <w:pPr>
              <w:ind w:left="-109" w:right="-108" w:firstLine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325266" w14:textId="77777777" w:rsidR="00CA5A28" w:rsidRPr="00855E16" w:rsidRDefault="00CA5A28" w:rsidP="00CA5A28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8FE4E0" w14:textId="77777777" w:rsidR="00CA5A28" w:rsidRPr="00855E16" w:rsidRDefault="00CA5A28" w:rsidP="00CA5A28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4C4CB3" w14:textId="77777777" w:rsidR="00CA5A28" w:rsidRPr="00855E16" w:rsidRDefault="00CA5A28" w:rsidP="00CA5A28">
            <w:pPr>
              <w:ind w:left="-108" w:right="-104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09 2 02 25400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275B60" w14:textId="77777777" w:rsidR="00CA5A28" w:rsidRPr="00855E16" w:rsidRDefault="00CA5A28" w:rsidP="00CA5A28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800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E93E86" w14:textId="77777777" w:rsidR="00CA5A28" w:rsidRPr="00855E16" w:rsidRDefault="00CA5A28" w:rsidP="00CA5A28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70,0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1093E9" w14:textId="77777777" w:rsidR="00CA5A28" w:rsidRPr="00855E16" w:rsidRDefault="00CA5A28" w:rsidP="00CA5A28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074DCC" w14:textId="77777777" w:rsidR="00CA5A28" w:rsidRPr="00855E16" w:rsidRDefault="00CA5A28" w:rsidP="00CA5A28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0,0</w:t>
            </w:r>
          </w:p>
        </w:tc>
      </w:tr>
      <w:tr w:rsidR="00CA5A28" w:rsidRPr="00970BD5" w14:paraId="55A4A295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0DAF28" w14:textId="77777777" w:rsidR="00CA5A28" w:rsidRPr="00855E16" w:rsidRDefault="00CA5A28" w:rsidP="00CA5A28">
            <w:pPr>
              <w:ind w:right="-115" w:firstLine="0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0571E4" w14:textId="77777777" w:rsidR="00CA5A28" w:rsidRPr="00855E16" w:rsidRDefault="00CA5A28" w:rsidP="00CA5A28">
            <w:pPr>
              <w:ind w:left="-109" w:right="-108" w:firstLine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EF01F0" w14:textId="77777777" w:rsidR="00CA5A28" w:rsidRPr="00855E16" w:rsidRDefault="00CA5A28" w:rsidP="00CA5A28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29F9F4" w14:textId="77777777" w:rsidR="00CA5A28" w:rsidRPr="00855E16" w:rsidRDefault="00CA5A28" w:rsidP="00CA5A28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66CE1A" w14:textId="77777777" w:rsidR="00CA5A28" w:rsidRPr="00855E16" w:rsidRDefault="00CA5A28" w:rsidP="00CA5A28">
            <w:pPr>
              <w:ind w:left="-108" w:right="-104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77 0 00 00000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FD615C" w14:textId="77777777" w:rsidR="00CA5A28" w:rsidRPr="00855E16" w:rsidRDefault="00CA5A28" w:rsidP="00CA5A28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8CDCD1" w14:textId="77777777" w:rsidR="00CA5A28" w:rsidRPr="00855E16" w:rsidRDefault="00CA5A28" w:rsidP="00CA5A28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19 109,8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0001F5" w14:textId="77777777" w:rsidR="00CA5A28" w:rsidRPr="00855E16" w:rsidRDefault="00CA5A28" w:rsidP="00CA5A28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300,0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581183" w14:textId="77777777" w:rsidR="00CA5A28" w:rsidRPr="00855E16" w:rsidRDefault="00CA5A28" w:rsidP="00CA5A28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300,0</w:t>
            </w:r>
          </w:p>
        </w:tc>
      </w:tr>
      <w:tr w:rsidR="00CA5A28" w:rsidRPr="00970BD5" w14:paraId="6C4A6591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FE1FB9" w14:textId="77777777" w:rsidR="00CA5A28" w:rsidRPr="00855E16" w:rsidRDefault="00CA5A28" w:rsidP="00CA5A28">
            <w:pPr>
              <w:ind w:right="-115" w:firstLine="0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13BDC5" w14:textId="77777777" w:rsidR="00CA5A28" w:rsidRPr="00855E16" w:rsidRDefault="00CA5A28" w:rsidP="00CA5A28">
            <w:pPr>
              <w:ind w:left="-109" w:right="-108" w:firstLine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6405EF" w14:textId="77777777" w:rsidR="00CA5A28" w:rsidRPr="00855E16" w:rsidRDefault="00CA5A28" w:rsidP="00CA5A28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4473B8" w14:textId="77777777" w:rsidR="00CA5A28" w:rsidRPr="00855E16" w:rsidRDefault="00CA5A28" w:rsidP="00CA5A28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184823" w14:textId="77777777" w:rsidR="00CA5A28" w:rsidRPr="00855E16" w:rsidRDefault="00CA5A28" w:rsidP="00CA5A28">
            <w:pPr>
              <w:ind w:left="-108" w:right="-104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77 7 00 00000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944EF0" w14:textId="77777777" w:rsidR="00CA5A28" w:rsidRPr="00855E16" w:rsidRDefault="00CA5A28" w:rsidP="00CA5A28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A54081" w14:textId="77777777" w:rsidR="00CA5A28" w:rsidRPr="00855E16" w:rsidRDefault="00CA5A28" w:rsidP="00CA5A28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19 109,8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A85D52" w14:textId="77777777" w:rsidR="00CA5A28" w:rsidRPr="00855E16" w:rsidRDefault="00CA5A28" w:rsidP="00CA5A28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300,0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10DF11" w14:textId="77777777" w:rsidR="00CA5A28" w:rsidRPr="00855E16" w:rsidRDefault="00CA5A28" w:rsidP="00CA5A28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300,0</w:t>
            </w:r>
          </w:p>
        </w:tc>
      </w:tr>
      <w:tr w:rsidR="00CA5A28" w:rsidRPr="00970BD5" w14:paraId="5F0CD81E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275612" w14:textId="77777777" w:rsidR="00CA5A28" w:rsidRPr="00855E16" w:rsidRDefault="00CA5A28" w:rsidP="00CA5A28">
            <w:pPr>
              <w:ind w:right="-115" w:firstLine="0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 xml:space="preserve">Предотвращение влияния ухудшения экономической ситуации на развитие отраслей экономики, в связи с распространением новой </w:t>
            </w:r>
            <w:proofErr w:type="spellStart"/>
            <w:r w:rsidRPr="00855E16">
              <w:rPr>
                <w:sz w:val="24"/>
                <w:szCs w:val="24"/>
              </w:rPr>
              <w:t>короновирусной</w:t>
            </w:r>
            <w:proofErr w:type="spellEnd"/>
            <w:r w:rsidRPr="00855E16">
              <w:rPr>
                <w:sz w:val="24"/>
                <w:szCs w:val="24"/>
              </w:rPr>
              <w:t xml:space="preserve"> инфекции (COVID-19)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1DEE0B" w14:textId="77777777" w:rsidR="00CA5A28" w:rsidRPr="00855E16" w:rsidRDefault="00CA5A28" w:rsidP="00CA5A28">
            <w:pPr>
              <w:ind w:left="-109" w:right="-108" w:firstLine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41FF6D" w14:textId="77777777" w:rsidR="00CA5A28" w:rsidRPr="00855E16" w:rsidRDefault="00CA5A28" w:rsidP="00CA5A28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F0D3DC" w14:textId="77777777" w:rsidR="00CA5A28" w:rsidRPr="00855E16" w:rsidRDefault="00CA5A28" w:rsidP="00CA5A28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FC81E8" w14:textId="77777777" w:rsidR="00CA5A28" w:rsidRPr="00855E16" w:rsidRDefault="00CA5A28" w:rsidP="00CA5A28">
            <w:pPr>
              <w:ind w:left="-108" w:right="-104"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77 7 С2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1052BC" w14:textId="77777777" w:rsidR="00CA5A28" w:rsidRPr="00855E16" w:rsidRDefault="00CA5A28" w:rsidP="00CA5A28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42CBA3" w14:textId="77777777" w:rsidR="00CA5A28" w:rsidRPr="00855E16" w:rsidRDefault="00CA5A28" w:rsidP="00CA5A28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color w:val="000000"/>
                <w:sz w:val="24"/>
                <w:szCs w:val="24"/>
              </w:rPr>
              <w:t>18 870,8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8B2826" w14:textId="77777777" w:rsidR="00CA5A28" w:rsidRPr="00855E16" w:rsidRDefault="00CA5A28" w:rsidP="00CA5A28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8FFDE9" w14:textId="77777777" w:rsidR="00CA5A28" w:rsidRPr="00855E16" w:rsidRDefault="00CA5A28" w:rsidP="00CA5A28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A5A28" w:rsidRPr="00970BD5" w14:paraId="2EE25B57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CBD623" w14:textId="77777777" w:rsidR="00CA5A28" w:rsidRPr="00855E16" w:rsidRDefault="00CA5A28" w:rsidP="00CA5A28">
            <w:pPr>
              <w:ind w:right="-115" w:firstLine="0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Расходы на возмещение части затрат организаций, пострадавших от распространения новой кор</w:t>
            </w:r>
            <w:r w:rsidR="009A7E14">
              <w:rPr>
                <w:sz w:val="24"/>
                <w:szCs w:val="24"/>
              </w:rPr>
              <w:t>онавирусной инфекции (COVID-19)</w:t>
            </w:r>
            <w:r w:rsidRPr="00855E16">
              <w:rPr>
                <w:sz w:val="24"/>
                <w:szCs w:val="24"/>
              </w:rPr>
              <w:t xml:space="preserve"> на оплату труда работников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E2AB05" w14:textId="77777777" w:rsidR="00CA5A28" w:rsidRPr="00855E16" w:rsidRDefault="00CA5A28" w:rsidP="00CA5A28">
            <w:pPr>
              <w:ind w:left="-109" w:right="-108" w:firstLine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C7C266" w14:textId="77777777" w:rsidR="00CA5A28" w:rsidRPr="00855E16" w:rsidRDefault="00CA5A28" w:rsidP="00CA5A28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7985E5" w14:textId="77777777" w:rsidR="00CA5A28" w:rsidRPr="00855E16" w:rsidRDefault="00CA5A28" w:rsidP="00CA5A28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125690" w14:textId="77777777" w:rsidR="00CA5A28" w:rsidRPr="00855E16" w:rsidRDefault="00CA5A28" w:rsidP="00CA5A28">
            <w:pPr>
              <w:ind w:left="-108" w:right="-104"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77 7 С2 74190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8FD13E" w14:textId="77777777" w:rsidR="00CA5A28" w:rsidRPr="00855E16" w:rsidRDefault="00CA5A28" w:rsidP="00CA5A28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5B05F8" w14:textId="77777777" w:rsidR="00CA5A28" w:rsidRPr="00855E16" w:rsidRDefault="00CA5A28" w:rsidP="00CA5A28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color w:val="000000"/>
                <w:sz w:val="24"/>
                <w:szCs w:val="24"/>
              </w:rPr>
              <w:t>13 627,9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01021D" w14:textId="77777777" w:rsidR="00CA5A28" w:rsidRPr="00855E16" w:rsidRDefault="00CA5A28" w:rsidP="00CA5A28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BAF8A9" w14:textId="77777777" w:rsidR="00CA5A28" w:rsidRPr="00855E16" w:rsidRDefault="00CA5A28" w:rsidP="00CA5A28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A5A28" w:rsidRPr="00970BD5" w14:paraId="11960CA1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D6DA51" w14:textId="77777777" w:rsidR="00CA5A28" w:rsidRPr="00855E16" w:rsidRDefault="00CA5A28" w:rsidP="00CA5A28">
            <w:pPr>
              <w:ind w:right="-115" w:firstLine="0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823ABB" w14:textId="77777777" w:rsidR="00CA5A28" w:rsidRPr="00855E16" w:rsidRDefault="00CA5A28" w:rsidP="00CA5A28">
            <w:pPr>
              <w:ind w:left="-109" w:right="-108" w:firstLine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13E197" w14:textId="77777777" w:rsidR="00CA5A28" w:rsidRPr="00855E16" w:rsidRDefault="00CA5A28" w:rsidP="00CA5A28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C22688" w14:textId="77777777" w:rsidR="00CA5A28" w:rsidRPr="00855E16" w:rsidRDefault="00CA5A28" w:rsidP="00CA5A28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4D36F4" w14:textId="77777777" w:rsidR="00CA5A28" w:rsidRPr="00855E16" w:rsidRDefault="00CA5A28" w:rsidP="00CA5A28">
            <w:pPr>
              <w:ind w:left="-108" w:right="-104"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77 7 С2 74190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41F8BF" w14:textId="77777777" w:rsidR="00CA5A28" w:rsidRPr="00855E16" w:rsidRDefault="00CA5A28" w:rsidP="00CA5A28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800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F08384" w14:textId="77777777" w:rsidR="00CA5A28" w:rsidRPr="00855E16" w:rsidRDefault="00CA5A28" w:rsidP="00CA5A28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color w:val="000000"/>
                <w:sz w:val="24"/>
                <w:szCs w:val="24"/>
              </w:rPr>
              <w:t>13 627,9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F22769" w14:textId="77777777" w:rsidR="00CA5A28" w:rsidRPr="00855E16" w:rsidRDefault="00CA5A28" w:rsidP="00CA5A28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DEB36D" w14:textId="77777777" w:rsidR="00CA5A28" w:rsidRPr="00855E16" w:rsidRDefault="00CA5A28" w:rsidP="00CA5A28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A5A28" w:rsidRPr="00970BD5" w14:paraId="5EB087EE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6F4086" w14:textId="77777777" w:rsidR="00CA5A28" w:rsidRPr="00855E16" w:rsidRDefault="00CA5A28" w:rsidP="00CA5A28">
            <w:pPr>
              <w:ind w:right="-115" w:firstLine="0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 xml:space="preserve">Расходы на </w:t>
            </w:r>
            <w:r w:rsidRPr="00855E16">
              <w:rPr>
                <w:sz w:val="24"/>
                <w:szCs w:val="24"/>
              </w:rPr>
              <w:lastRenderedPageBreak/>
              <w:t>возмещение затрат организаций, пострадавших от распространения новой кор</w:t>
            </w:r>
            <w:r w:rsidR="009A7E14">
              <w:rPr>
                <w:sz w:val="24"/>
                <w:szCs w:val="24"/>
              </w:rPr>
              <w:t>онавирусной инфекции (COVID-19)</w:t>
            </w:r>
            <w:r w:rsidRPr="00855E16">
              <w:rPr>
                <w:sz w:val="24"/>
                <w:szCs w:val="24"/>
              </w:rPr>
              <w:t xml:space="preserve"> на оплату коммунальных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0B2BD1" w14:textId="77777777" w:rsidR="00CA5A28" w:rsidRPr="00855E16" w:rsidRDefault="00CA5A28" w:rsidP="00CA5A28">
            <w:pPr>
              <w:ind w:left="-109" w:right="-108" w:firstLine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9CFAA4" w14:textId="77777777" w:rsidR="00CA5A28" w:rsidRPr="00855E16" w:rsidRDefault="00CA5A28" w:rsidP="00CA5A28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486062" w14:textId="77777777" w:rsidR="00CA5A28" w:rsidRPr="00855E16" w:rsidRDefault="00CA5A28" w:rsidP="00CA5A28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A684B8" w14:textId="77777777" w:rsidR="00CA5A28" w:rsidRPr="00855E16" w:rsidRDefault="00CA5A28" w:rsidP="00CA5A28">
            <w:pPr>
              <w:ind w:left="-108" w:right="-104"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77 7 С2 74210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3E36BA" w14:textId="77777777" w:rsidR="00CA5A28" w:rsidRPr="00855E16" w:rsidRDefault="00CA5A28" w:rsidP="00CA5A28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C633AC" w14:textId="77777777" w:rsidR="00CA5A28" w:rsidRPr="00855E16" w:rsidRDefault="00CA5A28" w:rsidP="00CA5A28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color w:val="000000"/>
                <w:sz w:val="24"/>
                <w:szCs w:val="24"/>
              </w:rPr>
              <w:t>5 115,6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B90682" w14:textId="77777777" w:rsidR="00CA5A28" w:rsidRPr="00855E16" w:rsidRDefault="00CA5A28" w:rsidP="00CA5A28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3B6579" w14:textId="77777777" w:rsidR="00CA5A28" w:rsidRPr="00855E16" w:rsidRDefault="00CA5A28" w:rsidP="00CA5A28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A5A28" w:rsidRPr="00970BD5" w14:paraId="0D16168F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5B9F69" w14:textId="77777777" w:rsidR="00CA5A28" w:rsidRPr="00855E16" w:rsidRDefault="00CA5A28" w:rsidP="00CA5A28">
            <w:pPr>
              <w:ind w:right="-115" w:firstLine="0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FF5E4E" w14:textId="77777777" w:rsidR="00CA5A28" w:rsidRPr="00855E16" w:rsidRDefault="00CA5A28" w:rsidP="00CA5A28">
            <w:pPr>
              <w:ind w:left="-109" w:right="-108" w:firstLine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D1A409" w14:textId="77777777" w:rsidR="00CA5A28" w:rsidRPr="00855E16" w:rsidRDefault="00CA5A28" w:rsidP="00CA5A28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8ED4F8" w14:textId="77777777" w:rsidR="00CA5A28" w:rsidRPr="00855E16" w:rsidRDefault="00CA5A28" w:rsidP="00CA5A28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8D16EB" w14:textId="77777777" w:rsidR="00CA5A28" w:rsidRPr="00855E16" w:rsidRDefault="00CA5A28" w:rsidP="00CA5A28">
            <w:pPr>
              <w:ind w:left="-108" w:right="-104"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77 7 С2 74210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B513A2" w14:textId="77777777" w:rsidR="00CA5A28" w:rsidRPr="00855E16" w:rsidRDefault="00CA5A28" w:rsidP="00CA5A28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800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BEF4A9" w14:textId="77777777" w:rsidR="00CA5A28" w:rsidRPr="00855E16" w:rsidRDefault="00CA5A28" w:rsidP="00CA5A28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color w:val="000000"/>
                <w:sz w:val="24"/>
                <w:szCs w:val="24"/>
              </w:rPr>
              <w:t>5 115,6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BCC3D3" w14:textId="77777777" w:rsidR="00CA5A28" w:rsidRPr="00855E16" w:rsidRDefault="00CA5A28" w:rsidP="00CA5A28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B1339E" w14:textId="77777777" w:rsidR="00CA5A28" w:rsidRPr="00855E16" w:rsidRDefault="00CA5A28" w:rsidP="00CA5A28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A5A28" w:rsidRPr="00970BD5" w14:paraId="38AEA08A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6C1D7B" w14:textId="77777777" w:rsidR="00CA5A28" w:rsidRPr="00855E16" w:rsidRDefault="00CA5A28" w:rsidP="00CA5A28">
            <w:pPr>
              <w:ind w:right="-115" w:firstLine="0"/>
              <w:rPr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B3ADA3" w14:textId="77777777" w:rsidR="00CA5A28" w:rsidRPr="00855E16" w:rsidRDefault="00CA5A28" w:rsidP="00CA5A28">
            <w:pPr>
              <w:ind w:left="-109" w:right="-108" w:firstLine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18F14C" w14:textId="77777777" w:rsidR="00CA5A28" w:rsidRPr="00855E16" w:rsidRDefault="00CA5A28" w:rsidP="00CA5A28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EDDB75" w14:textId="77777777" w:rsidR="00CA5A28" w:rsidRPr="00855E16" w:rsidRDefault="00CA5A28" w:rsidP="00CA5A28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08F218" w14:textId="77777777" w:rsidR="00CA5A28" w:rsidRPr="00855E16" w:rsidRDefault="00CA5A28" w:rsidP="00CA5A28">
            <w:pPr>
              <w:ind w:left="-108" w:right="-104"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3C4D59" w14:textId="77777777" w:rsidR="00CA5A28" w:rsidRPr="00855E16" w:rsidRDefault="00CA5A28" w:rsidP="00CA5A28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7025E0" w14:textId="77777777" w:rsidR="00CA5A28" w:rsidRPr="00855E16" w:rsidRDefault="00CA5A28" w:rsidP="009B4683">
            <w:pPr>
              <w:ind w:right="-110"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>414 091,9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69D459" w14:textId="77777777" w:rsidR="00CA5A28" w:rsidRPr="00855E16" w:rsidRDefault="00CA5A28" w:rsidP="009B4683">
            <w:pPr>
              <w:ind w:right="-74"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>232 490,0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04293C" w14:textId="77777777" w:rsidR="00CA5A28" w:rsidRPr="00855E16" w:rsidRDefault="00CA5A28" w:rsidP="00CA5A28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>225 414,3</w:t>
            </w:r>
          </w:p>
        </w:tc>
      </w:tr>
      <w:tr w:rsidR="00CA5A28" w:rsidRPr="00970BD5" w14:paraId="12EE0164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519B63" w14:textId="77777777" w:rsidR="00CA5A28" w:rsidRPr="00855E16" w:rsidRDefault="00CA5A28" w:rsidP="00CA5A28">
            <w:pPr>
              <w:ind w:right="-115" w:firstLine="0"/>
              <w:rPr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 xml:space="preserve">Жилищное хозяйство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C2E2DB" w14:textId="77777777" w:rsidR="00CA5A28" w:rsidRPr="00855E16" w:rsidRDefault="00CA5A28" w:rsidP="00CA5A28">
            <w:pPr>
              <w:ind w:left="-109" w:right="-108" w:firstLine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85C6BF" w14:textId="77777777" w:rsidR="00CA5A28" w:rsidRPr="00855E16" w:rsidRDefault="00CA5A28" w:rsidP="00CA5A28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266966" w14:textId="77777777" w:rsidR="00CA5A28" w:rsidRPr="00855E16" w:rsidRDefault="00CA5A28" w:rsidP="00CA5A28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A649FE" w14:textId="77777777" w:rsidR="00CA5A28" w:rsidRPr="00855E16" w:rsidRDefault="00CA5A28" w:rsidP="00CA5A28">
            <w:pPr>
              <w:ind w:left="-108" w:right="-104"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716A3E" w14:textId="77777777" w:rsidR="00CA5A28" w:rsidRPr="00855E16" w:rsidRDefault="00CA5A28" w:rsidP="00CA5A28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05A59C" w14:textId="77777777" w:rsidR="00CA5A28" w:rsidRPr="00855E16" w:rsidRDefault="00CA5A28" w:rsidP="009B4683">
            <w:pPr>
              <w:ind w:right="-110"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>183 858,7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AF50C1" w14:textId="77777777" w:rsidR="00CA5A28" w:rsidRPr="00855E16" w:rsidRDefault="00CA5A28" w:rsidP="00CA5A28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>93 399,5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B9B1FC" w14:textId="77777777" w:rsidR="00CA5A28" w:rsidRPr="00855E16" w:rsidRDefault="00CA5A28" w:rsidP="00CA5A28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>72 139,7</w:t>
            </w:r>
          </w:p>
        </w:tc>
      </w:tr>
      <w:tr w:rsidR="00CA5A28" w:rsidRPr="00970BD5" w14:paraId="36605CAF" w14:textId="77777777" w:rsidTr="00487574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B82215" w14:textId="77777777" w:rsidR="00CA5A28" w:rsidRPr="00855E16" w:rsidRDefault="00CA5A28" w:rsidP="009A7E14">
            <w:pPr>
              <w:ind w:right="-115" w:firstLine="0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 xml:space="preserve">Муниципальная программа </w:t>
            </w:r>
            <w:r w:rsidR="009A7E14">
              <w:rPr>
                <w:sz w:val="24"/>
                <w:szCs w:val="24"/>
              </w:rPr>
              <w:t>«</w:t>
            </w:r>
            <w:r w:rsidRPr="00855E16">
              <w:rPr>
                <w:sz w:val="24"/>
                <w:szCs w:val="24"/>
              </w:rPr>
              <w:t>Управление муниципальным имуществом и земельными ресурсами</w:t>
            </w:r>
            <w:r w:rsidRPr="00855E16">
              <w:rPr>
                <w:sz w:val="24"/>
                <w:szCs w:val="24"/>
              </w:rPr>
              <w:br/>
              <w:t>Балахнинского муниципального округа Нижегородской области</w:t>
            </w:r>
            <w:r w:rsidR="009A7E14"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0067C7" w14:textId="77777777" w:rsidR="00CA5A28" w:rsidRPr="00855E16" w:rsidRDefault="00CA5A28" w:rsidP="00CA5A28">
            <w:pPr>
              <w:ind w:left="-109" w:right="-108" w:firstLine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9A2991" w14:textId="77777777" w:rsidR="00CA5A28" w:rsidRPr="00855E16" w:rsidRDefault="00CA5A28" w:rsidP="00CA5A28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396536" w14:textId="77777777" w:rsidR="00CA5A28" w:rsidRPr="00855E16" w:rsidRDefault="00CA5A28" w:rsidP="00CA5A28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EC91AB" w14:textId="77777777" w:rsidR="00CA5A28" w:rsidRPr="00855E16" w:rsidRDefault="00CA5A28" w:rsidP="00CA5A28">
            <w:pPr>
              <w:ind w:left="-108" w:right="-104"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07 0 00 00000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9D5126" w14:textId="77777777" w:rsidR="00CA5A28" w:rsidRPr="00855E16" w:rsidRDefault="00CA5A28" w:rsidP="00CA5A28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3ED461" w14:textId="77777777" w:rsidR="00CA5A28" w:rsidRPr="00855E16" w:rsidRDefault="00CA5A28" w:rsidP="00CA5A28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3 108,4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666235" w14:textId="77777777" w:rsidR="00CA5A28" w:rsidRPr="00855E16" w:rsidRDefault="00CA5A28" w:rsidP="00CA5A28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2 449,5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D26458" w14:textId="77777777" w:rsidR="00CA5A28" w:rsidRPr="00855E16" w:rsidRDefault="00CA5A28" w:rsidP="00CA5A28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2 449,5</w:t>
            </w:r>
          </w:p>
        </w:tc>
      </w:tr>
      <w:tr w:rsidR="00CA5A28" w:rsidRPr="00970BD5" w14:paraId="09BBE205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D081D0" w14:textId="77777777" w:rsidR="00CA5A28" w:rsidRPr="00855E16" w:rsidRDefault="00CA5A28" w:rsidP="00CA5A28">
            <w:pPr>
              <w:ind w:right="-115" w:firstLine="0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Содержание имущества муниципальной казны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10D30B" w14:textId="77777777" w:rsidR="00CA5A28" w:rsidRPr="00855E16" w:rsidRDefault="00CA5A28" w:rsidP="00CA5A28">
            <w:pPr>
              <w:ind w:left="-109" w:right="-108" w:firstLine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7D159B" w14:textId="77777777" w:rsidR="00CA5A28" w:rsidRPr="00855E16" w:rsidRDefault="00CA5A28" w:rsidP="00CA5A28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B28F28" w14:textId="77777777" w:rsidR="00CA5A28" w:rsidRPr="00855E16" w:rsidRDefault="00CA5A28" w:rsidP="00CA5A28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2AE60C" w14:textId="77777777" w:rsidR="00CA5A28" w:rsidRPr="00855E16" w:rsidRDefault="00CA5A28" w:rsidP="00CA5A28">
            <w:pPr>
              <w:ind w:left="-108" w:right="-104"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07 0 01 00000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C81F38" w14:textId="77777777" w:rsidR="00CA5A28" w:rsidRPr="00855E16" w:rsidRDefault="00CA5A28" w:rsidP="00CA5A28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627E69" w14:textId="77777777" w:rsidR="00CA5A28" w:rsidRPr="00855E16" w:rsidRDefault="00CA5A28" w:rsidP="00CA5A28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3 108,4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985E89" w14:textId="77777777" w:rsidR="00CA5A28" w:rsidRPr="00855E16" w:rsidRDefault="00CA5A28" w:rsidP="00CA5A28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2 449,5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6F5FD2" w14:textId="77777777" w:rsidR="00CA5A28" w:rsidRPr="00855E16" w:rsidRDefault="00CA5A28" w:rsidP="00CA5A28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2 449,5</w:t>
            </w:r>
          </w:p>
        </w:tc>
      </w:tr>
      <w:tr w:rsidR="00CA5A28" w:rsidRPr="00970BD5" w14:paraId="1F13D595" w14:textId="77777777" w:rsidTr="00487574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DA8E6B" w14:textId="77777777" w:rsidR="00CA5A28" w:rsidRPr="00855E16" w:rsidRDefault="00CA5A28" w:rsidP="00CA5A28">
            <w:pPr>
              <w:ind w:right="-115" w:firstLine="0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Реализация мероприятий, направленных на повышение эффективности управления муниципальным имуществом Балахнинского муниципального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9665FA" w14:textId="77777777" w:rsidR="00CA5A28" w:rsidRPr="00855E16" w:rsidRDefault="00CA5A28" w:rsidP="00CA5A28">
            <w:pPr>
              <w:ind w:left="-109" w:right="-108" w:firstLine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D3101F" w14:textId="77777777" w:rsidR="00CA5A28" w:rsidRPr="00855E16" w:rsidRDefault="00CA5A28" w:rsidP="00CA5A28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1E491B" w14:textId="77777777" w:rsidR="00CA5A28" w:rsidRPr="00855E16" w:rsidRDefault="00CA5A28" w:rsidP="00CA5A28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E77477" w14:textId="77777777" w:rsidR="00CA5A28" w:rsidRPr="00855E16" w:rsidRDefault="00CA5A28" w:rsidP="00CA5A28">
            <w:pPr>
              <w:ind w:left="-108" w:right="-104"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07 0 01 26000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6BC308" w14:textId="77777777" w:rsidR="00CA5A28" w:rsidRPr="00855E16" w:rsidRDefault="00CA5A28" w:rsidP="00CA5A28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2606E2" w14:textId="77777777" w:rsidR="00CA5A28" w:rsidRPr="00855E16" w:rsidRDefault="00CA5A28" w:rsidP="00CA5A28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3 108,4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E30B67" w14:textId="77777777" w:rsidR="00CA5A28" w:rsidRPr="00855E16" w:rsidRDefault="00CA5A28" w:rsidP="00CA5A28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2 449,5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395F8F" w14:textId="77777777" w:rsidR="00CA5A28" w:rsidRPr="00855E16" w:rsidRDefault="00CA5A28" w:rsidP="00CA5A28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2 449,5</w:t>
            </w:r>
          </w:p>
        </w:tc>
      </w:tr>
      <w:tr w:rsidR="00CA5A28" w:rsidRPr="00970BD5" w14:paraId="40142672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F5666E" w14:textId="77777777" w:rsidR="00CA5A28" w:rsidRPr="00855E16" w:rsidRDefault="00CA5A28" w:rsidP="00CA5A28">
            <w:pPr>
              <w:ind w:right="-115" w:firstLine="0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6777BC" w14:textId="77777777" w:rsidR="00CA5A28" w:rsidRPr="00855E16" w:rsidRDefault="00CA5A28" w:rsidP="00CA5A28">
            <w:pPr>
              <w:ind w:left="-109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691EBE" w14:textId="77777777" w:rsidR="00CA5A28" w:rsidRPr="00855E16" w:rsidRDefault="00CA5A28" w:rsidP="00CA5A28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CD48BF" w14:textId="77777777" w:rsidR="00CA5A28" w:rsidRPr="00855E16" w:rsidRDefault="00CA5A28" w:rsidP="00CA5A28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6CAC8B" w14:textId="77777777" w:rsidR="00CA5A28" w:rsidRPr="00855E16" w:rsidRDefault="00CA5A28" w:rsidP="00CA5A28">
            <w:pPr>
              <w:ind w:left="-108" w:right="-104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07 0 01 26000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240C36" w14:textId="77777777" w:rsidR="00CA5A28" w:rsidRPr="00855E16" w:rsidRDefault="00CA5A28" w:rsidP="00CA5A28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200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F56AE6" w14:textId="77777777" w:rsidR="00CA5A28" w:rsidRPr="00855E16" w:rsidRDefault="00CA5A28" w:rsidP="00CA5A28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3 101,3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130059" w14:textId="77777777" w:rsidR="00CA5A28" w:rsidRPr="00855E16" w:rsidRDefault="00CA5A28" w:rsidP="00CA5A28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2 449,5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014DD9" w14:textId="77777777" w:rsidR="00CA5A28" w:rsidRPr="00855E16" w:rsidRDefault="00CA5A28" w:rsidP="00CA5A28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2 449,5</w:t>
            </w:r>
          </w:p>
        </w:tc>
      </w:tr>
      <w:tr w:rsidR="00CA5A28" w:rsidRPr="00970BD5" w14:paraId="56A0D780" w14:textId="77777777" w:rsidTr="00487574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13A81F" w14:textId="77777777" w:rsidR="00CA5A28" w:rsidRPr="00855E16" w:rsidRDefault="00CA5A28" w:rsidP="009A7E14">
            <w:pPr>
              <w:ind w:right="-115" w:firstLine="0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 xml:space="preserve">Муниципальная программа </w:t>
            </w:r>
            <w:r w:rsidRPr="00855E16">
              <w:rPr>
                <w:sz w:val="24"/>
                <w:szCs w:val="24"/>
              </w:rPr>
              <w:br/>
            </w:r>
            <w:r w:rsidR="009A7E14">
              <w:rPr>
                <w:sz w:val="24"/>
                <w:szCs w:val="24"/>
              </w:rPr>
              <w:t>«</w:t>
            </w:r>
            <w:r w:rsidRPr="00855E16">
              <w:rPr>
                <w:sz w:val="24"/>
                <w:szCs w:val="24"/>
              </w:rPr>
              <w:t xml:space="preserve">Переселение граждан из аварийного </w:t>
            </w:r>
            <w:r w:rsidRPr="00855E16">
              <w:rPr>
                <w:sz w:val="24"/>
                <w:szCs w:val="24"/>
              </w:rPr>
              <w:lastRenderedPageBreak/>
              <w:t>жилищного фонда на территории Балахнинского муниципального округа Нижегородской области на 2021 - 2025 годы</w:t>
            </w:r>
            <w:r w:rsidR="009A7E14"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259CC1" w14:textId="77777777" w:rsidR="00CA5A28" w:rsidRPr="00855E16" w:rsidRDefault="00CA5A28" w:rsidP="00CA5A28">
            <w:pPr>
              <w:ind w:left="-109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FB7CBE" w14:textId="77777777" w:rsidR="00CA5A28" w:rsidRPr="00855E16" w:rsidRDefault="00CA5A28" w:rsidP="00CA5A28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ED5CC5" w14:textId="77777777" w:rsidR="00CA5A28" w:rsidRPr="00855E16" w:rsidRDefault="00CA5A28" w:rsidP="00CA5A28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0C9995" w14:textId="77777777" w:rsidR="00CA5A28" w:rsidRPr="00855E16" w:rsidRDefault="00CA5A28" w:rsidP="00CA5A28">
            <w:pPr>
              <w:ind w:left="-108" w:right="-104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13 0 00 00000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6C9C75" w14:textId="77777777" w:rsidR="00CA5A28" w:rsidRPr="00855E16" w:rsidRDefault="00CA5A28" w:rsidP="00CA5A28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BAF83E" w14:textId="77777777" w:rsidR="00CA5A28" w:rsidRPr="00855E16" w:rsidRDefault="00CA5A28" w:rsidP="009B4683">
            <w:pPr>
              <w:ind w:right="-110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165 072,1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D21DCB" w14:textId="77777777" w:rsidR="00CA5A28" w:rsidRPr="00855E16" w:rsidRDefault="00CA5A28" w:rsidP="00CA5A28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81 941,1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CDC239" w14:textId="77777777" w:rsidR="00CA5A28" w:rsidRPr="00855E16" w:rsidRDefault="00CA5A28" w:rsidP="00CA5A28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60 681,3</w:t>
            </w:r>
          </w:p>
        </w:tc>
      </w:tr>
      <w:tr w:rsidR="00CA5A28" w:rsidRPr="00970BD5" w14:paraId="45FEFA6B" w14:textId="77777777" w:rsidTr="00487574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783EAF" w14:textId="77777777" w:rsidR="00CA5A28" w:rsidRPr="00855E16" w:rsidRDefault="00CA5A28" w:rsidP="00CA5A28">
            <w:pPr>
              <w:ind w:right="-115" w:firstLine="0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 xml:space="preserve">Расходы на </w:t>
            </w:r>
            <w:proofErr w:type="spellStart"/>
            <w:r w:rsidRPr="00855E16">
              <w:rPr>
                <w:sz w:val="24"/>
                <w:szCs w:val="24"/>
              </w:rPr>
              <w:t>софинансирование</w:t>
            </w:r>
            <w:proofErr w:type="spellEnd"/>
            <w:r w:rsidRPr="00855E16">
              <w:rPr>
                <w:sz w:val="24"/>
                <w:szCs w:val="24"/>
              </w:rPr>
              <w:t xml:space="preserve"> разницы стоимости приобретения (строительства) жилых помещений, сложившейся между их рыночной стоимостью и использованной при расчетах объемов </w:t>
            </w:r>
            <w:proofErr w:type="spellStart"/>
            <w:r w:rsidRPr="00855E16">
              <w:rPr>
                <w:sz w:val="24"/>
                <w:szCs w:val="24"/>
              </w:rPr>
              <w:t>софинансирования</w:t>
            </w:r>
            <w:proofErr w:type="spellEnd"/>
            <w:r w:rsidRPr="00855E16">
              <w:rPr>
                <w:sz w:val="24"/>
                <w:szCs w:val="24"/>
              </w:rPr>
              <w:t xml:space="preserve"> по действующей региональной адресной программе переселения граждан из аварийного жилищного фонда, и на </w:t>
            </w:r>
            <w:proofErr w:type="spellStart"/>
            <w:r w:rsidRPr="00855E16">
              <w:rPr>
                <w:sz w:val="24"/>
                <w:szCs w:val="24"/>
              </w:rPr>
              <w:t>софинансирование</w:t>
            </w:r>
            <w:proofErr w:type="spellEnd"/>
            <w:r w:rsidRPr="00855E16">
              <w:rPr>
                <w:sz w:val="24"/>
                <w:szCs w:val="24"/>
              </w:rPr>
              <w:t xml:space="preserve"> разницы между фактической выкупной ценой за изымаемое жилое помещение и ценой, установленной в рамках такой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09C312" w14:textId="77777777" w:rsidR="00CA5A28" w:rsidRPr="00855E16" w:rsidRDefault="00CA5A28" w:rsidP="00CA5A28">
            <w:pPr>
              <w:ind w:left="-109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8D8159" w14:textId="77777777" w:rsidR="00CA5A28" w:rsidRPr="00855E16" w:rsidRDefault="00CA5A28" w:rsidP="00CA5A28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A81E2E" w14:textId="77777777" w:rsidR="00CA5A28" w:rsidRPr="00855E16" w:rsidRDefault="00CA5A28" w:rsidP="00CA5A28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9AA573" w14:textId="77777777" w:rsidR="00CA5A28" w:rsidRPr="00855E16" w:rsidRDefault="00CA5A28" w:rsidP="00CA5A28">
            <w:pPr>
              <w:ind w:left="-108" w:right="-104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13 0 02 00000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CA0557" w14:textId="77777777" w:rsidR="00CA5A28" w:rsidRPr="00855E16" w:rsidRDefault="00CA5A28" w:rsidP="00CA5A28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3BCF45" w14:textId="77777777" w:rsidR="00CA5A28" w:rsidRPr="00855E16" w:rsidRDefault="00CA5A28" w:rsidP="00CA5A28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11 673,9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8B5CC9" w14:textId="77777777" w:rsidR="00CA5A28" w:rsidRPr="00855E16" w:rsidRDefault="00CA5A28" w:rsidP="00CA5A28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73793E" w14:textId="77777777" w:rsidR="00CA5A28" w:rsidRPr="00855E16" w:rsidRDefault="00CA5A28" w:rsidP="00CA5A28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0,0 </w:t>
            </w:r>
          </w:p>
        </w:tc>
      </w:tr>
      <w:tr w:rsidR="00CA5A28" w:rsidRPr="00970BD5" w14:paraId="49EE452E" w14:textId="77777777" w:rsidTr="00487574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D9ABDE" w14:textId="77777777" w:rsidR="00CA5A28" w:rsidRPr="00855E16" w:rsidRDefault="00CA5A28" w:rsidP="00CA5A28">
            <w:pPr>
              <w:ind w:right="-115" w:firstLine="0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 xml:space="preserve">Расходы на </w:t>
            </w:r>
            <w:proofErr w:type="spellStart"/>
            <w:r w:rsidRPr="00855E16">
              <w:rPr>
                <w:sz w:val="24"/>
                <w:szCs w:val="24"/>
              </w:rPr>
              <w:t>софинансирование</w:t>
            </w:r>
            <w:proofErr w:type="spellEnd"/>
            <w:r w:rsidRPr="00855E16">
              <w:rPr>
                <w:sz w:val="24"/>
                <w:szCs w:val="24"/>
              </w:rPr>
              <w:t xml:space="preserve"> разницы стоимости приобретения (строительства) жилых помещений, сложившейся между их рыночной стоимостью и использованной при расчетах объемов </w:t>
            </w:r>
            <w:proofErr w:type="spellStart"/>
            <w:r w:rsidRPr="00855E16">
              <w:rPr>
                <w:sz w:val="24"/>
                <w:szCs w:val="24"/>
              </w:rPr>
              <w:t>софинансирования</w:t>
            </w:r>
            <w:proofErr w:type="spellEnd"/>
            <w:r w:rsidRPr="00855E16">
              <w:rPr>
                <w:sz w:val="24"/>
                <w:szCs w:val="24"/>
              </w:rPr>
              <w:t xml:space="preserve"> по действующей региональной адресной программе переселения </w:t>
            </w:r>
            <w:r w:rsidRPr="00855E16">
              <w:rPr>
                <w:sz w:val="24"/>
                <w:szCs w:val="24"/>
              </w:rPr>
              <w:lastRenderedPageBreak/>
              <w:t xml:space="preserve">граждан из аварийного жилищного фонда, и на </w:t>
            </w:r>
            <w:proofErr w:type="spellStart"/>
            <w:r w:rsidRPr="00855E16">
              <w:rPr>
                <w:sz w:val="24"/>
                <w:szCs w:val="24"/>
              </w:rPr>
              <w:t>софинансирование</w:t>
            </w:r>
            <w:proofErr w:type="spellEnd"/>
            <w:r w:rsidRPr="00855E16">
              <w:rPr>
                <w:sz w:val="24"/>
                <w:szCs w:val="24"/>
              </w:rPr>
              <w:t xml:space="preserve"> разницы между фактической выкупной ценой за изымаемое жилое помещение и ценой, установленной в рамках такой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A35683" w14:textId="77777777" w:rsidR="00CA5A28" w:rsidRPr="00855E16" w:rsidRDefault="00CA5A28" w:rsidP="00CA5A28">
            <w:pPr>
              <w:ind w:left="-109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3ACAE2" w14:textId="77777777" w:rsidR="00CA5A28" w:rsidRPr="00855E16" w:rsidRDefault="00CA5A28" w:rsidP="00CA5A28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864480" w14:textId="77777777" w:rsidR="00CA5A28" w:rsidRPr="00855E16" w:rsidRDefault="00CA5A28" w:rsidP="00CA5A28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FEBAD8" w14:textId="77777777" w:rsidR="00CA5A28" w:rsidRPr="00855E16" w:rsidRDefault="00CA5A28" w:rsidP="00CA5A28">
            <w:pPr>
              <w:ind w:left="-108" w:right="-104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13 0 02 S2620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52A9DC" w14:textId="77777777" w:rsidR="00CA5A28" w:rsidRPr="00855E16" w:rsidRDefault="00CA5A28" w:rsidP="00CA5A28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4B625E" w14:textId="77777777" w:rsidR="00CA5A28" w:rsidRPr="00855E16" w:rsidRDefault="00CA5A28" w:rsidP="00CA5A28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11 673,9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099D53" w14:textId="77777777" w:rsidR="00CA5A28" w:rsidRPr="00855E16" w:rsidRDefault="00CA5A28" w:rsidP="00CA5A28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E51F4B" w14:textId="77777777" w:rsidR="00CA5A28" w:rsidRPr="00855E16" w:rsidRDefault="00CA5A28" w:rsidP="00CA5A28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0,0 </w:t>
            </w:r>
          </w:p>
        </w:tc>
      </w:tr>
      <w:tr w:rsidR="00CA5A28" w:rsidRPr="00970BD5" w14:paraId="6D031F38" w14:textId="77777777" w:rsidTr="00487574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E0D3BF" w14:textId="393FAFE5" w:rsidR="00CA5A28" w:rsidRPr="00855E16" w:rsidRDefault="00CA5A28" w:rsidP="00CA5A28">
            <w:pPr>
              <w:ind w:right="-115" w:firstLine="0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281EA7" w14:textId="77777777" w:rsidR="00CA5A28" w:rsidRPr="00855E16" w:rsidRDefault="00CA5A28" w:rsidP="00CA5A28">
            <w:pPr>
              <w:ind w:left="-109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2CC576" w14:textId="77777777" w:rsidR="00CA5A28" w:rsidRPr="00855E16" w:rsidRDefault="00CA5A28" w:rsidP="00CA5A28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9FFCB6" w14:textId="77777777" w:rsidR="00CA5A28" w:rsidRPr="00855E16" w:rsidRDefault="00CA5A28" w:rsidP="00CA5A28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AE987A" w14:textId="77777777" w:rsidR="00CA5A28" w:rsidRPr="00855E16" w:rsidRDefault="00CA5A28" w:rsidP="00CA5A28">
            <w:pPr>
              <w:ind w:left="-108" w:right="-104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13 0 02 S2620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1C494D" w14:textId="77777777" w:rsidR="00CA5A28" w:rsidRPr="00855E16" w:rsidRDefault="00CA5A28" w:rsidP="00CA5A28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400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34E5AA" w14:textId="77777777" w:rsidR="00CA5A28" w:rsidRPr="00855E16" w:rsidRDefault="00CA5A28" w:rsidP="00CA5A28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11 673,9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5B8AAA" w14:textId="77777777" w:rsidR="00CA5A28" w:rsidRPr="00855E16" w:rsidRDefault="00CA5A28" w:rsidP="00CA5A28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E388C8" w14:textId="77777777" w:rsidR="00CA5A28" w:rsidRPr="00855E16" w:rsidRDefault="00CA5A28" w:rsidP="00CA5A28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0,0 </w:t>
            </w:r>
          </w:p>
        </w:tc>
      </w:tr>
      <w:tr w:rsidR="00CA5A28" w:rsidRPr="00970BD5" w14:paraId="64025631" w14:textId="77777777" w:rsidTr="00487574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D19AE2" w14:textId="77777777" w:rsidR="00CA5A28" w:rsidRPr="00855E16" w:rsidRDefault="00CA5A28" w:rsidP="00CA5A28">
            <w:pPr>
              <w:ind w:right="-115" w:firstLine="0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2FAD8A" w14:textId="77777777" w:rsidR="00CA5A28" w:rsidRPr="00855E16" w:rsidRDefault="00CA5A28" w:rsidP="00CA5A28">
            <w:pPr>
              <w:ind w:left="-109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214E03" w14:textId="77777777" w:rsidR="00CA5A28" w:rsidRPr="00855E16" w:rsidRDefault="00CA5A28" w:rsidP="00CA5A28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BAC2D9" w14:textId="77777777" w:rsidR="00CA5A28" w:rsidRPr="00855E16" w:rsidRDefault="00CA5A28" w:rsidP="00CA5A28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D1DF1E" w14:textId="77777777" w:rsidR="00CA5A28" w:rsidRPr="00855E16" w:rsidRDefault="00CA5A28" w:rsidP="00CA5A28">
            <w:pPr>
              <w:ind w:left="-108" w:right="-104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69450A" w14:textId="77777777" w:rsidR="00CA5A28" w:rsidRPr="00855E16" w:rsidRDefault="00CA5A28" w:rsidP="00CA5A28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 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8A3A85" w14:textId="77777777" w:rsidR="00CA5A28" w:rsidRPr="00855E16" w:rsidRDefault="00CA5A28" w:rsidP="00CA5A28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F3C866" w14:textId="77777777" w:rsidR="00CA5A28" w:rsidRPr="00855E16" w:rsidRDefault="00CA5A28" w:rsidP="00CA5A28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5BC0DB" w14:textId="77777777" w:rsidR="00CA5A28" w:rsidRPr="00855E16" w:rsidRDefault="00CA5A28" w:rsidP="00CA5A28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 </w:t>
            </w:r>
          </w:p>
        </w:tc>
      </w:tr>
      <w:tr w:rsidR="00A304E5" w:rsidRPr="00970BD5" w14:paraId="74A62ED2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B17E53" w14:textId="77777777" w:rsidR="00A304E5" w:rsidRPr="00855E16" w:rsidRDefault="00A304E5" w:rsidP="00A304E5">
            <w:pPr>
              <w:ind w:right="-115" w:firstLine="0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481EE7" w14:textId="77777777" w:rsidR="00A304E5" w:rsidRPr="00855E16" w:rsidRDefault="00A304E5" w:rsidP="00A304E5">
            <w:pPr>
              <w:ind w:left="-109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D65B35" w14:textId="77777777" w:rsidR="00A304E5" w:rsidRPr="00855E16" w:rsidRDefault="00A304E5" w:rsidP="00A304E5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75F18C" w14:textId="77777777" w:rsidR="00A304E5" w:rsidRPr="00855E16" w:rsidRDefault="00A304E5" w:rsidP="00A304E5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C053EA" w14:textId="77777777" w:rsidR="00A304E5" w:rsidRPr="00855E16" w:rsidRDefault="00A304E5" w:rsidP="00A304E5">
            <w:pPr>
              <w:ind w:left="-108" w:right="-104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5FF97E" w14:textId="77777777" w:rsidR="00A304E5" w:rsidRPr="00855E16" w:rsidRDefault="00A304E5" w:rsidP="00A304E5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 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F34D89" w14:textId="77777777" w:rsidR="00A304E5" w:rsidRPr="00855E16" w:rsidRDefault="00A304E5" w:rsidP="00A304E5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10 560,2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F256DD" w14:textId="77777777" w:rsidR="00A304E5" w:rsidRPr="00855E16" w:rsidRDefault="00A304E5" w:rsidP="00A304E5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FB2AD0" w14:textId="77777777" w:rsidR="00A304E5" w:rsidRPr="00855E16" w:rsidRDefault="00A304E5" w:rsidP="00A304E5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0,0 </w:t>
            </w:r>
          </w:p>
        </w:tc>
      </w:tr>
      <w:tr w:rsidR="00A304E5" w:rsidRPr="00970BD5" w14:paraId="501B5D92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5F3683" w14:textId="77777777" w:rsidR="00A304E5" w:rsidRPr="00855E16" w:rsidRDefault="00A304E5" w:rsidP="00A304E5">
            <w:pPr>
              <w:ind w:right="-115" w:firstLine="0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BAFBC2" w14:textId="77777777" w:rsidR="00A304E5" w:rsidRPr="00855E16" w:rsidRDefault="00A304E5" w:rsidP="00A304E5">
            <w:pPr>
              <w:ind w:left="-109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5915D8" w14:textId="77777777" w:rsidR="00A304E5" w:rsidRPr="00855E16" w:rsidRDefault="00A304E5" w:rsidP="00A304E5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A7ED89" w14:textId="77777777" w:rsidR="00A304E5" w:rsidRPr="00855E16" w:rsidRDefault="00A304E5" w:rsidP="00A304E5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509A87" w14:textId="77777777" w:rsidR="00A304E5" w:rsidRPr="00855E16" w:rsidRDefault="00A304E5" w:rsidP="00A304E5">
            <w:pPr>
              <w:ind w:left="-108" w:right="-104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450D41" w14:textId="77777777" w:rsidR="00A304E5" w:rsidRPr="00855E16" w:rsidRDefault="00A304E5" w:rsidP="00A304E5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 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1A32C8" w14:textId="77777777" w:rsidR="00A304E5" w:rsidRPr="00855E16" w:rsidRDefault="00A304E5" w:rsidP="00A304E5">
            <w:pPr>
              <w:ind w:right="-108" w:hanging="79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1 113,7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1AF707" w14:textId="77777777" w:rsidR="00A304E5" w:rsidRPr="00855E16" w:rsidRDefault="00A304E5" w:rsidP="00A304E5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838F41" w14:textId="77777777" w:rsidR="00A304E5" w:rsidRPr="00855E16" w:rsidRDefault="00A304E5" w:rsidP="00A304E5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0,0 </w:t>
            </w:r>
          </w:p>
        </w:tc>
      </w:tr>
      <w:tr w:rsidR="00CA5A28" w:rsidRPr="00970BD5" w14:paraId="389A1BFC" w14:textId="77777777" w:rsidTr="00487574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E18347" w14:textId="77777777" w:rsidR="00CA5A28" w:rsidRPr="00855E16" w:rsidRDefault="00CA5A28" w:rsidP="00CA5A28">
            <w:pPr>
              <w:ind w:right="-115" w:firstLine="0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762173" w14:textId="77777777" w:rsidR="00CA5A28" w:rsidRPr="00855E16" w:rsidRDefault="00CA5A28" w:rsidP="00CA5A28">
            <w:pPr>
              <w:ind w:left="-109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EDE669" w14:textId="77777777" w:rsidR="00CA5A28" w:rsidRPr="00855E16" w:rsidRDefault="00CA5A28" w:rsidP="00CA5A28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AD1560" w14:textId="77777777" w:rsidR="00CA5A28" w:rsidRPr="00855E16" w:rsidRDefault="00CA5A28" w:rsidP="00CA5A28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19C56F" w14:textId="77777777" w:rsidR="00CA5A28" w:rsidRPr="00855E16" w:rsidRDefault="00CA5A28" w:rsidP="00CA5A28">
            <w:pPr>
              <w:ind w:left="-108" w:right="-104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77 0 00 00000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B8310E" w14:textId="77777777" w:rsidR="00CA5A28" w:rsidRPr="00855E16" w:rsidRDefault="00CA5A28" w:rsidP="00CA5A28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3ECEFD" w14:textId="77777777" w:rsidR="00CA5A28" w:rsidRPr="00855E16" w:rsidRDefault="00CA5A28" w:rsidP="00CA5A28">
            <w:pPr>
              <w:ind w:right="-108" w:hanging="79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14 394,6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977EC7" w14:textId="77777777" w:rsidR="00CA5A28" w:rsidRPr="00855E16" w:rsidRDefault="00CA5A28" w:rsidP="00CA5A28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9 008,9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E75AFB" w14:textId="77777777" w:rsidR="00CA5A28" w:rsidRPr="00855E16" w:rsidRDefault="00CA5A28" w:rsidP="00CA5A28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9 008,9</w:t>
            </w:r>
          </w:p>
        </w:tc>
      </w:tr>
      <w:tr w:rsidR="00CA5A28" w:rsidRPr="00970BD5" w14:paraId="6978513A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30735C" w14:textId="77777777" w:rsidR="00CA5A28" w:rsidRPr="00855E16" w:rsidRDefault="00CA5A28" w:rsidP="00CA5A28">
            <w:pPr>
              <w:ind w:right="-115" w:firstLine="0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C6379C" w14:textId="77777777" w:rsidR="00CA5A28" w:rsidRPr="00855E16" w:rsidRDefault="00CA5A28" w:rsidP="00CA5A28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503570" w14:textId="77777777" w:rsidR="00CA5A28" w:rsidRPr="00855E16" w:rsidRDefault="00CA5A28" w:rsidP="00CA5A28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1ED465" w14:textId="77777777" w:rsidR="00CA5A28" w:rsidRPr="00855E16" w:rsidRDefault="00CA5A28" w:rsidP="00CA5A28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C6DDD7" w14:textId="77777777" w:rsidR="00CA5A28" w:rsidRPr="00855E16" w:rsidRDefault="00CA5A28" w:rsidP="00CA5A28">
            <w:pPr>
              <w:ind w:left="-108" w:right="-104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77 7 00 00000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394EF4" w14:textId="77777777" w:rsidR="00CA5A28" w:rsidRPr="00855E16" w:rsidRDefault="00CA5A28" w:rsidP="00CA5A28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96DC48" w14:textId="77777777" w:rsidR="00CA5A28" w:rsidRPr="00855E16" w:rsidRDefault="00CA5A28" w:rsidP="00CA5A28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14 394,6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8D7061" w14:textId="77777777" w:rsidR="00CA5A28" w:rsidRPr="00855E16" w:rsidRDefault="00CA5A28" w:rsidP="00CA5A28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9 008,9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1CF1E2" w14:textId="77777777" w:rsidR="00CA5A28" w:rsidRPr="00855E16" w:rsidRDefault="00CA5A28" w:rsidP="00CA5A28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9 008,9</w:t>
            </w:r>
          </w:p>
        </w:tc>
      </w:tr>
      <w:tr w:rsidR="00A304E5" w:rsidRPr="00970BD5" w14:paraId="1B6559D8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D10E03" w14:textId="77777777" w:rsidR="00A304E5" w:rsidRPr="00855E16" w:rsidRDefault="00A304E5" w:rsidP="00A304E5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13712A" w14:textId="77777777" w:rsidR="00A304E5" w:rsidRPr="00855E16" w:rsidRDefault="00A304E5" w:rsidP="00A304E5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E93D90" w14:textId="77777777" w:rsidR="00A304E5" w:rsidRPr="00855E16" w:rsidRDefault="00A304E5" w:rsidP="00A304E5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EB86F8" w14:textId="77777777" w:rsidR="00A304E5" w:rsidRPr="00855E16" w:rsidRDefault="00A304E5" w:rsidP="00A304E5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A5A0C6" w14:textId="77777777" w:rsidR="00A304E5" w:rsidRPr="00855E16" w:rsidRDefault="00A304E5" w:rsidP="00A304E5">
            <w:pPr>
              <w:ind w:left="-108" w:right="-104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77 7 03 00000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15AD1C" w14:textId="77777777" w:rsidR="00A304E5" w:rsidRPr="00855E16" w:rsidRDefault="00A304E5" w:rsidP="00A304E5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9EFB90" w14:textId="77777777" w:rsidR="00A304E5" w:rsidRPr="00855E16" w:rsidRDefault="00A304E5" w:rsidP="00A304E5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14 394,6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25AED5" w14:textId="77777777" w:rsidR="00A304E5" w:rsidRPr="00855E16" w:rsidRDefault="00A304E5" w:rsidP="00A304E5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9 008,9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B11451" w14:textId="77777777" w:rsidR="00A304E5" w:rsidRPr="00855E16" w:rsidRDefault="00A304E5" w:rsidP="00A304E5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9 008,9</w:t>
            </w:r>
          </w:p>
        </w:tc>
      </w:tr>
      <w:tr w:rsidR="00A304E5" w:rsidRPr="00970BD5" w14:paraId="4F94F5F2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3474F5" w14:textId="77777777" w:rsidR="00A304E5" w:rsidRPr="00855E16" w:rsidRDefault="00A304E5" w:rsidP="00A304E5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Взносы на капитальный ремонт общего имущества в многоквартирных домах в доле собственности Балахнинского муниципального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77AB66" w14:textId="77777777" w:rsidR="00A304E5" w:rsidRPr="00855E16" w:rsidRDefault="00A304E5" w:rsidP="00A304E5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F76470" w14:textId="77777777" w:rsidR="00A304E5" w:rsidRPr="00855E16" w:rsidRDefault="00A304E5" w:rsidP="00A304E5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D4E43E" w14:textId="77777777" w:rsidR="00A304E5" w:rsidRPr="00855E16" w:rsidRDefault="00A304E5" w:rsidP="00A304E5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450A44" w14:textId="77777777" w:rsidR="00A304E5" w:rsidRPr="00855E16" w:rsidRDefault="00A304E5" w:rsidP="00A304E5">
            <w:pPr>
              <w:ind w:left="-108" w:right="-104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77 7 03 90150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A7DA8C" w14:textId="77777777" w:rsidR="00A304E5" w:rsidRPr="00855E16" w:rsidRDefault="00A304E5" w:rsidP="00A304E5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7812D7" w14:textId="77777777" w:rsidR="00A304E5" w:rsidRPr="00855E16" w:rsidRDefault="00A304E5" w:rsidP="00A304E5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6 172,6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777DC0" w14:textId="77777777" w:rsidR="00A304E5" w:rsidRPr="00855E16" w:rsidRDefault="00A304E5" w:rsidP="00A304E5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9 008,9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1FF8B4" w14:textId="77777777" w:rsidR="00A304E5" w:rsidRPr="00855E16" w:rsidRDefault="00A304E5" w:rsidP="00A304E5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9 008,9</w:t>
            </w:r>
          </w:p>
        </w:tc>
      </w:tr>
      <w:tr w:rsidR="00A304E5" w:rsidRPr="00970BD5" w14:paraId="4FB581C1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AC15C4" w14:textId="77777777" w:rsidR="00A304E5" w:rsidRPr="00855E16" w:rsidRDefault="00A304E5" w:rsidP="00A304E5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CBB34F" w14:textId="77777777" w:rsidR="00A304E5" w:rsidRPr="00855E16" w:rsidRDefault="00A304E5" w:rsidP="00A304E5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AA8C88" w14:textId="77777777" w:rsidR="00A304E5" w:rsidRPr="00855E16" w:rsidRDefault="00A304E5" w:rsidP="00A304E5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DE050A" w14:textId="77777777" w:rsidR="00A304E5" w:rsidRPr="00855E16" w:rsidRDefault="00A304E5" w:rsidP="00A304E5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741CFC" w14:textId="77777777" w:rsidR="00A304E5" w:rsidRPr="00855E16" w:rsidRDefault="00A304E5" w:rsidP="00A304E5">
            <w:pPr>
              <w:ind w:left="-108" w:right="-104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77 7 03 90150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88CCE7" w14:textId="77777777" w:rsidR="00A304E5" w:rsidRPr="00855E16" w:rsidRDefault="00A304E5" w:rsidP="00A304E5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200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29C68F" w14:textId="77777777" w:rsidR="00A304E5" w:rsidRPr="00855E16" w:rsidRDefault="00A304E5" w:rsidP="00A304E5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6 172,6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B3338A" w14:textId="77777777" w:rsidR="00A304E5" w:rsidRPr="00855E16" w:rsidRDefault="00A304E5" w:rsidP="00A304E5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9 008,9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CD1BEF" w14:textId="77777777" w:rsidR="00A304E5" w:rsidRPr="00855E16" w:rsidRDefault="00A304E5" w:rsidP="00A304E5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9 008,9</w:t>
            </w:r>
          </w:p>
        </w:tc>
      </w:tr>
      <w:tr w:rsidR="001361E5" w:rsidRPr="00970BD5" w14:paraId="2C098E23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3FB277" w14:textId="77777777" w:rsidR="001361E5" w:rsidRPr="00D36259" w:rsidRDefault="001361E5" w:rsidP="001361E5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Pr="001361E5">
              <w:rPr>
                <w:sz w:val="24"/>
                <w:szCs w:val="24"/>
              </w:rPr>
              <w:t xml:space="preserve">асходы на реализацию </w:t>
            </w:r>
            <w:r w:rsidRPr="001361E5">
              <w:rPr>
                <w:sz w:val="24"/>
                <w:szCs w:val="24"/>
              </w:rPr>
              <w:lastRenderedPageBreak/>
              <w:t>мероприятий в рамках адресной инвестиционной программы Нижегородской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AE418C" w14:textId="77777777" w:rsidR="001361E5" w:rsidRPr="00855E16" w:rsidRDefault="001361E5" w:rsidP="001361E5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1541D2" w14:textId="77777777" w:rsidR="001361E5" w:rsidRDefault="001361E5" w:rsidP="001361E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D8AEFD5" w14:textId="77777777" w:rsidR="001361E5" w:rsidRDefault="001361E5" w:rsidP="001361E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61FB776" w14:textId="77777777" w:rsidR="001361E5" w:rsidRDefault="001361E5" w:rsidP="001361E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9CE1817" w14:textId="77777777" w:rsidR="001361E5" w:rsidRDefault="001361E5" w:rsidP="001361E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27EE541" w14:textId="77777777" w:rsidR="001361E5" w:rsidRDefault="001361E5" w:rsidP="001361E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92D9940" w14:textId="77777777" w:rsidR="001361E5" w:rsidRDefault="001361E5" w:rsidP="001361E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55CED49" w14:textId="77777777" w:rsidR="001361E5" w:rsidRDefault="001361E5" w:rsidP="001361E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907FCD5" w14:textId="77777777" w:rsidR="001361E5" w:rsidRDefault="001361E5" w:rsidP="001361E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7B661F" w14:textId="77777777" w:rsidR="001361E5" w:rsidRDefault="001361E5" w:rsidP="001361E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3099EF0" w14:textId="77777777" w:rsidR="001361E5" w:rsidRDefault="001361E5" w:rsidP="001361E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323116A" w14:textId="77777777" w:rsidR="001361E5" w:rsidRDefault="001361E5" w:rsidP="001361E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35FDA24" w14:textId="77777777" w:rsidR="001361E5" w:rsidRDefault="001361E5" w:rsidP="001361E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F405E42" w14:textId="77777777" w:rsidR="001361E5" w:rsidRDefault="001361E5" w:rsidP="001361E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36CF93F" w14:textId="77777777" w:rsidR="001361E5" w:rsidRDefault="001361E5" w:rsidP="001361E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6A2B59C" w14:textId="77777777" w:rsidR="001361E5" w:rsidRDefault="001361E5" w:rsidP="001361E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B1E05B3" w14:textId="77777777" w:rsidR="001361E5" w:rsidRDefault="001361E5" w:rsidP="001361E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CD90AC" w14:textId="77777777" w:rsidR="001361E5" w:rsidRDefault="001361E5" w:rsidP="001361E5">
            <w:pPr>
              <w:ind w:right="-108" w:hanging="108"/>
              <w:jc w:val="center"/>
              <w:rPr>
                <w:sz w:val="24"/>
                <w:szCs w:val="24"/>
              </w:rPr>
            </w:pPr>
          </w:p>
          <w:p w14:paraId="5E33FF02" w14:textId="77777777" w:rsidR="001361E5" w:rsidRDefault="001361E5" w:rsidP="001361E5">
            <w:pPr>
              <w:ind w:right="-108" w:hanging="108"/>
              <w:jc w:val="center"/>
              <w:rPr>
                <w:sz w:val="24"/>
                <w:szCs w:val="24"/>
              </w:rPr>
            </w:pPr>
          </w:p>
          <w:p w14:paraId="0BCAD88E" w14:textId="77777777" w:rsidR="001361E5" w:rsidRDefault="001361E5" w:rsidP="001361E5">
            <w:pPr>
              <w:ind w:right="-108" w:hanging="108"/>
              <w:jc w:val="center"/>
              <w:rPr>
                <w:sz w:val="24"/>
                <w:szCs w:val="24"/>
              </w:rPr>
            </w:pPr>
          </w:p>
          <w:p w14:paraId="7FE2777B" w14:textId="77777777" w:rsidR="001361E5" w:rsidRDefault="001361E5" w:rsidP="001361E5">
            <w:pPr>
              <w:ind w:right="-108" w:hanging="108"/>
              <w:jc w:val="center"/>
              <w:rPr>
                <w:sz w:val="24"/>
                <w:szCs w:val="24"/>
              </w:rPr>
            </w:pPr>
          </w:p>
          <w:p w14:paraId="2E0E96DB" w14:textId="77777777" w:rsidR="001361E5" w:rsidRDefault="001361E5" w:rsidP="001361E5">
            <w:pPr>
              <w:ind w:right="-108" w:hanging="108"/>
              <w:jc w:val="center"/>
              <w:rPr>
                <w:sz w:val="24"/>
                <w:szCs w:val="24"/>
              </w:rPr>
            </w:pPr>
          </w:p>
          <w:p w14:paraId="00BE1C11" w14:textId="77777777" w:rsidR="001361E5" w:rsidRDefault="001361E5" w:rsidP="001361E5">
            <w:pPr>
              <w:ind w:right="-108" w:hanging="108"/>
              <w:jc w:val="center"/>
              <w:rPr>
                <w:sz w:val="24"/>
                <w:szCs w:val="24"/>
              </w:rPr>
            </w:pPr>
          </w:p>
          <w:p w14:paraId="184756C0" w14:textId="77777777" w:rsidR="001361E5" w:rsidRDefault="001361E5" w:rsidP="001361E5">
            <w:pPr>
              <w:ind w:right="-108" w:hanging="108"/>
              <w:jc w:val="center"/>
              <w:rPr>
                <w:sz w:val="24"/>
                <w:szCs w:val="24"/>
              </w:rPr>
            </w:pPr>
          </w:p>
          <w:p w14:paraId="03D7BB6D" w14:textId="77777777" w:rsidR="001361E5" w:rsidRDefault="001361E5" w:rsidP="001361E5">
            <w:pPr>
              <w:ind w:right="-108" w:hanging="108"/>
              <w:jc w:val="center"/>
              <w:rPr>
                <w:sz w:val="24"/>
                <w:szCs w:val="24"/>
              </w:rPr>
            </w:pPr>
            <w:r w:rsidRPr="00D36259">
              <w:rPr>
                <w:sz w:val="24"/>
                <w:szCs w:val="24"/>
              </w:rPr>
              <w:t>77 7 03 S2450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3E0201" w14:textId="77777777" w:rsidR="001361E5" w:rsidRDefault="001361E5" w:rsidP="001361E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3DFA171" w14:textId="77777777" w:rsidR="001361E5" w:rsidRDefault="001361E5" w:rsidP="001361E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541294F" w14:textId="77777777" w:rsidR="001361E5" w:rsidRDefault="001361E5" w:rsidP="001361E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FDA6ED7" w14:textId="77777777" w:rsidR="001361E5" w:rsidRDefault="001361E5" w:rsidP="001361E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9DAF399" w14:textId="77777777" w:rsidR="001361E5" w:rsidRDefault="001361E5" w:rsidP="001361E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FC033B3" w14:textId="77777777" w:rsidR="001361E5" w:rsidRDefault="001361E5" w:rsidP="001361E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B8C269A" w14:textId="77777777" w:rsidR="001361E5" w:rsidRDefault="001361E5" w:rsidP="001361E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AB1D436" w14:textId="77777777" w:rsidR="001361E5" w:rsidRDefault="001361E5" w:rsidP="001361E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26F589" w14:textId="77777777" w:rsidR="001361E5" w:rsidRDefault="001361E5" w:rsidP="001361E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8A63B0D" w14:textId="77777777" w:rsidR="001361E5" w:rsidRDefault="001361E5" w:rsidP="001361E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C3410A1" w14:textId="77777777" w:rsidR="001361E5" w:rsidRDefault="001361E5" w:rsidP="001361E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46ED615" w14:textId="77777777" w:rsidR="001361E5" w:rsidRDefault="001361E5" w:rsidP="001361E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B17BA05" w14:textId="77777777" w:rsidR="001361E5" w:rsidRDefault="001361E5" w:rsidP="001361E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8483C36" w14:textId="77777777" w:rsidR="001361E5" w:rsidRDefault="001361E5" w:rsidP="001361E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63AE11F" w14:textId="77777777" w:rsidR="001361E5" w:rsidRDefault="001361E5" w:rsidP="001361E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BDB459F" w14:textId="77777777" w:rsidR="001361E5" w:rsidRDefault="001361E5" w:rsidP="001361E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6 758,0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0A92B1" w14:textId="77777777" w:rsidR="001361E5" w:rsidRDefault="001361E5" w:rsidP="001361E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EAA7768" w14:textId="77777777" w:rsidR="001361E5" w:rsidRDefault="001361E5" w:rsidP="001361E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CB381DC" w14:textId="77777777" w:rsidR="001361E5" w:rsidRDefault="001361E5" w:rsidP="001361E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D89ADC9" w14:textId="77777777" w:rsidR="001361E5" w:rsidRDefault="001361E5" w:rsidP="001361E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5DCE232" w14:textId="77777777" w:rsidR="001361E5" w:rsidRDefault="001361E5" w:rsidP="001361E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5DE5A66" w14:textId="77777777" w:rsidR="001361E5" w:rsidRDefault="001361E5" w:rsidP="001361E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E3EEAC5" w14:textId="77777777" w:rsidR="001361E5" w:rsidRDefault="001361E5" w:rsidP="001361E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EC1812C" w14:textId="77777777" w:rsidR="001361E5" w:rsidRDefault="001361E5" w:rsidP="001361E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856DB1" w14:textId="77777777" w:rsidR="001361E5" w:rsidRDefault="001361E5" w:rsidP="001361E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9CE111D" w14:textId="77777777" w:rsidR="001361E5" w:rsidRDefault="001361E5" w:rsidP="001361E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173825D" w14:textId="77777777" w:rsidR="001361E5" w:rsidRDefault="001361E5" w:rsidP="001361E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75D1B4C" w14:textId="77777777" w:rsidR="001361E5" w:rsidRDefault="001361E5" w:rsidP="001361E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9ED3A01" w14:textId="77777777" w:rsidR="001361E5" w:rsidRDefault="001361E5" w:rsidP="001361E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CD71AE5" w14:textId="77777777" w:rsidR="001361E5" w:rsidRDefault="001361E5" w:rsidP="001361E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32F978F" w14:textId="77777777" w:rsidR="001361E5" w:rsidRDefault="001361E5" w:rsidP="001361E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3D63704" w14:textId="77777777" w:rsidR="001361E5" w:rsidRDefault="001361E5" w:rsidP="001361E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361E5" w:rsidRPr="00970BD5" w14:paraId="2B29324C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9EADF5" w14:textId="77777777" w:rsidR="001361E5" w:rsidRPr="00D36259" w:rsidRDefault="001361E5" w:rsidP="001361E5">
            <w:pPr>
              <w:ind w:firstLine="0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lastRenderedPageBreak/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84504B" w14:textId="77777777" w:rsidR="001361E5" w:rsidRPr="00855E16" w:rsidRDefault="001361E5" w:rsidP="001361E5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09213D" w14:textId="77777777" w:rsidR="001361E5" w:rsidRDefault="001361E5" w:rsidP="001361E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74D12C0" w14:textId="77777777" w:rsidR="001361E5" w:rsidRDefault="001361E5" w:rsidP="001361E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2D537AD" w14:textId="77777777" w:rsidR="001361E5" w:rsidRDefault="001361E5" w:rsidP="001361E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8C5BF38" w14:textId="77777777" w:rsidR="001361E5" w:rsidRDefault="001361E5" w:rsidP="001361E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54572E1" w14:textId="77777777" w:rsidR="001361E5" w:rsidRPr="00855E16" w:rsidRDefault="001361E5" w:rsidP="001361E5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54E9AB" w14:textId="77777777" w:rsidR="001361E5" w:rsidRDefault="001361E5" w:rsidP="001361E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8952D58" w14:textId="77777777" w:rsidR="001361E5" w:rsidRDefault="001361E5" w:rsidP="001361E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DF97C49" w14:textId="77777777" w:rsidR="001361E5" w:rsidRDefault="001361E5" w:rsidP="001361E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721C4FA" w14:textId="77777777" w:rsidR="001361E5" w:rsidRDefault="001361E5" w:rsidP="001361E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58E7719" w14:textId="77777777" w:rsidR="001361E5" w:rsidRPr="00855E16" w:rsidRDefault="001361E5" w:rsidP="001361E5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7BD079" w14:textId="77777777" w:rsidR="001361E5" w:rsidRDefault="001361E5" w:rsidP="001361E5">
            <w:pPr>
              <w:ind w:right="-108" w:hanging="108"/>
              <w:jc w:val="center"/>
              <w:rPr>
                <w:sz w:val="24"/>
                <w:szCs w:val="24"/>
              </w:rPr>
            </w:pPr>
          </w:p>
          <w:p w14:paraId="59F99C5B" w14:textId="77777777" w:rsidR="001361E5" w:rsidRDefault="001361E5" w:rsidP="001361E5">
            <w:pPr>
              <w:ind w:right="-108" w:hanging="108"/>
              <w:jc w:val="center"/>
              <w:rPr>
                <w:sz w:val="24"/>
                <w:szCs w:val="24"/>
              </w:rPr>
            </w:pPr>
          </w:p>
          <w:p w14:paraId="57F02633" w14:textId="77777777" w:rsidR="001361E5" w:rsidRDefault="001361E5" w:rsidP="001361E5">
            <w:pPr>
              <w:ind w:right="-108" w:hanging="108"/>
              <w:jc w:val="center"/>
              <w:rPr>
                <w:sz w:val="24"/>
                <w:szCs w:val="24"/>
              </w:rPr>
            </w:pPr>
          </w:p>
          <w:p w14:paraId="32F655E2" w14:textId="77777777" w:rsidR="001361E5" w:rsidRDefault="001361E5" w:rsidP="001361E5">
            <w:pPr>
              <w:ind w:right="-108" w:hanging="108"/>
              <w:jc w:val="center"/>
              <w:rPr>
                <w:sz w:val="24"/>
                <w:szCs w:val="24"/>
              </w:rPr>
            </w:pPr>
          </w:p>
          <w:p w14:paraId="2F499366" w14:textId="77777777" w:rsidR="001361E5" w:rsidRPr="00D36259" w:rsidRDefault="001361E5" w:rsidP="001361E5">
            <w:pPr>
              <w:ind w:right="-108" w:hanging="108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77 7 03 S2450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A870CB" w14:textId="77777777" w:rsidR="001361E5" w:rsidRDefault="001361E5" w:rsidP="001361E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CFBF330" w14:textId="77777777" w:rsidR="001361E5" w:rsidRDefault="001361E5" w:rsidP="001361E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8AD514E" w14:textId="77777777" w:rsidR="001361E5" w:rsidRDefault="001361E5" w:rsidP="001361E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C14E126" w14:textId="77777777" w:rsidR="001361E5" w:rsidRDefault="001361E5" w:rsidP="001361E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80E310A" w14:textId="77777777" w:rsidR="001361E5" w:rsidRPr="00D36259" w:rsidRDefault="001361E5" w:rsidP="001361E5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400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7C3C5B" w14:textId="77777777" w:rsidR="001361E5" w:rsidRDefault="001361E5" w:rsidP="001361E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0241BDD" w14:textId="77777777" w:rsidR="001361E5" w:rsidRDefault="001361E5" w:rsidP="001361E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44DDEF4" w14:textId="77777777" w:rsidR="001361E5" w:rsidRDefault="001361E5" w:rsidP="001361E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A6EFF2D" w14:textId="77777777" w:rsidR="001361E5" w:rsidRDefault="001361E5" w:rsidP="001361E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F400E3A" w14:textId="77777777" w:rsidR="001361E5" w:rsidRPr="00D36259" w:rsidRDefault="001361E5" w:rsidP="001361E5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6 758,0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6EBFB5" w14:textId="77777777" w:rsidR="001361E5" w:rsidRDefault="001361E5" w:rsidP="001361E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EBD472A" w14:textId="77777777" w:rsidR="001361E5" w:rsidRDefault="001361E5" w:rsidP="001361E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E5FE9E1" w14:textId="77777777" w:rsidR="001361E5" w:rsidRDefault="001361E5" w:rsidP="001361E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09C2B7D" w14:textId="77777777" w:rsidR="001361E5" w:rsidRDefault="001361E5" w:rsidP="001361E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23D3093" w14:textId="77777777" w:rsidR="001361E5" w:rsidRPr="00855E16" w:rsidRDefault="001361E5" w:rsidP="001361E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7D7343" w14:textId="77777777" w:rsidR="001361E5" w:rsidRDefault="001361E5" w:rsidP="001361E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7BB8E8E" w14:textId="77777777" w:rsidR="001361E5" w:rsidRDefault="001361E5" w:rsidP="001361E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158C6C9" w14:textId="77777777" w:rsidR="001361E5" w:rsidRDefault="001361E5" w:rsidP="001361E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5CEE7C2" w14:textId="77777777" w:rsidR="001361E5" w:rsidRDefault="001361E5" w:rsidP="001361E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D9DD60A" w14:textId="77777777" w:rsidR="001361E5" w:rsidRPr="00855E16" w:rsidRDefault="001361E5" w:rsidP="001361E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361E5" w:rsidRPr="00970BD5" w14:paraId="76480B36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7B6067" w14:textId="77777777" w:rsidR="001361E5" w:rsidRPr="00D36259" w:rsidRDefault="001361E5" w:rsidP="001361E5">
            <w:pPr>
              <w:ind w:firstLine="0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2E449C" w14:textId="77777777" w:rsidR="001361E5" w:rsidRPr="00855E16" w:rsidRDefault="001361E5" w:rsidP="001361E5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0ACB71" w14:textId="77777777" w:rsidR="001361E5" w:rsidRPr="00855E16" w:rsidRDefault="001361E5" w:rsidP="001361E5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2BA5CA" w14:textId="77777777" w:rsidR="001361E5" w:rsidRPr="00855E16" w:rsidRDefault="001361E5" w:rsidP="001361E5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83F3E5" w14:textId="77777777" w:rsidR="001361E5" w:rsidRPr="00D36259" w:rsidRDefault="001361E5" w:rsidP="001361E5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309D44" w14:textId="77777777" w:rsidR="001361E5" w:rsidRPr="00D36259" w:rsidRDefault="001361E5" w:rsidP="001361E5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 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0E03F6" w14:textId="77777777" w:rsidR="001361E5" w:rsidRPr="00D36259" w:rsidRDefault="001361E5" w:rsidP="001361E5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BAA811" w14:textId="77777777" w:rsidR="001361E5" w:rsidRPr="00855E16" w:rsidRDefault="001361E5" w:rsidP="001361E5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CE7AC0" w14:textId="77777777" w:rsidR="001361E5" w:rsidRPr="00855E16" w:rsidRDefault="001361E5" w:rsidP="001361E5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1361E5" w:rsidRPr="00970BD5" w14:paraId="10069A6B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E3135F" w14:textId="77777777" w:rsidR="001361E5" w:rsidRPr="00D36259" w:rsidRDefault="001361E5" w:rsidP="001361E5">
            <w:pPr>
              <w:ind w:firstLine="0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 xml:space="preserve">  - расходы на реализацию мероприятий в рамках адресной инвестиционной программы Нижегородской области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6B0DFC" w14:textId="77777777" w:rsidR="001361E5" w:rsidRPr="00855E16" w:rsidRDefault="001361E5" w:rsidP="001361E5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045AA8" w14:textId="77777777" w:rsidR="001361E5" w:rsidRPr="00855E16" w:rsidRDefault="009357B2" w:rsidP="001361E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16BE45" w14:textId="77777777" w:rsidR="001361E5" w:rsidRPr="00855E16" w:rsidRDefault="009357B2" w:rsidP="001361E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8E0B60" w14:textId="77777777" w:rsidR="001361E5" w:rsidRPr="00D36259" w:rsidRDefault="001361E5" w:rsidP="001361E5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571F17" w14:textId="77777777" w:rsidR="001361E5" w:rsidRPr="00D36259" w:rsidRDefault="001361E5" w:rsidP="001361E5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D36259">
              <w:rPr>
                <w:sz w:val="24"/>
                <w:szCs w:val="24"/>
              </w:rPr>
              <w:t> 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509E8E" w14:textId="77777777" w:rsidR="001361E5" w:rsidRPr="00D36259" w:rsidRDefault="001361E5" w:rsidP="001361E5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5</w:t>
            </w:r>
            <w:r w:rsidRPr="00D3625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213</w:t>
            </w:r>
            <w:r w:rsidRPr="00D36259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DF93CA" w14:textId="77777777" w:rsidR="001361E5" w:rsidRPr="00855E16" w:rsidRDefault="001361E5" w:rsidP="001361E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357CEF" w14:textId="77777777" w:rsidR="001361E5" w:rsidRPr="00855E16" w:rsidRDefault="001361E5" w:rsidP="001361E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361E5" w:rsidRPr="00970BD5" w14:paraId="0F198140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5EBA2F" w14:textId="77777777" w:rsidR="001361E5" w:rsidRPr="00D36259" w:rsidRDefault="001361E5" w:rsidP="001361E5">
            <w:pPr>
              <w:ind w:firstLine="0"/>
              <w:rPr>
                <w:sz w:val="24"/>
                <w:szCs w:val="24"/>
              </w:rPr>
            </w:pPr>
            <w:r w:rsidRPr="00B72C31">
              <w:rPr>
                <w:sz w:val="24"/>
                <w:szCs w:val="24"/>
              </w:rPr>
              <w:t xml:space="preserve">  - расходы на реализацию мероприятий в рамках адресной инвестиционной программы Нижегородской области за счет средств </w:t>
            </w:r>
            <w:r>
              <w:rPr>
                <w:sz w:val="24"/>
                <w:szCs w:val="24"/>
              </w:rPr>
              <w:t>мест</w:t>
            </w:r>
            <w:r w:rsidRPr="00B72C31">
              <w:rPr>
                <w:sz w:val="24"/>
                <w:szCs w:val="24"/>
              </w:rPr>
              <w:t>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198993" w14:textId="77777777" w:rsidR="001361E5" w:rsidRPr="00855E16" w:rsidRDefault="001361E5" w:rsidP="001361E5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BF807B" w14:textId="77777777" w:rsidR="001361E5" w:rsidRPr="00855E16" w:rsidRDefault="009357B2" w:rsidP="001361E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B0AB60" w14:textId="77777777" w:rsidR="001361E5" w:rsidRPr="00855E16" w:rsidRDefault="009357B2" w:rsidP="001361E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AB60A9" w14:textId="77777777" w:rsidR="001361E5" w:rsidRPr="00D36259" w:rsidRDefault="001361E5" w:rsidP="001361E5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A8049E" w14:textId="77777777" w:rsidR="001361E5" w:rsidRPr="00D36259" w:rsidRDefault="001361E5" w:rsidP="001361E5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C5F757" w14:textId="77777777" w:rsidR="001361E5" w:rsidRPr="00D36259" w:rsidRDefault="001361E5" w:rsidP="001361E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1 544,7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AEAB8E" w14:textId="77777777" w:rsidR="001361E5" w:rsidRPr="00855E16" w:rsidRDefault="001361E5" w:rsidP="001361E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F85674" w14:textId="77777777" w:rsidR="001361E5" w:rsidRPr="00855E16" w:rsidRDefault="001361E5" w:rsidP="001361E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AE5809" w:rsidRPr="00970BD5" w14:paraId="77FD24BF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80374F" w14:textId="77777777" w:rsidR="00AE5809" w:rsidRPr="00855E16" w:rsidRDefault="00AE5809" w:rsidP="00AE5809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D6C158" w14:textId="77777777" w:rsidR="00AE5809" w:rsidRPr="00855E16" w:rsidRDefault="00AE5809" w:rsidP="00AE5809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C4192C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067C68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DF904E" w14:textId="77777777" w:rsidR="00AE5809" w:rsidRPr="00855E16" w:rsidRDefault="00AE5809" w:rsidP="00AE5809">
            <w:pPr>
              <w:ind w:left="-108" w:right="-104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AFB0D0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1F0969" w14:textId="77777777" w:rsidR="00AE5809" w:rsidRPr="00855E16" w:rsidRDefault="00AE5809" w:rsidP="00AE5809">
            <w:pPr>
              <w:ind w:right="-110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>109 786,2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B8BF8F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>32 442,4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99B68D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>48 301,2</w:t>
            </w:r>
          </w:p>
        </w:tc>
      </w:tr>
      <w:tr w:rsidR="00AE5809" w:rsidRPr="00970BD5" w14:paraId="37C0CAF4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77B84F" w14:textId="77777777" w:rsidR="00AE5809" w:rsidRPr="00855E16" w:rsidRDefault="00AE5809" w:rsidP="00AE5809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E69188" w14:textId="77777777" w:rsidR="00AE5809" w:rsidRPr="00855E16" w:rsidRDefault="00AE5809" w:rsidP="00AE5809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69D849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9B461A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DD4EA1" w14:textId="77777777" w:rsidR="00AE5809" w:rsidRPr="00855E16" w:rsidRDefault="00AE5809" w:rsidP="00AE5809">
            <w:pPr>
              <w:ind w:left="-108" w:right="-104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77 0 00 00000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1E41A4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C91189" w14:textId="77777777" w:rsidR="00AE5809" w:rsidRPr="00855E16" w:rsidRDefault="00AE5809" w:rsidP="00AE5809">
            <w:pPr>
              <w:ind w:right="-110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109 786,2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B29041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32 442,4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55057F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48 301,2</w:t>
            </w:r>
          </w:p>
        </w:tc>
      </w:tr>
      <w:tr w:rsidR="00AE5809" w:rsidRPr="00970BD5" w14:paraId="786177F1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36C92E" w14:textId="77777777" w:rsidR="00AE5809" w:rsidRPr="00855E16" w:rsidRDefault="00AE5809" w:rsidP="00AE5809">
            <w:pPr>
              <w:ind w:firstLine="0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D0E20C" w14:textId="77777777" w:rsidR="00AE5809" w:rsidRPr="00855E16" w:rsidRDefault="00AE5809" w:rsidP="00AE5809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7CB569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4848D2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1E8BAA" w14:textId="77777777" w:rsidR="00AE5809" w:rsidRPr="00855E16" w:rsidRDefault="00AE5809" w:rsidP="00AE5809">
            <w:pPr>
              <w:ind w:left="-108" w:right="-104"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77 7 00 00000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E0B767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E89833" w14:textId="77777777" w:rsidR="00AE5809" w:rsidRPr="00855E16" w:rsidRDefault="00AE5809" w:rsidP="00AE5809">
            <w:pPr>
              <w:ind w:right="-110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109 786,2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23C131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32 442,4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B76318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48 301,2</w:t>
            </w:r>
          </w:p>
        </w:tc>
      </w:tr>
      <w:tr w:rsidR="00AE5809" w:rsidRPr="00970BD5" w14:paraId="7955232B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434BCA" w14:textId="77777777" w:rsidR="00AE5809" w:rsidRPr="00855E16" w:rsidRDefault="00AE5809" w:rsidP="00AE5809">
            <w:pPr>
              <w:ind w:firstLine="0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BF6C50" w14:textId="77777777" w:rsidR="00AE5809" w:rsidRPr="00855E16" w:rsidRDefault="00AE5809" w:rsidP="00AE5809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AAEA10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E26012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8C80E9" w14:textId="77777777" w:rsidR="00AE5809" w:rsidRPr="00855E16" w:rsidRDefault="00AE5809" w:rsidP="00AE5809">
            <w:pPr>
              <w:ind w:left="-108" w:right="-104"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77 7 03 00000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3A337A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D59813" w14:textId="77777777" w:rsidR="00AE5809" w:rsidRPr="00855E16" w:rsidRDefault="00AE5809" w:rsidP="00AE5809">
            <w:pPr>
              <w:ind w:right="-110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109 786,2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37F90E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32 442,4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5A53FE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48 301,2</w:t>
            </w:r>
          </w:p>
        </w:tc>
      </w:tr>
      <w:tr w:rsidR="00AE5809" w:rsidRPr="00970BD5" w14:paraId="43B18702" w14:textId="77777777" w:rsidTr="00487574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33180A" w14:textId="77777777" w:rsidR="00AE5809" w:rsidRPr="00855E16" w:rsidRDefault="00AE5809" w:rsidP="00AE5809">
            <w:pPr>
              <w:ind w:firstLine="0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 xml:space="preserve">Субсидии из бюджета Балахнинского </w:t>
            </w:r>
            <w:r w:rsidRPr="00855E16">
              <w:rPr>
                <w:sz w:val="24"/>
                <w:szCs w:val="24"/>
              </w:rPr>
              <w:lastRenderedPageBreak/>
              <w:t xml:space="preserve">муниципального округа Нижегородской области на финансовое обеспечение (возмещение) затрат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населению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2E155F" w14:textId="77777777" w:rsidR="00AE5809" w:rsidRPr="00855E16" w:rsidRDefault="00AE5809" w:rsidP="00AE5809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F699E8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7B1C30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F56582" w14:textId="77777777" w:rsidR="00AE5809" w:rsidRPr="00855E16" w:rsidRDefault="00AE5809" w:rsidP="00AE5809">
            <w:pPr>
              <w:ind w:left="-108" w:right="-104"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77 7 03 66130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4400AD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DA9529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9 551,9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991518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CB1356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0,0</w:t>
            </w:r>
          </w:p>
        </w:tc>
      </w:tr>
      <w:tr w:rsidR="00AE5809" w:rsidRPr="00970BD5" w14:paraId="6A929DE3" w14:textId="77777777" w:rsidTr="00487574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953D7C" w14:textId="77777777" w:rsidR="00AE5809" w:rsidRPr="00855E16" w:rsidRDefault="00AE5809" w:rsidP="00AE5809">
            <w:pPr>
              <w:ind w:firstLine="0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647BC9" w14:textId="77777777" w:rsidR="00AE5809" w:rsidRPr="00855E16" w:rsidRDefault="00AE5809" w:rsidP="00AE5809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EDC1A3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2A481C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1D0F00" w14:textId="77777777" w:rsidR="00AE5809" w:rsidRPr="00855E16" w:rsidRDefault="00AE5809" w:rsidP="00AE5809">
            <w:pPr>
              <w:ind w:left="-108" w:right="-104"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77 7 03 66130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D528A5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800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85443E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9 551,9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97D392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9C41BC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0,0</w:t>
            </w:r>
          </w:p>
        </w:tc>
      </w:tr>
      <w:tr w:rsidR="00AE5809" w:rsidRPr="00970BD5" w14:paraId="6D62F6B5" w14:textId="77777777" w:rsidTr="00487574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C01071" w14:textId="77777777" w:rsidR="00AE5809" w:rsidRPr="00855E16" w:rsidRDefault="00AE5809" w:rsidP="00AE5809">
            <w:pPr>
              <w:ind w:firstLine="0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Субсидии из бюджета Балахнинского муниципального округа Нижегородской области на возмещение недополученных доходов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438603" w14:textId="77777777" w:rsidR="00AE5809" w:rsidRPr="00855E16" w:rsidRDefault="00AE5809" w:rsidP="00AE5809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78D517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93AF72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BE64F5" w14:textId="77777777" w:rsidR="00AE5809" w:rsidRPr="00855E16" w:rsidRDefault="00AE5809" w:rsidP="00AE5809">
            <w:pPr>
              <w:ind w:left="-108" w:right="-104"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77 7 03 66140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33DBDA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8613A8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5 569,6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AD0F96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3BDB90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0,0</w:t>
            </w:r>
          </w:p>
        </w:tc>
      </w:tr>
      <w:tr w:rsidR="00AE5809" w:rsidRPr="00970BD5" w14:paraId="38C34E40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9F5DF7" w14:textId="77777777" w:rsidR="00AE5809" w:rsidRPr="00855E16" w:rsidRDefault="00AE5809" w:rsidP="00AE5809">
            <w:pPr>
              <w:ind w:firstLine="0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E488E5" w14:textId="77777777" w:rsidR="00AE5809" w:rsidRPr="00855E16" w:rsidRDefault="00AE5809" w:rsidP="00AE5809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64B3ED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5752CD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107C27" w14:textId="77777777" w:rsidR="00AE5809" w:rsidRPr="00855E16" w:rsidRDefault="00AE5809" w:rsidP="00AE5809">
            <w:pPr>
              <w:ind w:left="-108" w:right="-104"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77 7 03 66140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77E3C6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800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69E34A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5 569,6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418F35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1FD1E0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0,0</w:t>
            </w:r>
          </w:p>
        </w:tc>
      </w:tr>
      <w:tr w:rsidR="00AE5809" w:rsidRPr="00970BD5" w14:paraId="65797094" w14:textId="77777777" w:rsidTr="00487574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9DB8DA" w14:textId="6A0B23BB" w:rsidR="00AE5809" w:rsidRPr="00855E16" w:rsidRDefault="00AE5809" w:rsidP="00AE5809">
            <w:pPr>
              <w:ind w:firstLine="0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 xml:space="preserve">Субсидии из бюджета Балахнинского муниципального округа Нижегородской </w:t>
            </w:r>
            <w:r w:rsidRPr="00855E16">
              <w:rPr>
                <w:sz w:val="24"/>
                <w:szCs w:val="24"/>
              </w:rPr>
              <w:lastRenderedPageBreak/>
              <w:t>области на финансовое возмещение затрат организациям, предоставляющим потребителям услуги бань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C9679A" w14:textId="77777777" w:rsidR="00AE5809" w:rsidRPr="00855E16" w:rsidRDefault="00AE5809" w:rsidP="00AE5809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9841B5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1D9086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3E415E" w14:textId="77777777" w:rsidR="00AE5809" w:rsidRPr="00855E16" w:rsidRDefault="00AE5809" w:rsidP="00AE5809">
            <w:pPr>
              <w:ind w:left="-108" w:right="-104"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77 7 03 66400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5E8113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8A8C25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2 095,8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2F43E8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4CD44D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0,0</w:t>
            </w:r>
          </w:p>
        </w:tc>
      </w:tr>
      <w:tr w:rsidR="00AE5809" w:rsidRPr="00970BD5" w14:paraId="1DDCDC87" w14:textId="77777777" w:rsidTr="00487574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E0B91A" w14:textId="77777777" w:rsidR="00AE5809" w:rsidRPr="00855E16" w:rsidRDefault="00AE5809" w:rsidP="00AE5809">
            <w:pPr>
              <w:ind w:firstLine="0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2A0466" w14:textId="77777777" w:rsidR="00AE5809" w:rsidRPr="00855E16" w:rsidRDefault="00AE5809" w:rsidP="00AE5809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F76A88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BEED6D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A7388D" w14:textId="77777777" w:rsidR="00AE5809" w:rsidRPr="00855E16" w:rsidRDefault="00AE5809" w:rsidP="00AE5809">
            <w:pPr>
              <w:ind w:left="-108" w:right="-104"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77 7 03 66400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315DC7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800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E76BFE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2 095,8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26BACD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D927E8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0,0</w:t>
            </w:r>
          </w:p>
        </w:tc>
      </w:tr>
      <w:tr w:rsidR="00AE5809" w:rsidRPr="00970BD5" w14:paraId="067DC154" w14:textId="77777777" w:rsidTr="00487574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04FA70" w14:textId="77777777" w:rsidR="00AE5809" w:rsidRPr="00855E16" w:rsidRDefault="00AE5809" w:rsidP="00AE5809">
            <w:pPr>
              <w:ind w:firstLine="0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Расходы за счет средств Резервного фонда Правительства Нижегородской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087AE6" w14:textId="77777777" w:rsidR="00AE5809" w:rsidRPr="00855E16" w:rsidRDefault="00AE5809" w:rsidP="00AE5809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5F85B8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99DE95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FCB28C" w14:textId="77777777" w:rsidR="00AE5809" w:rsidRPr="00855E16" w:rsidRDefault="00AE5809" w:rsidP="00AE5809">
            <w:pPr>
              <w:ind w:left="-108" w:right="-104"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77 7 03 21000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5A9C72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30975C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90 900,9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2B6503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CEED97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0,0</w:t>
            </w:r>
          </w:p>
        </w:tc>
      </w:tr>
      <w:tr w:rsidR="00AE5809" w:rsidRPr="00970BD5" w14:paraId="6A2D9195" w14:textId="77777777" w:rsidTr="00487574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6E7694" w14:textId="77777777" w:rsidR="00AE5809" w:rsidRPr="00855E16" w:rsidRDefault="00AE5809" w:rsidP="00AE5809">
            <w:pPr>
              <w:ind w:firstLine="0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C7D50C" w14:textId="77777777" w:rsidR="00AE5809" w:rsidRPr="00855E16" w:rsidRDefault="00AE5809" w:rsidP="00AE5809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44F98F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26D8BD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5592D0" w14:textId="77777777" w:rsidR="00AE5809" w:rsidRPr="00855E16" w:rsidRDefault="00AE5809" w:rsidP="00AE5809">
            <w:pPr>
              <w:ind w:left="-108" w:right="-104"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77 7 03 21000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EE32B2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800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1B972E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90 900,9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83823F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28901D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0,0</w:t>
            </w:r>
          </w:p>
        </w:tc>
      </w:tr>
      <w:tr w:rsidR="00AE5809" w:rsidRPr="00970BD5" w14:paraId="06E3D526" w14:textId="77777777" w:rsidTr="00487574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36F471" w14:textId="77777777" w:rsidR="00AE5809" w:rsidRPr="00855E16" w:rsidRDefault="00AE5809" w:rsidP="00AE5809">
            <w:pPr>
              <w:ind w:firstLine="0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 xml:space="preserve">Субсидия по концессионному соглашению на строительство </w:t>
            </w:r>
            <w:proofErr w:type="spellStart"/>
            <w:r w:rsidRPr="00855E16">
              <w:rPr>
                <w:sz w:val="24"/>
                <w:szCs w:val="24"/>
              </w:rPr>
              <w:t>блочно</w:t>
            </w:r>
            <w:proofErr w:type="spellEnd"/>
            <w:r w:rsidRPr="00855E16">
              <w:rPr>
                <w:sz w:val="24"/>
                <w:szCs w:val="24"/>
              </w:rPr>
              <w:t xml:space="preserve">-модульной газовой котельной тепловой мощностью 8,412 МВт и наружных инженерных сетей газоснабжения, электроснабжения, теплоснабжения, водоснабжения и водоотведения общей протяженностью свыше 2000 </w:t>
            </w:r>
            <w:proofErr w:type="spellStart"/>
            <w:r w:rsidRPr="00855E16">
              <w:rPr>
                <w:sz w:val="24"/>
                <w:szCs w:val="24"/>
              </w:rPr>
              <w:t>м.п</w:t>
            </w:r>
            <w:proofErr w:type="spellEnd"/>
            <w:r w:rsidRPr="00855E16">
              <w:rPr>
                <w:sz w:val="24"/>
                <w:szCs w:val="24"/>
              </w:rPr>
              <w:t xml:space="preserve">. для обеспечения снабжением теплом и горячей водой жилого микрорайона в границах </w:t>
            </w:r>
            <w:proofErr w:type="spellStart"/>
            <w:r w:rsidRPr="00855E16">
              <w:rPr>
                <w:sz w:val="24"/>
                <w:szCs w:val="24"/>
              </w:rPr>
              <w:t>пр.Революции</w:t>
            </w:r>
            <w:proofErr w:type="spellEnd"/>
            <w:r w:rsidRPr="00855E16">
              <w:rPr>
                <w:sz w:val="24"/>
                <w:szCs w:val="24"/>
              </w:rPr>
              <w:t xml:space="preserve">, </w:t>
            </w:r>
            <w:proofErr w:type="spellStart"/>
            <w:r w:rsidRPr="00855E16">
              <w:rPr>
                <w:sz w:val="24"/>
                <w:szCs w:val="24"/>
              </w:rPr>
              <w:t>ул.ЦКК</w:t>
            </w:r>
            <w:proofErr w:type="spellEnd"/>
            <w:r w:rsidRPr="00855E16">
              <w:rPr>
                <w:sz w:val="24"/>
                <w:szCs w:val="24"/>
              </w:rPr>
              <w:t xml:space="preserve">, </w:t>
            </w:r>
            <w:proofErr w:type="spellStart"/>
            <w:r w:rsidRPr="00855E16">
              <w:rPr>
                <w:sz w:val="24"/>
                <w:szCs w:val="24"/>
              </w:rPr>
              <w:t>ул.Д.Бедного</w:t>
            </w:r>
            <w:proofErr w:type="spellEnd"/>
            <w:r w:rsidRPr="00855E16">
              <w:rPr>
                <w:sz w:val="24"/>
                <w:szCs w:val="24"/>
              </w:rPr>
              <w:t xml:space="preserve">, </w:t>
            </w:r>
            <w:proofErr w:type="spellStart"/>
            <w:r w:rsidRPr="00855E16">
              <w:rPr>
                <w:sz w:val="24"/>
                <w:szCs w:val="24"/>
              </w:rPr>
              <w:t>ул.Калинина</w:t>
            </w:r>
            <w:proofErr w:type="spellEnd"/>
            <w:r w:rsidRPr="00855E16">
              <w:rPr>
                <w:sz w:val="24"/>
                <w:szCs w:val="24"/>
              </w:rPr>
              <w:t xml:space="preserve">, </w:t>
            </w:r>
            <w:proofErr w:type="spellStart"/>
            <w:r w:rsidRPr="00855E16">
              <w:rPr>
                <w:sz w:val="24"/>
                <w:szCs w:val="24"/>
              </w:rPr>
              <w:t>ул.Владимирской</w:t>
            </w:r>
            <w:proofErr w:type="spellEnd"/>
            <w:r w:rsidRPr="00855E16">
              <w:rPr>
                <w:sz w:val="24"/>
                <w:szCs w:val="24"/>
              </w:rPr>
              <w:t xml:space="preserve"> и </w:t>
            </w:r>
            <w:proofErr w:type="spellStart"/>
            <w:r w:rsidRPr="00855E16">
              <w:rPr>
                <w:sz w:val="24"/>
                <w:szCs w:val="24"/>
              </w:rPr>
              <w:t>ул.Загородная</w:t>
            </w:r>
            <w:proofErr w:type="spellEnd"/>
            <w:r w:rsidRPr="00855E16">
              <w:rPr>
                <w:sz w:val="24"/>
                <w:szCs w:val="24"/>
              </w:rPr>
              <w:t xml:space="preserve"> в городе Балахна Нижегородской </w:t>
            </w:r>
            <w:r w:rsidRPr="00855E16">
              <w:rPr>
                <w:sz w:val="24"/>
                <w:szCs w:val="24"/>
              </w:rPr>
              <w:lastRenderedPageBreak/>
              <w:t>области, осуществление деятельности по производству, передаче и распределению тепловой энергии, предоставление услуг теплоснабжения и горячего водоснабжения потребителям с использованием объекта концессионного соглашения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4C81CB" w14:textId="77777777" w:rsidR="00AE5809" w:rsidRPr="00855E16" w:rsidRDefault="00AE5809" w:rsidP="00AE5809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1C3491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198720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61B868" w14:textId="77777777" w:rsidR="00AE5809" w:rsidRPr="00855E16" w:rsidRDefault="00AE5809" w:rsidP="00AE5809">
            <w:pPr>
              <w:ind w:left="-108" w:right="-104"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77 7 03 61017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EC4931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C0CDB8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0,0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A0DB7F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114DD5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0,0</w:t>
            </w:r>
          </w:p>
        </w:tc>
      </w:tr>
      <w:tr w:rsidR="00AE5809" w:rsidRPr="00970BD5" w14:paraId="757F1A11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74D470" w14:textId="77777777" w:rsidR="00AE5809" w:rsidRPr="00855E16" w:rsidRDefault="00AE5809" w:rsidP="00AE5809">
            <w:pPr>
              <w:ind w:firstLine="0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06D163" w14:textId="77777777" w:rsidR="00AE5809" w:rsidRPr="00855E16" w:rsidRDefault="00AE5809" w:rsidP="00AE5809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9B90D1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0F7132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76921B" w14:textId="77777777" w:rsidR="00AE5809" w:rsidRPr="00855E16" w:rsidRDefault="00AE5809" w:rsidP="00AE5809">
            <w:pPr>
              <w:ind w:left="-108" w:right="-104"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77 7 03 61017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D01B41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800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B279CA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0,0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F6E086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10399D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0,0</w:t>
            </w:r>
          </w:p>
        </w:tc>
      </w:tr>
      <w:tr w:rsidR="00AE5809" w:rsidRPr="00970BD5" w14:paraId="107C3328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17FCCE" w14:textId="77777777" w:rsidR="00AE5809" w:rsidRPr="00855E16" w:rsidRDefault="00AE5809" w:rsidP="00AE5809">
            <w:pPr>
              <w:ind w:firstLine="0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Расходы на строительство, реконструкцию, проектно-изыскательские работы и разработку проектно-сметной документации объектов капитального строительства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4A43C7" w14:textId="77777777" w:rsidR="00AE5809" w:rsidRPr="00855E16" w:rsidRDefault="00AE5809" w:rsidP="00AE5809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16F413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9E3B05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4AF88D" w14:textId="77777777" w:rsidR="00AE5809" w:rsidRPr="00855E16" w:rsidRDefault="00AE5809" w:rsidP="00AE5809">
            <w:pPr>
              <w:ind w:left="-108" w:right="-104"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77 7 03 26010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2DE282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57724B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453,7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C84B4A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FD1786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0,0</w:t>
            </w:r>
          </w:p>
        </w:tc>
      </w:tr>
      <w:tr w:rsidR="00AE5809" w:rsidRPr="00970BD5" w14:paraId="607508FA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C33B99" w14:textId="77777777" w:rsidR="00AE5809" w:rsidRPr="00855E16" w:rsidRDefault="00AE5809" w:rsidP="00AE5809">
            <w:pPr>
              <w:ind w:firstLine="0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D1FEEF" w14:textId="77777777" w:rsidR="00AE5809" w:rsidRPr="00855E16" w:rsidRDefault="00AE5809" w:rsidP="00AE5809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2E0EAB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F5B799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913DA0" w14:textId="77777777" w:rsidR="00AE5809" w:rsidRPr="00855E16" w:rsidRDefault="00AE5809" w:rsidP="00AE5809">
            <w:pPr>
              <w:ind w:left="-108" w:right="-104"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77 7 03 26010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F6032F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400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E4F6AC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453,7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D7DABB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EF2541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0,0</w:t>
            </w:r>
          </w:p>
        </w:tc>
      </w:tr>
      <w:tr w:rsidR="00AE5809" w:rsidRPr="00970BD5" w14:paraId="06F14D89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E63AE9" w14:textId="77777777" w:rsidR="00AE5809" w:rsidRPr="00855E16" w:rsidRDefault="00AE5809" w:rsidP="00AE5809">
            <w:pPr>
              <w:ind w:firstLine="0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Расходы на реализацию мероприятий в рамках адресной инвестиционной программы Нижегородской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6EB931" w14:textId="77777777" w:rsidR="00AE5809" w:rsidRPr="00855E16" w:rsidRDefault="00AE5809" w:rsidP="00AE5809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C33749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2CC4FC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8DCCBD" w14:textId="77777777" w:rsidR="00AE5809" w:rsidRPr="00855E16" w:rsidRDefault="00AE5809" w:rsidP="00AE5809">
            <w:pPr>
              <w:ind w:left="-108" w:right="-104"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77 7 03 S2450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F45CA7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936562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0,0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A53DF5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32 442,4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46ECA5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48 301,2</w:t>
            </w:r>
          </w:p>
        </w:tc>
      </w:tr>
      <w:tr w:rsidR="00AE5809" w:rsidRPr="00970BD5" w14:paraId="4C842AF7" w14:textId="77777777" w:rsidTr="00487574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384135" w14:textId="21C0AA3C" w:rsidR="00AE5809" w:rsidRPr="00855E16" w:rsidRDefault="00AE5809" w:rsidP="00AE5809">
            <w:pPr>
              <w:ind w:firstLine="0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 xml:space="preserve">Капитальные вложения в объекты государственной </w:t>
            </w:r>
            <w:r w:rsidRPr="00855E16">
              <w:rPr>
                <w:sz w:val="24"/>
                <w:szCs w:val="24"/>
              </w:rPr>
              <w:lastRenderedPageBreak/>
              <w:t>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2A702F" w14:textId="77777777" w:rsidR="00AE5809" w:rsidRPr="00855E16" w:rsidRDefault="00AE5809" w:rsidP="00AE5809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1EA480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998BDB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9723BA" w14:textId="77777777" w:rsidR="00AE5809" w:rsidRPr="00855E16" w:rsidRDefault="00AE5809" w:rsidP="00AE5809">
            <w:pPr>
              <w:ind w:left="-108" w:right="-104"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77 7 03 S2450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42883D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400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7154C5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0,0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CDBD6B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32 442,4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E88006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48 301,2</w:t>
            </w:r>
          </w:p>
        </w:tc>
      </w:tr>
      <w:tr w:rsidR="00AE5809" w:rsidRPr="00970BD5" w14:paraId="4AC5C769" w14:textId="77777777" w:rsidTr="00487574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7115D5" w14:textId="77777777" w:rsidR="00AE5809" w:rsidRPr="00855E16" w:rsidRDefault="00AE5809" w:rsidP="00AE5809">
            <w:pPr>
              <w:ind w:firstLine="0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5F4686" w14:textId="77777777" w:rsidR="00AE5809" w:rsidRPr="00855E16" w:rsidRDefault="00AE5809" w:rsidP="00AE5809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215AB9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A22F19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F574ED" w14:textId="77777777" w:rsidR="00AE5809" w:rsidRPr="00855E16" w:rsidRDefault="00AE5809" w:rsidP="00AE5809">
            <w:pPr>
              <w:ind w:left="-108" w:right="-104"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936D56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 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D6406D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727AAD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D919F6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 </w:t>
            </w:r>
          </w:p>
        </w:tc>
      </w:tr>
      <w:tr w:rsidR="00AE5809" w:rsidRPr="00970BD5" w14:paraId="21886B63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7FE734" w14:textId="77777777" w:rsidR="00AE5809" w:rsidRPr="00855E16" w:rsidRDefault="00AE5809" w:rsidP="00AE5809">
            <w:pPr>
              <w:ind w:firstLine="0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 xml:space="preserve">  - расходы на реализацию мероприятий в рамках адресной инвестиционной программы Нижегородской области</w:t>
            </w:r>
            <w:r>
              <w:rPr>
                <w:sz w:val="24"/>
                <w:szCs w:val="24"/>
              </w:rPr>
              <w:t xml:space="preserve"> </w:t>
            </w:r>
            <w:r w:rsidRPr="00855E16">
              <w:rPr>
                <w:sz w:val="24"/>
                <w:szCs w:val="24"/>
              </w:rPr>
              <w:t>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D58A7C" w14:textId="77777777" w:rsidR="00AE5809" w:rsidRPr="00855E16" w:rsidRDefault="00AE5809" w:rsidP="00AE5809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2E93A8" w14:textId="77777777" w:rsidR="00AE5809" w:rsidRPr="00855E16" w:rsidRDefault="009357B2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05</w:t>
            </w:r>
            <w:r w:rsidR="00AE5809" w:rsidRPr="00855E16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E3815A" w14:textId="77777777" w:rsidR="00AE5809" w:rsidRPr="00855E16" w:rsidRDefault="009357B2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02</w:t>
            </w:r>
            <w:r w:rsidR="00AE5809" w:rsidRPr="00855E16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E6340E" w14:textId="77777777" w:rsidR="00AE5809" w:rsidRPr="00855E16" w:rsidRDefault="00AE5809" w:rsidP="00AE5809">
            <w:pPr>
              <w:ind w:left="-108" w:right="-104"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67FF89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 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C30DC0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0,0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F35691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27 233,9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4CCE05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1 545,6</w:t>
            </w:r>
          </w:p>
        </w:tc>
      </w:tr>
      <w:tr w:rsidR="00AE5809" w:rsidRPr="00970BD5" w14:paraId="513D2C49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8C7914" w14:textId="77777777" w:rsidR="00AE5809" w:rsidRPr="00855E16" w:rsidRDefault="00AE5809" w:rsidP="00AE5809">
            <w:pPr>
              <w:ind w:firstLine="0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Расходы на реализацию полномочий органов местного самоуправления по решению вопросов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0DAC03" w14:textId="77777777" w:rsidR="00AE5809" w:rsidRPr="00855E16" w:rsidRDefault="00AE5809" w:rsidP="00AE5809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8CCE53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D41AE5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18ADBE" w14:textId="77777777" w:rsidR="00AE5809" w:rsidRPr="00855E16" w:rsidRDefault="00AE5809" w:rsidP="00AE5809">
            <w:pPr>
              <w:ind w:left="-108" w:right="-104"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77 7 03 S2650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CE10E4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6ABD84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0,0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F53DC1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0,0 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4EF5EB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0,0 </w:t>
            </w:r>
          </w:p>
        </w:tc>
      </w:tr>
      <w:tr w:rsidR="00AE5809" w:rsidRPr="00970BD5" w14:paraId="6B640210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D8C649" w14:textId="77777777" w:rsidR="00AE5809" w:rsidRPr="00855E16" w:rsidRDefault="00AE5809" w:rsidP="00AE5809">
            <w:pPr>
              <w:ind w:firstLine="0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3BA939" w14:textId="77777777" w:rsidR="00AE5809" w:rsidRPr="00855E16" w:rsidRDefault="00AE5809" w:rsidP="00AE5809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D7CD38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E8AB31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FC6C70" w14:textId="77777777" w:rsidR="00AE5809" w:rsidRPr="00855E16" w:rsidRDefault="00AE5809" w:rsidP="00AE5809">
            <w:pPr>
              <w:ind w:left="-108" w:right="-104"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77 7 03 S2650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D8E56C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800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E626E5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0,0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6EDDAE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0,0 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3B48C8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 0,0</w:t>
            </w:r>
          </w:p>
        </w:tc>
      </w:tr>
      <w:tr w:rsidR="00AE5809" w:rsidRPr="00970BD5" w14:paraId="2E824645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AFFEBE" w14:textId="77777777" w:rsidR="00AE5809" w:rsidRPr="00855E16" w:rsidRDefault="00AE5809" w:rsidP="00AE5809">
            <w:pPr>
              <w:ind w:firstLine="0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CCC49F" w14:textId="77777777" w:rsidR="00AE5809" w:rsidRPr="00855E16" w:rsidRDefault="00AE5809" w:rsidP="00AE5809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9FDC81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DB2B6A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1D4039" w14:textId="77777777" w:rsidR="00AE5809" w:rsidRPr="00855E16" w:rsidRDefault="00AE5809" w:rsidP="00AE5809">
            <w:pPr>
              <w:ind w:left="-108" w:right="-104"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35A5D2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 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273E56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8F22F0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3C25C8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 </w:t>
            </w:r>
          </w:p>
        </w:tc>
      </w:tr>
      <w:tr w:rsidR="00AE5809" w:rsidRPr="00970BD5" w14:paraId="1CF6643B" w14:textId="77777777" w:rsidTr="00487574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CE8C06" w14:textId="77777777" w:rsidR="00AE5809" w:rsidRPr="00855E16" w:rsidRDefault="00AE5809" w:rsidP="00AE5809">
            <w:pPr>
              <w:ind w:firstLine="0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 xml:space="preserve">   - расходы на реализацию полномочий органов местного самоуправления по решению вопросов местного значения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DE9C8B" w14:textId="77777777" w:rsidR="00AE5809" w:rsidRPr="00855E16" w:rsidRDefault="00AE5809" w:rsidP="00AE5809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285C96" w14:textId="77777777" w:rsidR="00AE5809" w:rsidRPr="009357B2" w:rsidRDefault="009357B2" w:rsidP="00AE5809">
            <w:pPr>
              <w:ind w:firstLine="0"/>
              <w:jc w:val="center"/>
              <w:rPr>
                <w:sz w:val="24"/>
                <w:szCs w:val="24"/>
              </w:rPr>
            </w:pPr>
            <w:r w:rsidRPr="009357B2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74A30A" w14:textId="77777777" w:rsidR="00AE5809" w:rsidRPr="009357B2" w:rsidRDefault="009357B2" w:rsidP="00AE5809">
            <w:pPr>
              <w:ind w:firstLine="0"/>
              <w:jc w:val="center"/>
              <w:rPr>
                <w:sz w:val="24"/>
                <w:szCs w:val="24"/>
              </w:rPr>
            </w:pPr>
            <w:r w:rsidRPr="009357B2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9F611E" w14:textId="77777777" w:rsidR="00AE5809" w:rsidRPr="00855E16" w:rsidRDefault="00AE5809" w:rsidP="00AE5809">
            <w:pPr>
              <w:ind w:left="-108" w:right="-104"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5D955E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 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37E5FA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0,0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7E95D0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463F47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0,0 </w:t>
            </w:r>
          </w:p>
        </w:tc>
      </w:tr>
      <w:tr w:rsidR="00AE5809" w:rsidRPr="00970BD5" w14:paraId="2687B3C8" w14:textId="77777777" w:rsidTr="00487574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6FF251" w14:textId="77777777" w:rsidR="00AE5809" w:rsidRPr="00855E16" w:rsidRDefault="00AE5809" w:rsidP="00AE5809">
            <w:pPr>
              <w:ind w:firstLine="0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 xml:space="preserve">   - расходы на реализацию полномочий органов местного самоуправления по решению вопросов местного значения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AFE0D2" w14:textId="77777777" w:rsidR="00AE5809" w:rsidRPr="00855E16" w:rsidRDefault="00AE5809" w:rsidP="00AE5809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50B87F" w14:textId="77777777" w:rsidR="00AE5809" w:rsidRPr="009357B2" w:rsidRDefault="009357B2" w:rsidP="00AE5809">
            <w:pPr>
              <w:ind w:firstLine="0"/>
              <w:jc w:val="center"/>
              <w:rPr>
                <w:sz w:val="24"/>
                <w:szCs w:val="24"/>
              </w:rPr>
            </w:pPr>
            <w:r w:rsidRPr="009357B2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C2C2AB" w14:textId="77777777" w:rsidR="00AE5809" w:rsidRPr="009357B2" w:rsidRDefault="009357B2" w:rsidP="00AE5809">
            <w:pPr>
              <w:ind w:firstLine="0"/>
              <w:jc w:val="center"/>
              <w:rPr>
                <w:sz w:val="24"/>
                <w:szCs w:val="24"/>
              </w:rPr>
            </w:pPr>
            <w:r w:rsidRPr="009357B2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B2EE7D" w14:textId="77777777" w:rsidR="00AE5809" w:rsidRPr="00855E16" w:rsidRDefault="00AE5809" w:rsidP="00AE5809">
            <w:pPr>
              <w:ind w:left="-108" w:right="-104"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741F7C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 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E88515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0,0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463079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BE747C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0,0 </w:t>
            </w:r>
          </w:p>
        </w:tc>
      </w:tr>
      <w:tr w:rsidR="00AE5809" w:rsidRPr="00970BD5" w14:paraId="457FA77B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08C783" w14:textId="77777777" w:rsidR="00AE5809" w:rsidRPr="00855E16" w:rsidRDefault="00AE5809" w:rsidP="00AE5809">
            <w:pPr>
              <w:ind w:firstLine="0"/>
              <w:rPr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>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DACDD9" w14:textId="77777777" w:rsidR="00AE5809" w:rsidRPr="00855E16" w:rsidRDefault="00AE5809" w:rsidP="00AE5809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17CED5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66826B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A60FD3" w14:textId="77777777" w:rsidR="00AE5809" w:rsidRPr="00855E16" w:rsidRDefault="00AE5809" w:rsidP="00AE5809">
            <w:pPr>
              <w:ind w:left="-108" w:right="-104"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B9DA08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EE5094" w14:textId="77777777" w:rsidR="00AE5809" w:rsidRPr="00855E16" w:rsidRDefault="00AE5809" w:rsidP="00AE5809">
            <w:pPr>
              <w:ind w:right="-110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>112 724,2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96185A" w14:textId="77777777" w:rsidR="00AE5809" w:rsidRPr="00855E16" w:rsidRDefault="00AE5809" w:rsidP="00AE5809">
            <w:pPr>
              <w:ind w:right="-74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>102 278,8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3125B0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>100 604,1</w:t>
            </w:r>
          </w:p>
        </w:tc>
      </w:tr>
      <w:tr w:rsidR="00AE5809" w:rsidRPr="00970BD5" w14:paraId="53FB490E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48EBA8" w14:textId="77777777" w:rsidR="00AE5809" w:rsidRPr="00855E16" w:rsidRDefault="00AE5809" w:rsidP="00AE5809">
            <w:pPr>
              <w:ind w:firstLine="0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 xml:space="preserve">Муниципальная программа «Благоустройство и </w:t>
            </w:r>
            <w:r w:rsidRPr="00855E16">
              <w:rPr>
                <w:sz w:val="24"/>
                <w:szCs w:val="24"/>
              </w:rPr>
              <w:lastRenderedPageBreak/>
              <w:t>озеленение территории Балахнинского муниципального округа Нижегородской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855AEF" w14:textId="77777777" w:rsidR="00AE5809" w:rsidRPr="00855E16" w:rsidRDefault="00AE5809" w:rsidP="00AE5809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FE4090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FFC7ED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A5BEF8" w14:textId="77777777" w:rsidR="00AE5809" w:rsidRPr="00855E16" w:rsidRDefault="00AE5809" w:rsidP="00AE5809">
            <w:pPr>
              <w:ind w:left="-108" w:right="-104"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15 0 00 00000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9BEAE9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8FDD0A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42 787,2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1F8DCB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33 516,9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8F7154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33 516,9</w:t>
            </w:r>
          </w:p>
        </w:tc>
      </w:tr>
      <w:tr w:rsidR="00AE5809" w:rsidRPr="00970BD5" w14:paraId="5DD6D32D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2E7800" w14:textId="77777777" w:rsidR="00AE5809" w:rsidRPr="00855E16" w:rsidRDefault="00AE5809" w:rsidP="00AE5809">
            <w:pPr>
              <w:ind w:firstLine="0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 xml:space="preserve">Обслуживание мелиоративной системы и водоотведения ливневых и талых вод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BE87A5" w14:textId="77777777" w:rsidR="00AE5809" w:rsidRPr="00855E16" w:rsidRDefault="00AE5809" w:rsidP="00AE5809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669126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DB07DD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C997CE" w14:textId="77777777" w:rsidR="00AE5809" w:rsidRPr="00855E16" w:rsidRDefault="00AE5809" w:rsidP="00AE5809">
            <w:pPr>
              <w:ind w:left="-108" w:right="-104"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15 0 01 00000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D190AE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A82AB1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3 929,3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7AAD15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3 700,0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4EBDDE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3 700,0</w:t>
            </w:r>
          </w:p>
        </w:tc>
      </w:tr>
      <w:tr w:rsidR="00AE5809" w:rsidRPr="00970BD5" w14:paraId="140D6DF3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7043FC" w14:textId="77777777" w:rsidR="00AE5809" w:rsidRPr="00855E16" w:rsidRDefault="00AE5809" w:rsidP="00AE5809">
            <w:pPr>
              <w:ind w:firstLine="0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 xml:space="preserve">Расходы, направленные на обслуживание мелиоративной системы и водоотведения ливневых и талых вод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ECDDD6" w14:textId="77777777" w:rsidR="00AE5809" w:rsidRPr="00855E16" w:rsidRDefault="00AE5809" w:rsidP="00AE5809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071291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600484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9A0C80" w14:textId="77777777" w:rsidR="00AE5809" w:rsidRPr="00855E16" w:rsidRDefault="00AE5809" w:rsidP="00AE5809">
            <w:pPr>
              <w:ind w:left="-108" w:right="-104"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15 0 01 25010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DE6E74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403DF8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3 929,3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96272A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3 700,0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694874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3 700,0</w:t>
            </w:r>
          </w:p>
        </w:tc>
      </w:tr>
      <w:tr w:rsidR="00AE5809" w:rsidRPr="00970BD5" w14:paraId="73BDCB9A" w14:textId="77777777" w:rsidTr="00487574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3FB4A7" w14:textId="77777777" w:rsidR="00AE5809" w:rsidRPr="00855E16" w:rsidRDefault="00AE5809" w:rsidP="00AE5809">
            <w:pPr>
              <w:ind w:firstLine="0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025F68" w14:textId="77777777" w:rsidR="00AE5809" w:rsidRPr="00855E16" w:rsidRDefault="00AE5809" w:rsidP="00AE5809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12F279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ECCFB1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E89AF0" w14:textId="77777777" w:rsidR="00AE5809" w:rsidRPr="00855E16" w:rsidRDefault="00AE5809" w:rsidP="00AE5809">
            <w:pPr>
              <w:ind w:left="-108" w:right="-104"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15 0 01 25010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8C904C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200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88ACC5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3 929,3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58D065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3 700,0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3F6977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3 700,0</w:t>
            </w:r>
          </w:p>
        </w:tc>
      </w:tr>
      <w:tr w:rsidR="00AE5809" w:rsidRPr="00970BD5" w14:paraId="1931D832" w14:textId="77777777" w:rsidTr="00487574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38B6D3" w14:textId="77777777" w:rsidR="00AE5809" w:rsidRPr="00855E16" w:rsidRDefault="00AE5809" w:rsidP="00AE5809">
            <w:pPr>
              <w:ind w:firstLine="0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Обслуживание сетей уличного освещения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CA9B70" w14:textId="77777777" w:rsidR="00AE5809" w:rsidRPr="00855E16" w:rsidRDefault="00AE5809" w:rsidP="00AE5809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B9E8EA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290897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3B4972" w14:textId="77777777" w:rsidR="00AE5809" w:rsidRPr="00855E16" w:rsidRDefault="00AE5809" w:rsidP="00AE5809">
            <w:pPr>
              <w:ind w:left="-108" w:right="-104"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15 0 02 00000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7D63EB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6F0F7A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3 511,3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B1A4C0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5 663,5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09FCBF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5 663,5</w:t>
            </w:r>
          </w:p>
        </w:tc>
      </w:tr>
      <w:tr w:rsidR="00AE5809" w:rsidRPr="00970BD5" w14:paraId="3CA2604E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3FC178" w14:textId="77777777" w:rsidR="00AE5809" w:rsidRPr="00855E16" w:rsidRDefault="00AE5809" w:rsidP="00AE5809">
            <w:pPr>
              <w:ind w:firstLine="0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Расходы, направленные на обслуживание сетей уличного освещения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EDE120" w14:textId="77777777" w:rsidR="00AE5809" w:rsidRPr="00855E16" w:rsidRDefault="00AE5809" w:rsidP="00AE5809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E25BDF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EB4C48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DA50EE" w14:textId="77777777" w:rsidR="00AE5809" w:rsidRPr="00855E16" w:rsidRDefault="00AE5809" w:rsidP="00AE5809">
            <w:pPr>
              <w:ind w:left="-108" w:right="-104"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15 0 02 25010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5F8E28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DD6A41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3 511,3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41EB4D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5 663,5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EC987B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5 663,5</w:t>
            </w:r>
          </w:p>
        </w:tc>
      </w:tr>
      <w:tr w:rsidR="00AE5809" w:rsidRPr="00970BD5" w14:paraId="192686F1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555DF6" w14:textId="77777777" w:rsidR="00AE5809" w:rsidRPr="00855E16" w:rsidRDefault="00AE5809" w:rsidP="00AE5809">
            <w:pPr>
              <w:ind w:firstLine="0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02871A" w14:textId="77777777" w:rsidR="00AE5809" w:rsidRPr="00855E16" w:rsidRDefault="00AE5809" w:rsidP="00AE5809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05B708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4B656E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7EF74B" w14:textId="77777777" w:rsidR="00AE5809" w:rsidRPr="00855E16" w:rsidRDefault="00AE5809" w:rsidP="00AE5809">
            <w:pPr>
              <w:ind w:left="-108" w:right="-104"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15 0 02 25010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E1B2EA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200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999D77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3 511,3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3AABC8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5 663,5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DCF16C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5 663,5</w:t>
            </w:r>
          </w:p>
        </w:tc>
      </w:tr>
      <w:tr w:rsidR="00AE5809" w:rsidRPr="00970BD5" w14:paraId="59D14304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1382B2" w14:textId="77777777" w:rsidR="00AE5809" w:rsidRPr="00855E16" w:rsidRDefault="00AE5809" w:rsidP="00AE5809">
            <w:pPr>
              <w:ind w:firstLine="0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Благоустройство социально значимых мест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89DAE0" w14:textId="77777777" w:rsidR="00AE5809" w:rsidRPr="00855E16" w:rsidRDefault="00AE5809" w:rsidP="00AE5809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9EB916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2F688C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CA7789" w14:textId="77777777" w:rsidR="00AE5809" w:rsidRPr="00855E16" w:rsidRDefault="00AE5809" w:rsidP="00AE5809">
            <w:pPr>
              <w:ind w:left="-108" w:right="-104"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15 0 04 00000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5890D7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B992A7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11 232,8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3BBE99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4 613,4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0BDAAF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4 613,4</w:t>
            </w:r>
          </w:p>
        </w:tc>
      </w:tr>
      <w:tr w:rsidR="00AE5809" w:rsidRPr="00970BD5" w14:paraId="6EE1411D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04C951" w14:textId="77777777" w:rsidR="00AE5809" w:rsidRPr="00855E16" w:rsidRDefault="00AE5809" w:rsidP="00AE5809">
            <w:pPr>
              <w:ind w:firstLine="0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Расходы, направленные на благоустройство социально значимых мест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AC1299" w14:textId="77777777" w:rsidR="00AE5809" w:rsidRPr="00855E16" w:rsidRDefault="00AE5809" w:rsidP="00AE5809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52602E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40B46E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56B322" w14:textId="77777777" w:rsidR="00AE5809" w:rsidRPr="00855E16" w:rsidRDefault="00AE5809" w:rsidP="00AE5809">
            <w:pPr>
              <w:ind w:left="-108" w:right="-104"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15 0 04 25010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22EAA8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90F791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5 856,5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76228E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4 613,4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189A38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4 613,4</w:t>
            </w:r>
          </w:p>
        </w:tc>
      </w:tr>
      <w:tr w:rsidR="00AE5809" w:rsidRPr="00970BD5" w14:paraId="2431F0C7" w14:textId="77777777" w:rsidTr="00487574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8BEF98" w14:textId="77777777" w:rsidR="00AE5809" w:rsidRPr="00855E16" w:rsidRDefault="00AE5809" w:rsidP="00AE5809">
            <w:pPr>
              <w:ind w:firstLine="0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 xml:space="preserve">Закупка товаров, работ и услуг для </w:t>
            </w:r>
            <w:r w:rsidRPr="00855E16">
              <w:rPr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737003" w14:textId="77777777" w:rsidR="00AE5809" w:rsidRPr="00855E16" w:rsidRDefault="00AE5809" w:rsidP="00AE5809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9CFC1B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80698F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5E4CF3" w14:textId="77777777" w:rsidR="00AE5809" w:rsidRPr="00855E16" w:rsidRDefault="00AE5809" w:rsidP="00AE5809">
            <w:pPr>
              <w:ind w:left="-108" w:right="-104"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15 0 04 25010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BAAA04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200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194DF2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5 856,5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D0055E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4 613,4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6AD9CA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4 613,4</w:t>
            </w:r>
          </w:p>
        </w:tc>
      </w:tr>
      <w:tr w:rsidR="00AE5809" w:rsidRPr="00970BD5" w14:paraId="0C401F9B" w14:textId="77777777" w:rsidTr="00487574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EEC654" w14:textId="77777777" w:rsidR="00AE5809" w:rsidRPr="00855E16" w:rsidRDefault="00AE5809" w:rsidP="00AE5809">
            <w:pPr>
              <w:ind w:firstLine="0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Муниципальная программа «Формирование комфортной городской среды на территории Балахнинского муниципального округа Нижегородской области на 2021-2024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3B5BA9" w14:textId="77777777" w:rsidR="00AE5809" w:rsidRPr="00855E16" w:rsidRDefault="00AE5809" w:rsidP="00AE5809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381F62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18ED43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52E428" w14:textId="77777777" w:rsidR="00AE5809" w:rsidRPr="00855E16" w:rsidRDefault="00AE5809" w:rsidP="00AE5809">
            <w:pPr>
              <w:ind w:left="-108" w:right="-104"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18 0 00 00000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078A93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5C2482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28 187,5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F179D9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26 677,6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DC65F3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25 002,9</w:t>
            </w:r>
          </w:p>
        </w:tc>
      </w:tr>
      <w:tr w:rsidR="00AE5809" w:rsidRPr="00970BD5" w14:paraId="2ECC09A7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092865" w14:textId="77777777" w:rsidR="00AE5809" w:rsidRPr="00855E16" w:rsidRDefault="00AE5809" w:rsidP="00AE5809">
            <w:pPr>
              <w:ind w:firstLine="0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 xml:space="preserve">Федеральный проект </w:t>
            </w:r>
            <w:r>
              <w:rPr>
                <w:sz w:val="24"/>
                <w:szCs w:val="24"/>
              </w:rPr>
              <w:t>«</w:t>
            </w:r>
            <w:r w:rsidRPr="00855E16">
              <w:rPr>
                <w:sz w:val="24"/>
                <w:szCs w:val="24"/>
              </w:rPr>
              <w:t>Формирование комфортной городской среды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5F6F2D" w14:textId="77777777" w:rsidR="00AE5809" w:rsidRPr="00855E16" w:rsidRDefault="00AE5809" w:rsidP="00AE5809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38EBF0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C020D2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B7C878" w14:textId="77777777" w:rsidR="00AE5809" w:rsidRPr="00855E16" w:rsidRDefault="00AE5809" w:rsidP="00AE5809">
            <w:pPr>
              <w:ind w:left="-108" w:right="-104"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18 0 F2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927591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B50A94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28 187,5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638D81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22 502,6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38817A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25 002,9</w:t>
            </w:r>
          </w:p>
        </w:tc>
      </w:tr>
      <w:tr w:rsidR="00AE5809" w:rsidRPr="00970BD5" w14:paraId="743BDACA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9B0775" w14:textId="77777777" w:rsidR="00AE5809" w:rsidRPr="00855E16" w:rsidRDefault="00AE5809" w:rsidP="00AE5809">
            <w:pPr>
              <w:ind w:firstLine="0"/>
              <w:rPr>
                <w:sz w:val="24"/>
                <w:szCs w:val="24"/>
                <w:highlight w:val="yellow"/>
              </w:rPr>
            </w:pPr>
            <w:r w:rsidRPr="00855E16">
              <w:rPr>
                <w:color w:val="000000"/>
                <w:sz w:val="24"/>
                <w:szCs w:val="24"/>
              </w:rPr>
              <w:t>Расходы, направленные на развитие современной городской среды на территории Балахнинского муниципального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7A11C2" w14:textId="77777777" w:rsidR="00AE5809" w:rsidRPr="00855E16" w:rsidRDefault="00AE5809" w:rsidP="00AE5809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081BCA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1EE5D4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63E0DC" w14:textId="77777777" w:rsidR="00AE5809" w:rsidRPr="00855E16" w:rsidRDefault="00AE5809" w:rsidP="00AE5809">
            <w:pPr>
              <w:ind w:left="-108" w:right="-104"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18 0 F2 55550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B658E1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7C5414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24 823,0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B260C6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22 502,6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378025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25 002,9</w:t>
            </w:r>
          </w:p>
        </w:tc>
      </w:tr>
      <w:tr w:rsidR="00AE5809" w:rsidRPr="00970BD5" w14:paraId="3C3D8BC1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455EEF" w14:textId="77777777" w:rsidR="00AE5809" w:rsidRPr="00855E16" w:rsidRDefault="00AE5809" w:rsidP="00AE5809">
            <w:pPr>
              <w:ind w:firstLine="0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57D1DC" w14:textId="77777777" w:rsidR="00AE5809" w:rsidRPr="00855E16" w:rsidRDefault="00AE5809" w:rsidP="00AE5809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1AD95C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1182C0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D1E1FC" w14:textId="77777777" w:rsidR="00AE5809" w:rsidRPr="00855E16" w:rsidRDefault="00AE5809" w:rsidP="00AE5809">
            <w:pPr>
              <w:ind w:left="-108" w:right="-104"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18 0 F2 55550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D7390B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200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B43331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24 823,0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1CA143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22 502,6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636599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25 002,9</w:t>
            </w:r>
          </w:p>
        </w:tc>
      </w:tr>
      <w:tr w:rsidR="00AE5809" w:rsidRPr="00970BD5" w14:paraId="332A1D3C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27379E" w14:textId="77777777" w:rsidR="00AE5809" w:rsidRPr="00855E16" w:rsidRDefault="00AE5809" w:rsidP="00AE5809">
            <w:pPr>
              <w:ind w:firstLine="0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8D6D56" w14:textId="77777777" w:rsidR="00AE5809" w:rsidRPr="00855E16" w:rsidRDefault="00AE5809" w:rsidP="00AE5809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A833EB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DC7047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CC0639" w14:textId="77777777" w:rsidR="00AE5809" w:rsidRPr="00855E16" w:rsidRDefault="00AE5809" w:rsidP="00AE5809">
            <w:pPr>
              <w:ind w:left="-108" w:right="-104"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17758C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 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056894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89E52E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2A19BC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 </w:t>
            </w:r>
          </w:p>
        </w:tc>
      </w:tr>
      <w:tr w:rsidR="00AE5809" w:rsidRPr="00970BD5" w14:paraId="07200E4A" w14:textId="77777777" w:rsidTr="00487574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B05BC3" w14:textId="77777777" w:rsidR="00AE5809" w:rsidRPr="00855E16" w:rsidRDefault="00AE5809" w:rsidP="00AE5809">
            <w:pPr>
              <w:ind w:firstLine="0"/>
              <w:rPr>
                <w:sz w:val="24"/>
                <w:szCs w:val="24"/>
                <w:highlight w:val="yellow"/>
              </w:rPr>
            </w:pPr>
            <w:r w:rsidRPr="00855E16">
              <w:rPr>
                <w:color w:val="000000"/>
                <w:sz w:val="24"/>
                <w:szCs w:val="24"/>
              </w:rPr>
              <w:t xml:space="preserve">  - расходы, направленные на развитие современной городской среды на территории Балахнинского муниципального округа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BD474C" w14:textId="77777777" w:rsidR="00AE5809" w:rsidRPr="00855E16" w:rsidRDefault="00AE5809" w:rsidP="00AE5809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64E10A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19F979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8483AD" w14:textId="77777777" w:rsidR="00AE5809" w:rsidRPr="00855E16" w:rsidRDefault="00AE5809" w:rsidP="00AE5809">
            <w:pPr>
              <w:ind w:left="-108" w:right="-104"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BC7331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 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9BF57D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2 482,3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25C2AF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AA7A3B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2 500,3</w:t>
            </w:r>
          </w:p>
        </w:tc>
      </w:tr>
      <w:tr w:rsidR="00AE5809" w:rsidRPr="00970BD5" w14:paraId="29EC3074" w14:textId="77777777" w:rsidTr="00487574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D0F316" w14:textId="77777777" w:rsidR="00AE5809" w:rsidRPr="00855E16" w:rsidRDefault="00AE5809" w:rsidP="00AE5809">
            <w:pPr>
              <w:ind w:firstLine="0"/>
              <w:rPr>
                <w:sz w:val="24"/>
                <w:szCs w:val="24"/>
                <w:highlight w:val="yellow"/>
              </w:rPr>
            </w:pPr>
            <w:r w:rsidRPr="00855E16">
              <w:rPr>
                <w:color w:val="000000"/>
                <w:sz w:val="24"/>
                <w:szCs w:val="24"/>
              </w:rPr>
              <w:t xml:space="preserve">Реализация лучших проектов создания комфортной </w:t>
            </w:r>
            <w:r w:rsidRPr="00855E16">
              <w:rPr>
                <w:color w:val="000000"/>
                <w:sz w:val="24"/>
                <w:szCs w:val="24"/>
              </w:rPr>
              <w:lastRenderedPageBreak/>
              <w:t>городской среды в малом городе Балахна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0A9AC3" w14:textId="77777777" w:rsidR="00AE5809" w:rsidRPr="00855E16" w:rsidRDefault="00AE5809" w:rsidP="00AE5809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E009C6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E3D017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B2D00F" w14:textId="77777777" w:rsidR="00AE5809" w:rsidRPr="00855E16" w:rsidRDefault="00AE5809" w:rsidP="00AE5809">
            <w:pPr>
              <w:ind w:left="-108" w:right="-104"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18 0 05 00000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E490CA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9357D8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0,0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9DD7BB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4 175,0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69E7BD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0,0</w:t>
            </w:r>
            <w:r w:rsidRPr="00855E16">
              <w:rPr>
                <w:sz w:val="24"/>
                <w:szCs w:val="24"/>
              </w:rPr>
              <w:t> </w:t>
            </w:r>
          </w:p>
        </w:tc>
      </w:tr>
      <w:tr w:rsidR="00AE5809" w:rsidRPr="00970BD5" w14:paraId="1A923562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0B901B" w14:textId="77777777" w:rsidR="00AE5809" w:rsidRPr="00855E16" w:rsidRDefault="00AE5809" w:rsidP="00AE5809">
            <w:pPr>
              <w:ind w:firstLine="0"/>
              <w:rPr>
                <w:sz w:val="24"/>
                <w:szCs w:val="24"/>
                <w:highlight w:val="yellow"/>
              </w:rPr>
            </w:pPr>
            <w:r w:rsidRPr="00855E16">
              <w:rPr>
                <w:color w:val="000000"/>
                <w:sz w:val="24"/>
                <w:szCs w:val="24"/>
              </w:rPr>
              <w:t>Расходы</w:t>
            </w:r>
            <w:r>
              <w:rPr>
                <w:color w:val="000000"/>
                <w:sz w:val="24"/>
                <w:szCs w:val="24"/>
              </w:rPr>
              <w:t>,</w:t>
            </w:r>
            <w:r w:rsidRPr="00855E16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н</w:t>
            </w:r>
            <w:r w:rsidRPr="00855E16">
              <w:rPr>
                <w:color w:val="000000"/>
                <w:sz w:val="24"/>
                <w:szCs w:val="24"/>
              </w:rPr>
              <w:t>аправленные на реализацию лучших проектов создания комфортной городской среды в малом городе Балахна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A43DF8" w14:textId="77777777" w:rsidR="00AE5809" w:rsidRPr="00855E16" w:rsidRDefault="00AE5809" w:rsidP="00AE5809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EA049F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C02413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34BE5A" w14:textId="77777777" w:rsidR="00AE5809" w:rsidRPr="00855E16" w:rsidRDefault="00AE5809" w:rsidP="00AE5809">
            <w:pPr>
              <w:ind w:left="-108" w:right="-104"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18 0 05 25010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77472E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F28A4E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0,0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B0769A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4 175,0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C2C87D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0,0</w:t>
            </w:r>
            <w:r w:rsidRPr="00855E16">
              <w:rPr>
                <w:sz w:val="24"/>
                <w:szCs w:val="24"/>
              </w:rPr>
              <w:t> </w:t>
            </w:r>
          </w:p>
        </w:tc>
      </w:tr>
      <w:tr w:rsidR="00AE5809" w:rsidRPr="00970BD5" w14:paraId="0AF91256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16BF80" w14:textId="77777777" w:rsidR="00AE5809" w:rsidRPr="00855E16" w:rsidRDefault="00AE5809" w:rsidP="00AE5809">
            <w:pPr>
              <w:ind w:firstLine="0"/>
              <w:rPr>
                <w:sz w:val="24"/>
                <w:szCs w:val="24"/>
                <w:highlight w:val="yellow"/>
              </w:rPr>
            </w:pPr>
            <w:r w:rsidRPr="00855E16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BD759A" w14:textId="77777777" w:rsidR="00AE5809" w:rsidRPr="00855E16" w:rsidRDefault="00AE5809" w:rsidP="00AE5809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55888F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64BA34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483815" w14:textId="77777777" w:rsidR="00AE5809" w:rsidRPr="00855E16" w:rsidRDefault="00AE5809" w:rsidP="00AE5809">
            <w:pPr>
              <w:ind w:left="-108" w:right="-104"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18 0 05 25010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9C3346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200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6806BB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0,0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D708FB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4 175,0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803EE2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0,0</w:t>
            </w:r>
          </w:p>
        </w:tc>
      </w:tr>
      <w:tr w:rsidR="00AE5809" w:rsidRPr="00970BD5" w14:paraId="62051C1C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41237E" w14:textId="77777777" w:rsidR="00AE5809" w:rsidRPr="00855E16" w:rsidRDefault="00AE5809" w:rsidP="00AE5809">
            <w:pPr>
              <w:ind w:firstLine="0"/>
              <w:rPr>
                <w:sz w:val="24"/>
                <w:szCs w:val="24"/>
                <w:highlight w:val="yellow"/>
              </w:rPr>
            </w:pPr>
            <w:r w:rsidRPr="00855E16">
              <w:rPr>
                <w:color w:val="000000"/>
                <w:sz w:val="24"/>
                <w:szCs w:val="24"/>
              </w:rPr>
              <w:t>Муниципальная программа «Развитие услуг в сфере похоронного дела в Балахнинском муниципальном округе Нижегородской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FB5FBB" w14:textId="77777777" w:rsidR="00AE5809" w:rsidRPr="00855E16" w:rsidRDefault="00AE5809" w:rsidP="00AE5809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94634D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B236B3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E92D92" w14:textId="77777777" w:rsidR="00AE5809" w:rsidRPr="00855E16" w:rsidRDefault="00AE5809" w:rsidP="00AE5809">
            <w:pPr>
              <w:ind w:left="-108" w:right="-104"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20 0 00 00000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860AE3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5C7FEF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1 914,5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A4A2A7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4 084,4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00CEAA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4 084,4</w:t>
            </w:r>
          </w:p>
        </w:tc>
      </w:tr>
      <w:tr w:rsidR="00AE5809" w:rsidRPr="00970BD5" w14:paraId="3251174D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143B88" w14:textId="77777777" w:rsidR="00AE5809" w:rsidRPr="00855E16" w:rsidRDefault="00AE5809" w:rsidP="00AE5809">
            <w:pPr>
              <w:ind w:firstLine="0"/>
              <w:rPr>
                <w:sz w:val="24"/>
                <w:szCs w:val="24"/>
                <w:highlight w:val="yellow"/>
              </w:rPr>
            </w:pPr>
            <w:r w:rsidRPr="00855E16">
              <w:rPr>
                <w:color w:val="000000"/>
                <w:sz w:val="24"/>
                <w:szCs w:val="24"/>
              </w:rPr>
              <w:t xml:space="preserve">Содержание муниципальных кладбищ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3CB6B0" w14:textId="77777777" w:rsidR="00AE5809" w:rsidRPr="00855E16" w:rsidRDefault="00AE5809" w:rsidP="00AE5809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392F2A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D3450F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0D3262" w14:textId="77777777" w:rsidR="00AE5809" w:rsidRPr="00855E16" w:rsidRDefault="00AE5809" w:rsidP="00AE5809">
            <w:pPr>
              <w:ind w:left="-108" w:right="-104"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20 0 01 00000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529C96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4E0F2C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1 914,5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A8B506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2 374,7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3556D5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2 374,7</w:t>
            </w:r>
          </w:p>
        </w:tc>
      </w:tr>
      <w:tr w:rsidR="00AE5809" w:rsidRPr="00970BD5" w14:paraId="1AE818C7" w14:textId="77777777" w:rsidTr="00487574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F7AA6E" w14:textId="77777777" w:rsidR="00AE5809" w:rsidRPr="00855E16" w:rsidRDefault="00AE5809" w:rsidP="00AE5809">
            <w:pPr>
              <w:ind w:firstLine="0"/>
              <w:rPr>
                <w:sz w:val="24"/>
                <w:szCs w:val="24"/>
                <w:highlight w:val="yellow"/>
              </w:rPr>
            </w:pPr>
            <w:r w:rsidRPr="00855E16">
              <w:rPr>
                <w:color w:val="000000"/>
                <w:sz w:val="24"/>
                <w:szCs w:val="24"/>
              </w:rPr>
              <w:t>Расходы, направленные на мероприятия по содержанию муниципальных кладбищ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52266A" w14:textId="77777777" w:rsidR="00AE5809" w:rsidRPr="00855E16" w:rsidRDefault="00AE5809" w:rsidP="00AE5809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986C13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76FE41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04C5EE" w14:textId="77777777" w:rsidR="00AE5809" w:rsidRPr="00855E16" w:rsidRDefault="00AE5809" w:rsidP="00AE5809">
            <w:pPr>
              <w:ind w:left="-108" w:right="-104"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20 0 01 27300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29E56B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532F49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1 914,5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49CF33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2 374,7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9E9C89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2 374,7</w:t>
            </w:r>
          </w:p>
        </w:tc>
      </w:tr>
      <w:tr w:rsidR="00AE5809" w:rsidRPr="00970BD5" w14:paraId="1ADF991C" w14:textId="77777777" w:rsidTr="00487574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0B3813" w14:textId="77777777" w:rsidR="00AE5809" w:rsidRPr="00855E16" w:rsidRDefault="00AE5809" w:rsidP="00AE5809">
            <w:pPr>
              <w:ind w:firstLine="0"/>
              <w:rPr>
                <w:sz w:val="24"/>
                <w:szCs w:val="24"/>
                <w:highlight w:val="yellow"/>
              </w:rPr>
            </w:pPr>
            <w:r w:rsidRPr="00855E16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730A12" w14:textId="77777777" w:rsidR="00AE5809" w:rsidRPr="00855E16" w:rsidRDefault="00AE5809" w:rsidP="00AE5809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560DDD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5E8909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BC0F7D" w14:textId="77777777" w:rsidR="00AE5809" w:rsidRPr="00855E16" w:rsidRDefault="00AE5809" w:rsidP="00AE5809">
            <w:pPr>
              <w:ind w:left="-108" w:right="-104"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20 0 01 27300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AAF391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200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4EF49E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1 914,5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0B1D4D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2 374,7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6FECE4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2 374,7</w:t>
            </w:r>
          </w:p>
        </w:tc>
      </w:tr>
      <w:tr w:rsidR="00AE5809" w:rsidRPr="00970BD5" w14:paraId="4653A2AA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017615" w14:textId="77777777" w:rsidR="00AE5809" w:rsidRPr="00855E16" w:rsidRDefault="00AE5809" w:rsidP="00AE5809">
            <w:pPr>
              <w:ind w:firstLine="0"/>
              <w:rPr>
                <w:sz w:val="24"/>
                <w:szCs w:val="24"/>
                <w:highlight w:val="yellow"/>
              </w:rPr>
            </w:pPr>
            <w:r w:rsidRPr="00855E16">
              <w:rPr>
                <w:color w:val="000000"/>
                <w:sz w:val="24"/>
                <w:szCs w:val="24"/>
              </w:rPr>
              <w:t xml:space="preserve">Благоустройство территорий муниципальных кладбищ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1BC2DE" w14:textId="77777777" w:rsidR="00AE5809" w:rsidRPr="00855E16" w:rsidRDefault="00AE5809" w:rsidP="00AE5809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0FA42D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1A30E9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D316F7" w14:textId="77777777" w:rsidR="00AE5809" w:rsidRPr="00855E16" w:rsidRDefault="00AE5809" w:rsidP="00AE5809">
            <w:pPr>
              <w:ind w:left="-108" w:right="-104"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20 0 03 00000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24BDAD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8D5550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0,0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0EB222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D4948D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100,0</w:t>
            </w:r>
          </w:p>
        </w:tc>
      </w:tr>
      <w:tr w:rsidR="00AE5809" w:rsidRPr="00970BD5" w14:paraId="4F4F1622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942B81" w14:textId="77777777" w:rsidR="00AE5809" w:rsidRPr="00855E16" w:rsidRDefault="00AE5809" w:rsidP="00AE5809">
            <w:pPr>
              <w:ind w:firstLine="0"/>
              <w:rPr>
                <w:sz w:val="24"/>
                <w:szCs w:val="24"/>
                <w:highlight w:val="yellow"/>
              </w:rPr>
            </w:pPr>
            <w:r w:rsidRPr="00855E16">
              <w:rPr>
                <w:color w:val="000000"/>
                <w:sz w:val="24"/>
                <w:szCs w:val="24"/>
              </w:rPr>
              <w:t xml:space="preserve">Расходы, направленные на мероприятия по благоустройству </w:t>
            </w:r>
            <w:r w:rsidRPr="00855E16">
              <w:rPr>
                <w:color w:val="000000"/>
                <w:sz w:val="24"/>
                <w:szCs w:val="24"/>
              </w:rPr>
              <w:lastRenderedPageBreak/>
              <w:t>территорий муниципальных кладбищ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559BDF" w14:textId="77777777" w:rsidR="00AE5809" w:rsidRPr="00855E16" w:rsidRDefault="00AE5809" w:rsidP="00AE5809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49BA10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73E1FC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B16939" w14:textId="77777777" w:rsidR="00AE5809" w:rsidRPr="00855E16" w:rsidRDefault="00AE5809" w:rsidP="00AE5809">
            <w:pPr>
              <w:ind w:left="-108" w:right="-104"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20 0 03 27300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1E8008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2281F4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0,0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E05FAF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C38196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100,0</w:t>
            </w:r>
          </w:p>
        </w:tc>
      </w:tr>
      <w:tr w:rsidR="00AE5809" w:rsidRPr="00970BD5" w14:paraId="079B0079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10EA7F" w14:textId="77777777" w:rsidR="00AE5809" w:rsidRPr="00855E16" w:rsidRDefault="00AE5809" w:rsidP="00AE5809">
            <w:pPr>
              <w:ind w:firstLine="0"/>
              <w:rPr>
                <w:sz w:val="24"/>
                <w:szCs w:val="24"/>
                <w:highlight w:val="yellow"/>
              </w:rPr>
            </w:pPr>
            <w:r w:rsidRPr="00855E16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00E34E" w14:textId="77777777" w:rsidR="00AE5809" w:rsidRPr="00855E16" w:rsidRDefault="00AE5809" w:rsidP="00AE5809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1CE0A8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E36526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AC2DA8" w14:textId="77777777" w:rsidR="00AE5809" w:rsidRPr="00855E16" w:rsidRDefault="00AE5809" w:rsidP="00AE5809">
            <w:pPr>
              <w:ind w:left="-108" w:right="-104"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20 0 03 27300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60717B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200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EE414B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0,0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4BAA46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CFF29C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100,0</w:t>
            </w:r>
          </w:p>
        </w:tc>
      </w:tr>
      <w:tr w:rsidR="00AE5809" w:rsidRPr="00970BD5" w14:paraId="655021EA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6DE577" w14:textId="77777777" w:rsidR="00AE5809" w:rsidRPr="00855E16" w:rsidRDefault="00AE5809" w:rsidP="00AE5809">
            <w:pPr>
              <w:ind w:firstLine="0"/>
              <w:rPr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08F951" w14:textId="77777777" w:rsidR="00AE5809" w:rsidRPr="00855E16" w:rsidRDefault="00AE5809" w:rsidP="00AE5809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5198A1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592A3C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B62027" w14:textId="77777777" w:rsidR="00AE5809" w:rsidRPr="00855E16" w:rsidRDefault="00AE5809" w:rsidP="00AE5809">
            <w:pPr>
              <w:ind w:left="-108" w:right="-104"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FC68A2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470158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>7 722,8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0B556C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>4 369,3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D902E1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>4 369,3</w:t>
            </w:r>
          </w:p>
        </w:tc>
      </w:tr>
      <w:tr w:rsidR="00AE5809" w:rsidRPr="00970BD5" w14:paraId="2AAA7720" w14:textId="77777777" w:rsidTr="00487574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320658" w14:textId="77777777" w:rsidR="00AE5809" w:rsidRPr="00855E16" w:rsidRDefault="00AE5809" w:rsidP="00AE5809">
            <w:pPr>
              <w:ind w:firstLine="0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2A2CDE" w14:textId="77777777" w:rsidR="00AE5809" w:rsidRPr="00855E16" w:rsidRDefault="00AE5809" w:rsidP="00AE5809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0824C1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76CD5D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B14D0A" w14:textId="77777777" w:rsidR="00AE5809" w:rsidRPr="00855E16" w:rsidRDefault="00AE5809" w:rsidP="00AE5809">
            <w:pPr>
              <w:ind w:left="-108" w:right="-104"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77 0 00 00000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E553D2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CD7B4D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7 722,8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0014E9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4 369,3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2F039D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4 369,3</w:t>
            </w:r>
          </w:p>
        </w:tc>
      </w:tr>
      <w:tr w:rsidR="00AE5809" w:rsidRPr="00970BD5" w14:paraId="71569BA6" w14:textId="77777777" w:rsidTr="00487574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A8DF57" w14:textId="77777777" w:rsidR="00AE5809" w:rsidRPr="00855E16" w:rsidRDefault="00AE5809" w:rsidP="00AE5809">
            <w:pPr>
              <w:ind w:firstLine="0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8CE8D8" w14:textId="77777777" w:rsidR="00AE5809" w:rsidRPr="00855E16" w:rsidRDefault="00AE5809" w:rsidP="00AE5809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CD70F4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72E2E2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76D251" w14:textId="77777777" w:rsidR="00AE5809" w:rsidRPr="00855E16" w:rsidRDefault="00AE5809" w:rsidP="00AE5809">
            <w:pPr>
              <w:ind w:left="-108" w:right="-104"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77 7 00 00000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6F3B93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4D618C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7 722,8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A42E51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4 369,3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91E04C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4 369,3</w:t>
            </w:r>
          </w:p>
        </w:tc>
      </w:tr>
      <w:tr w:rsidR="00AE5809" w:rsidRPr="00970BD5" w14:paraId="45CF7B74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9E198E" w14:textId="77777777" w:rsidR="00AE5809" w:rsidRPr="00855E16" w:rsidRDefault="00AE5809" w:rsidP="00AE5809">
            <w:pPr>
              <w:ind w:firstLine="0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4725F1" w14:textId="77777777" w:rsidR="00AE5809" w:rsidRPr="00855E16" w:rsidRDefault="00AE5809" w:rsidP="00AE5809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8761B9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BCC182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58871F" w14:textId="77777777" w:rsidR="00AE5809" w:rsidRPr="00855E16" w:rsidRDefault="00AE5809" w:rsidP="00AE5809">
            <w:pPr>
              <w:ind w:left="-108" w:right="-104"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77 7 02 00000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448383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75E480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7 707,7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CBC6E9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4 354,2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9AAC44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4 354,2</w:t>
            </w:r>
          </w:p>
        </w:tc>
      </w:tr>
      <w:tr w:rsidR="00AE5809" w:rsidRPr="00970BD5" w14:paraId="114FF618" w14:textId="77777777" w:rsidTr="00487574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BFE74F" w14:textId="77777777" w:rsidR="00AE5809" w:rsidRPr="00855E16" w:rsidRDefault="00AE5809" w:rsidP="00AE5809">
            <w:pPr>
              <w:ind w:firstLine="0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199732" w14:textId="77777777" w:rsidR="00AE5809" w:rsidRPr="00855E16" w:rsidRDefault="00AE5809" w:rsidP="00AE5809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CA164E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C69091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A4E989" w14:textId="77777777" w:rsidR="00AE5809" w:rsidRPr="00855E16" w:rsidRDefault="00AE5809" w:rsidP="00AE5809">
            <w:pPr>
              <w:ind w:left="-108" w:right="-104"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77 7 02 00590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A004F6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EB2330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7 707,7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B1CFC3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4 354,2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7C582F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4 354,2</w:t>
            </w:r>
          </w:p>
        </w:tc>
      </w:tr>
      <w:tr w:rsidR="00AE5809" w:rsidRPr="00970BD5" w14:paraId="71D219C8" w14:textId="77777777" w:rsidTr="00487574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A0A33A" w14:textId="77777777" w:rsidR="00AE5809" w:rsidRPr="00855E16" w:rsidRDefault="00AE5809" w:rsidP="00AE5809">
            <w:pPr>
              <w:ind w:firstLine="0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A2BDDE" w14:textId="77777777" w:rsidR="00AE5809" w:rsidRPr="00855E16" w:rsidRDefault="00AE5809" w:rsidP="00AE5809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5AA04C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C47BB9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CB2247" w14:textId="77777777" w:rsidR="00AE5809" w:rsidRPr="00855E16" w:rsidRDefault="00AE5809" w:rsidP="00AE5809">
            <w:pPr>
              <w:ind w:left="-108" w:right="-104"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77 7 02 00590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EECEDE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82E2A7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5 084,3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3E0FDC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4 354,2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F35A0A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4 354,2</w:t>
            </w:r>
          </w:p>
        </w:tc>
      </w:tr>
      <w:tr w:rsidR="00AE5809" w:rsidRPr="00970BD5" w14:paraId="5E54F06F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33FA14" w14:textId="77777777" w:rsidR="00AE5809" w:rsidRPr="00855E16" w:rsidRDefault="00AE5809" w:rsidP="00AE5809">
            <w:pPr>
              <w:ind w:firstLine="0"/>
              <w:rPr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0DA4CF" w14:textId="77777777" w:rsidR="00AE5809" w:rsidRPr="00855E16" w:rsidRDefault="00AE5809" w:rsidP="00AE5809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788759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ED1567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5B19D7" w14:textId="77777777" w:rsidR="00AE5809" w:rsidRPr="00855E16" w:rsidRDefault="00AE5809" w:rsidP="00AE5809">
            <w:pPr>
              <w:ind w:left="-108" w:right="-104"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FB05AE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159D01" w14:textId="77777777" w:rsidR="00AE5809" w:rsidRPr="00855E16" w:rsidRDefault="00AE5809" w:rsidP="00AE5809">
            <w:pPr>
              <w:ind w:left="-220" w:right="-252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>1 301 901,9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35236E" w14:textId="77777777" w:rsidR="00AE5809" w:rsidRPr="00855E16" w:rsidRDefault="00AE5809" w:rsidP="00AE5809">
            <w:pPr>
              <w:ind w:left="-256" w:right="-216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>1 267 209,2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9CF44C" w14:textId="77777777" w:rsidR="00AE5809" w:rsidRPr="00855E16" w:rsidRDefault="00AE5809" w:rsidP="00AE5809">
            <w:pPr>
              <w:ind w:left="-135" w:right="-74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>1 167 169,7</w:t>
            </w:r>
          </w:p>
        </w:tc>
      </w:tr>
      <w:tr w:rsidR="00AE5809" w:rsidRPr="00970BD5" w14:paraId="2281C2A3" w14:textId="77777777" w:rsidTr="00487574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98B095" w14:textId="77777777" w:rsidR="00AE5809" w:rsidRPr="00855E16" w:rsidRDefault="00AE5809" w:rsidP="00AE5809">
            <w:pPr>
              <w:ind w:firstLine="0"/>
              <w:rPr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BB314D" w14:textId="77777777" w:rsidR="00AE5809" w:rsidRPr="00855E16" w:rsidRDefault="00AE5809" w:rsidP="00AE5809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5F2379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E0C442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D5CFA5" w14:textId="77777777" w:rsidR="00AE5809" w:rsidRPr="00855E16" w:rsidRDefault="00AE5809" w:rsidP="00AE5809">
            <w:pPr>
              <w:ind w:left="-108" w:right="-104"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8BEB92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D918FB" w14:textId="77777777" w:rsidR="00AE5809" w:rsidRPr="00855E16" w:rsidRDefault="00AE5809" w:rsidP="00AE5809">
            <w:pPr>
              <w:ind w:left="-78" w:right="-110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>482 750,6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A01FF5" w14:textId="77777777" w:rsidR="00AE5809" w:rsidRPr="00855E16" w:rsidRDefault="00AE5809" w:rsidP="00AE5809">
            <w:pPr>
              <w:ind w:right="-74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>382 351,8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F704D8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>383 400,1</w:t>
            </w:r>
          </w:p>
        </w:tc>
      </w:tr>
      <w:tr w:rsidR="00AE5809" w:rsidRPr="00970BD5" w14:paraId="075BE047" w14:textId="77777777" w:rsidTr="00487574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14BDD4" w14:textId="77777777" w:rsidR="00AE5809" w:rsidRPr="00855E16" w:rsidRDefault="00AE5809" w:rsidP="00AE5809">
            <w:pPr>
              <w:ind w:firstLine="0"/>
              <w:rPr>
                <w:sz w:val="24"/>
                <w:szCs w:val="24"/>
                <w:highlight w:val="yellow"/>
              </w:rPr>
            </w:pPr>
            <w:r w:rsidRPr="00855E16">
              <w:rPr>
                <w:color w:val="000000"/>
                <w:sz w:val="24"/>
                <w:szCs w:val="24"/>
              </w:rPr>
              <w:t>Муниципальная программа «Развитие образования Балахнинского муниципального округа»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C36D52" w14:textId="77777777" w:rsidR="00AE5809" w:rsidRPr="00855E16" w:rsidRDefault="00AE5809" w:rsidP="00AE5809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45AD91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207828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AE6042" w14:textId="77777777" w:rsidR="00AE5809" w:rsidRPr="00855E16" w:rsidRDefault="00AE5809" w:rsidP="00AE5809">
            <w:pPr>
              <w:ind w:left="-108" w:right="-104"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AFB9FE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7EFC0B" w14:textId="77777777" w:rsidR="00AE5809" w:rsidRPr="00855E16" w:rsidRDefault="00AE5809" w:rsidP="00AE5809">
            <w:pPr>
              <w:ind w:right="-110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482 750,6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9829BB" w14:textId="77777777" w:rsidR="00AE5809" w:rsidRPr="00855E16" w:rsidRDefault="00AE5809" w:rsidP="00AE5809">
            <w:pPr>
              <w:ind w:right="-74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382 351,8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85CED0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383 400,1</w:t>
            </w:r>
          </w:p>
        </w:tc>
      </w:tr>
      <w:tr w:rsidR="00AE5809" w:rsidRPr="00970BD5" w14:paraId="6CC4A68E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B7A7AE" w14:textId="77777777" w:rsidR="00AE5809" w:rsidRPr="00855E16" w:rsidRDefault="00AE5809" w:rsidP="00AE5809">
            <w:pPr>
              <w:ind w:firstLine="0"/>
              <w:rPr>
                <w:sz w:val="24"/>
                <w:szCs w:val="24"/>
                <w:highlight w:val="yellow"/>
              </w:rPr>
            </w:pPr>
            <w:r w:rsidRPr="00855E16">
              <w:rPr>
                <w:color w:val="000000"/>
                <w:sz w:val="24"/>
                <w:szCs w:val="24"/>
              </w:rPr>
              <w:lastRenderedPageBreak/>
              <w:t xml:space="preserve">Подпрограмма «Развитие общего образования»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A8BEA4" w14:textId="77777777" w:rsidR="00AE5809" w:rsidRPr="00855E16" w:rsidRDefault="00AE5809" w:rsidP="00AE5809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A659CB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CF8DC7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7EB447" w14:textId="77777777" w:rsidR="00AE5809" w:rsidRPr="00855E16" w:rsidRDefault="00AE5809" w:rsidP="00AE5809">
            <w:pPr>
              <w:ind w:left="-108" w:right="-104"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01 1 00 00000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D6EF58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A8DDDC" w14:textId="77777777" w:rsidR="00AE5809" w:rsidRPr="00855E16" w:rsidRDefault="00AE5809" w:rsidP="00AE5809">
            <w:pPr>
              <w:ind w:right="-110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396 206,2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54010F" w14:textId="77777777" w:rsidR="00AE5809" w:rsidRPr="00855E16" w:rsidRDefault="00AE5809" w:rsidP="00AE5809">
            <w:pPr>
              <w:ind w:right="-74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379 554,3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B988DF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379 554,3</w:t>
            </w:r>
          </w:p>
        </w:tc>
      </w:tr>
      <w:tr w:rsidR="00AE5809" w:rsidRPr="00970BD5" w14:paraId="6ADB35A3" w14:textId="77777777" w:rsidTr="00487574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3683BB" w14:textId="77777777" w:rsidR="00AE5809" w:rsidRPr="00855E16" w:rsidRDefault="00AE5809" w:rsidP="00AE5809">
            <w:pPr>
              <w:ind w:firstLine="0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Обеспечение деятельности дошкольных учреждений на основе муниципальных заданий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68775E" w14:textId="77777777" w:rsidR="00AE5809" w:rsidRPr="00855E16" w:rsidRDefault="00AE5809" w:rsidP="00AE5809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B85A91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774B9C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9C7ED5" w14:textId="77777777" w:rsidR="00AE5809" w:rsidRPr="00855E16" w:rsidRDefault="00AE5809" w:rsidP="00AE5809">
            <w:pPr>
              <w:ind w:left="-108" w:right="-104"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01 1 01 00000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BA7F15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AA09F7" w14:textId="77777777" w:rsidR="00AE5809" w:rsidRPr="00855E16" w:rsidRDefault="00AE5809" w:rsidP="00AE5809">
            <w:pPr>
              <w:ind w:right="-110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396 206,2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4D318E" w14:textId="77777777" w:rsidR="00AE5809" w:rsidRPr="00855E16" w:rsidRDefault="00AE5809" w:rsidP="00AE5809">
            <w:pPr>
              <w:ind w:right="-74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379 554,3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72F2D9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379 554,3</w:t>
            </w:r>
          </w:p>
        </w:tc>
      </w:tr>
      <w:tr w:rsidR="00AE5809" w:rsidRPr="00970BD5" w14:paraId="5C784ADB" w14:textId="77777777" w:rsidTr="00487574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A5A101" w14:textId="77777777" w:rsidR="00AE5809" w:rsidRPr="00855E16" w:rsidRDefault="00AE5809" w:rsidP="00AE5809">
            <w:pPr>
              <w:ind w:firstLine="0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Расходы на обеспечение деятельности муниципальных дошкольных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1E87B1" w14:textId="77777777" w:rsidR="00AE5809" w:rsidRPr="00855E16" w:rsidRDefault="00AE5809" w:rsidP="00AE5809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487388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850745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74940A" w14:textId="77777777" w:rsidR="00AE5809" w:rsidRPr="00855E16" w:rsidRDefault="00AE5809" w:rsidP="00AE5809">
            <w:pPr>
              <w:ind w:left="-108" w:right="-104"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01 1 01 20590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6049C0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FA505A" w14:textId="77777777" w:rsidR="00AE5809" w:rsidRPr="00855E16" w:rsidRDefault="00AE5809" w:rsidP="00AE5809">
            <w:pPr>
              <w:tabs>
                <w:tab w:val="left" w:pos="946"/>
              </w:tabs>
              <w:ind w:left="-78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118 657,8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E93B13" w14:textId="77777777" w:rsidR="00AE5809" w:rsidRPr="00855E16" w:rsidRDefault="00AE5809" w:rsidP="00AE5809">
            <w:pPr>
              <w:ind w:hanging="114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110 832,7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8C3273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110 832,7</w:t>
            </w:r>
          </w:p>
        </w:tc>
      </w:tr>
      <w:tr w:rsidR="00AE5809" w:rsidRPr="00970BD5" w14:paraId="7ACB5757" w14:textId="77777777" w:rsidTr="00487574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DC8EAD" w14:textId="77777777" w:rsidR="00AE5809" w:rsidRPr="00855E16" w:rsidRDefault="00AE5809" w:rsidP="00AE5809">
            <w:pPr>
              <w:ind w:firstLine="0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5A3187" w14:textId="77777777" w:rsidR="00AE5809" w:rsidRPr="00855E16" w:rsidRDefault="00AE5809" w:rsidP="00AE5809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2AE81A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170209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B6163F" w14:textId="77777777" w:rsidR="00AE5809" w:rsidRPr="00855E16" w:rsidRDefault="00AE5809" w:rsidP="00AE5809">
            <w:pPr>
              <w:ind w:left="-108" w:right="-104"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01 1 01 20590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8035D7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600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9E79D6" w14:textId="77777777" w:rsidR="00AE5809" w:rsidRPr="00855E16" w:rsidRDefault="00AE5809" w:rsidP="00AE5809">
            <w:pPr>
              <w:ind w:right="-110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118 657,8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B4BC9E" w14:textId="77777777" w:rsidR="00AE5809" w:rsidRPr="00855E16" w:rsidRDefault="00AE5809" w:rsidP="00AE5809">
            <w:pPr>
              <w:ind w:hanging="114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110 832,7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B4C3E0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110 832,7</w:t>
            </w:r>
          </w:p>
        </w:tc>
      </w:tr>
      <w:tr w:rsidR="00AE5809" w:rsidRPr="00970BD5" w14:paraId="7A13B420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E2A52E" w14:textId="77777777" w:rsidR="00AE5809" w:rsidRPr="00855E16" w:rsidRDefault="00AE5809" w:rsidP="00AE5809">
            <w:pPr>
              <w:ind w:right="-108" w:firstLine="0"/>
              <w:rPr>
                <w:b/>
                <w:bCs/>
                <w:sz w:val="24"/>
                <w:szCs w:val="24"/>
                <w:highlight w:val="yellow"/>
              </w:rPr>
            </w:pPr>
            <w:r w:rsidRPr="00855E16">
              <w:rPr>
                <w:color w:val="000000"/>
                <w:sz w:val="24"/>
                <w:szCs w:val="24"/>
              </w:rPr>
              <w:t>Расходы на исполнение полномочий по финансовому обеспечению осуществления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E7CA39" w14:textId="77777777" w:rsidR="00AE5809" w:rsidRPr="00855E16" w:rsidRDefault="00AE5809" w:rsidP="00AE5809">
            <w:pPr>
              <w:ind w:firstLine="0"/>
              <w:rPr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45D7DB" w14:textId="77777777" w:rsidR="00AE5809" w:rsidRPr="00855E16" w:rsidRDefault="00AE5809" w:rsidP="00AE5809">
            <w:pPr>
              <w:ind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76BCA7" w14:textId="77777777" w:rsidR="00AE5809" w:rsidRPr="00855E16" w:rsidRDefault="00AE5809" w:rsidP="00AE5809">
            <w:pPr>
              <w:ind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30598B" w14:textId="77777777" w:rsidR="00AE5809" w:rsidRPr="00855E16" w:rsidRDefault="00AE5809" w:rsidP="00AE5809">
            <w:pPr>
              <w:ind w:left="-108" w:right="-108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01 1 01 73170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E7DB2D" w14:textId="77777777" w:rsidR="00AE5809" w:rsidRPr="00855E16" w:rsidRDefault="00AE5809" w:rsidP="00AE5809">
            <w:pPr>
              <w:ind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D0113C" w14:textId="77777777" w:rsidR="00AE5809" w:rsidRPr="00855E16" w:rsidRDefault="00AE5809" w:rsidP="00AE5809">
            <w:pPr>
              <w:ind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1 440,9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31F401" w14:textId="77777777" w:rsidR="00AE5809" w:rsidRPr="00855E16" w:rsidRDefault="00AE5809" w:rsidP="00AE5809">
            <w:pPr>
              <w:ind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2 117,6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6A8F9A" w14:textId="77777777" w:rsidR="00AE5809" w:rsidRPr="00855E16" w:rsidRDefault="00AE5809" w:rsidP="00AE5809">
            <w:pPr>
              <w:ind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2 117,6</w:t>
            </w:r>
          </w:p>
        </w:tc>
      </w:tr>
      <w:tr w:rsidR="00AE5809" w:rsidRPr="00970BD5" w14:paraId="60AFDC36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F21DC5" w14:textId="77777777" w:rsidR="00AE5809" w:rsidRPr="00855E16" w:rsidRDefault="00AE5809" w:rsidP="00AE5809">
            <w:pPr>
              <w:ind w:right="-108" w:firstLine="0"/>
              <w:rPr>
                <w:b/>
                <w:bCs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6CE901" w14:textId="77777777" w:rsidR="00AE5809" w:rsidRPr="00855E16" w:rsidRDefault="00AE5809" w:rsidP="00AE5809">
            <w:pPr>
              <w:ind w:firstLine="0"/>
              <w:rPr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33AE6B" w14:textId="77777777" w:rsidR="00AE5809" w:rsidRPr="00855E16" w:rsidRDefault="00AE5809" w:rsidP="00AE5809">
            <w:pPr>
              <w:ind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B71DA9" w14:textId="77777777" w:rsidR="00AE5809" w:rsidRPr="00855E16" w:rsidRDefault="00AE5809" w:rsidP="00AE5809">
            <w:pPr>
              <w:ind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F98741" w14:textId="77777777" w:rsidR="00AE5809" w:rsidRPr="00855E16" w:rsidRDefault="00AE5809" w:rsidP="00AE5809">
            <w:pPr>
              <w:ind w:left="-108" w:right="-108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01 1 01 73170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C69E8F" w14:textId="77777777" w:rsidR="00AE5809" w:rsidRPr="00855E16" w:rsidRDefault="00AE5809" w:rsidP="00AE5809">
            <w:pPr>
              <w:ind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600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BD9489" w14:textId="77777777" w:rsidR="00AE5809" w:rsidRPr="00855E16" w:rsidRDefault="00AE5809" w:rsidP="00AE5809">
            <w:pPr>
              <w:ind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1 440,9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F83BA3" w14:textId="77777777" w:rsidR="00AE5809" w:rsidRPr="00855E16" w:rsidRDefault="00AE5809" w:rsidP="00AE5809">
            <w:pPr>
              <w:ind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2 117,6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14BD53" w14:textId="77777777" w:rsidR="00AE5809" w:rsidRPr="00855E16" w:rsidRDefault="00AE5809" w:rsidP="00AE5809">
            <w:pPr>
              <w:ind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2 117,6</w:t>
            </w:r>
          </w:p>
        </w:tc>
      </w:tr>
      <w:tr w:rsidR="00AE5809" w:rsidRPr="00970BD5" w14:paraId="1CB1A00F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9FF342" w14:textId="77777777" w:rsidR="00AE5809" w:rsidRPr="00855E16" w:rsidRDefault="00AE5809" w:rsidP="00AE5809">
            <w:pPr>
              <w:ind w:right="-108" w:firstLine="0"/>
              <w:rPr>
                <w:b/>
                <w:bCs/>
                <w:sz w:val="24"/>
                <w:szCs w:val="24"/>
                <w:highlight w:val="yellow"/>
              </w:rPr>
            </w:pPr>
            <w:r w:rsidRPr="00855E16">
              <w:rPr>
                <w:color w:val="000000"/>
                <w:sz w:val="24"/>
                <w:szCs w:val="24"/>
              </w:rPr>
              <w:t>Расходы на исполнение полномочий в сфере общего образования в муниципальных дошкольных 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441D8A" w14:textId="77777777" w:rsidR="00AE5809" w:rsidRPr="00855E16" w:rsidRDefault="00AE5809" w:rsidP="00AE5809">
            <w:pPr>
              <w:ind w:firstLine="0"/>
              <w:rPr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2E2CEB" w14:textId="77777777" w:rsidR="00AE5809" w:rsidRPr="00855E16" w:rsidRDefault="00AE5809" w:rsidP="00AE5809">
            <w:pPr>
              <w:ind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7E21E4" w14:textId="77777777" w:rsidR="00AE5809" w:rsidRPr="00855E16" w:rsidRDefault="00AE5809" w:rsidP="00AE5809">
            <w:pPr>
              <w:ind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E6FEAC" w14:textId="77777777" w:rsidR="00AE5809" w:rsidRPr="00855E16" w:rsidRDefault="00AE5809" w:rsidP="00AE5809">
            <w:pPr>
              <w:ind w:left="-108" w:right="-108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01 1 01 73080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C4D3F8" w14:textId="77777777" w:rsidR="00AE5809" w:rsidRPr="00855E16" w:rsidRDefault="00AE5809" w:rsidP="00AE5809">
            <w:pPr>
              <w:ind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048F83" w14:textId="77777777" w:rsidR="00AE5809" w:rsidRPr="00855E16" w:rsidRDefault="00AE5809" w:rsidP="00AE5809">
            <w:pPr>
              <w:ind w:hanging="78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272 307,5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0253D5" w14:textId="77777777" w:rsidR="00AE5809" w:rsidRPr="00855E16" w:rsidRDefault="00AE5809" w:rsidP="00AE5809">
            <w:pPr>
              <w:ind w:hanging="114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266 604,0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56D18C" w14:textId="77777777" w:rsidR="00AE5809" w:rsidRPr="00855E16" w:rsidRDefault="00AE5809" w:rsidP="00AE5809">
            <w:pPr>
              <w:ind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266 604,0</w:t>
            </w:r>
          </w:p>
        </w:tc>
      </w:tr>
      <w:tr w:rsidR="00AE5809" w:rsidRPr="00970BD5" w14:paraId="6981BBE3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5632C2" w14:textId="77777777" w:rsidR="00AE5809" w:rsidRPr="00855E16" w:rsidRDefault="00AE5809" w:rsidP="00AE5809">
            <w:pPr>
              <w:ind w:right="-108" w:firstLine="0"/>
              <w:rPr>
                <w:b/>
                <w:bCs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E62CD5" w14:textId="77777777" w:rsidR="00AE5809" w:rsidRPr="00855E16" w:rsidRDefault="00AE5809" w:rsidP="00AE5809">
            <w:pPr>
              <w:ind w:firstLine="0"/>
              <w:rPr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52BC33" w14:textId="77777777" w:rsidR="00AE5809" w:rsidRPr="00855E16" w:rsidRDefault="00AE5809" w:rsidP="00AE5809">
            <w:pPr>
              <w:ind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0ABBAD" w14:textId="77777777" w:rsidR="00AE5809" w:rsidRPr="00855E16" w:rsidRDefault="00AE5809" w:rsidP="00AE5809">
            <w:pPr>
              <w:ind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CEE32B" w14:textId="77777777" w:rsidR="00AE5809" w:rsidRPr="00855E16" w:rsidRDefault="00AE5809" w:rsidP="00AE5809">
            <w:pPr>
              <w:ind w:left="-108" w:right="-108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01 1 01 73080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EDC443" w14:textId="77777777" w:rsidR="00AE5809" w:rsidRPr="00855E16" w:rsidRDefault="00AE5809" w:rsidP="00AE5809">
            <w:pPr>
              <w:ind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600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8EF76F" w14:textId="77777777" w:rsidR="00AE5809" w:rsidRPr="00855E16" w:rsidRDefault="00AE5809" w:rsidP="00AE5809">
            <w:pPr>
              <w:ind w:hanging="78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272 307,5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B746E6" w14:textId="77777777" w:rsidR="00AE5809" w:rsidRPr="00855E16" w:rsidRDefault="00AE5809" w:rsidP="00AE5809">
            <w:pPr>
              <w:ind w:hanging="114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266 604,0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27BCC6" w14:textId="77777777" w:rsidR="00AE5809" w:rsidRPr="00855E16" w:rsidRDefault="00AE5809" w:rsidP="00AE5809">
            <w:pPr>
              <w:ind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266 604,0</w:t>
            </w:r>
          </w:p>
        </w:tc>
      </w:tr>
      <w:tr w:rsidR="00AE5809" w:rsidRPr="00970BD5" w14:paraId="7AEAFC17" w14:textId="77777777" w:rsidTr="00487574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11EA01" w14:textId="77777777" w:rsidR="00AE5809" w:rsidRPr="00855E16" w:rsidRDefault="00AE5809" w:rsidP="00AE5809">
            <w:pPr>
              <w:ind w:right="-108" w:firstLine="0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 xml:space="preserve">Подпрограмма «Укрепление материально-технической базы образовательных учреждений»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4AE97B" w14:textId="77777777" w:rsidR="00AE5809" w:rsidRPr="00855E16" w:rsidRDefault="00AE5809" w:rsidP="00AE5809">
            <w:pPr>
              <w:ind w:firstLine="0"/>
              <w:rPr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EBC13E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612BCA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D983B3" w14:textId="77777777" w:rsidR="00AE5809" w:rsidRPr="00855E16" w:rsidRDefault="00AE5809" w:rsidP="00AE5809">
            <w:pPr>
              <w:ind w:left="-108" w:right="-108"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01 5 00 00000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9E6763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F10705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85 435,1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A744A6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2 797,5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017B7B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3 845,8</w:t>
            </w:r>
          </w:p>
        </w:tc>
      </w:tr>
      <w:tr w:rsidR="00AE5809" w:rsidRPr="00970BD5" w14:paraId="01201DF9" w14:textId="77777777" w:rsidTr="00487574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D5F977" w14:textId="77777777" w:rsidR="00AE5809" w:rsidRPr="00855E16" w:rsidRDefault="00AE5809" w:rsidP="001361E5">
            <w:pPr>
              <w:ind w:right="-108" w:firstLine="0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Укрепление материально- технической базы подведомственных образовательных учреждений, подготовка к новому учебному году, капитальный и текущий ремонты, аварийные работы, работы по повышению антитеррористической защищенности ОУ, разработка и корректировка проектно-сметной документации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D00E7D" w14:textId="77777777" w:rsidR="00AE5809" w:rsidRPr="00855E16" w:rsidRDefault="00AE5809" w:rsidP="00AE5809">
            <w:pPr>
              <w:ind w:firstLine="0"/>
              <w:rPr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C8BD74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19087F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67C58E" w14:textId="77777777" w:rsidR="00AE5809" w:rsidRPr="00855E16" w:rsidRDefault="00AE5809" w:rsidP="00AE5809">
            <w:pPr>
              <w:ind w:left="-108" w:right="-108"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01 5 01 00000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12B51F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BB4C9D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15 574,2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770186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2 797,5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822708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3 845,8</w:t>
            </w:r>
          </w:p>
        </w:tc>
      </w:tr>
      <w:tr w:rsidR="00AE5809" w:rsidRPr="00970BD5" w14:paraId="398B344D" w14:textId="77777777" w:rsidTr="00487574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2A988C" w14:textId="77777777" w:rsidR="00AE5809" w:rsidRPr="00855E16" w:rsidRDefault="00AE5809" w:rsidP="00AE5809">
            <w:pPr>
              <w:ind w:right="-108" w:firstLine="0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Расходы на укрепление материально-</w:t>
            </w:r>
            <w:r w:rsidRPr="00855E16">
              <w:rPr>
                <w:sz w:val="24"/>
                <w:szCs w:val="24"/>
              </w:rPr>
              <w:lastRenderedPageBreak/>
              <w:t>технической базы учреждений образования за счет средств фонда на поддержку территорий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2B0A74" w14:textId="77777777" w:rsidR="00AE5809" w:rsidRPr="00855E16" w:rsidRDefault="00AE5809" w:rsidP="00AE5809">
            <w:pPr>
              <w:ind w:firstLine="0"/>
              <w:rPr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3CD00A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060FE9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9D364A" w14:textId="77777777" w:rsidR="00AE5809" w:rsidRPr="00855E16" w:rsidRDefault="00AE5809" w:rsidP="00AE5809">
            <w:pPr>
              <w:ind w:left="-108" w:right="-108"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01 5 01 22000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3863CA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590AFB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253,5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072DC7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0,0 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740906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0,0 </w:t>
            </w:r>
          </w:p>
        </w:tc>
      </w:tr>
      <w:tr w:rsidR="00AE5809" w:rsidRPr="00970BD5" w14:paraId="5630431D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623109" w14:textId="77777777" w:rsidR="00AE5809" w:rsidRPr="00855E16" w:rsidRDefault="00AE5809" w:rsidP="00AE5809">
            <w:pPr>
              <w:ind w:right="-108" w:firstLine="0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FFEF8D" w14:textId="77777777" w:rsidR="00AE5809" w:rsidRPr="00855E16" w:rsidRDefault="00AE5809" w:rsidP="00AE5809">
            <w:pPr>
              <w:ind w:firstLine="0"/>
              <w:rPr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95C06C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03E507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75DF55" w14:textId="77777777" w:rsidR="00AE5809" w:rsidRPr="00855E16" w:rsidRDefault="00AE5809" w:rsidP="00AE5809">
            <w:pPr>
              <w:ind w:left="-108" w:right="-108"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01 5 01 22000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05BD03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600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30F39B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253,5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FE6124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0,0 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E18822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0,0 </w:t>
            </w:r>
          </w:p>
        </w:tc>
      </w:tr>
      <w:tr w:rsidR="00AE5809" w:rsidRPr="00970BD5" w14:paraId="556CD051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8B834F" w14:textId="77777777" w:rsidR="00AE5809" w:rsidRPr="00855E16" w:rsidRDefault="00AE5809" w:rsidP="00AE5809">
            <w:pPr>
              <w:ind w:right="-108" w:firstLine="0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Расходы на проведение капитального и текущего ремонтов муниципальных образовательных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392406" w14:textId="77777777" w:rsidR="00AE5809" w:rsidRPr="00855E16" w:rsidRDefault="00AE5809" w:rsidP="00AE5809">
            <w:pPr>
              <w:ind w:firstLine="0"/>
              <w:rPr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27C81A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348A0C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A0F142" w14:textId="77777777" w:rsidR="00AE5809" w:rsidRPr="00855E16" w:rsidRDefault="00AE5809" w:rsidP="00AE5809">
            <w:pPr>
              <w:ind w:left="-108" w:right="-108"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01 5 01 25020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545768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A9EFDE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8 102,9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64159A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9D9BBF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0,0</w:t>
            </w:r>
          </w:p>
        </w:tc>
      </w:tr>
      <w:tr w:rsidR="00AE5809" w:rsidRPr="00970BD5" w14:paraId="7EF3F347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809CC6" w14:textId="77777777" w:rsidR="00AE5809" w:rsidRPr="00855E16" w:rsidRDefault="00AE5809" w:rsidP="00AE5809">
            <w:pPr>
              <w:ind w:right="-108" w:firstLine="0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0B409B" w14:textId="77777777" w:rsidR="00AE5809" w:rsidRPr="00855E16" w:rsidRDefault="00AE5809" w:rsidP="00AE5809">
            <w:pPr>
              <w:ind w:firstLine="0"/>
              <w:rPr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BA4AA2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CDF7E8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AC2499" w14:textId="77777777" w:rsidR="00AE5809" w:rsidRPr="00855E16" w:rsidRDefault="00AE5809" w:rsidP="00AE5809">
            <w:pPr>
              <w:ind w:left="-108" w:right="-108"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01 5 01 25020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04C699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600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438ADC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8 102,9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330B5D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47C8ED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0,0</w:t>
            </w:r>
          </w:p>
        </w:tc>
      </w:tr>
      <w:tr w:rsidR="00AE5809" w:rsidRPr="00970BD5" w14:paraId="579DF45B" w14:textId="77777777" w:rsidTr="00487574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C8DA0F" w14:textId="77777777" w:rsidR="00AE5809" w:rsidRPr="00855E16" w:rsidRDefault="00AE5809" w:rsidP="001361E5">
            <w:pPr>
              <w:ind w:firstLine="0"/>
              <w:rPr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 xml:space="preserve">Подпрограмма </w:t>
            </w:r>
            <w:r w:rsidR="001361E5">
              <w:rPr>
                <w:b/>
                <w:bCs/>
                <w:sz w:val="24"/>
                <w:szCs w:val="24"/>
              </w:rPr>
              <w:t>«</w:t>
            </w:r>
            <w:r w:rsidRPr="00855E16">
              <w:rPr>
                <w:b/>
                <w:bCs/>
                <w:sz w:val="24"/>
                <w:szCs w:val="24"/>
              </w:rPr>
              <w:t>Обеспечение пожарной безопасности образовательных учреждений</w:t>
            </w:r>
            <w:r w:rsidR="001361E5">
              <w:rPr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62679D" w14:textId="77777777" w:rsidR="00AE5809" w:rsidRPr="00855E16" w:rsidRDefault="00AE5809" w:rsidP="00AE5809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2DB6BE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C88685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DD5A96" w14:textId="77777777" w:rsidR="00AE5809" w:rsidRPr="00855E16" w:rsidRDefault="00AE5809" w:rsidP="00AE5809">
            <w:pPr>
              <w:ind w:left="-108" w:right="-104"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01 6 00 00000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E8DDCB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91A284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109,3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147FD6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792570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0,0</w:t>
            </w:r>
          </w:p>
        </w:tc>
      </w:tr>
      <w:tr w:rsidR="00AE5809" w:rsidRPr="00970BD5" w14:paraId="42061FEE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B42983" w14:textId="77777777" w:rsidR="00AE5809" w:rsidRPr="00855E16" w:rsidRDefault="00AE5809" w:rsidP="00AE5809">
            <w:pPr>
              <w:ind w:firstLine="0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Проведение работ в образовательных организациях, направленных на повышение уровня пожарной безопасности учреждений образования, выполнение предписаний Госпожнадзора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A97A5A" w14:textId="77777777" w:rsidR="00AE5809" w:rsidRPr="00855E16" w:rsidRDefault="00AE5809" w:rsidP="00AE5809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C7C0E3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3F9769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A073E7" w14:textId="77777777" w:rsidR="00AE5809" w:rsidRPr="00855E16" w:rsidRDefault="00AE5809" w:rsidP="00AE5809">
            <w:pPr>
              <w:ind w:left="-108" w:right="-104"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01 6 01 00000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8B602C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F5708B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109,3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EB684C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0D29B8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0,0</w:t>
            </w:r>
          </w:p>
        </w:tc>
      </w:tr>
      <w:tr w:rsidR="00AE5809" w:rsidRPr="00970BD5" w14:paraId="1441F4B8" w14:textId="77777777" w:rsidTr="00487574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03CE1F" w14:textId="77777777" w:rsidR="00AE5809" w:rsidRPr="00855E16" w:rsidRDefault="00AE5809" w:rsidP="00AE5809">
            <w:pPr>
              <w:ind w:firstLine="0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 xml:space="preserve">Расходы на укрепление пожарной безопасности муниципальных </w:t>
            </w:r>
            <w:r w:rsidRPr="00855E16">
              <w:rPr>
                <w:sz w:val="24"/>
                <w:szCs w:val="24"/>
              </w:rPr>
              <w:lastRenderedPageBreak/>
              <w:t>образовательных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073AE1" w14:textId="77777777" w:rsidR="00AE5809" w:rsidRPr="00855E16" w:rsidRDefault="00AE5809" w:rsidP="00AE5809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6A8563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8BD861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F8E647" w14:textId="77777777" w:rsidR="00AE5809" w:rsidRPr="00855E16" w:rsidRDefault="00AE5809" w:rsidP="00AE5809">
            <w:pPr>
              <w:ind w:left="-108" w:right="-104"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01 6 01 25020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A71CA4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029A2C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109,3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E12E40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B823CB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0,0</w:t>
            </w:r>
          </w:p>
        </w:tc>
      </w:tr>
      <w:tr w:rsidR="00AE5809" w:rsidRPr="00970BD5" w14:paraId="74179C15" w14:textId="77777777" w:rsidTr="00487574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5605BE" w14:textId="77777777" w:rsidR="00AE5809" w:rsidRPr="00855E16" w:rsidRDefault="00AE5809" w:rsidP="00AE5809">
            <w:pPr>
              <w:ind w:firstLine="0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272E21" w14:textId="77777777" w:rsidR="00AE5809" w:rsidRPr="00855E16" w:rsidRDefault="00AE5809" w:rsidP="00AE5809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21753E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9B8969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F382B3" w14:textId="77777777" w:rsidR="00AE5809" w:rsidRPr="00855E16" w:rsidRDefault="00AE5809" w:rsidP="00AE5809">
            <w:pPr>
              <w:ind w:left="-108" w:right="-104"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01 6 01 25020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E9C2C1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600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E122A7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109,3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FB57E1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672C34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0,0</w:t>
            </w:r>
          </w:p>
        </w:tc>
      </w:tr>
      <w:tr w:rsidR="00AE5809" w:rsidRPr="00970BD5" w14:paraId="66A6DA53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CBBFA0" w14:textId="77777777" w:rsidR="00AE5809" w:rsidRPr="00855E16" w:rsidRDefault="00AE5809" w:rsidP="001361E5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 xml:space="preserve">Подпрограмма </w:t>
            </w:r>
            <w:r w:rsidR="001361E5">
              <w:rPr>
                <w:sz w:val="24"/>
                <w:szCs w:val="24"/>
              </w:rPr>
              <w:t>«</w:t>
            </w:r>
            <w:r w:rsidRPr="00855E16">
              <w:rPr>
                <w:sz w:val="24"/>
                <w:szCs w:val="24"/>
              </w:rPr>
              <w:t>Энергосбережение и повышение энергетической эффективности образовательных учреждений</w:t>
            </w:r>
            <w:r w:rsidR="001361E5"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83297A" w14:textId="77777777" w:rsidR="00AE5809" w:rsidRPr="00855E16" w:rsidRDefault="00AE5809" w:rsidP="00AE5809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DB0AAF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359B7D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9AE1ED" w14:textId="77777777" w:rsidR="00AE5809" w:rsidRPr="00855E16" w:rsidRDefault="00AE5809" w:rsidP="00AE5809">
            <w:pPr>
              <w:ind w:left="-108" w:right="-104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01 9 00 00000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DA37EE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A0A8CF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1 000,0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78F713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AB60A1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0,0</w:t>
            </w:r>
          </w:p>
        </w:tc>
      </w:tr>
      <w:tr w:rsidR="00AE5809" w:rsidRPr="00970BD5" w14:paraId="0630934B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129A30" w14:textId="77777777" w:rsidR="00AE5809" w:rsidRPr="00855E16" w:rsidRDefault="00AE5809" w:rsidP="00AE5809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Реконструкция систем внутреннего и наружного освещения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B1FCD4" w14:textId="77777777" w:rsidR="00AE5809" w:rsidRPr="00855E16" w:rsidRDefault="00AE5809" w:rsidP="00AE5809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3D1F3E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E45946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41C4C6" w14:textId="77777777" w:rsidR="00AE5809" w:rsidRPr="00855E16" w:rsidRDefault="00AE5809" w:rsidP="00AE5809">
            <w:pPr>
              <w:ind w:left="-108" w:right="-104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01 9 01 00000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269A73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00024B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1 000,0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64F340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D4CFB1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0,0</w:t>
            </w:r>
          </w:p>
        </w:tc>
      </w:tr>
      <w:tr w:rsidR="00AE5809" w:rsidRPr="00970BD5" w14:paraId="6D4DD2D1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8F5D7F" w14:textId="77777777" w:rsidR="00AE5809" w:rsidRPr="00855E16" w:rsidRDefault="00AE5809" w:rsidP="00AE5809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Расходы на проведение мероприятий, направленных на энергосбережение и повышение энергетической эффективности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027BEB" w14:textId="77777777" w:rsidR="00AE5809" w:rsidRPr="00855E16" w:rsidRDefault="00AE5809" w:rsidP="00AE5809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58DBB5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F199D4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A72324" w14:textId="77777777" w:rsidR="00AE5809" w:rsidRPr="00855E16" w:rsidRDefault="00AE5809" w:rsidP="00AE5809">
            <w:pPr>
              <w:ind w:left="-108" w:right="-104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01 9 01 25020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FC2712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73B548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1 000,0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FE5989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BD9018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0,0</w:t>
            </w:r>
          </w:p>
        </w:tc>
      </w:tr>
      <w:tr w:rsidR="00AE5809" w:rsidRPr="00970BD5" w14:paraId="7B912BBA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9D94A2" w14:textId="77777777" w:rsidR="00AE5809" w:rsidRPr="00855E16" w:rsidRDefault="00AE5809" w:rsidP="00AE5809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5BFCAC" w14:textId="77777777" w:rsidR="00AE5809" w:rsidRPr="00855E16" w:rsidRDefault="00AE5809" w:rsidP="00AE5809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F90297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E525DD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EA4769" w14:textId="77777777" w:rsidR="00AE5809" w:rsidRPr="00855E16" w:rsidRDefault="00AE5809" w:rsidP="00AE5809">
            <w:pPr>
              <w:ind w:left="-108" w:right="-104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01 9 01 25020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C23C7F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600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979433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1 000,0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1D4DFB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456DC6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0,0</w:t>
            </w:r>
          </w:p>
        </w:tc>
      </w:tr>
      <w:tr w:rsidR="00AE5809" w:rsidRPr="00970BD5" w14:paraId="3331837A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4786DE" w14:textId="77777777" w:rsidR="00AE5809" w:rsidRPr="00855E16" w:rsidRDefault="00AE5809" w:rsidP="00AE5809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>Общее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0DB5B5" w14:textId="77777777" w:rsidR="00AE5809" w:rsidRPr="00855E16" w:rsidRDefault="00AE5809" w:rsidP="00AE5809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00D065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47A543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9BA47A" w14:textId="77777777" w:rsidR="00AE5809" w:rsidRPr="00855E16" w:rsidRDefault="00AE5809" w:rsidP="00AE5809">
            <w:pPr>
              <w:ind w:left="-108" w:right="-104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01AB72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1B1290" w14:textId="77777777" w:rsidR="00AE5809" w:rsidRPr="00855E16" w:rsidRDefault="00AE5809" w:rsidP="00AE5809">
            <w:pPr>
              <w:ind w:hanging="78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>648 973,4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A3EDE4" w14:textId="77777777" w:rsidR="00AE5809" w:rsidRPr="00855E16" w:rsidRDefault="00AE5809" w:rsidP="00AE5809">
            <w:pPr>
              <w:ind w:hanging="114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>706 364,2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E9F38F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>603 276,4</w:t>
            </w:r>
          </w:p>
        </w:tc>
      </w:tr>
      <w:tr w:rsidR="00AE5809" w:rsidRPr="00970BD5" w14:paraId="636D83A6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8DA096" w14:textId="77777777" w:rsidR="00AE5809" w:rsidRPr="00855E16" w:rsidRDefault="00AE5809" w:rsidP="00AE5809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color w:val="000000"/>
                <w:sz w:val="24"/>
                <w:szCs w:val="24"/>
              </w:rPr>
              <w:t>Муниципальная программа «Развитие образования Балахнинского муниципального округа»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5655FD" w14:textId="77777777" w:rsidR="00AE5809" w:rsidRPr="00855E16" w:rsidRDefault="00AE5809" w:rsidP="00AE5809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2D86EE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9E1EE5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140724" w14:textId="77777777" w:rsidR="00AE5809" w:rsidRPr="00855E16" w:rsidRDefault="00AE5809" w:rsidP="00AE5809">
            <w:pPr>
              <w:ind w:left="-108" w:right="-104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62C2A5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D23A96" w14:textId="77777777" w:rsidR="00AE5809" w:rsidRPr="00855E16" w:rsidRDefault="00AE5809" w:rsidP="00AE5809">
            <w:pPr>
              <w:ind w:right="-108" w:hanging="79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648 171,5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1E7611" w14:textId="77777777" w:rsidR="00AE5809" w:rsidRPr="00855E16" w:rsidRDefault="00AE5809" w:rsidP="00AE5809">
            <w:pPr>
              <w:ind w:right="-79" w:hanging="108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706 364,2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A44165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603 276,4</w:t>
            </w:r>
          </w:p>
        </w:tc>
      </w:tr>
      <w:tr w:rsidR="00AE5809" w:rsidRPr="00970BD5" w14:paraId="229182C0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606DD7" w14:textId="77777777" w:rsidR="00AE5809" w:rsidRPr="00855E16" w:rsidRDefault="00AE5809" w:rsidP="00AE5809">
            <w:pPr>
              <w:ind w:firstLine="0"/>
              <w:rPr>
                <w:b/>
                <w:bCs/>
                <w:sz w:val="24"/>
                <w:szCs w:val="24"/>
                <w:highlight w:val="yellow"/>
              </w:rPr>
            </w:pPr>
            <w:r w:rsidRPr="00855E16">
              <w:rPr>
                <w:color w:val="000000"/>
                <w:sz w:val="24"/>
                <w:szCs w:val="24"/>
              </w:rPr>
              <w:t xml:space="preserve">Подпрограмма «Развитие общего образования»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62B895" w14:textId="77777777" w:rsidR="00AE5809" w:rsidRPr="00855E16" w:rsidRDefault="00AE5809" w:rsidP="00AE5809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500020" w14:textId="77777777" w:rsidR="00AE5809" w:rsidRPr="00855E16" w:rsidRDefault="00AE5809" w:rsidP="00AE5809">
            <w:pPr>
              <w:ind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2196DB" w14:textId="77777777" w:rsidR="00AE5809" w:rsidRPr="00855E16" w:rsidRDefault="00AE5809" w:rsidP="00AE5809">
            <w:pPr>
              <w:ind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A5111F" w14:textId="77777777" w:rsidR="00AE5809" w:rsidRPr="00855E16" w:rsidRDefault="00AE5809" w:rsidP="00AE5809">
            <w:pPr>
              <w:ind w:left="-108" w:right="-104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01 1 00 00000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8EA9A1" w14:textId="77777777" w:rsidR="00AE5809" w:rsidRPr="00855E16" w:rsidRDefault="00AE5809" w:rsidP="00AE5809">
            <w:pPr>
              <w:ind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0E5762" w14:textId="77777777" w:rsidR="00AE5809" w:rsidRPr="00855E16" w:rsidRDefault="00AE5809" w:rsidP="00AE5809">
            <w:pPr>
              <w:ind w:right="-108" w:hanging="79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577 135,9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3B38E5" w14:textId="77777777" w:rsidR="00AE5809" w:rsidRPr="00855E16" w:rsidRDefault="00AE5809" w:rsidP="00AE5809">
            <w:pPr>
              <w:ind w:hanging="114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571 221,9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02916A" w14:textId="77777777" w:rsidR="00AE5809" w:rsidRPr="00855E16" w:rsidRDefault="00AE5809" w:rsidP="00AE5809">
            <w:pPr>
              <w:ind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571 221,9</w:t>
            </w:r>
          </w:p>
        </w:tc>
      </w:tr>
      <w:tr w:rsidR="00AE5809" w:rsidRPr="00970BD5" w14:paraId="36EA5E3C" w14:textId="77777777" w:rsidTr="00487574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51C12A" w14:textId="77777777" w:rsidR="00AE5809" w:rsidRPr="00855E16" w:rsidRDefault="00AE5809" w:rsidP="00AE5809">
            <w:pPr>
              <w:ind w:firstLine="0"/>
              <w:rPr>
                <w:b/>
                <w:bCs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 xml:space="preserve">Обеспечение деятельности общеобразовательных </w:t>
            </w:r>
            <w:r w:rsidRPr="00855E16">
              <w:rPr>
                <w:sz w:val="24"/>
                <w:szCs w:val="24"/>
              </w:rPr>
              <w:lastRenderedPageBreak/>
              <w:t xml:space="preserve">учреждений на основе муниципальных заданий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6C31B0" w14:textId="77777777" w:rsidR="00AE5809" w:rsidRPr="00855E16" w:rsidRDefault="00AE5809" w:rsidP="00AE5809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BB0713" w14:textId="77777777" w:rsidR="00AE5809" w:rsidRPr="00855E16" w:rsidRDefault="00AE5809" w:rsidP="00AE5809">
            <w:pPr>
              <w:ind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0B5172" w14:textId="77777777" w:rsidR="00AE5809" w:rsidRPr="00855E16" w:rsidRDefault="00AE5809" w:rsidP="00AE5809">
            <w:pPr>
              <w:ind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4071D5" w14:textId="77777777" w:rsidR="00AE5809" w:rsidRPr="00855E16" w:rsidRDefault="00AE5809" w:rsidP="00AE5809">
            <w:pPr>
              <w:ind w:left="-108" w:right="-104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01 1 02 00000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5BD60A" w14:textId="77777777" w:rsidR="00AE5809" w:rsidRPr="00855E16" w:rsidRDefault="00AE5809" w:rsidP="00AE5809">
            <w:pPr>
              <w:ind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2F196C" w14:textId="77777777" w:rsidR="00AE5809" w:rsidRPr="00855E16" w:rsidRDefault="00AE5809" w:rsidP="00AE5809">
            <w:pPr>
              <w:ind w:hanging="78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544 371,6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EF0B45" w14:textId="77777777" w:rsidR="00AE5809" w:rsidRPr="00855E16" w:rsidRDefault="00AE5809" w:rsidP="00AE5809">
            <w:pPr>
              <w:ind w:hanging="114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541 888,3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901109" w14:textId="77777777" w:rsidR="00AE5809" w:rsidRPr="00855E16" w:rsidRDefault="00AE5809" w:rsidP="00AE5809">
            <w:pPr>
              <w:ind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541 888,3</w:t>
            </w:r>
          </w:p>
        </w:tc>
      </w:tr>
      <w:tr w:rsidR="00AE5809" w:rsidRPr="00970BD5" w14:paraId="17B05953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2E0713" w14:textId="77777777" w:rsidR="00AE5809" w:rsidRPr="00855E16" w:rsidRDefault="00AE5809" w:rsidP="00AE5809">
            <w:pPr>
              <w:ind w:firstLine="0"/>
              <w:rPr>
                <w:b/>
                <w:bCs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Расходы на обеспечение деятельности муниципальных школ начальных, неполных средних и средних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D25797" w14:textId="77777777" w:rsidR="00AE5809" w:rsidRPr="00855E16" w:rsidRDefault="00AE5809" w:rsidP="00AE5809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772714" w14:textId="77777777" w:rsidR="00AE5809" w:rsidRPr="00855E16" w:rsidRDefault="00AE5809" w:rsidP="00AE5809">
            <w:pPr>
              <w:ind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230168" w14:textId="77777777" w:rsidR="00AE5809" w:rsidRPr="00855E16" w:rsidRDefault="00AE5809" w:rsidP="00AE5809">
            <w:pPr>
              <w:ind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F9D623" w14:textId="77777777" w:rsidR="00AE5809" w:rsidRPr="00855E16" w:rsidRDefault="00AE5809" w:rsidP="00AE5809">
            <w:pPr>
              <w:ind w:left="-108" w:right="-104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01 1 02 21590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98D103" w14:textId="77777777" w:rsidR="00AE5809" w:rsidRPr="00855E16" w:rsidRDefault="00AE5809" w:rsidP="00AE5809">
            <w:pPr>
              <w:ind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9720D3" w14:textId="77777777" w:rsidR="00AE5809" w:rsidRPr="00855E16" w:rsidRDefault="00AE5809" w:rsidP="00AE5809">
            <w:pPr>
              <w:ind w:hanging="78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136 219,3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D33C75" w14:textId="77777777" w:rsidR="00AE5809" w:rsidRPr="00855E16" w:rsidRDefault="00AE5809" w:rsidP="00AE5809">
            <w:pPr>
              <w:ind w:left="-114" w:right="-74" w:firstLine="114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134 318,4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C32D5E" w14:textId="77777777" w:rsidR="00AE5809" w:rsidRPr="00855E16" w:rsidRDefault="00AE5809" w:rsidP="00AE5809">
            <w:pPr>
              <w:ind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134 318,4</w:t>
            </w:r>
          </w:p>
        </w:tc>
      </w:tr>
      <w:tr w:rsidR="00AE5809" w:rsidRPr="00970BD5" w14:paraId="7C2B2CF1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5F8763" w14:textId="77777777" w:rsidR="00AE5809" w:rsidRPr="00855E16" w:rsidRDefault="00AE5809" w:rsidP="00AE5809">
            <w:pPr>
              <w:ind w:firstLine="0"/>
              <w:rPr>
                <w:b/>
                <w:bCs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D9D0AE" w14:textId="77777777" w:rsidR="00AE5809" w:rsidRPr="00855E16" w:rsidRDefault="00AE5809" w:rsidP="00AE5809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279CBE" w14:textId="77777777" w:rsidR="00AE5809" w:rsidRPr="00855E16" w:rsidRDefault="00AE5809" w:rsidP="00AE5809">
            <w:pPr>
              <w:ind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B516B0" w14:textId="77777777" w:rsidR="00AE5809" w:rsidRPr="00855E16" w:rsidRDefault="00AE5809" w:rsidP="00AE5809">
            <w:pPr>
              <w:ind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344CD5" w14:textId="77777777" w:rsidR="00AE5809" w:rsidRPr="00855E16" w:rsidRDefault="00AE5809" w:rsidP="00AE5809">
            <w:pPr>
              <w:ind w:left="-108" w:right="-104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01 1 02 21590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745AA1" w14:textId="77777777" w:rsidR="00AE5809" w:rsidRPr="00855E16" w:rsidRDefault="00AE5809" w:rsidP="00AE5809">
            <w:pPr>
              <w:ind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600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C57E66" w14:textId="77777777" w:rsidR="00AE5809" w:rsidRPr="00855E16" w:rsidRDefault="00AE5809" w:rsidP="00AE5809">
            <w:pPr>
              <w:ind w:hanging="78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136 219,3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8ED377" w14:textId="77777777" w:rsidR="00AE5809" w:rsidRPr="00855E16" w:rsidRDefault="00AE5809" w:rsidP="00AE5809">
            <w:pPr>
              <w:ind w:right="-74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134 318,4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534FDA" w14:textId="77777777" w:rsidR="00AE5809" w:rsidRPr="00855E16" w:rsidRDefault="00AE5809" w:rsidP="00AE5809">
            <w:pPr>
              <w:ind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134 318,4</w:t>
            </w:r>
          </w:p>
        </w:tc>
      </w:tr>
      <w:tr w:rsidR="00AE5809" w:rsidRPr="00970BD5" w14:paraId="0219A8AD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681615" w14:textId="77777777" w:rsidR="00AE5809" w:rsidRPr="00855E16" w:rsidRDefault="00AE5809" w:rsidP="00AE5809">
            <w:pPr>
              <w:ind w:firstLine="0"/>
              <w:rPr>
                <w:b/>
                <w:bCs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Расходы на исполнение полномочий в сфере общего образования в муниципальных общеобразовательных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23F945" w14:textId="77777777" w:rsidR="00AE5809" w:rsidRPr="00855E16" w:rsidRDefault="00AE5809" w:rsidP="00AE5809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1EBD82" w14:textId="77777777" w:rsidR="00AE5809" w:rsidRPr="00855E16" w:rsidRDefault="00AE5809" w:rsidP="00AE5809">
            <w:pPr>
              <w:ind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58FE5D" w14:textId="77777777" w:rsidR="00AE5809" w:rsidRPr="00855E16" w:rsidRDefault="00AE5809" w:rsidP="00AE5809">
            <w:pPr>
              <w:ind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232355" w14:textId="77777777" w:rsidR="00AE5809" w:rsidRPr="00855E16" w:rsidRDefault="00AE5809" w:rsidP="00AE5809">
            <w:pPr>
              <w:ind w:left="-108" w:right="-104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01 1 02 73070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0F3CC8" w14:textId="77777777" w:rsidR="00AE5809" w:rsidRPr="00855E16" w:rsidRDefault="00AE5809" w:rsidP="00AE5809">
            <w:pPr>
              <w:ind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9BBABF" w14:textId="77777777" w:rsidR="00AE5809" w:rsidRPr="00855E16" w:rsidRDefault="00AE5809" w:rsidP="00AE5809">
            <w:pPr>
              <w:ind w:hanging="78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407 688,2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57EF0D" w14:textId="77777777" w:rsidR="00AE5809" w:rsidRPr="00855E16" w:rsidRDefault="00AE5809" w:rsidP="00AE5809">
            <w:pPr>
              <w:ind w:hanging="114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407 105,8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7AB25E" w14:textId="77777777" w:rsidR="00AE5809" w:rsidRPr="00855E16" w:rsidRDefault="00AE5809" w:rsidP="00AE5809">
            <w:pPr>
              <w:ind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407 105,8</w:t>
            </w:r>
          </w:p>
        </w:tc>
      </w:tr>
      <w:tr w:rsidR="00AE5809" w:rsidRPr="00970BD5" w14:paraId="44E9893E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68B73C" w14:textId="77777777" w:rsidR="00AE5809" w:rsidRPr="00855E16" w:rsidRDefault="00AE5809" w:rsidP="00AE5809">
            <w:pPr>
              <w:ind w:firstLine="0"/>
              <w:rPr>
                <w:b/>
                <w:bCs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4A5018" w14:textId="77777777" w:rsidR="00AE5809" w:rsidRPr="00855E16" w:rsidRDefault="00AE5809" w:rsidP="00AE5809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EF644A" w14:textId="77777777" w:rsidR="00AE5809" w:rsidRPr="00855E16" w:rsidRDefault="00AE5809" w:rsidP="00AE5809">
            <w:pPr>
              <w:ind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E72DDF" w14:textId="77777777" w:rsidR="00AE5809" w:rsidRPr="00855E16" w:rsidRDefault="00AE5809" w:rsidP="00AE5809">
            <w:pPr>
              <w:ind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D78653" w14:textId="77777777" w:rsidR="00AE5809" w:rsidRPr="00855E16" w:rsidRDefault="00AE5809" w:rsidP="00AE5809">
            <w:pPr>
              <w:ind w:left="-108" w:right="-104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01 1 02 73070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48EE79" w14:textId="77777777" w:rsidR="00AE5809" w:rsidRPr="00855E16" w:rsidRDefault="00AE5809" w:rsidP="00AE5809">
            <w:pPr>
              <w:ind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600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F18D5E" w14:textId="77777777" w:rsidR="00AE5809" w:rsidRPr="00855E16" w:rsidRDefault="00AE5809" w:rsidP="00AE5809">
            <w:pPr>
              <w:ind w:left="-78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407 688,2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C94143" w14:textId="77777777" w:rsidR="00AE5809" w:rsidRPr="00855E16" w:rsidRDefault="00AE5809" w:rsidP="00AE5809">
            <w:pPr>
              <w:ind w:hanging="114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407 105,8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D999AE" w14:textId="77777777" w:rsidR="00AE5809" w:rsidRPr="00855E16" w:rsidRDefault="00AE5809" w:rsidP="00AE5809">
            <w:pPr>
              <w:ind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407 105,8</w:t>
            </w:r>
          </w:p>
        </w:tc>
      </w:tr>
      <w:tr w:rsidR="00AE5809" w:rsidRPr="00970BD5" w14:paraId="0021A9F7" w14:textId="77777777" w:rsidTr="00487574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42F1FB" w14:textId="77777777" w:rsidR="00AE5809" w:rsidRPr="00855E16" w:rsidRDefault="00AE5809" w:rsidP="00AE5809">
            <w:pPr>
              <w:ind w:firstLine="0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 xml:space="preserve">Предоставление субсидий общеобразовательным организациям на выплату компенсации педагогическим работникам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49F795" w14:textId="77777777" w:rsidR="00AE5809" w:rsidRPr="00855E16" w:rsidRDefault="00AE5809" w:rsidP="00AE5809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AC0152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BB79BC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39FE0E" w14:textId="77777777" w:rsidR="00AE5809" w:rsidRPr="00855E16" w:rsidRDefault="00AE5809" w:rsidP="00AE5809">
            <w:pPr>
              <w:ind w:left="-108" w:right="-104"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01 1 03 00000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D45A58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9AB42A" w14:textId="77777777" w:rsidR="00AE5809" w:rsidRPr="00855E16" w:rsidRDefault="00AE5809" w:rsidP="00AE5809">
            <w:pPr>
              <w:ind w:right="-108" w:hanging="79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1 585,5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FE9310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1 135,0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5CA48D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1 135,0</w:t>
            </w:r>
          </w:p>
        </w:tc>
      </w:tr>
      <w:tr w:rsidR="00AE5809" w:rsidRPr="00970BD5" w14:paraId="72178235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821C0F" w14:textId="77777777" w:rsidR="00AE5809" w:rsidRPr="00855E16" w:rsidRDefault="00AE5809" w:rsidP="00AE5809">
            <w:pPr>
              <w:ind w:firstLine="0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 xml:space="preserve">Расходы на выплату компенсации педагогическим работникам за работу по подготовке и проведению государственной итоговой аттестации по образовательным программам </w:t>
            </w:r>
            <w:r w:rsidRPr="00855E16">
              <w:rPr>
                <w:sz w:val="24"/>
                <w:szCs w:val="24"/>
              </w:rPr>
              <w:lastRenderedPageBreak/>
              <w:t>основного общего и среднего общего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7B2F2F" w14:textId="77777777" w:rsidR="00AE5809" w:rsidRPr="00855E16" w:rsidRDefault="00AE5809" w:rsidP="00AE5809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CE0E17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FF7765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94653D" w14:textId="77777777" w:rsidR="00AE5809" w:rsidRPr="00855E16" w:rsidRDefault="00AE5809" w:rsidP="00AE5809">
            <w:pPr>
              <w:ind w:left="-108" w:right="-104"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01 1 03 73140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FC9F44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76BFD5" w14:textId="77777777" w:rsidR="00AE5809" w:rsidRPr="00855E16" w:rsidRDefault="00AE5809" w:rsidP="00AE5809">
            <w:pPr>
              <w:ind w:right="-108" w:hanging="79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1 585,5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AA16D5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1 135,0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3ADC05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1 135,0</w:t>
            </w:r>
          </w:p>
        </w:tc>
      </w:tr>
      <w:tr w:rsidR="00AE5809" w:rsidRPr="00970BD5" w14:paraId="5AD716C5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EB15A8" w14:textId="77777777" w:rsidR="00AE5809" w:rsidRPr="00855E16" w:rsidRDefault="00AE5809" w:rsidP="00AE5809">
            <w:pPr>
              <w:ind w:firstLine="0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AA7ECE" w14:textId="77777777" w:rsidR="00AE5809" w:rsidRPr="00855E16" w:rsidRDefault="00AE5809" w:rsidP="00AE5809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CFAE8D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685207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1FCB95" w14:textId="77777777" w:rsidR="00AE5809" w:rsidRPr="00855E16" w:rsidRDefault="00AE5809" w:rsidP="00AE5809">
            <w:pPr>
              <w:ind w:left="-108" w:right="-104"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01 1 03 73140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D1E253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600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E48A21" w14:textId="77777777" w:rsidR="00AE5809" w:rsidRPr="00855E16" w:rsidRDefault="00AE5809" w:rsidP="00AE5809">
            <w:pPr>
              <w:ind w:right="-108" w:hanging="79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1 585,5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93F71F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1 135,0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7C1FA6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1 135,0</w:t>
            </w:r>
          </w:p>
        </w:tc>
      </w:tr>
      <w:tr w:rsidR="00AE5809" w:rsidRPr="00970BD5" w14:paraId="50AF060F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9159E3" w14:textId="77777777" w:rsidR="00AE5809" w:rsidRPr="00855E16" w:rsidRDefault="00AE5809" w:rsidP="001361E5">
            <w:pPr>
              <w:ind w:firstLine="0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 xml:space="preserve">Федеральный проект </w:t>
            </w:r>
            <w:r w:rsidR="001361E5">
              <w:rPr>
                <w:sz w:val="24"/>
                <w:szCs w:val="24"/>
              </w:rPr>
              <w:t>«</w:t>
            </w:r>
            <w:r w:rsidRPr="00855E16">
              <w:rPr>
                <w:sz w:val="24"/>
                <w:szCs w:val="24"/>
              </w:rPr>
              <w:t>Современная школа</w:t>
            </w:r>
            <w:r w:rsidR="001361E5"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321688" w14:textId="77777777" w:rsidR="00AE5809" w:rsidRPr="00855E16" w:rsidRDefault="00AE5809" w:rsidP="00AE5809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973AAB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B2951A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0EDE44" w14:textId="77777777" w:rsidR="00AE5809" w:rsidRPr="00855E16" w:rsidRDefault="00AE5809" w:rsidP="00AE5809">
            <w:pPr>
              <w:ind w:left="-108" w:right="-104"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color w:val="000000"/>
                <w:sz w:val="24"/>
                <w:szCs w:val="24"/>
              </w:rPr>
              <w:t>01 1 E1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7185AF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226024" w14:textId="77777777" w:rsidR="00AE5809" w:rsidRPr="00855E16" w:rsidRDefault="00AE5809" w:rsidP="00AE5809">
            <w:pPr>
              <w:ind w:right="-108" w:hanging="79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color w:val="000000"/>
                <w:sz w:val="24"/>
                <w:szCs w:val="24"/>
              </w:rPr>
              <w:t>2 980,2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CF2F8C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601269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AE5809" w:rsidRPr="00970BD5" w14:paraId="0CB9FDDF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8844F7" w14:textId="77777777" w:rsidR="00AE5809" w:rsidRPr="00855E16" w:rsidRDefault="00AE5809" w:rsidP="001361E5">
            <w:pPr>
              <w:ind w:firstLine="0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 xml:space="preserve">Расходы на финансовое обеспечение деятельности центров образования цифрового и гуманитарного профилей </w:t>
            </w:r>
            <w:r w:rsidR="001361E5">
              <w:rPr>
                <w:sz w:val="24"/>
                <w:szCs w:val="24"/>
              </w:rPr>
              <w:t>«</w:t>
            </w:r>
            <w:r w:rsidRPr="00855E16">
              <w:rPr>
                <w:sz w:val="24"/>
                <w:szCs w:val="24"/>
              </w:rPr>
              <w:t>Точка роста</w:t>
            </w:r>
            <w:r w:rsidR="001361E5"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CA9791" w14:textId="77777777" w:rsidR="00AE5809" w:rsidRPr="00855E16" w:rsidRDefault="00AE5809" w:rsidP="00AE5809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25555D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48B9C3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0B33C0" w14:textId="77777777" w:rsidR="00AE5809" w:rsidRPr="00855E16" w:rsidRDefault="00AE5809" w:rsidP="00AE5809">
            <w:pPr>
              <w:ind w:left="-108" w:right="-104"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color w:val="000000"/>
                <w:sz w:val="24"/>
                <w:szCs w:val="24"/>
              </w:rPr>
              <w:t>01 1 E1 74590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CD1248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434393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color w:val="000000"/>
                <w:sz w:val="24"/>
                <w:szCs w:val="24"/>
              </w:rPr>
              <w:t>2 980,2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843C24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03ED79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AE5809" w:rsidRPr="00970BD5" w14:paraId="087312A2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4D0F5B" w14:textId="77777777" w:rsidR="00AE5809" w:rsidRPr="00855E16" w:rsidRDefault="00AE5809" w:rsidP="00AE5809">
            <w:pPr>
              <w:ind w:firstLine="0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52EA80" w14:textId="77777777" w:rsidR="00AE5809" w:rsidRPr="00855E16" w:rsidRDefault="00AE5809" w:rsidP="00AE5809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FB258A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DBEE56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530C7F" w14:textId="77777777" w:rsidR="00AE5809" w:rsidRPr="00855E16" w:rsidRDefault="00AE5809" w:rsidP="00AE5809">
            <w:pPr>
              <w:ind w:left="-108" w:right="-104"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color w:val="000000"/>
                <w:sz w:val="24"/>
                <w:szCs w:val="24"/>
              </w:rPr>
              <w:t>01 1 E1 74590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1320E7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E223AC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color w:val="000000"/>
                <w:sz w:val="24"/>
                <w:szCs w:val="24"/>
              </w:rPr>
              <w:t>2 980,2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7F4A96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5D32CF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AE5809" w:rsidRPr="00970BD5" w14:paraId="41F38B5B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9E85D3" w14:textId="77777777" w:rsidR="00AE5809" w:rsidRPr="00855E16" w:rsidRDefault="00AE5809" w:rsidP="00AE5809">
            <w:pPr>
              <w:ind w:firstLine="0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 xml:space="preserve">Подпрограмма «Укрепление материально-технической базы образовательных учреждений»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80D999" w14:textId="77777777" w:rsidR="00AE5809" w:rsidRPr="00855E16" w:rsidRDefault="00AE5809" w:rsidP="00AE5809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28BCA3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D9B55F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0FD688" w14:textId="77777777" w:rsidR="00AE5809" w:rsidRPr="00855E16" w:rsidRDefault="00AE5809" w:rsidP="00AE5809">
            <w:pPr>
              <w:ind w:left="-108" w:right="-104"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01 5 00 00000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A5CACA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6187BE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14 677,4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A14E21" w14:textId="77777777" w:rsidR="00AE5809" w:rsidRPr="00855E16" w:rsidRDefault="00AE5809" w:rsidP="00AE5809">
            <w:pPr>
              <w:ind w:hanging="114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106 163,4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3F141D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3 075,6</w:t>
            </w:r>
          </w:p>
        </w:tc>
      </w:tr>
      <w:tr w:rsidR="00AE5809" w:rsidRPr="00970BD5" w14:paraId="071C9D2D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35EE56" w14:textId="77777777" w:rsidR="00AE5809" w:rsidRPr="00855E16" w:rsidRDefault="00AE5809" w:rsidP="001361E5">
            <w:pPr>
              <w:ind w:firstLine="0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 xml:space="preserve">Укрепление материально- технической базы подведомственных образовательных учреждений, подготовка к новому учебному году, капитальный и текущий ремонты, аварийные работы, работы по повышению </w:t>
            </w:r>
            <w:r w:rsidRPr="00855E16">
              <w:rPr>
                <w:sz w:val="24"/>
                <w:szCs w:val="24"/>
              </w:rPr>
              <w:lastRenderedPageBreak/>
              <w:t>антитеррористической защищенности ОУ, разработка и корректировка проектно-сметной документации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052FA3" w14:textId="77777777" w:rsidR="00AE5809" w:rsidRPr="00855E16" w:rsidRDefault="00AE5809" w:rsidP="00AE5809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014441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A42265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C839AF" w14:textId="77777777" w:rsidR="00AE5809" w:rsidRPr="00855E16" w:rsidRDefault="00AE5809" w:rsidP="00AE5809">
            <w:pPr>
              <w:ind w:left="-108" w:right="-104"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01 5 01 00000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59CE60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4EE1F0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14 677,4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3E7C58" w14:textId="77777777" w:rsidR="00AE5809" w:rsidRPr="00855E16" w:rsidRDefault="00AE5809" w:rsidP="00AE5809">
            <w:pPr>
              <w:ind w:hanging="114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106 163,4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3512BC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3 075,6</w:t>
            </w:r>
          </w:p>
        </w:tc>
      </w:tr>
      <w:tr w:rsidR="00AE5809" w:rsidRPr="00970BD5" w14:paraId="054EF468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C689E2" w14:textId="77777777" w:rsidR="00AE5809" w:rsidRPr="00855E16" w:rsidRDefault="00AE5809" w:rsidP="00AE5809">
            <w:pPr>
              <w:ind w:firstLine="0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Расходы на укрепление материально-технической базы учреждений образований за счет средств фонда на поддержку территорий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A48855" w14:textId="77777777" w:rsidR="00AE5809" w:rsidRPr="00855E16" w:rsidRDefault="00AE5809" w:rsidP="00AE5809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0EE7A3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D95259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38FD2A" w14:textId="77777777" w:rsidR="00AE5809" w:rsidRPr="00855E16" w:rsidRDefault="00AE5809" w:rsidP="00AE5809">
            <w:pPr>
              <w:ind w:left="-108" w:right="-104"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01 5 01 22000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55367D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180132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665,9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F2C650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AEBB28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0,0</w:t>
            </w:r>
          </w:p>
        </w:tc>
      </w:tr>
      <w:tr w:rsidR="00AE5809" w:rsidRPr="00970BD5" w14:paraId="150878ED" w14:textId="77777777" w:rsidTr="00487574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02EB75" w14:textId="77777777" w:rsidR="00AE5809" w:rsidRPr="00855E16" w:rsidRDefault="00AE5809" w:rsidP="00AE5809">
            <w:pPr>
              <w:ind w:firstLine="0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0FD1C1" w14:textId="77777777" w:rsidR="00AE5809" w:rsidRPr="00855E16" w:rsidRDefault="00AE5809" w:rsidP="00AE5809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EEA253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D5E906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595EBA" w14:textId="77777777" w:rsidR="00AE5809" w:rsidRPr="00855E16" w:rsidRDefault="00AE5809" w:rsidP="00AE5809">
            <w:pPr>
              <w:ind w:left="-108" w:right="-104"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01 5 01 22000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93E45A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600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AC4848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665,9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5DC818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D24E08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0,0</w:t>
            </w:r>
          </w:p>
        </w:tc>
      </w:tr>
      <w:tr w:rsidR="00AE5809" w:rsidRPr="00970BD5" w14:paraId="2743D527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13E4DB" w14:textId="77777777" w:rsidR="00AE5809" w:rsidRPr="00855E16" w:rsidRDefault="00AE5809" w:rsidP="00AE5809">
            <w:pPr>
              <w:ind w:firstLine="0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Расходы на проведение капитального и текущего ремонтов муниципальных образовательных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3F6758" w14:textId="77777777" w:rsidR="00AE5809" w:rsidRPr="00855E16" w:rsidRDefault="00AE5809" w:rsidP="00AE5809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6C873D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8D26AB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116375" w14:textId="77777777" w:rsidR="00AE5809" w:rsidRPr="00855E16" w:rsidRDefault="00AE5809" w:rsidP="00AE5809">
            <w:pPr>
              <w:ind w:left="-108" w:right="-104"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01 5 01 25020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216AB9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0838A3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6 222,2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71A19B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51695D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0,0</w:t>
            </w:r>
          </w:p>
        </w:tc>
      </w:tr>
      <w:tr w:rsidR="00AE5809" w:rsidRPr="00970BD5" w14:paraId="3CDF814C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54EDC4" w14:textId="77777777" w:rsidR="00AE5809" w:rsidRPr="00855E16" w:rsidRDefault="00AE5809" w:rsidP="00AE5809">
            <w:pPr>
              <w:ind w:firstLine="0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3265AD" w14:textId="77777777" w:rsidR="00AE5809" w:rsidRPr="00855E16" w:rsidRDefault="00AE5809" w:rsidP="00AE5809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735FDB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3155BC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B2ECD5" w14:textId="77777777" w:rsidR="00AE5809" w:rsidRPr="00855E16" w:rsidRDefault="00AE5809" w:rsidP="00AE5809">
            <w:pPr>
              <w:ind w:left="-108" w:right="-104"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01 5 01 25020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34718F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600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F54E0B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6 222,2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BFE6B2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020750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0,0</w:t>
            </w:r>
          </w:p>
        </w:tc>
      </w:tr>
      <w:tr w:rsidR="00AE5809" w:rsidRPr="00970BD5" w14:paraId="62833775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701666" w14:textId="77777777" w:rsidR="00AE5809" w:rsidRPr="00855E16" w:rsidRDefault="00AE5809" w:rsidP="00AE5809">
            <w:pPr>
              <w:ind w:firstLine="0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 xml:space="preserve">Подпрограмма «Школьное питание как основа </w:t>
            </w:r>
            <w:proofErr w:type="spellStart"/>
            <w:r w:rsidRPr="00855E16">
              <w:rPr>
                <w:sz w:val="24"/>
                <w:szCs w:val="24"/>
              </w:rPr>
              <w:t>здоровьесбережения</w:t>
            </w:r>
            <w:proofErr w:type="spellEnd"/>
            <w:r w:rsidRPr="00855E16">
              <w:rPr>
                <w:sz w:val="24"/>
                <w:szCs w:val="24"/>
              </w:rPr>
              <w:t xml:space="preserve"> учащихся»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18466F" w14:textId="77777777" w:rsidR="00AE5809" w:rsidRPr="00855E16" w:rsidRDefault="00AE5809" w:rsidP="00AE5809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52E211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B7ACE5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70BDCE" w14:textId="77777777" w:rsidR="00AE5809" w:rsidRPr="00855E16" w:rsidRDefault="00AE5809" w:rsidP="00AE5809">
            <w:pPr>
              <w:ind w:left="-108" w:right="-104"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01 8 00 00000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2E8844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2E5910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56 219,6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1BBC24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28 978,9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0D83BA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28 978,9</w:t>
            </w:r>
          </w:p>
        </w:tc>
      </w:tr>
      <w:tr w:rsidR="00AE5809" w:rsidRPr="00970BD5" w14:paraId="396029DC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F368E1" w14:textId="77777777" w:rsidR="00AE5809" w:rsidRPr="00855E16" w:rsidRDefault="00AE5809" w:rsidP="00AE5809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color w:val="000000"/>
                <w:sz w:val="24"/>
                <w:szCs w:val="24"/>
              </w:rPr>
              <w:t xml:space="preserve">Развитие системы здорового питания детей в общеобразовательных учреждениях, укрепление здоровья </w:t>
            </w:r>
            <w:r w:rsidRPr="00855E16">
              <w:rPr>
                <w:color w:val="000000"/>
                <w:sz w:val="24"/>
                <w:szCs w:val="24"/>
              </w:rPr>
              <w:lastRenderedPageBreak/>
              <w:t>школьников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0B76BA" w14:textId="77777777" w:rsidR="00AE5809" w:rsidRPr="00855E16" w:rsidRDefault="00AE5809" w:rsidP="00AE5809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D68221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4B0D8B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537A5E" w14:textId="77777777" w:rsidR="00AE5809" w:rsidRPr="00855E16" w:rsidRDefault="00AE5809" w:rsidP="00AE5809">
            <w:pPr>
              <w:ind w:left="-108" w:right="-104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01 8 01 00000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8A3F10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A23DA0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56 219,6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2303C9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28 978,9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54F5A2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28 978,9</w:t>
            </w:r>
          </w:p>
        </w:tc>
      </w:tr>
      <w:tr w:rsidR="00AE5809" w:rsidRPr="00970BD5" w14:paraId="5E01051A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32A6E0" w14:textId="77777777" w:rsidR="00AE5809" w:rsidRPr="00855E16" w:rsidRDefault="00AE5809" w:rsidP="00AE5809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Расходы на исполнение полномочий по финансовому обеспечению двухразовым бесплатным питанием обучающихся с ограниченными возможностями здоровья, не проживающих в муниципальных организациях,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38C3ED" w14:textId="77777777" w:rsidR="00AE5809" w:rsidRPr="00855E16" w:rsidRDefault="00AE5809" w:rsidP="00AE5809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C1522A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79BA6D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F19EAC" w14:textId="77777777" w:rsidR="00AE5809" w:rsidRPr="00855E16" w:rsidRDefault="00AE5809" w:rsidP="00AE5809">
            <w:pPr>
              <w:ind w:left="-108" w:right="-104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color w:val="000000"/>
                <w:sz w:val="24"/>
                <w:szCs w:val="24"/>
              </w:rPr>
              <w:t>01 8 01 73180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60F35E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65308B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4 282,9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0424B5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3 760,5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00EFEC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3 760,5</w:t>
            </w:r>
          </w:p>
        </w:tc>
      </w:tr>
      <w:tr w:rsidR="00AE5809" w:rsidRPr="00970BD5" w14:paraId="16BDC8C2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2DA483" w14:textId="77777777" w:rsidR="00AE5809" w:rsidRPr="00855E16" w:rsidRDefault="00AE5809" w:rsidP="00AE5809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0D2F46" w14:textId="77777777" w:rsidR="00AE5809" w:rsidRPr="00855E16" w:rsidRDefault="00AE5809" w:rsidP="00AE5809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DB69AC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71ABC6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D79EEE" w14:textId="77777777" w:rsidR="00AE5809" w:rsidRPr="00855E16" w:rsidRDefault="00AE5809" w:rsidP="00AE5809">
            <w:pPr>
              <w:ind w:left="-108" w:right="-104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color w:val="000000"/>
                <w:sz w:val="24"/>
                <w:szCs w:val="24"/>
              </w:rPr>
              <w:t>01 8 01 73180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F8B554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600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511914" w14:textId="77777777" w:rsidR="00AE5809" w:rsidRPr="00855E16" w:rsidRDefault="00AE5809" w:rsidP="00AE5809">
            <w:pPr>
              <w:tabs>
                <w:tab w:val="center" w:pos="530"/>
              </w:tabs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4 282,9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3BEBA1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3 760,5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CB77C0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3 760,5</w:t>
            </w:r>
          </w:p>
        </w:tc>
      </w:tr>
      <w:tr w:rsidR="00AE5809" w:rsidRPr="00970BD5" w14:paraId="333C9841" w14:textId="77777777" w:rsidTr="00810215">
        <w:trPr>
          <w:trHeight w:hRule="exact" w:val="607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CB834F" w14:textId="77777777" w:rsidR="00AE5809" w:rsidRPr="00855E16" w:rsidRDefault="00AE5809" w:rsidP="00AE5809">
            <w:pPr>
              <w:ind w:firstLine="0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793674" w14:textId="77777777" w:rsidR="00AE5809" w:rsidRPr="00855E16" w:rsidRDefault="00AE5809" w:rsidP="00AE5809">
            <w:pPr>
              <w:ind w:left="-109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2AE84A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1E4B28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360310" w14:textId="77777777" w:rsidR="00AE5809" w:rsidRPr="00855E16" w:rsidRDefault="00AE5809" w:rsidP="00AE5809">
            <w:pPr>
              <w:ind w:left="-108" w:right="-104"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77 0 00 00000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206C3C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E4F12A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801,9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04E161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47094D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0,0</w:t>
            </w:r>
          </w:p>
        </w:tc>
      </w:tr>
      <w:tr w:rsidR="00AE5809" w:rsidRPr="00970BD5" w14:paraId="08EE21CC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A9C1D1" w14:textId="77777777" w:rsidR="00AE5809" w:rsidRPr="00855E16" w:rsidRDefault="00AE5809" w:rsidP="00AE5809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7D3E5A" w14:textId="77777777" w:rsidR="00AE5809" w:rsidRPr="00855E16" w:rsidRDefault="00AE5809" w:rsidP="00AE5809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CDCADA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EBE3F7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953B3E" w14:textId="77777777" w:rsidR="00AE5809" w:rsidRPr="00855E16" w:rsidRDefault="00AE5809" w:rsidP="00AE5809">
            <w:pPr>
              <w:ind w:left="-108" w:right="-104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77 7 00 00000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0EA26D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79EE77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801,9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BE0DEB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28BD2C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0,0</w:t>
            </w:r>
          </w:p>
        </w:tc>
      </w:tr>
      <w:tr w:rsidR="00AE5809" w:rsidRPr="00970BD5" w14:paraId="09B1E9F4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93364C" w14:textId="77777777" w:rsidR="00AE5809" w:rsidRPr="00855E16" w:rsidRDefault="00AE5809" w:rsidP="00AE5809">
            <w:pPr>
              <w:ind w:right="-108" w:firstLine="0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96DB5F" w14:textId="77777777" w:rsidR="00AE5809" w:rsidRPr="00855E16" w:rsidRDefault="00AE5809" w:rsidP="00AE5809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6ABC94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D15747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0E0CA5" w14:textId="77777777" w:rsidR="00AE5809" w:rsidRPr="00855E16" w:rsidRDefault="00AE5809" w:rsidP="00AE5809">
            <w:pPr>
              <w:ind w:left="-108" w:right="-104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77 7 02 00000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07E537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F14F91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23,1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862653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78FDEB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0,0</w:t>
            </w:r>
          </w:p>
        </w:tc>
      </w:tr>
      <w:tr w:rsidR="00AE5809" w:rsidRPr="00970BD5" w14:paraId="2EE14C1E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68F75B" w14:textId="77777777" w:rsidR="00AE5809" w:rsidRPr="00855E16" w:rsidRDefault="00AE5809" w:rsidP="00AE5809">
            <w:pPr>
              <w:ind w:right="-115" w:firstLine="0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Расходы на обеспечение деятельности муниципальных учреждений за счет средств фонда на поддержку территорий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E61D00" w14:textId="77777777" w:rsidR="00AE5809" w:rsidRPr="00855E16" w:rsidRDefault="00AE5809" w:rsidP="00AE5809">
            <w:pPr>
              <w:ind w:left="-109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F352A8" w14:textId="77777777" w:rsidR="00AE5809" w:rsidRPr="00855E16" w:rsidRDefault="00AE5809" w:rsidP="00AE5809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B6BFB5" w14:textId="77777777" w:rsidR="00AE5809" w:rsidRPr="00855E16" w:rsidRDefault="00AE5809" w:rsidP="00AE5809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E58A4C" w14:textId="77777777" w:rsidR="00AE5809" w:rsidRPr="00855E16" w:rsidRDefault="00AE5809" w:rsidP="00AE5809">
            <w:pPr>
              <w:ind w:left="-108" w:right="-104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77 7 02 22000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F77613" w14:textId="77777777" w:rsidR="00AE5809" w:rsidRPr="00855E16" w:rsidRDefault="00AE5809" w:rsidP="00AE5809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79A978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23,1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673019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ACD7D9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0,0</w:t>
            </w:r>
          </w:p>
        </w:tc>
      </w:tr>
      <w:tr w:rsidR="00AE5809" w:rsidRPr="00970BD5" w14:paraId="7E638BA0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31EA28" w14:textId="77777777" w:rsidR="00AE5809" w:rsidRPr="00855E16" w:rsidRDefault="00AE5809" w:rsidP="00AE5809">
            <w:pPr>
              <w:ind w:right="-115" w:firstLine="0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 xml:space="preserve">Предоставление субсидий бюджетным, автономным </w:t>
            </w:r>
            <w:r w:rsidRPr="00855E16">
              <w:rPr>
                <w:sz w:val="24"/>
                <w:szCs w:val="24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F0C29E" w14:textId="77777777" w:rsidR="00AE5809" w:rsidRPr="00855E16" w:rsidRDefault="00AE5809" w:rsidP="00AE5809">
            <w:pPr>
              <w:ind w:left="-109" w:right="-108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67092F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D8051F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49672E" w14:textId="77777777" w:rsidR="00AE5809" w:rsidRPr="00855E16" w:rsidRDefault="00AE5809" w:rsidP="00AE5809">
            <w:pPr>
              <w:ind w:left="-108" w:right="-104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77 7 02 22000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081F5D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600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A7E97B" w14:textId="77777777" w:rsidR="00AE5809" w:rsidRPr="00855E16" w:rsidRDefault="00AE5809" w:rsidP="00AE5809">
            <w:pPr>
              <w:ind w:right="-108" w:hanging="79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23,1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B50473" w14:textId="77777777" w:rsidR="00AE5809" w:rsidRPr="00855E16" w:rsidRDefault="00AE5809" w:rsidP="00AE5809">
            <w:pPr>
              <w:ind w:right="-79" w:hanging="108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7897C8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0,0</w:t>
            </w:r>
          </w:p>
        </w:tc>
      </w:tr>
      <w:tr w:rsidR="00AE5809" w:rsidRPr="00970BD5" w14:paraId="1AF9F5F4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F06D43" w14:textId="77777777" w:rsidR="00AE5809" w:rsidRPr="00855E16" w:rsidRDefault="00AE5809" w:rsidP="00AE5809">
            <w:pPr>
              <w:ind w:right="-115" w:firstLine="0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9C9228" w14:textId="77777777" w:rsidR="00AE5809" w:rsidRPr="00855E16" w:rsidRDefault="00AE5809" w:rsidP="00AE5809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9FFB2C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739D60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695645" w14:textId="77777777" w:rsidR="00AE5809" w:rsidRPr="00855E16" w:rsidRDefault="00AE5809" w:rsidP="00AE5809">
            <w:pPr>
              <w:ind w:left="-108" w:right="-104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1F9293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46CE79" w14:textId="77777777" w:rsidR="00AE5809" w:rsidRPr="00855E16" w:rsidRDefault="00AE5809" w:rsidP="00AE5809">
            <w:pPr>
              <w:ind w:hanging="78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>145 316,3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6BACDC" w14:textId="77777777" w:rsidR="00AE5809" w:rsidRPr="00855E16" w:rsidRDefault="00AE5809" w:rsidP="00AE5809">
            <w:pPr>
              <w:ind w:hanging="114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>139 335,9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D3308A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>139 335,9</w:t>
            </w:r>
          </w:p>
        </w:tc>
      </w:tr>
      <w:tr w:rsidR="00AE5809" w:rsidRPr="00970BD5" w14:paraId="65DB6737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5D40A0" w14:textId="77777777" w:rsidR="00AE5809" w:rsidRPr="00855E16" w:rsidRDefault="00AE5809" w:rsidP="00AE5809">
            <w:pPr>
              <w:ind w:right="-115" w:firstLine="0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color w:val="000000"/>
                <w:sz w:val="24"/>
                <w:szCs w:val="24"/>
              </w:rPr>
              <w:t>Муниципальная программа «Развитие образования Балахнинского муниципального округа»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84E954" w14:textId="77777777" w:rsidR="00AE5809" w:rsidRPr="00855E16" w:rsidRDefault="00AE5809" w:rsidP="00AE5809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F825FD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D65006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C8CC5A" w14:textId="77777777" w:rsidR="00AE5809" w:rsidRPr="00855E16" w:rsidRDefault="00AE5809" w:rsidP="00AE5809">
            <w:pPr>
              <w:ind w:left="-108" w:right="-104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5447D3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544D29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74 961,5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20D9C4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73 731,3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4EECB2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73 731,3</w:t>
            </w:r>
          </w:p>
        </w:tc>
      </w:tr>
      <w:tr w:rsidR="00AE5809" w:rsidRPr="00970BD5" w14:paraId="7F9541A0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13A12B" w14:textId="77777777" w:rsidR="00AE5809" w:rsidRPr="00855E16" w:rsidRDefault="00AE5809" w:rsidP="00AE5809">
            <w:pPr>
              <w:ind w:right="-115" w:firstLine="0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 xml:space="preserve">Подпрограмма «Развитие дополнительного образования и воспитания детей»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1AAF95" w14:textId="77777777" w:rsidR="00AE5809" w:rsidRPr="00855E16" w:rsidRDefault="00AE5809" w:rsidP="00AE5809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CED37A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93BBD2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995296" w14:textId="77777777" w:rsidR="00AE5809" w:rsidRPr="00855E16" w:rsidRDefault="00AE5809" w:rsidP="00AE5809">
            <w:pPr>
              <w:ind w:left="-108" w:right="-104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01 2 00 00000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022287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F36D4E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73 706,2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B5487D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73 581,3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AAC6B1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73 581,3</w:t>
            </w:r>
          </w:p>
        </w:tc>
      </w:tr>
      <w:tr w:rsidR="00AE5809" w:rsidRPr="00970BD5" w14:paraId="6DD72D27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03825A" w14:textId="77777777" w:rsidR="00AE5809" w:rsidRPr="00855E16" w:rsidRDefault="00AE5809" w:rsidP="00AE5809">
            <w:pPr>
              <w:ind w:right="-115" w:firstLine="0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color w:val="000000"/>
                <w:sz w:val="24"/>
                <w:szCs w:val="24"/>
              </w:rPr>
              <w:t xml:space="preserve">Обеспечение деятельности учреждений дополнительного образования на основе муниципальных заданий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AC6779" w14:textId="77777777" w:rsidR="00AE5809" w:rsidRPr="00855E16" w:rsidRDefault="00AE5809" w:rsidP="00AE5809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0A704F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83815C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066729" w14:textId="77777777" w:rsidR="00AE5809" w:rsidRPr="00855E16" w:rsidRDefault="00AE5809" w:rsidP="00AE5809">
            <w:pPr>
              <w:ind w:left="-108" w:right="-104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01 2 02 00000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B06755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79271C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63 417,3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DE2122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73 581,3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A9E587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73 581,3</w:t>
            </w:r>
          </w:p>
        </w:tc>
      </w:tr>
      <w:tr w:rsidR="00AE5809" w:rsidRPr="00970BD5" w14:paraId="3835A84B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EC2B73" w14:textId="77777777" w:rsidR="00AE5809" w:rsidRPr="00855E16" w:rsidRDefault="00AE5809" w:rsidP="00AE5809">
            <w:pPr>
              <w:ind w:right="-115" w:firstLine="0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Расходы на обеспечение деятельности муниципальных учреждений дополнительного образования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4BD0F0" w14:textId="77777777" w:rsidR="00AE5809" w:rsidRPr="00855E16" w:rsidRDefault="00AE5809" w:rsidP="00AE5809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9B7243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7B3D79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F2093A" w14:textId="77777777" w:rsidR="00AE5809" w:rsidRPr="00855E16" w:rsidRDefault="00AE5809" w:rsidP="00AE5809">
            <w:pPr>
              <w:ind w:left="-108" w:right="-104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01 2 02 23590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58A760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19D548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62 196,0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1808F8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73 581,3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1CD574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73 581,3</w:t>
            </w:r>
          </w:p>
        </w:tc>
      </w:tr>
      <w:tr w:rsidR="00AE5809" w:rsidRPr="00970BD5" w14:paraId="0FFA2E75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862753" w14:textId="77777777" w:rsidR="00AE5809" w:rsidRPr="00855E16" w:rsidRDefault="00AE5809" w:rsidP="00AE5809">
            <w:pPr>
              <w:ind w:right="-113" w:firstLine="0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9F9271" w14:textId="77777777" w:rsidR="00AE5809" w:rsidRPr="00855E16" w:rsidRDefault="00AE5809" w:rsidP="00AE5809">
            <w:pPr>
              <w:ind w:left="-109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C1B31E" w14:textId="77777777" w:rsidR="00AE5809" w:rsidRPr="00855E16" w:rsidRDefault="00AE5809" w:rsidP="00AE5809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017D56" w14:textId="77777777" w:rsidR="00AE5809" w:rsidRPr="00855E16" w:rsidRDefault="00AE5809" w:rsidP="00AE5809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32143F" w14:textId="77777777" w:rsidR="00AE5809" w:rsidRPr="00855E16" w:rsidRDefault="00AE5809" w:rsidP="00AE5809">
            <w:pPr>
              <w:ind w:left="-108" w:right="-104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01 2 02 23590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3FA414" w14:textId="77777777" w:rsidR="00AE5809" w:rsidRPr="00855E16" w:rsidRDefault="00AE5809" w:rsidP="00AE5809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600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868262" w14:textId="77777777" w:rsidR="00AE5809" w:rsidRPr="00855E16" w:rsidRDefault="00AE5809" w:rsidP="00AE5809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62 196,0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44D1C0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73 581,3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2F9F2B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73 581,3</w:t>
            </w:r>
          </w:p>
        </w:tc>
      </w:tr>
      <w:tr w:rsidR="00AE5809" w:rsidRPr="00970BD5" w14:paraId="66FB212D" w14:textId="77777777" w:rsidTr="00B44E0E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D4FF78" w14:textId="77777777" w:rsidR="00AE5809" w:rsidRPr="000A21D4" w:rsidRDefault="00AE5809" w:rsidP="00AE5809">
            <w:pPr>
              <w:ind w:firstLine="0"/>
              <w:rPr>
                <w:sz w:val="24"/>
                <w:szCs w:val="24"/>
              </w:rPr>
            </w:pPr>
            <w:r w:rsidRPr="000A21D4">
              <w:rPr>
                <w:sz w:val="24"/>
                <w:szCs w:val="24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596495" w14:textId="07BCB472" w:rsidR="00AE5809" w:rsidRPr="000A21D4" w:rsidRDefault="00AE5809" w:rsidP="00AE5809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744E44" w14:textId="77777777" w:rsidR="00AE5809" w:rsidRPr="000A21D4" w:rsidRDefault="00AE5809" w:rsidP="00AE5809">
            <w:pPr>
              <w:ind w:firstLine="0"/>
              <w:jc w:val="center"/>
              <w:rPr>
                <w:sz w:val="24"/>
                <w:szCs w:val="24"/>
              </w:rPr>
            </w:pPr>
            <w:r w:rsidRPr="000A21D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EB71FF" w14:textId="77777777" w:rsidR="00AE5809" w:rsidRPr="000A21D4" w:rsidRDefault="00AE5809" w:rsidP="00AE5809">
            <w:pPr>
              <w:ind w:firstLine="0"/>
              <w:jc w:val="center"/>
              <w:rPr>
                <w:sz w:val="24"/>
                <w:szCs w:val="24"/>
              </w:rPr>
            </w:pPr>
            <w:r w:rsidRPr="000A21D4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814808" w14:textId="77777777" w:rsidR="00AE5809" w:rsidRPr="000A21D4" w:rsidRDefault="00AE5809" w:rsidP="00AE5809">
            <w:pPr>
              <w:ind w:left="-108" w:right="-104" w:firstLine="0"/>
              <w:jc w:val="center"/>
              <w:rPr>
                <w:sz w:val="24"/>
                <w:szCs w:val="24"/>
              </w:rPr>
            </w:pPr>
            <w:r w:rsidRPr="000A21D4">
              <w:rPr>
                <w:sz w:val="24"/>
                <w:szCs w:val="24"/>
              </w:rPr>
              <w:t>01 2 03 00000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B5599C" w14:textId="77777777" w:rsidR="00AE5809" w:rsidRPr="000A21D4" w:rsidRDefault="00AE5809" w:rsidP="00AE5809">
            <w:pPr>
              <w:ind w:firstLine="0"/>
              <w:jc w:val="center"/>
              <w:rPr>
                <w:sz w:val="24"/>
                <w:szCs w:val="24"/>
              </w:rPr>
            </w:pPr>
            <w:r w:rsidRPr="000A21D4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3B956F" w14:textId="77777777" w:rsidR="00AE5809" w:rsidRPr="000A21D4" w:rsidRDefault="00AE5809" w:rsidP="00AE5809">
            <w:pPr>
              <w:ind w:firstLine="0"/>
              <w:jc w:val="center"/>
              <w:rPr>
                <w:sz w:val="24"/>
                <w:szCs w:val="24"/>
              </w:rPr>
            </w:pPr>
            <w:r w:rsidRPr="000A21D4">
              <w:rPr>
                <w:sz w:val="24"/>
                <w:szCs w:val="24"/>
              </w:rPr>
              <w:t>10 277,5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E07C0B" w14:textId="77777777" w:rsidR="00AE5809" w:rsidRPr="000A21D4" w:rsidRDefault="00AE5809" w:rsidP="00AE580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039F18" w14:textId="77777777" w:rsidR="00AE5809" w:rsidRPr="000A21D4" w:rsidRDefault="00AE5809" w:rsidP="00AE580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  <w:tr w:rsidR="00AE5809" w:rsidRPr="00970BD5" w14:paraId="3BDB5122" w14:textId="77777777" w:rsidTr="00B44E0E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34A3CC" w14:textId="77777777" w:rsidR="00AE5809" w:rsidRPr="000A21D4" w:rsidRDefault="00AE5809" w:rsidP="00AE5809">
            <w:pPr>
              <w:ind w:firstLine="0"/>
              <w:rPr>
                <w:sz w:val="24"/>
                <w:szCs w:val="24"/>
              </w:rPr>
            </w:pPr>
            <w:r w:rsidRPr="000A21D4">
              <w:rPr>
                <w:sz w:val="24"/>
                <w:szCs w:val="24"/>
              </w:rPr>
              <w:t xml:space="preserve">Расходы на обеспечение </w:t>
            </w:r>
            <w:r w:rsidRPr="000A21D4">
              <w:rPr>
                <w:sz w:val="24"/>
                <w:szCs w:val="24"/>
              </w:rPr>
              <w:lastRenderedPageBreak/>
              <w:t xml:space="preserve">функционирования модели </w:t>
            </w:r>
            <w:r w:rsidRPr="004B4C02">
              <w:rPr>
                <w:sz w:val="23"/>
                <w:szCs w:val="23"/>
              </w:rPr>
              <w:t>персонифицированного</w:t>
            </w:r>
            <w:r w:rsidRPr="000A21D4">
              <w:rPr>
                <w:sz w:val="24"/>
                <w:szCs w:val="24"/>
              </w:rPr>
              <w:t xml:space="preserve"> финансирования дополнительного образования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7CAAE4" w14:textId="6D6322B2" w:rsidR="00AE5809" w:rsidRPr="000A21D4" w:rsidRDefault="00AE5809" w:rsidP="00AE5809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B4C83D" w14:textId="77777777" w:rsidR="00AE5809" w:rsidRPr="000A21D4" w:rsidRDefault="00AE5809" w:rsidP="00AE5809">
            <w:pPr>
              <w:ind w:firstLine="0"/>
              <w:jc w:val="center"/>
              <w:rPr>
                <w:sz w:val="24"/>
                <w:szCs w:val="24"/>
              </w:rPr>
            </w:pPr>
            <w:r w:rsidRPr="000A21D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72BD14" w14:textId="77777777" w:rsidR="00AE5809" w:rsidRPr="000A21D4" w:rsidRDefault="00AE5809" w:rsidP="00AE5809">
            <w:pPr>
              <w:ind w:firstLine="0"/>
              <w:jc w:val="center"/>
              <w:rPr>
                <w:sz w:val="24"/>
                <w:szCs w:val="24"/>
              </w:rPr>
            </w:pPr>
            <w:r w:rsidRPr="000A21D4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CC77E9" w14:textId="77777777" w:rsidR="00AE5809" w:rsidRPr="000A21D4" w:rsidRDefault="00AE5809" w:rsidP="00AE5809">
            <w:pPr>
              <w:ind w:left="-108" w:right="-104" w:firstLine="0"/>
              <w:jc w:val="center"/>
              <w:rPr>
                <w:sz w:val="24"/>
                <w:szCs w:val="24"/>
              </w:rPr>
            </w:pPr>
            <w:r w:rsidRPr="000A21D4">
              <w:rPr>
                <w:sz w:val="24"/>
                <w:szCs w:val="24"/>
              </w:rPr>
              <w:t>01 2 03 24590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212911" w14:textId="77777777" w:rsidR="00AE5809" w:rsidRPr="000A21D4" w:rsidRDefault="00AE5809" w:rsidP="00AE5809">
            <w:pPr>
              <w:ind w:firstLine="0"/>
              <w:jc w:val="center"/>
              <w:rPr>
                <w:sz w:val="24"/>
                <w:szCs w:val="24"/>
              </w:rPr>
            </w:pPr>
            <w:r w:rsidRPr="000A21D4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316218" w14:textId="77777777" w:rsidR="00AE5809" w:rsidRPr="000A21D4" w:rsidRDefault="00AE5809" w:rsidP="00AE5809">
            <w:pPr>
              <w:ind w:firstLine="0"/>
              <w:jc w:val="center"/>
              <w:rPr>
                <w:sz w:val="24"/>
                <w:szCs w:val="24"/>
              </w:rPr>
            </w:pPr>
            <w:r w:rsidRPr="000A21D4">
              <w:rPr>
                <w:sz w:val="24"/>
                <w:szCs w:val="24"/>
              </w:rPr>
              <w:t>10 277,5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8D024B" w14:textId="77777777" w:rsidR="00AE5809" w:rsidRPr="000A21D4" w:rsidRDefault="00AE5809" w:rsidP="00AE580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9DCD57" w14:textId="77777777" w:rsidR="00AE5809" w:rsidRPr="000A21D4" w:rsidRDefault="00AE5809" w:rsidP="00AE580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  <w:tr w:rsidR="00AE5809" w:rsidRPr="00970BD5" w14:paraId="1684589F" w14:textId="77777777" w:rsidTr="00B44E0E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C4469D" w14:textId="77777777" w:rsidR="00AE5809" w:rsidRPr="000A21D4" w:rsidRDefault="00AE5809" w:rsidP="00AE5809">
            <w:pPr>
              <w:ind w:firstLine="0"/>
              <w:rPr>
                <w:sz w:val="24"/>
                <w:szCs w:val="24"/>
              </w:rPr>
            </w:pPr>
            <w:r w:rsidRPr="000A21D4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D5D6E4" w14:textId="6E9BDB2C" w:rsidR="00AE5809" w:rsidRPr="000A21D4" w:rsidRDefault="00AE5809" w:rsidP="00AE5809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A1CB35" w14:textId="77777777" w:rsidR="00AE5809" w:rsidRPr="000A21D4" w:rsidRDefault="00AE5809" w:rsidP="00AE5809">
            <w:pPr>
              <w:ind w:firstLine="0"/>
              <w:jc w:val="center"/>
              <w:rPr>
                <w:sz w:val="24"/>
                <w:szCs w:val="24"/>
              </w:rPr>
            </w:pPr>
            <w:r w:rsidRPr="000A21D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FD9D20" w14:textId="77777777" w:rsidR="00AE5809" w:rsidRPr="000A21D4" w:rsidRDefault="00AE5809" w:rsidP="00AE5809">
            <w:pPr>
              <w:ind w:firstLine="0"/>
              <w:jc w:val="center"/>
              <w:rPr>
                <w:sz w:val="24"/>
                <w:szCs w:val="24"/>
              </w:rPr>
            </w:pPr>
            <w:r w:rsidRPr="000A21D4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81AB9D" w14:textId="77777777" w:rsidR="00AE5809" w:rsidRPr="000A21D4" w:rsidRDefault="00AE5809" w:rsidP="00AE5809">
            <w:pPr>
              <w:ind w:left="-108" w:right="-104" w:firstLine="0"/>
              <w:jc w:val="center"/>
              <w:rPr>
                <w:sz w:val="24"/>
                <w:szCs w:val="24"/>
              </w:rPr>
            </w:pPr>
            <w:r w:rsidRPr="000A21D4">
              <w:rPr>
                <w:sz w:val="24"/>
                <w:szCs w:val="24"/>
              </w:rPr>
              <w:t>01 2 03 24590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A1A1D0" w14:textId="77777777" w:rsidR="00AE5809" w:rsidRPr="000A21D4" w:rsidRDefault="00AE5809" w:rsidP="00AE5809">
            <w:pPr>
              <w:ind w:firstLine="0"/>
              <w:jc w:val="center"/>
              <w:rPr>
                <w:sz w:val="24"/>
                <w:szCs w:val="24"/>
              </w:rPr>
            </w:pPr>
            <w:r w:rsidRPr="000A21D4">
              <w:rPr>
                <w:sz w:val="24"/>
                <w:szCs w:val="24"/>
              </w:rPr>
              <w:t>600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C9AB77" w14:textId="77777777" w:rsidR="00AE5809" w:rsidRPr="000A21D4" w:rsidRDefault="00AE5809" w:rsidP="00AE5809">
            <w:pPr>
              <w:ind w:firstLine="0"/>
              <w:jc w:val="center"/>
              <w:rPr>
                <w:sz w:val="24"/>
                <w:szCs w:val="24"/>
              </w:rPr>
            </w:pPr>
            <w:r w:rsidRPr="000A21D4">
              <w:rPr>
                <w:sz w:val="24"/>
                <w:szCs w:val="24"/>
              </w:rPr>
              <w:t>10 277,5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C3B44B" w14:textId="77777777" w:rsidR="00AE5809" w:rsidRPr="000A21D4" w:rsidRDefault="00AE5809" w:rsidP="00AE580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E886B2" w14:textId="77777777" w:rsidR="00AE5809" w:rsidRPr="000A21D4" w:rsidRDefault="00AE5809" w:rsidP="00AE580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  <w:tr w:rsidR="00AE5809" w:rsidRPr="00970BD5" w14:paraId="67E96856" w14:textId="77777777" w:rsidTr="00B44E0E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488C46" w14:textId="77777777" w:rsidR="00AE5809" w:rsidRPr="00855E16" w:rsidRDefault="00AE5809" w:rsidP="00AE5809">
            <w:pPr>
              <w:ind w:firstLine="0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3A4254" w14:textId="6C341D38" w:rsidR="00AE5809" w:rsidRPr="00855E16" w:rsidRDefault="00AE5809" w:rsidP="00AE5809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0F75BF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24E327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2AFC94" w14:textId="77777777" w:rsidR="00AE5809" w:rsidRPr="00855E16" w:rsidRDefault="00AE5809" w:rsidP="00AE5809">
            <w:pPr>
              <w:ind w:left="-108" w:right="-104" w:firstLine="0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01 2 03 24590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287017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800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60F048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EED066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BDB584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  <w:tr w:rsidR="00AE5809" w:rsidRPr="00970BD5" w14:paraId="11F4E581" w14:textId="77777777" w:rsidTr="00B44E0E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548DED" w14:textId="77777777" w:rsidR="00AE5809" w:rsidRPr="00855E16" w:rsidRDefault="00AE5809" w:rsidP="00AE5809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 xml:space="preserve">Подпрограмма «Укрепление материально-технической базы образовательных учреждений»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D5790A" w14:textId="77777777" w:rsidR="00AE5809" w:rsidRPr="00855E16" w:rsidRDefault="00AE5809" w:rsidP="00AE5809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915A77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484353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4B948E" w14:textId="77777777" w:rsidR="00AE5809" w:rsidRPr="00855E16" w:rsidRDefault="00AE5809" w:rsidP="00AE5809">
            <w:pPr>
              <w:ind w:left="-108" w:right="-104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01 5 00 00000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8ED76A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EAD073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1 103,9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4BCEE6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4D48F6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0,0</w:t>
            </w:r>
          </w:p>
        </w:tc>
      </w:tr>
      <w:tr w:rsidR="00AE5809" w:rsidRPr="00970BD5" w14:paraId="3767C82B" w14:textId="77777777" w:rsidTr="00487574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153B0F" w14:textId="77777777" w:rsidR="00AE5809" w:rsidRPr="00855E16" w:rsidRDefault="00AE5809" w:rsidP="001361E5">
            <w:pPr>
              <w:ind w:firstLine="0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Укрепление материально- технической базы подведомственных образовательных учреждений, подготовка к новому учебному году, капитальный и текущий ремонты, аварийные работы, работы по повышению антитеррористической защищенности ОУ, разработка и корректировка проектно-сметной документации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87AD4D" w14:textId="77777777" w:rsidR="00AE5809" w:rsidRPr="00855E16" w:rsidRDefault="00AE5809" w:rsidP="00AE5809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1050BF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F666E8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D6C2FA" w14:textId="77777777" w:rsidR="00AE5809" w:rsidRPr="00855E16" w:rsidRDefault="00AE5809" w:rsidP="00AE5809">
            <w:pPr>
              <w:ind w:left="-108" w:right="-104"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01 5 01 00000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02AB7D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79BCDE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1 103,9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4F5E0D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D7E48D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0,0</w:t>
            </w:r>
          </w:p>
        </w:tc>
      </w:tr>
      <w:tr w:rsidR="00AE5809" w:rsidRPr="00970BD5" w14:paraId="6ACF6BD5" w14:textId="77777777" w:rsidTr="00487574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76F662" w14:textId="77777777" w:rsidR="00AE5809" w:rsidRPr="00855E16" w:rsidRDefault="00AE5809" w:rsidP="00AE5809">
            <w:pPr>
              <w:ind w:firstLine="0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 xml:space="preserve">Расходы на предоставление мер государственной поддержки в виде грантов Губернатора Нижегородской области </w:t>
            </w:r>
            <w:r w:rsidRPr="00855E16">
              <w:rPr>
                <w:sz w:val="24"/>
                <w:szCs w:val="24"/>
              </w:rPr>
              <w:lastRenderedPageBreak/>
              <w:t>муниципальным организациям дополнительного образования Нижегородской области, внедряющим инновационные образовательные программы, находящимся в ведении органов, осуществляющих управление в сфере образования, органов по делам молодежи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D6E27F" w14:textId="77777777" w:rsidR="00AE5809" w:rsidRPr="00855E16" w:rsidRDefault="00AE5809" w:rsidP="00AE5809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BBF442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9664D1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A65B6D" w14:textId="77777777" w:rsidR="00AE5809" w:rsidRPr="00855E16" w:rsidRDefault="00AE5809" w:rsidP="00AE5809">
            <w:pPr>
              <w:ind w:left="-108" w:right="-104"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01 5 01 74400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0E329A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B7F4CC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206,8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36E817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7273C0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0,0</w:t>
            </w:r>
          </w:p>
        </w:tc>
      </w:tr>
      <w:tr w:rsidR="00AE5809" w:rsidRPr="00970BD5" w14:paraId="61F06DD2" w14:textId="77777777" w:rsidTr="00487574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68B77A" w14:textId="77777777" w:rsidR="00AE5809" w:rsidRPr="00855E16" w:rsidRDefault="00AE5809" w:rsidP="00AE5809">
            <w:pPr>
              <w:ind w:firstLine="0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5388C7" w14:textId="77777777" w:rsidR="00AE5809" w:rsidRPr="00855E16" w:rsidRDefault="00AE5809" w:rsidP="00AE5809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B322BD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48B4F4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52DE10" w14:textId="77777777" w:rsidR="00AE5809" w:rsidRPr="00855E16" w:rsidRDefault="00AE5809" w:rsidP="00AE5809">
            <w:pPr>
              <w:ind w:left="-108" w:right="-104"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01 5 01 74400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1DFB75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600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4483DC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206,8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8345EB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1E2EA6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0,0</w:t>
            </w:r>
          </w:p>
        </w:tc>
      </w:tr>
      <w:tr w:rsidR="00AE5809" w:rsidRPr="00970BD5" w14:paraId="01568BFE" w14:textId="77777777" w:rsidTr="00487574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B1F11F" w14:textId="77777777" w:rsidR="00AE5809" w:rsidRPr="00855E16" w:rsidRDefault="00AE5809" w:rsidP="00AE5809">
            <w:pPr>
              <w:ind w:firstLine="0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Муниципальная программа  «Развитие культуры Балахнинского муниципального округа Нижегородской области»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7C1850" w14:textId="77777777" w:rsidR="00AE5809" w:rsidRPr="00855E16" w:rsidRDefault="00AE5809" w:rsidP="00AE5809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BD9E09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64AB78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12D928" w14:textId="77777777" w:rsidR="00AE5809" w:rsidRPr="00855E16" w:rsidRDefault="00AE5809" w:rsidP="00AE5809">
            <w:pPr>
              <w:ind w:left="-108" w:right="-104"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02 0 00 00000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21C711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DEDAF9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60 127,4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836FC6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55 377,2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63FFBB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55 377,2</w:t>
            </w:r>
          </w:p>
        </w:tc>
      </w:tr>
      <w:tr w:rsidR="00AE5809" w:rsidRPr="00970BD5" w14:paraId="15129198" w14:textId="77777777" w:rsidTr="00487574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4547D7" w14:textId="77777777" w:rsidR="00AE5809" w:rsidRPr="00855E16" w:rsidRDefault="00AE5809" w:rsidP="00AE5809">
            <w:pPr>
              <w:ind w:firstLine="0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Подпрограмма «Пожарная безопасность учреждений культуры»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E208A1" w14:textId="77777777" w:rsidR="00AE5809" w:rsidRPr="00855E16" w:rsidRDefault="00AE5809" w:rsidP="00AE5809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71E1BA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ED833A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CFF5D9" w14:textId="77777777" w:rsidR="00AE5809" w:rsidRPr="00855E16" w:rsidRDefault="00AE5809" w:rsidP="00AE5809">
            <w:pPr>
              <w:ind w:left="-108" w:right="-104"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02 1 00 00000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17855D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63FA42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36,2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8475AC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A2F15E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0,0</w:t>
            </w:r>
          </w:p>
        </w:tc>
      </w:tr>
      <w:tr w:rsidR="00AE5809" w:rsidRPr="00970BD5" w14:paraId="3EB2AA77" w14:textId="77777777" w:rsidTr="00487574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684405" w14:textId="77777777" w:rsidR="00AE5809" w:rsidRPr="00855E16" w:rsidRDefault="00AE5809" w:rsidP="00AE5809">
            <w:pPr>
              <w:ind w:firstLine="0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Предоставление субсидии на проведение противопожарных мероприятий в учреждениях культуры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063874" w14:textId="77777777" w:rsidR="00AE5809" w:rsidRPr="00855E16" w:rsidRDefault="00AE5809" w:rsidP="00AE5809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B07C4E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9D7EB9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13567F" w14:textId="77777777" w:rsidR="00AE5809" w:rsidRPr="00855E16" w:rsidRDefault="00AE5809" w:rsidP="00AE5809">
            <w:pPr>
              <w:ind w:left="-108" w:right="-104"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02 1 01 00000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EA376F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5D4303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36,2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E0B1F2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175206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0,0</w:t>
            </w:r>
          </w:p>
        </w:tc>
      </w:tr>
      <w:tr w:rsidR="00AE5809" w:rsidRPr="00970BD5" w14:paraId="5BC6F1B3" w14:textId="77777777" w:rsidTr="00487574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425B7D" w14:textId="77777777" w:rsidR="00AE5809" w:rsidRPr="00855E16" w:rsidRDefault="00AE5809" w:rsidP="00AE5809">
            <w:pPr>
              <w:ind w:firstLine="0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 xml:space="preserve">Расходы на укрепление пожарной безопасности в учреждениях </w:t>
            </w:r>
            <w:r w:rsidRPr="00855E16">
              <w:rPr>
                <w:sz w:val="24"/>
                <w:szCs w:val="24"/>
              </w:rPr>
              <w:lastRenderedPageBreak/>
              <w:t>культуры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BCB674" w14:textId="77777777" w:rsidR="00AE5809" w:rsidRPr="00855E16" w:rsidRDefault="00AE5809" w:rsidP="00AE5809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B07D80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CB46A2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6171FF" w14:textId="77777777" w:rsidR="00AE5809" w:rsidRPr="00855E16" w:rsidRDefault="00AE5809" w:rsidP="00AE5809">
            <w:pPr>
              <w:ind w:left="-108" w:right="-104"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02 1 01 25020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5EFF82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7CD6B9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36,2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464F66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60CDE0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0,0</w:t>
            </w:r>
          </w:p>
        </w:tc>
      </w:tr>
      <w:tr w:rsidR="00AE5809" w:rsidRPr="00970BD5" w14:paraId="197DC995" w14:textId="77777777" w:rsidTr="00B44E0E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334C5F" w14:textId="77777777" w:rsidR="00AE5809" w:rsidRPr="00855E16" w:rsidRDefault="00AE5809" w:rsidP="00AE5809">
            <w:pPr>
              <w:ind w:firstLine="0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05CB61" w14:textId="77777777" w:rsidR="00AE5809" w:rsidRPr="00855E16" w:rsidRDefault="00AE5809" w:rsidP="00AE5809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580D40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010EE5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A514F9" w14:textId="77777777" w:rsidR="00AE5809" w:rsidRPr="00855E16" w:rsidRDefault="00AE5809" w:rsidP="00AE5809">
            <w:pPr>
              <w:ind w:left="-108" w:right="-104"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02 1 01 25020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22849E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600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4668BA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36,2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2CA4C7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BA2DD9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0,0</w:t>
            </w:r>
          </w:p>
        </w:tc>
      </w:tr>
      <w:tr w:rsidR="00AE5809" w:rsidRPr="00970BD5" w14:paraId="2AF4B565" w14:textId="77777777" w:rsidTr="00B44E0E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AB1467" w14:textId="77777777" w:rsidR="00AE5809" w:rsidRPr="00855E16" w:rsidRDefault="00AE5809" w:rsidP="00AE5809">
            <w:pPr>
              <w:ind w:firstLine="0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Подпрограмма «Создание условий для организации досуга, дополнительного образования и обеспечения жителей услугами организаций культуры»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3A5A89" w14:textId="77777777" w:rsidR="00AE5809" w:rsidRPr="00855E16" w:rsidRDefault="00AE5809" w:rsidP="00AE5809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AFE633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1F27B8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438BB1" w14:textId="77777777" w:rsidR="00AE5809" w:rsidRPr="00855E16" w:rsidRDefault="00AE5809" w:rsidP="00AE5809">
            <w:pPr>
              <w:ind w:left="-108" w:right="-104"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02 4 00 00000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52FAF0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71A9EB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56 837,0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908952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55 377,2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F0C650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55 377,2</w:t>
            </w:r>
          </w:p>
        </w:tc>
      </w:tr>
      <w:tr w:rsidR="00AE5809" w:rsidRPr="00970BD5" w14:paraId="29925A50" w14:textId="77777777" w:rsidTr="00B44E0E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DF9E5D" w14:textId="77777777" w:rsidR="00AE5809" w:rsidRPr="00855E16" w:rsidRDefault="00AE5809" w:rsidP="00AE5809">
            <w:pPr>
              <w:ind w:firstLine="0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Предоставление субсидии на финансирование обеспечение выполнения муниципального задания на оказание муниципальной услуги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CB11E2" w14:textId="77777777" w:rsidR="00AE5809" w:rsidRPr="00855E16" w:rsidRDefault="00AE5809" w:rsidP="00AE5809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79B223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B3DAE9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E1C93A" w14:textId="77777777" w:rsidR="00AE5809" w:rsidRPr="00855E16" w:rsidRDefault="00AE5809" w:rsidP="00AE5809">
            <w:pPr>
              <w:ind w:left="-108" w:right="-104"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02 4 01 00000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F192D6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9ACA46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56 827,2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4EB18D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55 377,2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FE4B10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55 377,2</w:t>
            </w:r>
          </w:p>
        </w:tc>
      </w:tr>
      <w:tr w:rsidR="00AE5809" w:rsidRPr="00970BD5" w14:paraId="42E6E282" w14:textId="77777777" w:rsidTr="00B44E0E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9F7D0F" w14:textId="77777777" w:rsidR="00AE5809" w:rsidRPr="00855E16" w:rsidRDefault="00AE5809" w:rsidP="00AE5809">
            <w:pPr>
              <w:ind w:firstLine="0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Расходы на обеспечение деятельности  учреждений дополнительного образования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8DAC05" w14:textId="77777777" w:rsidR="00AE5809" w:rsidRPr="00855E16" w:rsidRDefault="00AE5809" w:rsidP="00AE5809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0D3A86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8AE026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C5F7DB" w14:textId="77777777" w:rsidR="00AE5809" w:rsidRPr="00855E16" w:rsidRDefault="00AE5809" w:rsidP="00AE5809">
            <w:pPr>
              <w:ind w:left="-108" w:right="-104"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02 4 01 23590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C27588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23CE9A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55 548,2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B9CEE0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55 377,2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42348C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55 377,2</w:t>
            </w:r>
          </w:p>
        </w:tc>
      </w:tr>
      <w:tr w:rsidR="00AE5809" w:rsidRPr="00970BD5" w14:paraId="03A6C33C" w14:textId="77777777" w:rsidTr="00B44E0E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8C749D" w14:textId="77777777" w:rsidR="00AE5809" w:rsidRPr="00855E16" w:rsidRDefault="00AE5809" w:rsidP="00AE5809">
            <w:pPr>
              <w:ind w:firstLine="0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626747" w14:textId="77777777" w:rsidR="00AE5809" w:rsidRPr="00855E16" w:rsidRDefault="00AE5809" w:rsidP="00AE5809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20EA22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C2DDF0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C913E3" w14:textId="77777777" w:rsidR="00AE5809" w:rsidRPr="00855E16" w:rsidRDefault="00AE5809" w:rsidP="00AE5809">
            <w:pPr>
              <w:ind w:left="-108" w:right="-104"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02 4 01 23590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0C9AD2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600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9C3C56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55 548,2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C3851B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55 377,2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D66327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55 377,2</w:t>
            </w:r>
          </w:p>
        </w:tc>
      </w:tr>
      <w:tr w:rsidR="00AE5809" w:rsidRPr="00970BD5" w14:paraId="711B8302" w14:textId="77777777" w:rsidTr="00B44E0E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9C9623" w14:textId="77777777" w:rsidR="00AE5809" w:rsidRPr="00855E16" w:rsidRDefault="00AE5809" w:rsidP="00AE5809">
            <w:pPr>
              <w:ind w:firstLine="0"/>
              <w:rPr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>Молодежная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387F2E" w14:textId="77777777" w:rsidR="00AE5809" w:rsidRPr="00855E16" w:rsidRDefault="00AE5809" w:rsidP="00AE5809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73BF9D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8A8A7C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EF5D1B" w14:textId="77777777" w:rsidR="00AE5809" w:rsidRPr="00855E16" w:rsidRDefault="00AE5809" w:rsidP="00AE5809">
            <w:pPr>
              <w:ind w:left="-108" w:right="-104"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D3DF81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3213BC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>5 349,6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2BCBCB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>6 984,1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3602F0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>6 984,1</w:t>
            </w:r>
          </w:p>
        </w:tc>
      </w:tr>
      <w:tr w:rsidR="00AE5809" w:rsidRPr="00970BD5" w14:paraId="05827BA2" w14:textId="77777777" w:rsidTr="00B44E0E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7DCB0D" w14:textId="77777777" w:rsidR="00AE5809" w:rsidRPr="00855E16" w:rsidRDefault="00AE5809" w:rsidP="00AE5809">
            <w:pPr>
              <w:ind w:firstLine="0"/>
              <w:rPr>
                <w:sz w:val="24"/>
                <w:szCs w:val="24"/>
                <w:highlight w:val="yellow"/>
              </w:rPr>
            </w:pPr>
            <w:r w:rsidRPr="00855E16">
              <w:rPr>
                <w:color w:val="000000"/>
                <w:sz w:val="24"/>
                <w:szCs w:val="24"/>
              </w:rPr>
              <w:t>Муниципальная программа «Развитие образования Балахнинского муниципального округа»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E39E25" w14:textId="77777777" w:rsidR="00AE5809" w:rsidRPr="00855E16" w:rsidRDefault="00AE5809" w:rsidP="00AE5809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36C4EA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2D05D2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4527B3" w14:textId="77777777" w:rsidR="00AE5809" w:rsidRPr="00855E16" w:rsidRDefault="00AE5809" w:rsidP="00AE5809">
            <w:pPr>
              <w:ind w:left="-108" w:right="-104"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01 0 00 00000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10D2C5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72BA1E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5 196,3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5ACFC3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6 830,8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E154E3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6 830,8</w:t>
            </w:r>
          </w:p>
        </w:tc>
      </w:tr>
      <w:tr w:rsidR="00AE5809" w:rsidRPr="00970BD5" w14:paraId="0F98D7E8" w14:textId="77777777" w:rsidTr="00487574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CDB04B" w14:textId="77777777" w:rsidR="00AE5809" w:rsidRPr="00855E16" w:rsidRDefault="00AE5809" w:rsidP="00AE5809">
            <w:pPr>
              <w:ind w:firstLine="0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lastRenderedPageBreak/>
              <w:t xml:space="preserve">Подпрограмма «Развитие дополнительного образования и воспитания детей»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F12129" w14:textId="77777777" w:rsidR="00AE5809" w:rsidRPr="00855E16" w:rsidRDefault="00AE5809" w:rsidP="00AE5809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91FBBC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732CF9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90FF7B" w14:textId="77777777" w:rsidR="00AE5809" w:rsidRPr="00855E16" w:rsidRDefault="00AE5809" w:rsidP="00AE5809">
            <w:pPr>
              <w:ind w:left="-108" w:right="-104"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01 2 00 00000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A60645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4B772E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5 196,3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28120C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6 830,8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495D9A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6 830,8</w:t>
            </w:r>
          </w:p>
        </w:tc>
      </w:tr>
      <w:tr w:rsidR="00AE5809" w:rsidRPr="00970BD5" w14:paraId="40A84736" w14:textId="77777777" w:rsidTr="00487574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9F959A" w14:textId="77777777" w:rsidR="00AE5809" w:rsidRPr="00855E16" w:rsidRDefault="00AE5809" w:rsidP="00AE5809">
            <w:pPr>
              <w:ind w:firstLine="0"/>
              <w:rPr>
                <w:sz w:val="24"/>
                <w:szCs w:val="24"/>
                <w:highlight w:val="yellow"/>
              </w:rPr>
            </w:pPr>
            <w:r w:rsidRPr="00855E16">
              <w:rPr>
                <w:color w:val="000000"/>
                <w:sz w:val="24"/>
                <w:szCs w:val="24"/>
              </w:rPr>
              <w:t>Организация отдыха и оздоровления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3B293D" w14:textId="77777777" w:rsidR="00AE5809" w:rsidRPr="00855E16" w:rsidRDefault="00AE5809" w:rsidP="00AE5809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A9B90B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2C9118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C7251A" w14:textId="77777777" w:rsidR="00AE5809" w:rsidRPr="00855E16" w:rsidRDefault="00AE5809" w:rsidP="00AE5809">
            <w:pPr>
              <w:ind w:left="-108" w:right="-104"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01 2 01 00000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E7390D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84830F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5 196,3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A4C066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6 830,8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75DCE7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6 830,8</w:t>
            </w:r>
          </w:p>
        </w:tc>
      </w:tr>
      <w:tr w:rsidR="00AE5809" w:rsidRPr="00970BD5" w14:paraId="4A29E411" w14:textId="77777777" w:rsidTr="00487574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C0AC6D" w14:textId="77777777" w:rsidR="00AE5809" w:rsidRPr="00855E16" w:rsidRDefault="00AE5809" w:rsidP="00AE5809">
            <w:pPr>
              <w:ind w:firstLine="0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Мероприятия по организации каникулярного отдыха и оздоровления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A381DB" w14:textId="77777777" w:rsidR="00AE5809" w:rsidRPr="00855E16" w:rsidRDefault="00AE5809" w:rsidP="00AE5809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B96123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D0467E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2D3441" w14:textId="77777777" w:rsidR="00AE5809" w:rsidRPr="00855E16" w:rsidRDefault="00AE5809" w:rsidP="00AE5809">
            <w:pPr>
              <w:ind w:left="-108" w:right="-104"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 xml:space="preserve">01 2 01 25170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3A6B59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34DE9E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1 777,3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4D3076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1 500,0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48E946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1 500,0</w:t>
            </w:r>
          </w:p>
        </w:tc>
      </w:tr>
      <w:tr w:rsidR="00AE5809" w:rsidRPr="00970BD5" w14:paraId="46E10583" w14:textId="77777777" w:rsidTr="00487574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1F3E83" w14:textId="77777777" w:rsidR="00AE5809" w:rsidRPr="00855E16" w:rsidRDefault="00AE5809" w:rsidP="00AE5809">
            <w:pPr>
              <w:ind w:firstLine="0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ADF55D" w14:textId="77777777" w:rsidR="00AE5809" w:rsidRPr="00855E16" w:rsidRDefault="00AE5809" w:rsidP="00AE5809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AADF75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4B49EB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5FA1F8" w14:textId="77777777" w:rsidR="00AE5809" w:rsidRPr="00855E16" w:rsidRDefault="00AE5809" w:rsidP="00AE5809">
            <w:pPr>
              <w:ind w:left="-108" w:right="-104"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01 2 01 25170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D5B2FC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600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404C2E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1 777,3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B76A5C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1 500,0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78299C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1 500,0</w:t>
            </w:r>
          </w:p>
        </w:tc>
      </w:tr>
      <w:tr w:rsidR="00AE5809" w:rsidRPr="00970BD5" w14:paraId="46575554" w14:textId="77777777" w:rsidTr="00B44E0E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9D4323" w14:textId="77777777" w:rsidR="00AE5809" w:rsidRPr="00855E16" w:rsidRDefault="00AE5809" w:rsidP="00AE5809">
            <w:pPr>
              <w:ind w:firstLine="0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Расходы на осуществление выплат на возмещение части расходов по приобретению путевок в загородные оздоровительные лагеря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2579AB" w14:textId="77777777" w:rsidR="00AE5809" w:rsidRPr="00855E16" w:rsidRDefault="00AE5809" w:rsidP="00AE5809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B97ACD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A8D09C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57A4BF" w14:textId="77777777" w:rsidR="00AE5809" w:rsidRPr="00855E16" w:rsidRDefault="00AE5809" w:rsidP="00AE5809">
            <w:pPr>
              <w:ind w:left="-108" w:right="-104"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01 2 01 25210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581670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61CBD6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3 291,9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D5A20A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3 500,0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B6368C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3 500,0</w:t>
            </w:r>
          </w:p>
        </w:tc>
      </w:tr>
      <w:tr w:rsidR="00AE5809" w:rsidRPr="00970BD5" w14:paraId="093D0E99" w14:textId="77777777" w:rsidTr="00B44E0E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714166" w14:textId="77777777" w:rsidR="00AE5809" w:rsidRPr="00855E16" w:rsidRDefault="00AE5809" w:rsidP="00AE5809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E6B447" w14:textId="77777777" w:rsidR="00AE5809" w:rsidRPr="00855E16" w:rsidRDefault="00AE5809" w:rsidP="00AE5809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9EF9E8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E62B9F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2453CB" w14:textId="77777777" w:rsidR="00AE5809" w:rsidRPr="00855E16" w:rsidRDefault="00AE5809" w:rsidP="00AE5809">
            <w:pPr>
              <w:ind w:left="-108" w:right="-104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01 2 01 25210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AF7534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300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30194A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2 166,5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471E13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0,0 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5991D9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 0,0</w:t>
            </w:r>
          </w:p>
        </w:tc>
      </w:tr>
      <w:tr w:rsidR="00AE5809" w:rsidRPr="00970BD5" w14:paraId="73B3E79F" w14:textId="77777777" w:rsidTr="00B44E0E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65B21E" w14:textId="77777777" w:rsidR="00AE5809" w:rsidRPr="00855E16" w:rsidRDefault="00AE5809" w:rsidP="00AE5809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6ED4A9" w14:textId="77777777" w:rsidR="00AE5809" w:rsidRPr="00855E16" w:rsidRDefault="00AE5809" w:rsidP="00AE5809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E10DDE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DDD983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EE4497" w14:textId="77777777" w:rsidR="00AE5809" w:rsidRPr="00855E16" w:rsidRDefault="00AE5809" w:rsidP="00AE5809">
            <w:pPr>
              <w:ind w:left="-108" w:right="-104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01 2 01 25210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CA3212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800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EF8E84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705,4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3B3DB6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1 500,0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BB4E33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1 500,0</w:t>
            </w:r>
          </w:p>
        </w:tc>
      </w:tr>
      <w:tr w:rsidR="00AE5809" w:rsidRPr="00970BD5" w14:paraId="3A29B048" w14:textId="77777777" w:rsidTr="00B44E0E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C9AA95" w14:textId="77777777" w:rsidR="00AE5809" w:rsidRPr="00855E16" w:rsidRDefault="00AE5809" w:rsidP="00AE5809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 xml:space="preserve">Расходы на осуществление выплат на возмещение части расходов по приобретению путевок в детские санатории, санаторно-оздоровительные центры (лагеря) круглогодичного действия и иные организации, осуществляющие санаторно- курортное лечение детей в </w:t>
            </w:r>
            <w:r w:rsidRPr="00855E16">
              <w:rPr>
                <w:sz w:val="24"/>
                <w:szCs w:val="24"/>
              </w:rPr>
              <w:lastRenderedPageBreak/>
              <w:t>соответствии с имеющейся лицензией, иные  организации, осуществляющие санаторно-курортную помощь детям в соответствии с имеющейся лицензией, расположенные на территории Российской Федерации расположенные на территории 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A1FEA7" w14:textId="77777777" w:rsidR="00AE5809" w:rsidRPr="00855E16" w:rsidRDefault="00AE5809" w:rsidP="00AE5809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B3356B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152151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ABD2ED" w14:textId="77777777" w:rsidR="00AE5809" w:rsidRPr="00855E16" w:rsidRDefault="00AE5809" w:rsidP="00AE5809">
            <w:pPr>
              <w:ind w:left="-108" w:right="-104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01 2 01 73320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C7B845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F517BE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127,1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9CA459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1 830,8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59B962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1 830,8</w:t>
            </w:r>
          </w:p>
        </w:tc>
      </w:tr>
      <w:tr w:rsidR="00AE5809" w:rsidRPr="00970BD5" w14:paraId="40B6F406" w14:textId="77777777" w:rsidTr="00B44E0E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5C7F2A" w14:textId="77777777" w:rsidR="00AE5809" w:rsidRPr="00855E16" w:rsidRDefault="00AE5809" w:rsidP="00AE5809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875343" w14:textId="77777777" w:rsidR="00AE5809" w:rsidRPr="00855E16" w:rsidRDefault="00AE5809" w:rsidP="00AE5809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92057B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E93F37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2ADA4E" w14:textId="77777777" w:rsidR="00AE5809" w:rsidRPr="00855E16" w:rsidRDefault="00AE5809" w:rsidP="00AE5809">
            <w:pPr>
              <w:ind w:left="-108" w:right="-104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01 2 01 73320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059416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200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0F0135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0,0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AE39B4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87,0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E87401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87,0</w:t>
            </w:r>
          </w:p>
        </w:tc>
      </w:tr>
      <w:tr w:rsidR="00AE5809" w:rsidRPr="00970BD5" w14:paraId="7AA6C895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BC63B8" w14:textId="77777777" w:rsidR="00AE5809" w:rsidRPr="00855E16" w:rsidRDefault="00AE5809" w:rsidP="00AE5809">
            <w:pPr>
              <w:ind w:right="-115" w:firstLine="0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4A6601" w14:textId="77777777" w:rsidR="00AE5809" w:rsidRPr="00855E16" w:rsidRDefault="00AE5809" w:rsidP="00AE5809">
            <w:pPr>
              <w:ind w:left="-109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381E3D" w14:textId="77777777" w:rsidR="00AE5809" w:rsidRPr="00855E16" w:rsidRDefault="00AE5809" w:rsidP="00AE5809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ECD6E2" w14:textId="77777777" w:rsidR="00AE5809" w:rsidRPr="00855E16" w:rsidRDefault="00AE5809" w:rsidP="00AE5809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FC9C4E" w14:textId="77777777" w:rsidR="00AE5809" w:rsidRPr="00855E16" w:rsidRDefault="00AE5809" w:rsidP="00AE5809">
            <w:pPr>
              <w:ind w:left="-108" w:right="-104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01 2 01 73320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052E15" w14:textId="77777777" w:rsidR="00AE5809" w:rsidRPr="00855E16" w:rsidRDefault="00AE5809" w:rsidP="00AE5809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300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C5BBFD" w14:textId="77777777" w:rsidR="00AE5809" w:rsidRPr="00855E16" w:rsidRDefault="00AE5809" w:rsidP="00AE5809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115,0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C9A304" w14:textId="77777777" w:rsidR="00AE5809" w:rsidRPr="00855E16" w:rsidRDefault="00AE5809" w:rsidP="00AE5809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1 281,6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7F9C95" w14:textId="77777777" w:rsidR="00AE5809" w:rsidRPr="00855E16" w:rsidRDefault="00AE5809" w:rsidP="00AE5809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1 281,6</w:t>
            </w:r>
          </w:p>
        </w:tc>
      </w:tr>
      <w:tr w:rsidR="00AE5809" w:rsidRPr="00970BD5" w14:paraId="3479E8A6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69EEC4" w14:textId="77777777" w:rsidR="00AE5809" w:rsidRPr="00855E16" w:rsidRDefault="00AE5809" w:rsidP="00AE5809">
            <w:pPr>
              <w:ind w:right="-115" w:firstLine="0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F9D21B" w14:textId="77777777" w:rsidR="00AE5809" w:rsidRPr="00855E16" w:rsidRDefault="00AE5809" w:rsidP="00AE5809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FE4E37" w14:textId="77777777" w:rsidR="00AE5809" w:rsidRPr="00855E16" w:rsidRDefault="00AE5809" w:rsidP="00AE5809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0B9036" w14:textId="77777777" w:rsidR="00AE5809" w:rsidRPr="00855E16" w:rsidRDefault="00AE5809" w:rsidP="00AE5809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A84799" w14:textId="77777777" w:rsidR="00AE5809" w:rsidRPr="00855E16" w:rsidRDefault="00AE5809" w:rsidP="00AE5809">
            <w:pPr>
              <w:ind w:left="-108" w:right="-104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01 2 01 73320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CFAC93" w14:textId="77777777" w:rsidR="00AE5809" w:rsidRPr="00855E16" w:rsidRDefault="00AE5809" w:rsidP="00AE5809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800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1C3DC6" w14:textId="77777777" w:rsidR="00AE5809" w:rsidRPr="00855E16" w:rsidRDefault="00AE5809" w:rsidP="00AE5809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12,1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7A9B83" w14:textId="77777777" w:rsidR="00AE5809" w:rsidRPr="00855E16" w:rsidRDefault="00AE5809" w:rsidP="00AE5809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462,2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ACCE7A" w14:textId="77777777" w:rsidR="00AE5809" w:rsidRPr="00855E16" w:rsidRDefault="00AE5809" w:rsidP="00AE5809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462,2</w:t>
            </w:r>
          </w:p>
        </w:tc>
      </w:tr>
      <w:tr w:rsidR="00AE5809" w:rsidRPr="00970BD5" w14:paraId="0C527047" w14:textId="77777777" w:rsidTr="00487574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DF0956" w14:textId="77777777" w:rsidR="00AE5809" w:rsidRPr="00855E16" w:rsidRDefault="00AE5809" w:rsidP="00AE5809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760AB2" w14:textId="77777777" w:rsidR="00AE5809" w:rsidRPr="00855E16" w:rsidRDefault="00AE5809" w:rsidP="00AE5809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85426D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5241CA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B2B555" w14:textId="77777777" w:rsidR="00AE5809" w:rsidRPr="00855E16" w:rsidRDefault="00AE5809" w:rsidP="00AE5809">
            <w:pPr>
              <w:ind w:left="-108" w:right="-104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E33446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595CB0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>19 512,0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459E22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>32 173,2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D06228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>34 173,2</w:t>
            </w:r>
          </w:p>
        </w:tc>
      </w:tr>
      <w:tr w:rsidR="00AE5809" w:rsidRPr="00970BD5" w14:paraId="79ECA150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A9FBCE" w14:textId="77777777" w:rsidR="00AE5809" w:rsidRPr="00855E16" w:rsidRDefault="00AE5809" w:rsidP="00AE5809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color w:val="000000"/>
                <w:sz w:val="24"/>
                <w:szCs w:val="24"/>
              </w:rPr>
              <w:t>Муниципальная программа «Развитие образования Балахнинского муниципального округа»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2DE787" w14:textId="77777777" w:rsidR="00AE5809" w:rsidRPr="00855E16" w:rsidRDefault="00AE5809" w:rsidP="00AE5809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17E9C7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7058EE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10550A" w14:textId="77777777" w:rsidR="00AE5809" w:rsidRPr="00855E16" w:rsidRDefault="00AE5809" w:rsidP="00AE5809">
            <w:pPr>
              <w:ind w:left="-108" w:right="-104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9B2B6A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DD3F9F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17 969,3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DEA6DB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31 173,2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B3EF36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33 173,2</w:t>
            </w:r>
          </w:p>
        </w:tc>
      </w:tr>
      <w:tr w:rsidR="00AE5809" w:rsidRPr="00970BD5" w14:paraId="3A3F727B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F56AD5" w14:textId="77777777" w:rsidR="00AE5809" w:rsidRPr="00855E16" w:rsidRDefault="00AE5809" w:rsidP="00AE5809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 xml:space="preserve">Подпрограмма «Укрепление материально-технической базы образовательных учреждений»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102F18" w14:textId="77777777" w:rsidR="00AE5809" w:rsidRPr="00855E16" w:rsidRDefault="00AE5809" w:rsidP="00AE5809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EB6AA9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679F0C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4D7E67" w14:textId="77777777" w:rsidR="00AE5809" w:rsidRPr="00855E16" w:rsidRDefault="00AE5809" w:rsidP="00AE5809">
            <w:pPr>
              <w:ind w:left="-108" w:right="-104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01 5 00 00000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F716C0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309BB8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0,0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D29EC4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11 000,0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216C2B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13 000,0</w:t>
            </w:r>
          </w:p>
        </w:tc>
      </w:tr>
      <w:tr w:rsidR="00AE5809" w:rsidRPr="00970BD5" w14:paraId="762D8283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17AFC0" w14:textId="77777777" w:rsidR="00AE5809" w:rsidRPr="00855E16" w:rsidRDefault="00AE5809" w:rsidP="001361E5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 xml:space="preserve">Укрепление материально- технической базы </w:t>
            </w:r>
            <w:r w:rsidRPr="00855E16">
              <w:rPr>
                <w:sz w:val="24"/>
                <w:szCs w:val="24"/>
              </w:rPr>
              <w:lastRenderedPageBreak/>
              <w:t>подведомственных образовательных учреждений, подготовка к новому учебному году, капитальный и текущий ремонты, аварийные работы, работы по повышению антитеррористической защищенности ОУ, разработка и корректировка проектно-сметной документации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BE3523" w14:textId="77777777" w:rsidR="00AE5809" w:rsidRPr="00855E16" w:rsidRDefault="00AE5809" w:rsidP="00AE5809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095822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86D0B7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01D771" w14:textId="77777777" w:rsidR="00AE5809" w:rsidRPr="00855E16" w:rsidRDefault="00AE5809" w:rsidP="00AE5809">
            <w:pPr>
              <w:ind w:left="-108" w:right="-104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01 5 01 00000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B2F785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CE919E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0,0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B52E3E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11 000,0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BBE42D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13 000,0</w:t>
            </w:r>
          </w:p>
        </w:tc>
      </w:tr>
      <w:tr w:rsidR="00AE5809" w:rsidRPr="00970BD5" w14:paraId="213BD65B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F4D892" w14:textId="77777777" w:rsidR="00AE5809" w:rsidRPr="00855E16" w:rsidRDefault="00AE5809" w:rsidP="00AE5809">
            <w:pPr>
              <w:ind w:firstLine="0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Расходы на проведение капитального и текущего ремонтов муниципальных образовательных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2531FB" w14:textId="77777777" w:rsidR="00AE5809" w:rsidRPr="00855E16" w:rsidRDefault="00AE5809" w:rsidP="00AE5809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FB34F6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2BA5D9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863F90" w14:textId="77777777" w:rsidR="00AE5809" w:rsidRPr="00855E16" w:rsidRDefault="00AE5809" w:rsidP="00AE5809">
            <w:pPr>
              <w:ind w:left="-108" w:right="-104"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01 5 01 25020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4146F6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4C286E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0,0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B7CE5D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11 000,0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74ADCA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13 000,0</w:t>
            </w:r>
          </w:p>
        </w:tc>
      </w:tr>
      <w:tr w:rsidR="00AE5809" w:rsidRPr="00970BD5" w14:paraId="55090E70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9B2ED6" w14:textId="77777777" w:rsidR="00AE5809" w:rsidRPr="00855E16" w:rsidRDefault="00AE5809" w:rsidP="00AE5809">
            <w:pPr>
              <w:ind w:firstLine="0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60900C" w14:textId="77777777" w:rsidR="00AE5809" w:rsidRPr="00855E16" w:rsidRDefault="00AE5809" w:rsidP="00AE5809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830110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CCA173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5A7C11" w14:textId="77777777" w:rsidR="00AE5809" w:rsidRPr="00855E16" w:rsidRDefault="00AE5809" w:rsidP="00AE5809">
            <w:pPr>
              <w:ind w:left="-108" w:right="-104"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01 5 01 25020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565000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600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47CFD7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0,0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FD3BA8" w14:textId="77777777" w:rsidR="00AE5809" w:rsidRPr="00855E16" w:rsidRDefault="00AE5809" w:rsidP="00AE5809">
            <w:pPr>
              <w:ind w:left="-114" w:right="-102"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11 000,0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E6599F" w14:textId="77777777" w:rsidR="00AE5809" w:rsidRPr="00855E16" w:rsidRDefault="00AE5809" w:rsidP="00AE5809">
            <w:pPr>
              <w:ind w:left="-107" w:right="-102" w:firstLine="135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13 000,0</w:t>
            </w:r>
          </w:p>
        </w:tc>
      </w:tr>
      <w:tr w:rsidR="00AE5809" w:rsidRPr="00970BD5" w14:paraId="6654BBE0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7BCB2F" w14:textId="77777777" w:rsidR="00AE5809" w:rsidRPr="00855E16" w:rsidRDefault="00AE5809" w:rsidP="001361E5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 xml:space="preserve">Подпрограмма </w:t>
            </w:r>
            <w:r w:rsidR="001361E5">
              <w:rPr>
                <w:sz w:val="24"/>
                <w:szCs w:val="24"/>
              </w:rPr>
              <w:t>«</w:t>
            </w:r>
            <w:r w:rsidRPr="00855E16">
              <w:rPr>
                <w:sz w:val="24"/>
                <w:szCs w:val="24"/>
              </w:rPr>
              <w:t>Обеспечение пожарной безопасности образовательных учреждений</w:t>
            </w:r>
            <w:r w:rsidR="001361E5"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2EA483" w14:textId="77777777" w:rsidR="00AE5809" w:rsidRPr="00855E16" w:rsidRDefault="00AE5809" w:rsidP="00AE5809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6A18A4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4050BA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65C0DE" w14:textId="77777777" w:rsidR="00AE5809" w:rsidRPr="00855E16" w:rsidRDefault="00AE5809" w:rsidP="00AE5809">
            <w:pPr>
              <w:ind w:left="-108" w:right="-104"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01 6 00 00000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A4E18F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6E0DC7" w14:textId="77777777" w:rsidR="00AE5809" w:rsidRPr="00855E16" w:rsidRDefault="00AE5809" w:rsidP="00AE5809">
            <w:pPr>
              <w:ind w:right="-110" w:hanging="108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0,0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137B8A" w14:textId="77777777" w:rsidR="00AE5809" w:rsidRPr="00855E16" w:rsidRDefault="00AE5809" w:rsidP="00AE5809">
            <w:pPr>
              <w:ind w:left="-114" w:right="-108"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1 360,0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77145C" w14:textId="77777777" w:rsidR="00AE5809" w:rsidRPr="00855E16" w:rsidRDefault="00AE5809" w:rsidP="00AE5809">
            <w:pPr>
              <w:ind w:left="-107" w:right="-108"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1 360,0</w:t>
            </w:r>
          </w:p>
        </w:tc>
      </w:tr>
      <w:tr w:rsidR="00AE5809" w:rsidRPr="00970BD5" w14:paraId="78A06FC2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B871E4" w14:textId="4F464727" w:rsidR="00AE5809" w:rsidRPr="00855E16" w:rsidRDefault="00AE5809" w:rsidP="00AE5809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color w:val="000000"/>
                <w:sz w:val="24"/>
                <w:szCs w:val="24"/>
              </w:rPr>
              <w:t xml:space="preserve">Проведение работ в образовательных организациях, направленных на повышение уровня пожарной безопасности учреждений образования, выполнение </w:t>
            </w:r>
            <w:r w:rsidRPr="00855E16">
              <w:rPr>
                <w:color w:val="000000"/>
                <w:sz w:val="24"/>
                <w:szCs w:val="24"/>
              </w:rPr>
              <w:lastRenderedPageBreak/>
              <w:t>предписаний Госпожнадзора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F618C9" w14:textId="77777777" w:rsidR="00AE5809" w:rsidRPr="00855E16" w:rsidRDefault="00AE5809" w:rsidP="00AE5809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21B281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C9F6C0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0BEF33" w14:textId="77777777" w:rsidR="00AE5809" w:rsidRPr="00855E16" w:rsidRDefault="00AE5809" w:rsidP="00AE5809">
            <w:pPr>
              <w:ind w:left="-108" w:right="-104"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01 6 01 00000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E4745B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50B86E" w14:textId="77777777" w:rsidR="00AE5809" w:rsidRPr="00855E16" w:rsidRDefault="00AE5809" w:rsidP="00AE5809">
            <w:pPr>
              <w:ind w:right="-110" w:hanging="108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0,0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C0009E" w14:textId="77777777" w:rsidR="00AE5809" w:rsidRPr="00855E16" w:rsidRDefault="00AE5809" w:rsidP="00AE5809">
            <w:pPr>
              <w:ind w:left="-114" w:right="-108"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1 360,0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E49121" w14:textId="77777777" w:rsidR="00AE5809" w:rsidRPr="00855E16" w:rsidRDefault="00AE5809" w:rsidP="00AE5809">
            <w:pPr>
              <w:ind w:left="-107" w:right="-108"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1 360,0</w:t>
            </w:r>
          </w:p>
        </w:tc>
      </w:tr>
      <w:tr w:rsidR="00AE5809" w:rsidRPr="00970BD5" w14:paraId="0420C9B8" w14:textId="77777777" w:rsidTr="00487574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EC5E56" w14:textId="77777777" w:rsidR="00AE5809" w:rsidRPr="00855E16" w:rsidRDefault="00AE5809" w:rsidP="00AE5809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Расходы на укрепление пожарной безопасности муниципальных образовательных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EBE2A2" w14:textId="77777777" w:rsidR="00AE5809" w:rsidRPr="00855E16" w:rsidRDefault="00AE5809" w:rsidP="00AE5809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622F15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B4DE04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B631CC" w14:textId="77777777" w:rsidR="00AE5809" w:rsidRPr="00855E16" w:rsidRDefault="00AE5809" w:rsidP="00AE5809">
            <w:pPr>
              <w:ind w:left="-108" w:right="-104"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01 6 01 25020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A119A0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610A01" w14:textId="77777777" w:rsidR="00AE5809" w:rsidRPr="00855E16" w:rsidRDefault="00AE5809" w:rsidP="00AE5809">
            <w:pPr>
              <w:ind w:right="-110" w:hanging="108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0,0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C9C45E" w14:textId="77777777" w:rsidR="00AE5809" w:rsidRPr="00855E16" w:rsidRDefault="00AE5809" w:rsidP="00AE5809">
            <w:pPr>
              <w:ind w:left="-114" w:right="-108"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1 360,0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7F3BAA" w14:textId="77777777" w:rsidR="00AE5809" w:rsidRPr="00855E16" w:rsidRDefault="00AE5809" w:rsidP="00AE5809">
            <w:pPr>
              <w:ind w:left="-107" w:right="-108"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1 360,0</w:t>
            </w:r>
          </w:p>
        </w:tc>
      </w:tr>
      <w:tr w:rsidR="00AE5809" w:rsidRPr="00970BD5" w14:paraId="1CB61DEB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E74CF7" w14:textId="77777777" w:rsidR="00AE5809" w:rsidRPr="00855E16" w:rsidRDefault="00AE5809" w:rsidP="00AE5809">
            <w:pPr>
              <w:ind w:firstLine="0"/>
              <w:rPr>
                <w:b/>
                <w:bCs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80979D" w14:textId="77777777" w:rsidR="00AE5809" w:rsidRPr="00855E16" w:rsidRDefault="00AE5809" w:rsidP="00AE5809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4553DA" w14:textId="77777777" w:rsidR="00AE5809" w:rsidRPr="00855E16" w:rsidRDefault="00AE5809" w:rsidP="00AE5809">
            <w:pPr>
              <w:ind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AEA8AA" w14:textId="77777777" w:rsidR="00AE5809" w:rsidRPr="00855E16" w:rsidRDefault="00AE5809" w:rsidP="00AE5809">
            <w:pPr>
              <w:ind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894CC3" w14:textId="77777777" w:rsidR="00AE5809" w:rsidRPr="00855E16" w:rsidRDefault="00AE5809" w:rsidP="00AE5809">
            <w:pPr>
              <w:ind w:left="-108" w:right="-104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01 6 01 25020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52A7DC" w14:textId="77777777" w:rsidR="00AE5809" w:rsidRPr="00855E16" w:rsidRDefault="00AE5809" w:rsidP="00AE5809">
            <w:pPr>
              <w:ind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600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FE86A6" w14:textId="77777777" w:rsidR="00AE5809" w:rsidRPr="00855E16" w:rsidRDefault="00AE5809" w:rsidP="00AE5809">
            <w:pPr>
              <w:ind w:right="-110" w:hanging="108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0,0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808570" w14:textId="77777777" w:rsidR="00AE5809" w:rsidRPr="00855E16" w:rsidRDefault="00AE5809" w:rsidP="00AE5809">
            <w:pPr>
              <w:ind w:left="-114" w:right="-108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1 360,0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8C12B2" w14:textId="77777777" w:rsidR="00AE5809" w:rsidRPr="00855E16" w:rsidRDefault="00AE5809" w:rsidP="00AE5809">
            <w:pPr>
              <w:ind w:left="-107" w:right="-108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1 360,0</w:t>
            </w:r>
          </w:p>
        </w:tc>
      </w:tr>
      <w:tr w:rsidR="00AE5809" w:rsidRPr="00970BD5" w14:paraId="6179BEEB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A67F64" w14:textId="77777777" w:rsidR="00AE5809" w:rsidRPr="00855E16" w:rsidRDefault="00AE5809" w:rsidP="00AE5809">
            <w:pPr>
              <w:ind w:firstLine="0"/>
              <w:rPr>
                <w:b/>
                <w:bCs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Подпрограмма «Энергосбережение и повышение энергетической эффективности образовательных учреждений»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71C997" w14:textId="77777777" w:rsidR="00AE5809" w:rsidRPr="00855E16" w:rsidRDefault="00AE5809" w:rsidP="00AE5809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4F6A6B" w14:textId="77777777" w:rsidR="00AE5809" w:rsidRPr="00855E16" w:rsidRDefault="00AE5809" w:rsidP="00AE5809">
            <w:pPr>
              <w:ind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B24610" w14:textId="77777777" w:rsidR="00AE5809" w:rsidRPr="00855E16" w:rsidRDefault="00AE5809" w:rsidP="00AE5809">
            <w:pPr>
              <w:ind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36C0AF" w14:textId="77777777" w:rsidR="00AE5809" w:rsidRPr="00855E16" w:rsidRDefault="00AE5809" w:rsidP="00AE5809">
            <w:pPr>
              <w:ind w:left="-108" w:right="-104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01 9 00 00000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8AD07D" w14:textId="77777777" w:rsidR="00AE5809" w:rsidRPr="00855E16" w:rsidRDefault="00AE5809" w:rsidP="00AE5809">
            <w:pPr>
              <w:ind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6D4039" w14:textId="77777777" w:rsidR="00AE5809" w:rsidRPr="00855E16" w:rsidRDefault="00AE5809" w:rsidP="00AE5809">
            <w:pPr>
              <w:ind w:right="-110" w:hanging="108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0,0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45AB5C" w14:textId="77777777" w:rsidR="00AE5809" w:rsidRPr="00855E16" w:rsidRDefault="00AE5809" w:rsidP="00AE5809">
            <w:pPr>
              <w:ind w:left="-114" w:right="-108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1 000,0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CBF4C4" w14:textId="77777777" w:rsidR="00AE5809" w:rsidRPr="00855E16" w:rsidRDefault="00AE5809" w:rsidP="00AE5809">
            <w:pPr>
              <w:ind w:left="-107" w:right="-108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1 000,0</w:t>
            </w:r>
          </w:p>
        </w:tc>
      </w:tr>
      <w:tr w:rsidR="00AE5809" w:rsidRPr="00970BD5" w14:paraId="518D623D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9E34A9" w14:textId="77777777" w:rsidR="00AE5809" w:rsidRPr="00855E16" w:rsidRDefault="00AE5809" w:rsidP="00AE5809">
            <w:pPr>
              <w:ind w:firstLine="0"/>
              <w:rPr>
                <w:b/>
                <w:bCs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Реконструкция систем внутреннего и наружного освещения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56F177" w14:textId="77777777" w:rsidR="00AE5809" w:rsidRPr="00855E16" w:rsidRDefault="00AE5809" w:rsidP="00AE5809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7A334D" w14:textId="77777777" w:rsidR="00AE5809" w:rsidRPr="00855E16" w:rsidRDefault="00AE5809" w:rsidP="00AE5809">
            <w:pPr>
              <w:ind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0EFF59" w14:textId="77777777" w:rsidR="00AE5809" w:rsidRPr="00855E16" w:rsidRDefault="00AE5809" w:rsidP="00AE5809">
            <w:pPr>
              <w:ind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669BDF" w14:textId="77777777" w:rsidR="00AE5809" w:rsidRPr="00855E16" w:rsidRDefault="00AE5809" w:rsidP="00AE5809">
            <w:pPr>
              <w:ind w:left="-108" w:right="-104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01 9 01 00000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76B01B" w14:textId="77777777" w:rsidR="00AE5809" w:rsidRPr="00855E16" w:rsidRDefault="00AE5809" w:rsidP="00AE5809">
            <w:pPr>
              <w:ind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4EAA30" w14:textId="77777777" w:rsidR="00AE5809" w:rsidRPr="00855E16" w:rsidRDefault="00AE5809" w:rsidP="00AE5809">
            <w:pPr>
              <w:ind w:right="-110" w:hanging="108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0,0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E3DDFD" w14:textId="77777777" w:rsidR="00AE5809" w:rsidRPr="00855E16" w:rsidRDefault="00AE5809" w:rsidP="00AE5809">
            <w:pPr>
              <w:ind w:left="-114" w:right="-108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1 000,0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C7F1A0" w14:textId="77777777" w:rsidR="00AE5809" w:rsidRPr="00855E16" w:rsidRDefault="00AE5809" w:rsidP="00AE5809">
            <w:pPr>
              <w:ind w:left="-107" w:right="-108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1 000,0</w:t>
            </w:r>
          </w:p>
        </w:tc>
      </w:tr>
      <w:tr w:rsidR="00AE5809" w:rsidRPr="00970BD5" w14:paraId="25395A73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FE9EAB" w14:textId="77777777" w:rsidR="00AE5809" w:rsidRPr="00855E16" w:rsidRDefault="00AE5809" w:rsidP="00AE5809">
            <w:pPr>
              <w:ind w:firstLine="0"/>
              <w:rPr>
                <w:b/>
                <w:bCs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Расходы на проведение мероприятий, направленных на энергосбережение и повышение энергетической эффективности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19DE2A" w14:textId="77777777" w:rsidR="00AE5809" w:rsidRPr="00855E16" w:rsidRDefault="00AE5809" w:rsidP="00AE5809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6CB526" w14:textId="77777777" w:rsidR="00AE5809" w:rsidRPr="00855E16" w:rsidRDefault="00AE5809" w:rsidP="00AE5809">
            <w:pPr>
              <w:ind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6E15A6" w14:textId="77777777" w:rsidR="00AE5809" w:rsidRPr="00855E16" w:rsidRDefault="00AE5809" w:rsidP="00AE5809">
            <w:pPr>
              <w:ind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41468B" w14:textId="77777777" w:rsidR="00AE5809" w:rsidRPr="00855E16" w:rsidRDefault="00AE5809" w:rsidP="00AE5809">
            <w:pPr>
              <w:ind w:left="-108" w:right="-104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01 9 01 25020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3BFB25" w14:textId="77777777" w:rsidR="00AE5809" w:rsidRPr="00855E16" w:rsidRDefault="00AE5809" w:rsidP="00AE5809">
            <w:pPr>
              <w:ind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1E7A35" w14:textId="77777777" w:rsidR="00AE5809" w:rsidRPr="00855E16" w:rsidRDefault="00AE5809" w:rsidP="00AE5809">
            <w:pPr>
              <w:ind w:right="-110" w:hanging="108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0,0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430CD6" w14:textId="77777777" w:rsidR="00AE5809" w:rsidRPr="00855E16" w:rsidRDefault="00AE5809" w:rsidP="00AE5809">
            <w:pPr>
              <w:ind w:left="-114" w:right="-108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1 000,0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502F74" w14:textId="77777777" w:rsidR="00AE5809" w:rsidRPr="00855E16" w:rsidRDefault="00AE5809" w:rsidP="00AE5809">
            <w:pPr>
              <w:ind w:left="-107" w:right="-108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1 000,0</w:t>
            </w:r>
          </w:p>
        </w:tc>
      </w:tr>
      <w:tr w:rsidR="00AE5809" w:rsidRPr="00970BD5" w14:paraId="476B58AD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4FA813" w14:textId="77777777" w:rsidR="00AE5809" w:rsidRPr="00855E16" w:rsidRDefault="00AE5809" w:rsidP="00AE5809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EFA085" w14:textId="77777777" w:rsidR="00AE5809" w:rsidRPr="00855E16" w:rsidRDefault="00AE5809" w:rsidP="00AE5809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EDC9F5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69AC52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04AA59" w14:textId="77777777" w:rsidR="00AE5809" w:rsidRPr="00855E16" w:rsidRDefault="00AE5809" w:rsidP="00AE5809">
            <w:pPr>
              <w:ind w:left="-108" w:right="-104"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01 9 01 25020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07C2AB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600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C3E5A6" w14:textId="77777777" w:rsidR="00AE5809" w:rsidRPr="00855E16" w:rsidRDefault="00AE5809" w:rsidP="00AE5809">
            <w:pPr>
              <w:ind w:right="-110" w:hanging="108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0,0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4DEEBE" w14:textId="77777777" w:rsidR="00AE5809" w:rsidRPr="00855E16" w:rsidRDefault="00AE5809" w:rsidP="00AE5809">
            <w:pPr>
              <w:ind w:left="-114" w:right="-108"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1 000,0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CCB5E9" w14:textId="77777777" w:rsidR="00AE5809" w:rsidRPr="00855E16" w:rsidRDefault="00AE5809" w:rsidP="00AE5809">
            <w:pPr>
              <w:ind w:left="-107" w:right="-108"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1 000,0</w:t>
            </w:r>
          </w:p>
        </w:tc>
      </w:tr>
      <w:tr w:rsidR="00AE5809" w:rsidRPr="00970BD5" w14:paraId="562F81F2" w14:textId="77777777" w:rsidTr="00487574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35C50D" w14:textId="77777777" w:rsidR="00AE5809" w:rsidRPr="00855E16" w:rsidRDefault="00AE5809" w:rsidP="00AE5809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D58C9E" w14:textId="77777777" w:rsidR="00AE5809" w:rsidRPr="00855E16" w:rsidRDefault="00AE5809" w:rsidP="00AE5809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805DD7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9CF625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 xml:space="preserve">00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9BB8A3" w14:textId="77777777" w:rsidR="00AE5809" w:rsidRPr="00855E16" w:rsidRDefault="00AE5809" w:rsidP="00AE5809">
            <w:pPr>
              <w:ind w:left="-108" w:right="-104"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074532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F64BEF" w14:textId="77777777" w:rsidR="00AE5809" w:rsidRPr="00855E16" w:rsidRDefault="00AE5809" w:rsidP="00AE5809">
            <w:pPr>
              <w:ind w:right="-110" w:hanging="108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>284 410,8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CBCF36" w14:textId="77777777" w:rsidR="00AE5809" w:rsidRPr="00855E16" w:rsidRDefault="00AE5809" w:rsidP="00AE5809">
            <w:pPr>
              <w:ind w:left="-114" w:right="-108"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>187 614,5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D93E16" w14:textId="77777777" w:rsidR="00AE5809" w:rsidRPr="00855E16" w:rsidRDefault="00AE5809" w:rsidP="00AE5809">
            <w:pPr>
              <w:ind w:left="-107" w:right="-108"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>175 220,9</w:t>
            </w:r>
          </w:p>
        </w:tc>
      </w:tr>
      <w:tr w:rsidR="00AE5809" w:rsidRPr="00970BD5" w14:paraId="3CC3F39D" w14:textId="77777777" w:rsidTr="00487574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990457" w14:textId="77777777" w:rsidR="00AE5809" w:rsidRPr="00855E16" w:rsidRDefault="00AE5809" w:rsidP="00AE5809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>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487F3B" w14:textId="77777777" w:rsidR="00AE5809" w:rsidRPr="00855E16" w:rsidRDefault="00AE5809" w:rsidP="00AE5809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45DD91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51C312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B53047" w14:textId="77777777" w:rsidR="00AE5809" w:rsidRPr="00855E16" w:rsidRDefault="00AE5809" w:rsidP="00AE5809">
            <w:pPr>
              <w:ind w:left="-108" w:right="-104"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09EA1D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67179A" w14:textId="77777777" w:rsidR="00AE5809" w:rsidRPr="00855E16" w:rsidRDefault="00AE5809" w:rsidP="00AE5809">
            <w:pPr>
              <w:ind w:right="-110" w:hanging="108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>275 954,2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014A35" w14:textId="77777777" w:rsidR="00AE5809" w:rsidRPr="00855E16" w:rsidRDefault="00AE5809" w:rsidP="00AE5809">
            <w:pPr>
              <w:ind w:left="-114" w:right="-108"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>179 157,9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88B63B" w14:textId="77777777" w:rsidR="00AE5809" w:rsidRPr="00855E16" w:rsidRDefault="00AE5809" w:rsidP="00AE5809">
            <w:pPr>
              <w:ind w:left="-107" w:right="-108"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>166 764,3</w:t>
            </w:r>
          </w:p>
        </w:tc>
      </w:tr>
      <w:tr w:rsidR="00AE5809" w:rsidRPr="00970BD5" w14:paraId="068A6088" w14:textId="77777777" w:rsidTr="00487574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65A361" w14:textId="77777777" w:rsidR="00AE5809" w:rsidRPr="00855E16" w:rsidRDefault="00AE5809" w:rsidP="00AE5809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 xml:space="preserve">Муниципальная программа «Развитие культуры Балахнинского </w:t>
            </w:r>
            <w:r w:rsidRPr="00855E16">
              <w:rPr>
                <w:sz w:val="24"/>
                <w:szCs w:val="24"/>
              </w:rPr>
              <w:lastRenderedPageBreak/>
              <w:t>муниципального округа Нижегородской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3995CF" w14:textId="77777777" w:rsidR="00AE5809" w:rsidRPr="00855E16" w:rsidRDefault="00AE5809" w:rsidP="00AE5809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34EA4F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0DB6CF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2B026F" w14:textId="77777777" w:rsidR="00AE5809" w:rsidRPr="00855E16" w:rsidRDefault="00AE5809" w:rsidP="00AE5809">
            <w:pPr>
              <w:ind w:left="-108" w:right="-104"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02 0 00 00000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0930FE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A963DA" w14:textId="77777777" w:rsidR="00AE5809" w:rsidRPr="00855E16" w:rsidRDefault="00AE5809" w:rsidP="00AE5809">
            <w:pPr>
              <w:ind w:right="-110" w:hanging="108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275 891,7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688B66" w14:textId="77777777" w:rsidR="00AE5809" w:rsidRPr="00855E16" w:rsidRDefault="00AE5809" w:rsidP="00AE5809">
            <w:pPr>
              <w:ind w:left="-114" w:right="-108"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179 095,4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B87C6D" w14:textId="77777777" w:rsidR="00AE5809" w:rsidRPr="00855E16" w:rsidRDefault="00AE5809" w:rsidP="00AE5809">
            <w:pPr>
              <w:ind w:left="-107" w:right="-108"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166 701,8</w:t>
            </w:r>
          </w:p>
        </w:tc>
      </w:tr>
      <w:tr w:rsidR="00AE5809" w:rsidRPr="00970BD5" w14:paraId="3041AEC4" w14:textId="77777777" w:rsidTr="00487574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A5E97F" w14:textId="77777777" w:rsidR="00AE5809" w:rsidRPr="00855E16" w:rsidRDefault="00AE5809" w:rsidP="00AE5809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Подпрограмма «Пожарная безопасность учреждений культуры»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FB676E" w14:textId="77777777" w:rsidR="00AE5809" w:rsidRPr="00855E16" w:rsidRDefault="00AE5809" w:rsidP="00AE5809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BBCCF0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B1F532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18491E" w14:textId="77777777" w:rsidR="00AE5809" w:rsidRPr="00855E16" w:rsidRDefault="00AE5809" w:rsidP="00AE5809">
            <w:pPr>
              <w:ind w:left="-108" w:right="-104"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02 1 00 00000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B9E874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177AD7" w14:textId="77777777" w:rsidR="00AE5809" w:rsidRPr="00855E16" w:rsidRDefault="00AE5809" w:rsidP="00AE5809">
            <w:pPr>
              <w:ind w:right="-110" w:hanging="108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360,0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D055A3" w14:textId="77777777" w:rsidR="00AE5809" w:rsidRPr="00855E16" w:rsidRDefault="00AE5809" w:rsidP="00AE5809">
            <w:pPr>
              <w:ind w:left="-114" w:right="-108"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396,2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72054A" w14:textId="77777777" w:rsidR="00AE5809" w:rsidRPr="00855E16" w:rsidRDefault="00AE5809" w:rsidP="00AE5809">
            <w:pPr>
              <w:ind w:left="-107" w:right="-108"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1 412,8</w:t>
            </w:r>
          </w:p>
        </w:tc>
      </w:tr>
      <w:tr w:rsidR="00AE5809" w:rsidRPr="00970BD5" w14:paraId="17F87499" w14:textId="77777777" w:rsidTr="00487574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DA6899" w14:textId="77777777" w:rsidR="00AE5809" w:rsidRPr="00855E16" w:rsidRDefault="00AE5809" w:rsidP="00AE5809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Предоставление субсидии на проведение противопожарных мероприятий в учреждениях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EB95CA" w14:textId="77777777" w:rsidR="00AE5809" w:rsidRPr="00855E16" w:rsidRDefault="00AE5809" w:rsidP="00AE5809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DE48EA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A00D73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30E9D0" w14:textId="77777777" w:rsidR="00AE5809" w:rsidRPr="00855E16" w:rsidRDefault="00AE5809" w:rsidP="00AE5809">
            <w:pPr>
              <w:ind w:left="-108" w:right="-104"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02 1 01 00000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86C620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6B9350" w14:textId="77777777" w:rsidR="00AE5809" w:rsidRPr="00855E16" w:rsidRDefault="00AE5809" w:rsidP="00AE5809">
            <w:pPr>
              <w:ind w:right="-110" w:hanging="108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360,0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FF4E28" w14:textId="77777777" w:rsidR="00AE5809" w:rsidRPr="00855E16" w:rsidRDefault="00AE5809" w:rsidP="00AE5809">
            <w:pPr>
              <w:ind w:left="-114" w:right="-108"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396,2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665C86" w14:textId="77777777" w:rsidR="00AE5809" w:rsidRPr="00855E16" w:rsidRDefault="00AE5809" w:rsidP="00AE5809">
            <w:pPr>
              <w:ind w:left="-107" w:right="-108"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1 412,8</w:t>
            </w:r>
          </w:p>
        </w:tc>
      </w:tr>
      <w:tr w:rsidR="00AE5809" w:rsidRPr="00970BD5" w14:paraId="0B31A887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9DC4FC" w14:textId="77777777" w:rsidR="00AE5809" w:rsidRPr="00855E16" w:rsidRDefault="00AE5809" w:rsidP="00AE5809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Расходы на укрепление пожарной безопасности в учреждениях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9AC241" w14:textId="77777777" w:rsidR="00AE5809" w:rsidRPr="00855E16" w:rsidRDefault="00AE5809" w:rsidP="00AE5809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1AEEC3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467CB1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2A6194" w14:textId="77777777" w:rsidR="00AE5809" w:rsidRPr="00855E16" w:rsidRDefault="00AE5809" w:rsidP="00AE5809">
            <w:pPr>
              <w:ind w:left="-108" w:right="-104"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02 1 01 25020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EE24FD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0DB68F" w14:textId="77777777" w:rsidR="00AE5809" w:rsidRPr="00855E16" w:rsidRDefault="00AE5809" w:rsidP="00AE5809">
            <w:pPr>
              <w:ind w:right="-110" w:hanging="108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360,0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214BB7" w14:textId="77777777" w:rsidR="00AE5809" w:rsidRPr="00855E16" w:rsidRDefault="00AE5809" w:rsidP="00AE5809">
            <w:pPr>
              <w:ind w:left="-114" w:right="-108"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396,2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62750F" w14:textId="77777777" w:rsidR="00AE5809" w:rsidRPr="00855E16" w:rsidRDefault="00AE5809" w:rsidP="00AE5809">
            <w:pPr>
              <w:ind w:left="-107" w:right="-108"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1 412,8</w:t>
            </w:r>
          </w:p>
        </w:tc>
      </w:tr>
      <w:tr w:rsidR="00AE5809" w:rsidRPr="00970BD5" w14:paraId="4757ACD5" w14:textId="77777777" w:rsidTr="00487574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1B0210" w14:textId="77777777" w:rsidR="00AE5809" w:rsidRPr="00855E16" w:rsidRDefault="00AE5809" w:rsidP="00AE5809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2ACA13" w14:textId="77777777" w:rsidR="00AE5809" w:rsidRPr="00855E16" w:rsidRDefault="00AE5809" w:rsidP="00AE5809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96FF76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D3336D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68A31C" w14:textId="77777777" w:rsidR="00AE5809" w:rsidRPr="00855E16" w:rsidRDefault="00AE5809" w:rsidP="00AE5809">
            <w:pPr>
              <w:ind w:left="-108" w:right="-104"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02 1 01 25020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4619B9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600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55C305" w14:textId="77777777" w:rsidR="00AE5809" w:rsidRPr="00855E16" w:rsidRDefault="00AE5809" w:rsidP="00AE5809">
            <w:pPr>
              <w:ind w:right="-110" w:hanging="108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360,0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277779" w14:textId="77777777" w:rsidR="00AE5809" w:rsidRPr="00855E16" w:rsidRDefault="00AE5809" w:rsidP="00AE5809">
            <w:pPr>
              <w:ind w:left="-114" w:right="-108"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396,2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1F42F0" w14:textId="77777777" w:rsidR="00AE5809" w:rsidRPr="00855E16" w:rsidRDefault="00AE5809" w:rsidP="00AE5809">
            <w:pPr>
              <w:ind w:left="-107" w:right="-108"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1 412,8</w:t>
            </w:r>
          </w:p>
        </w:tc>
      </w:tr>
      <w:tr w:rsidR="00AE5809" w:rsidRPr="00970BD5" w14:paraId="4CB0184F" w14:textId="77777777" w:rsidTr="00487574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8E3156" w14:textId="77777777" w:rsidR="00AE5809" w:rsidRPr="00855E16" w:rsidRDefault="00AE5809" w:rsidP="00AE5809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Подпрограмма «Укрепление материально - технической базы учреждений культуры»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076E6F" w14:textId="77777777" w:rsidR="00AE5809" w:rsidRPr="00855E16" w:rsidRDefault="00AE5809" w:rsidP="00AE5809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246906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DDD6B5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82BB31" w14:textId="77777777" w:rsidR="00AE5809" w:rsidRPr="00855E16" w:rsidRDefault="00AE5809" w:rsidP="00AE5809">
            <w:pPr>
              <w:ind w:left="-108" w:right="-104"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02 2 00 00000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540DAF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9DC5F8" w14:textId="77777777" w:rsidR="00AE5809" w:rsidRPr="00855E16" w:rsidRDefault="00AE5809" w:rsidP="00AE5809">
            <w:pPr>
              <w:ind w:right="-110" w:hanging="108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103 613,4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C09B4D" w14:textId="77777777" w:rsidR="00AE5809" w:rsidRPr="00855E16" w:rsidRDefault="00AE5809" w:rsidP="00AE5809">
            <w:pPr>
              <w:ind w:left="-114" w:right="-108"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16 818,2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12BB81" w14:textId="77777777" w:rsidR="00AE5809" w:rsidRPr="00855E16" w:rsidRDefault="00AE5809" w:rsidP="00AE5809">
            <w:pPr>
              <w:ind w:left="-107" w:right="-108"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3 408,0</w:t>
            </w:r>
          </w:p>
        </w:tc>
      </w:tr>
      <w:tr w:rsidR="00AE5809" w:rsidRPr="00970BD5" w14:paraId="48F2C585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A15D60" w14:textId="77777777" w:rsidR="00AE5809" w:rsidRPr="00855E16" w:rsidRDefault="00AE5809" w:rsidP="00AE5809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Обеспечение материально - технической оснащенности, проведение ремонтных работ и строительство учреждений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87FB13" w14:textId="77777777" w:rsidR="00AE5809" w:rsidRPr="00855E16" w:rsidRDefault="00AE5809" w:rsidP="00AE5809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B7E184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536816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CCD362" w14:textId="77777777" w:rsidR="00AE5809" w:rsidRPr="00855E16" w:rsidRDefault="00AE5809" w:rsidP="00AE5809">
            <w:pPr>
              <w:ind w:left="-108" w:right="-104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02 2 01 00000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D623B5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2486B6" w14:textId="77777777" w:rsidR="00AE5809" w:rsidRPr="00855E16" w:rsidRDefault="00AE5809" w:rsidP="00AE5809">
            <w:pPr>
              <w:ind w:right="-110" w:hanging="108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2 829,4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50B131" w14:textId="77777777" w:rsidR="00AE5809" w:rsidRPr="00855E16" w:rsidRDefault="00AE5809" w:rsidP="00AE5809">
            <w:pPr>
              <w:ind w:left="-114" w:right="-108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1 408,0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AA4A57" w14:textId="77777777" w:rsidR="00AE5809" w:rsidRPr="00855E16" w:rsidRDefault="00AE5809" w:rsidP="00AE5809">
            <w:pPr>
              <w:ind w:left="-107" w:right="-108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3 408,0</w:t>
            </w:r>
          </w:p>
        </w:tc>
      </w:tr>
      <w:tr w:rsidR="00AE5809" w:rsidRPr="00970BD5" w14:paraId="7DB280BF" w14:textId="77777777" w:rsidTr="00487574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9057F5" w14:textId="77777777" w:rsidR="00AE5809" w:rsidRPr="00855E16" w:rsidRDefault="00AE5809" w:rsidP="00AE5809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 xml:space="preserve">Расходы на укрепление материально-технической базы </w:t>
            </w:r>
            <w:r w:rsidRPr="00855E16">
              <w:rPr>
                <w:sz w:val="24"/>
                <w:szCs w:val="24"/>
              </w:rPr>
              <w:lastRenderedPageBreak/>
              <w:t>учреждений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8B2746" w14:textId="77777777" w:rsidR="00AE5809" w:rsidRPr="00855E16" w:rsidRDefault="00AE5809" w:rsidP="00AE5809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6E7709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D93622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FEBA74" w14:textId="77777777" w:rsidR="00AE5809" w:rsidRPr="00855E16" w:rsidRDefault="00AE5809" w:rsidP="00AE5809">
            <w:pPr>
              <w:ind w:left="-108" w:right="-104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02 2 01 25020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43B09B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DB1A8E" w14:textId="77777777" w:rsidR="00AE5809" w:rsidRPr="00855E16" w:rsidRDefault="00AE5809" w:rsidP="00AE5809">
            <w:pPr>
              <w:ind w:right="-108" w:hanging="79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1 560,2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9670F6" w14:textId="77777777" w:rsidR="00AE5809" w:rsidRPr="00855E16" w:rsidRDefault="00AE5809" w:rsidP="00AE5809">
            <w:pPr>
              <w:ind w:right="-79" w:hanging="108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1 200,0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7849C3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3 200,0</w:t>
            </w:r>
          </w:p>
        </w:tc>
      </w:tr>
      <w:tr w:rsidR="00AE5809" w:rsidRPr="00970BD5" w14:paraId="06CD4754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022775" w14:textId="77777777" w:rsidR="00AE5809" w:rsidRPr="00855E16" w:rsidRDefault="00AE5809" w:rsidP="00AE5809">
            <w:pPr>
              <w:ind w:right="-115" w:firstLine="0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B087F3" w14:textId="77777777" w:rsidR="00AE5809" w:rsidRPr="00855E16" w:rsidRDefault="00AE5809" w:rsidP="00AE5809">
            <w:pPr>
              <w:spacing w:line="240" w:lineRule="exact"/>
              <w:ind w:left="-109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5C43F5" w14:textId="77777777" w:rsidR="00AE5809" w:rsidRPr="00855E16" w:rsidRDefault="00AE5809" w:rsidP="00AE5809">
            <w:pPr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A7B6D7" w14:textId="77777777" w:rsidR="00AE5809" w:rsidRPr="00855E16" w:rsidRDefault="00AE5809" w:rsidP="00AE5809">
            <w:pPr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1E2FB9" w14:textId="77777777" w:rsidR="00AE5809" w:rsidRPr="00855E16" w:rsidRDefault="00AE5809" w:rsidP="00AE5809">
            <w:pPr>
              <w:spacing w:line="240" w:lineRule="exact"/>
              <w:ind w:left="-108" w:right="-104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02 2 01 25020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1988F9" w14:textId="77777777" w:rsidR="00AE5809" w:rsidRPr="00855E16" w:rsidRDefault="00AE5809" w:rsidP="00AE5809">
            <w:pPr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600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A89E36" w14:textId="77777777" w:rsidR="00AE5809" w:rsidRPr="00855E16" w:rsidRDefault="00AE5809" w:rsidP="00AE5809">
            <w:pPr>
              <w:spacing w:line="240" w:lineRule="exact"/>
              <w:ind w:right="-108" w:hanging="79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1 560,2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CA4AB8" w14:textId="77777777" w:rsidR="00AE5809" w:rsidRPr="00855E16" w:rsidRDefault="00AE5809" w:rsidP="00AE5809">
            <w:pPr>
              <w:spacing w:line="240" w:lineRule="exact"/>
              <w:ind w:right="-79" w:hanging="108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1 200,0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A14B29" w14:textId="77777777" w:rsidR="00AE5809" w:rsidRPr="00855E16" w:rsidRDefault="00AE5809" w:rsidP="00AE5809">
            <w:pPr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3 200,0</w:t>
            </w:r>
          </w:p>
        </w:tc>
      </w:tr>
      <w:tr w:rsidR="00AE5809" w:rsidRPr="00970BD5" w14:paraId="1DB791BC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36166B" w14:textId="77777777" w:rsidR="00AE5809" w:rsidRPr="00855E16" w:rsidRDefault="00AE5809" w:rsidP="00AE5809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Расходы на поддержку отрасли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06C37E" w14:textId="77777777" w:rsidR="00AE5809" w:rsidRPr="00855E16" w:rsidRDefault="00AE5809" w:rsidP="00AE5809">
            <w:pPr>
              <w:spacing w:line="250" w:lineRule="exact"/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866A3A" w14:textId="77777777" w:rsidR="00AE5809" w:rsidRPr="00855E16" w:rsidRDefault="00AE5809" w:rsidP="00AE5809">
            <w:pPr>
              <w:spacing w:line="250" w:lineRule="exact"/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A6086A" w14:textId="77777777" w:rsidR="00AE5809" w:rsidRPr="00855E16" w:rsidRDefault="00AE5809" w:rsidP="00AE5809">
            <w:pPr>
              <w:spacing w:line="250" w:lineRule="exact"/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9DA013" w14:textId="77777777" w:rsidR="00AE5809" w:rsidRPr="00855E16" w:rsidRDefault="00AE5809" w:rsidP="00AE5809">
            <w:pPr>
              <w:spacing w:line="250" w:lineRule="exact"/>
              <w:ind w:left="-108" w:right="-104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02 2 01 L519F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12E361" w14:textId="77777777" w:rsidR="00AE5809" w:rsidRPr="00855E16" w:rsidRDefault="00AE5809" w:rsidP="00AE5809">
            <w:pPr>
              <w:spacing w:line="250" w:lineRule="exact"/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A9B7FC" w14:textId="77777777" w:rsidR="00AE5809" w:rsidRPr="00855E16" w:rsidRDefault="00AE5809" w:rsidP="00AE5809">
            <w:pPr>
              <w:spacing w:line="250" w:lineRule="exact"/>
              <w:ind w:right="-108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305,9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041DC8" w14:textId="77777777" w:rsidR="00AE5809" w:rsidRPr="00855E16" w:rsidRDefault="00AE5809" w:rsidP="00AE5809">
            <w:pPr>
              <w:spacing w:line="250" w:lineRule="exact"/>
              <w:ind w:right="-79" w:hanging="108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0,0 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F75654" w14:textId="77777777" w:rsidR="00AE5809" w:rsidRPr="00855E16" w:rsidRDefault="00AE5809" w:rsidP="00AE5809">
            <w:pPr>
              <w:spacing w:line="250" w:lineRule="exact"/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0,0 </w:t>
            </w:r>
          </w:p>
        </w:tc>
      </w:tr>
      <w:tr w:rsidR="00AE5809" w:rsidRPr="00970BD5" w14:paraId="4449A1B9" w14:textId="77777777" w:rsidTr="00487574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5E9C23" w14:textId="77777777" w:rsidR="00AE5809" w:rsidRPr="00855E16" w:rsidRDefault="00AE5809" w:rsidP="00AE5809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989F18" w14:textId="77777777" w:rsidR="00AE5809" w:rsidRPr="00855E16" w:rsidRDefault="00AE5809" w:rsidP="00AE5809">
            <w:pPr>
              <w:spacing w:line="250" w:lineRule="exact"/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1C0DEB" w14:textId="77777777" w:rsidR="00AE5809" w:rsidRPr="00855E16" w:rsidRDefault="00AE5809" w:rsidP="00AE5809">
            <w:pPr>
              <w:spacing w:line="250" w:lineRule="exact"/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4EE508" w14:textId="77777777" w:rsidR="00AE5809" w:rsidRPr="00855E16" w:rsidRDefault="00AE5809" w:rsidP="00AE5809">
            <w:pPr>
              <w:spacing w:line="250" w:lineRule="exact"/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B55D10" w14:textId="77777777" w:rsidR="00AE5809" w:rsidRPr="00855E16" w:rsidRDefault="00AE5809" w:rsidP="00AE5809">
            <w:pPr>
              <w:spacing w:line="250" w:lineRule="exact"/>
              <w:ind w:right="-108" w:firstLine="0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02 2 01 L519F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C02400" w14:textId="77777777" w:rsidR="00AE5809" w:rsidRPr="00855E16" w:rsidRDefault="00AE5809" w:rsidP="00AE5809">
            <w:pPr>
              <w:spacing w:line="250" w:lineRule="exact"/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600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631F123" w14:textId="77777777" w:rsidR="00AE5809" w:rsidRPr="00855E16" w:rsidRDefault="00AE5809" w:rsidP="00AE5809">
            <w:pPr>
              <w:spacing w:line="250" w:lineRule="exact"/>
              <w:ind w:right="-108" w:hanging="79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305,9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4FC9D16" w14:textId="77777777" w:rsidR="00AE5809" w:rsidRPr="00855E16" w:rsidRDefault="00AE5809" w:rsidP="00AE5809">
            <w:pPr>
              <w:spacing w:line="250" w:lineRule="exact"/>
              <w:ind w:right="-79" w:hanging="108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0,0 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2338DF" w14:textId="77777777" w:rsidR="00AE5809" w:rsidRPr="00855E16" w:rsidRDefault="00AE5809" w:rsidP="00AE5809">
            <w:pPr>
              <w:spacing w:line="250" w:lineRule="exact"/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 0,0</w:t>
            </w:r>
          </w:p>
        </w:tc>
      </w:tr>
      <w:tr w:rsidR="00AE5809" w:rsidRPr="00970BD5" w14:paraId="30C9C80E" w14:textId="77777777" w:rsidTr="00487574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CE0076" w14:textId="77777777" w:rsidR="00AE5809" w:rsidRPr="00855E16" w:rsidRDefault="00AE5809" w:rsidP="00AE5809">
            <w:pPr>
              <w:ind w:firstLine="0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F488EF" w14:textId="77777777" w:rsidR="00AE5809" w:rsidRPr="00855E16" w:rsidRDefault="00AE5809" w:rsidP="00AE5809">
            <w:pPr>
              <w:spacing w:line="250" w:lineRule="exact"/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35F90B" w14:textId="77777777" w:rsidR="00AE5809" w:rsidRPr="00855E16" w:rsidRDefault="00AE5809" w:rsidP="00AE5809">
            <w:pPr>
              <w:spacing w:line="250" w:lineRule="exact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9FC1A9" w14:textId="77777777" w:rsidR="00AE5809" w:rsidRPr="00855E16" w:rsidRDefault="00AE5809" w:rsidP="00AE5809">
            <w:pPr>
              <w:spacing w:line="250" w:lineRule="exact"/>
              <w:ind w:firstLine="0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D53FBD" w14:textId="77777777" w:rsidR="00AE5809" w:rsidRPr="00855E16" w:rsidRDefault="00AE5809" w:rsidP="00AE5809">
            <w:pPr>
              <w:spacing w:line="250" w:lineRule="exact"/>
              <w:ind w:right="-108" w:firstLine="0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FB4394" w14:textId="77777777" w:rsidR="00AE5809" w:rsidRPr="00855E16" w:rsidRDefault="00AE5809" w:rsidP="00AE5809">
            <w:pPr>
              <w:spacing w:line="250" w:lineRule="exact"/>
              <w:ind w:firstLine="0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 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15C3972" w14:textId="77777777" w:rsidR="00AE5809" w:rsidRPr="00855E16" w:rsidRDefault="00AE5809" w:rsidP="00AE5809">
            <w:pPr>
              <w:spacing w:line="250" w:lineRule="exact"/>
              <w:ind w:right="-108" w:hanging="79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 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A147221" w14:textId="77777777" w:rsidR="00AE5809" w:rsidRPr="00855E16" w:rsidRDefault="00AE5809" w:rsidP="00AE5809">
            <w:pPr>
              <w:spacing w:line="250" w:lineRule="exact"/>
              <w:ind w:right="-79" w:hanging="108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6B19CE" w14:textId="77777777" w:rsidR="00AE5809" w:rsidRPr="00855E16" w:rsidRDefault="00AE5809" w:rsidP="00AE5809">
            <w:pPr>
              <w:spacing w:line="250" w:lineRule="exact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 </w:t>
            </w:r>
          </w:p>
        </w:tc>
      </w:tr>
      <w:tr w:rsidR="00AE5809" w:rsidRPr="00970BD5" w14:paraId="41F1A1B4" w14:textId="77777777" w:rsidTr="00487574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0CA138" w14:textId="77777777" w:rsidR="00AE5809" w:rsidRPr="00855E16" w:rsidRDefault="00AE5809" w:rsidP="00AE5809">
            <w:pPr>
              <w:ind w:firstLine="0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 xml:space="preserve"> - расходы на поддержку отрасли культуры за счет средств федерального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91BCE8" w14:textId="77777777" w:rsidR="00AE5809" w:rsidRPr="00855E16" w:rsidRDefault="00AE5809" w:rsidP="00AE5809">
            <w:pPr>
              <w:spacing w:line="250" w:lineRule="exact"/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08E8C6" w14:textId="77777777" w:rsidR="00AE5809" w:rsidRPr="00855E16" w:rsidRDefault="00AE5809" w:rsidP="00AE5809">
            <w:pPr>
              <w:spacing w:line="250" w:lineRule="exact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D6BB42" w14:textId="77777777" w:rsidR="00AE5809" w:rsidRPr="00855E16" w:rsidRDefault="00AE5809" w:rsidP="00AE5809">
            <w:pPr>
              <w:spacing w:line="250" w:lineRule="exact"/>
              <w:ind w:firstLine="0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DAD02F" w14:textId="77777777" w:rsidR="00AE5809" w:rsidRPr="00855E16" w:rsidRDefault="00AE5809" w:rsidP="00AE5809">
            <w:pPr>
              <w:spacing w:line="250" w:lineRule="exact"/>
              <w:ind w:right="-108" w:firstLine="0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7162A2" w14:textId="77777777" w:rsidR="00AE5809" w:rsidRPr="00855E16" w:rsidRDefault="00AE5809" w:rsidP="00AE5809">
            <w:pPr>
              <w:spacing w:line="250" w:lineRule="exact"/>
              <w:ind w:firstLine="0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 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EE1A63D" w14:textId="77777777" w:rsidR="00AE5809" w:rsidRPr="00855E16" w:rsidRDefault="00AE5809" w:rsidP="00AE5809">
            <w:pPr>
              <w:spacing w:line="250" w:lineRule="exact"/>
              <w:ind w:right="-108" w:hanging="79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212,5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1B32D48" w14:textId="77777777" w:rsidR="00AE5809" w:rsidRPr="00855E16" w:rsidRDefault="00AE5809" w:rsidP="00AE5809">
            <w:pPr>
              <w:spacing w:line="250" w:lineRule="exact"/>
              <w:ind w:right="-79" w:hanging="108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0,0 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DCE2B1" w14:textId="77777777" w:rsidR="00AE5809" w:rsidRPr="00855E16" w:rsidRDefault="00AE5809" w:rsidP="00AE5809">
            <w:pPr>
              <w:spacing w:line="250" w:lineRule="exact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0,0 </w:t>
            </w:r>
          </w:p>
        </w:tc>
      </w:tr>
      <w:tr w:rsidR="00AE5809" w:rsidRPr="00970BD5" w14:paraId="74E708E8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D5448A" w14:textId="77777777" w:rsidR="00AE5809" w:rsidRPr="00855E16" w:rsidRDefault="00AE5809" w:rsidP="00AE5809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 xml:space="preserve"> - расходы на поддержку отрасли культуры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B34D48" w14:textId="77777777" w:rsidR="00AE5809" w:rsidRPr="00855E16" w:rsidRDefault="00AE5809" w:rsidP="00AE5809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A89367" w14:textId="77777777" w:rsidR="00AE5809" w:rsidRPr="00855E16" w:rsidRDefault="00AE5809" w:rsidP="00AE5809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2BC4DE" w14:textId="77777777" w:rsidR="00AE5809" w:rsidRPr="00855E16" w:rsidRDefault="00AE5809" w:rsidP="00AE5809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2C2216" w14:textId="77777777" w:rsidR="00AE5809" w:rsidRPr="00855E16" w:rsidRDefault="00AE5809" w:rsidP="00AE5809">
            <w:pPr>
              <w:ind w:right="-108" w:firstLine="0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246AA1" w14:textId="77777777" w:rsidR="00AE5809" w:rsidRPr="00855E16" w:rsidRDefault="00AE5809" w:rsidP="00AE5809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 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61B64A6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74,7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3F11D0F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0,0 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F47987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0,0 </w:t>
            </w:r>
          </w:p>
        </w:tc>
      </w:tr>
      <w:tr w:rsidR="00AE5809" w:rsidRPr="00970BD5" w14:paraId="31FAEDFD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4D9674" w14:textId="77777777" w:rsidR="00AE5809" w:rsidRPr="00855E16" w:rsidRDefault="00AE5809" w:rsidP="00AE5809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 xml:space="preserve"> - расходы на поддержку отрасли культуры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91C8D0" w14:textId="77777777" w:rsidR="00AE5809" w:rsidRPr="00855E16" w:rsidRDefault="00AE5809" w:rsidP="00AE5809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D1CA40" w14:textId="77777777" w:rsidR="00AE5809" w:rsidRPr="00855E16" w:rsidRDefault="00AE5809" w:rsidP="00AE5809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48C84C" w14:textId="77777777" w:rsidR="00AE5809" w:rsidRPr="00855E16" w:rsidRDefault="00AE5809" w:rsidP="00AE5809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38FDA7" w14:textId="77777777" w:rsidR="00AE5809" w:rsidRPr="00855E16" w:rsidRDefault="00AE5809" w:rsidP="00AE5809">
            <w:pPr>
              <w:ind w:right="-108" w:firstLine="0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67B4D3" w14:textId="77777777" w:rsidR="00AE5809" w:rsidRPr="00855E16" w:rsidRDefault="00AE5809" w:rsidP="00AE5809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 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890F597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18,7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C2A941F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 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81432E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0,0 </w:t>
            </w:r>
          </w:p>
        </w:tc>
      </w:tr>
      <w:tr w:rsidR="00AE5809" w:rsidRPr="00970BD5" w14:paraId="1125382C" w14:textId="77777777" w:rsidTr="00B44E0E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88D82F" w14:textId="77777777" w:rsidR="00AE5809" w:rsidRPr="00855E16" w:rsidRDefault="00AE5809" w:rsidP="00AE5809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Строительство, реконструкция, проектно-изыскательские работы и разработка проектно-сметной документации объектов капитального строительства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DA2B4F" w14:textId="77777777" w:rsidR="00AE5809" w:rsidRPr="00855E16" w:rsidRDefault="00AE5809" w:rsidP="00AE5809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BC644D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6085FB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00EE3D" w14:textId="77777777" w:rsidR="00AE5809" w:rsidRPr="00855E16" w:rsidRDefault="00AE5809" w:rsidP="00AE5809">
            <w:pPr>
              <w:ind w:left="-108" w:right="-104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02 2 02 00000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C05DF9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E1DBB1" w14:textId="77777777" w:rsidR="00AE5809" w:rsidRPr="00855E16" w:rsidRDefault="00AE5809" w:rsidP="00AE5809">
            <w:pPr>
              <w:ind w:hanging="78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100 784,0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B60505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15 410,2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EB6F9B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0,0</w:t>
            </w:r>
          </w:p>
        </w:tc>
      </w:tr>
      <w:tr w:rsidR="00AE5809" w:rsidRPr="00970BD5" w14:paraId="525183F1" w14:textId="77777777" w:rsidTr="00B44E0E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E89F90" w14:textId="77777777" w:rsidR="00AE5809" w:rsidRPr="00855E16" w:rsidRDefault="00AE5809" w:rsidP="00AE5809">
            <w:pPr>
              <w:ind w:right="-108" w:firstLine="0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 xml:space="preserve">Расходы на строительство, реконструкцию, </w:t>
            </w:r>
            <w:r w:rsidRPr="00855E16">
              <w:rPr>
                <w:sz w:val="24"/>
                <w:szCs w:val="24"/>
              </w:rPr>
              <w:lastRenderedPageBreak/>
              <w:t>проектно-изыскательские работы и разработку проектно-сметной документации объектов капитального строительства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3E3E45" w14:textId="77777777" w:rsidR="00AE5809" w:rsidRPr="00855E16" w:rsidRDefault="00AE5809" w:rsidP="00AE5809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E78036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2E525C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1A7CD9" w14:textId="77777777" w:rsidR="00AE5809" w:rsidRPr="00855E16" w:rsidRDefault="00AE5809" w:rsidP="00AE5809">
            <w:pPr>
              <w:ind w:left="-108" w:right="-104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02 2 02 26010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345A30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74B69C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2 279,4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8E49F9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B8C45A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0,0</w:t>
            </w:r>
          </w:p>
        </w:tc>
      </w:tr>
      <w:tr w:rsidR="00AE5809" w:rsidRPr="00970BD5" w14:paraId="3D468F7D" w14:textId="77777777" w:rsidTr="00B44E0E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3F86D3" w14:textId="77777777" w:rsidR="00AE5809" w:rsidRPr="00855E16" w:rsidRDefault="00AE5809" w:rsidP="00AE5809">
            <w:pPr>
              <w:ind w:right="-108" w:firstLine="0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241110" w14:textId="77777777" w:rsidR="00AE5809" w:rsidRPr="00855E16" w:rsidRDefault="00AE5809" w:rsidP="00AE5809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AF666F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F97F13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8CD213" w14:textId="77777777" w:rsidR="00AE5809" w:rsidRPr="00855E16" w:rsidRDefault="00AE5809" w:rsidP="00AE5809">
            <w:pPr>
              <w:ind w:left="-108" w:right="-104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02 2 02 26010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63D208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400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7D606A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2 279,4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E87E60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4507BC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0,0</w:t>
            </w:r>
          </w:p>
        </w:tc>
      </w:tr>
      <w:tr w:rsidR="00AE5809" w:rsidRPr="00970BD5" w14:paraId="4DB7650E" w14:textId="77777777" w:rsidTr="00B44E0E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FB803B" w14:textId="77777777" w:rsidR="00AE5809" w:rsidRPr="00855E16" w:rsidRDefault="00AE5809" w:rsidP="00AE5809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Подпрограмма «Социально-значимые мероприятия для населения»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733EC3" w14:textId="77777777" w:rsidR="00AE5809" w:rsidRPr="00855E16" w:rsidRDefault="00AE5809" w:rsidP="00AE5809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3B84D3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635F27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 xml:space="preserve">01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464677" w14:textId="77777777" w:rsidR="00AE5809" w:rsidRPr="00855E16" w:rsidRDefault="00AE5809" w:rsidP="00AE5809">
            <w:pPr>
              <w:ind w:left="-108" w:right="-104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02 3 00 00000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0A2144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AB05F8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383,2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10D3E3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250,0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9D684E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250,0</w:t>
            </w:r>
          </w:p>
        </w:tc>
      </w:tr>
      <w:tr w:rsidR="00AE5809" w:rsidRPr="00970BD5" w14:paraId="4AEF9C8B" w14:textId="77777777" w:rsidTr="00B44E0E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ACB96F" w14:textId="77777777" w:rsidR="00AE5809" w:rsidRPr="00855E16" w:rsidRDefault="00AE5809" w:rsidP="00AE5809">
            <w:pPr>
              <w:ind w:right="-108" w:firstLine="0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Проведение мероприятий к знаменательным и памятным датам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5287A6" w14:textId="77777777" w:rsidR="00AE5809" w:rsidRPr="00855E16" w:rsidRDefault="00AE5809" w:rsidP="00AE5809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2AF194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82816C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ABF116" w14:textId="77777777" w:rsidR="00AE5809" w:rsidRPr="00855E16" w:rsidRDefault="00AE5809" w:rsidP="00AE5809">
            <w:pPr>
              <w:ind w:left="-108" w:right="-104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02 3 01 00000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4CC5B6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49C688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383,2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525381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250,0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5A5EB1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250,0</w:t>
            </w:r>
          </w:p>
        </w:tc>
      </w:tr>
      <w:tr w:rsidR="00AE5809" w:rsidRPr="00970BD5" w14:paraId="1F94302F" w14:textId="77777777" w:rsidTr="00487574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555E14" w14:textId="77777777" w:rsidR="00AE5809" w:rsidRPr="00855E16" w:rsidRDefault="00AE5809" w:rsidP="00AE5809">
            <w:pPr>
              <w:ind w:right="-108" w:firstLine="0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Мероприятия в сфере культуры и кинематографии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072073" w14:textId="77777777" w:rsidR="00AE5809" w:rsidRPr="00855E16" w:rsidRDefault="00AE5809" w:rsidP="00AE5809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74A6EF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34D96C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85B95D" w14:textId="77777777" w:rsidR="00AE5809" w:rsidRPr="00855E16" w:rsidRDefault="00AE5809" w:rsidP="00AE5809">
            <w:pPr>
              <w:ind w:left="-108" w:right="-104"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02 3 01 25220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24CFF2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4A425D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383,2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E0E69E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250,0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FC068D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250,0</w:t>
            </w:r>
          </w:p>
        </w:tc>
      </w:tr>
      <w:tr w:rsidR="00AE5809" w:rsidRPr="00970BD5" w14:paraId="50F059FB" w14:textId="77777777" w:rsidTr="00B44E0E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093034" w14:textId="77777777" w:rsidR="00AE5809" w:rsidRPr="00855E16" w:rsidRDefault="00AE5809" w:rsidP="00AE5809">
            <w:pPr>
              <w:ind w:right="-108" w:firstLine="0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8AE60C" w14:textId="77777777" w:rsidR="00AE5809" w:rsidRPr="00855E16" w:rsidRDefault="00AE5809" w:rsidP="00AE5809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A84C2E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7F30D1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808CEE" w14:textId="77777777" w:rsidR="00AE5809" w:rsidRPr="00855E16" w:rsidRDefault="00AE5809" w:rsidP="00AE5809">
            <w:pPr>
              <w:ind w:left="-108" w:right="-104"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02 3 01 25220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AB597B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600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94A76A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383,2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E75E49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250,0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18C2A8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250,0</w:t>
            </w:r>
          </w:p>
        </w:tc>
      </w:tr>
      <w:tr w:rsidR="00AE5809" w:rsidRPr="00970BD5" w14:paraId="1FF5C052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B8DFCE" w14:textId="77777777" w:rsidR="00AE5809" w:rsidRPr="00855E16" w:rsidRDefault="00AE5809" w:rsidP="00AE5809">
            <w:pPr>
              <w:ind w:right="-115" w:firstLine="0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Подпрограмма «Создание условий для организации досуга, дополнительного образования и обеспечения жителей услугами организаций культуры»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6EBF58" w14:textId="77777777" w:rsidR="00AE5809" w:rsidRPr="00855E16" w:rsidRDefault="00AE5809" w:rsidP="00AE5809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AF872F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E1E559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2867EA" w14:textId="77777777" w:rsidR="00AE5809" w:rsidRPr="00855E16" w:rsidRDefault="00AE5809" w:rsidP="00AE5809">
            <w:pPr>
              <w:ind w:left="-108" w:right="-104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02 4 00 00000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275B04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DB8E95" w14:textId="77777777" w:rsidR="00AE5809" w:rsidRPr="00855E16" w:rsidRDefault="00AE5809" w:rsidP="00AE5809">
            <w:pPr>
              <w:ind w:hanging="78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171 535,1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F9B3B6" w14:textId="77777777" w:rsidR="00AE5809" w:rsidRPr="00855E16" w:rsidRDefault="00AE5809" w:rsidP="00AE5809">
            <w:pPr>
              <w:ind w:right="-74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161 631,0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700ED5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161 631,0</w:t>
            </w:r>
          </w:p>
        </w:tc>
      </w:tr>
      <w:tr w:rsidR="00AE5809" w:rsidRPr="00970BD5" w14:paraId="4738FF68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DFD372" w14:textId="77777777" w:rsidR="00AE5809" w:rsidRPr="00855E16" w:rsidRDefault="00AE5809" w:rsidP="00AE5809">
            <w:pPr>
              <w:ind w:right="-115" w:firstLine="0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Предоставление субсидии на финансирование обеспечение выполнения муниципального задания на оказание муниципальной услуги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BF9C18" w14:textId="77777777" w:rsidR="00AE5809" w:rsidRPr="00855E16" w:rsidRDefault="00AE5809" w:rsidP="00AE5809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D44333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22C661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2162B0" w14:textId="77777777" w:rsidR="00AE5809" w:rsidRPr="00855E16" w:rsidRDefault="00AE5809" w:rsidP="00AE5809">
            <w:pPr>
              <w:ind w:left="-108" w:right="-104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02 4 01 00000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D3BF8B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682DE1" w14:textId="77777777" w:rsidR="00AE5809" w:rsidRPr="00855E16" w:rsidRDefault="00AE5809" w:rsidP="00AE5809">
            <w:pPr>
              <w:ind w:right="-110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171 384,9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B510A4" w14:textId="77777777" w:rsidR="00AE5809" w:rsidRPr="00855E16" w:rsidRDefault="00AE5809" w:rsidP="00AE5809">
            <w:pPr>
              <w:ind w:right="-74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161 631,0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4C3FD1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161 631,0</w:t>
            </w:r>
          </w:p>
        </w:tc>
      </w:tr>
      <w:tr w:rsidR="00AE5809" w:rsidRPr="00970BD5" w14:paraId="3367BEFF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AB0162" w14:textId="77777777" w:rsidR="00AE5809" w:rsidRPr="00855E16" w:rsidRDefault="00AE5809" w:rsidP="00AE5809">
            <w:pPr>
              <w:ind w:right="-115" w:firstLine="0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 xml:space="preserve">Расходы на реализацию </w:t>
            </w:r>
            <w:r w:rsidRPr="00855E16">
              <w:rPr>
                <w:sz w:val="24"/>
                <w:szCs w:val="24"/>
              </w:rPr>
              <w:lastRenderedPageBreak/>
              <w:t>полномочий органов местного самоуправления по решению вопросов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610D2D" w14:textId="77777777" w:rsidR="00AE5809" w:rsidRPr="00855E16" w:rsidRDefault="00AE5809" w:rsidP="00AE5809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436BDD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8DC226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5DDC83" w14:textId="77777777" w:rsidR="00AE5809" w:rsidRPr="00855E16" w:rsidRDefault="00AE5809" w:rsidP="00AE5809">
            <w:pPr>
              <w:ind w:left="-108" w:right="-104"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02 4 01 S2650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E1439D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EBB673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7 000,0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C34081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0,0 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8E6FE7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0,0 </w:t>
            </w:r>
          </w:p>
        </w:tc>
      </w:tr>
      <w:tr w:rsidR="00AE5809" w:rsidRPr="00970BD5" w14:paraId="6CA46E55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16FA74" w14:textId="77777777" w:rsidR="00AE5809" w:rsidRPr="00855E16" w:rsidRDefault="00AE5809" w:rsidP="00AE5809">
            <w:pPr>
              <w:ind w:right="-115" w:firstLine="0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93085C" w14:textId="77777777" w:rsidR="00AE5809" w:rsidRPr="00855E16" w:rsidRDefault="00AE5809" w:rsidP="00AE5809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B4918F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40D026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7E1A4B" w14:textId="77777777" w:rsidR="00AE5809" w:rsidRPr="00855E16" w:rsidRDefault="00AE5809" w:rsidP="00AE5809">
            <w:pPr>
              <w:ind w:left="-108" w:right="-104"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02 4 01 S2650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C39CF0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600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68A066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7 000,0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DE0A3F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0,0 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3BFEA2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0,0 </w:t>
            </w:r>
          </w:p>
        </w:tc>
      </w:tr>
      <w:tr w:rsidR="00AE5809" w:rsidRPr="00970BD5" w14:paraId="63288FFB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2998C7" w14:textId="77777777" w:rsidR="00AE5809" w:rsidRPr="00855E16" w:rsidRDefault="00AE5809" w:rsidP="00AE5809">
            <w:pPr>
              <w:ind w:right="-115" w:firstLine="0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D70BB3" w14:textId="77777777" w:rsidR="00AE5809" w:rsidRPr="00855E16" w:rsidRDefault="00AE5809" w:rsidP="00AE5809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E879D1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960BB5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4C1537" w14:textId="77777777" w:rsidR="00AE5809" w:rsidRPr="00855E16" w:rsidRDefault="00AE5809" w:rsidP="00AE5809">
            <w:pPr>
              <w:ind w:left="-108" w:right="-104"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D6BF7D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 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7CF674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078407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60C9BF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 </w:t>
            </w:r>
          </w:p>
        </w:tc>
      </w:tr>
      <w:tr w:rsidR="00AE5809" w:rsidRPr="00970BD5" w14:paraId="17B0FF7B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288A18" w14:textId="77777777" w:rsidR="00AE5809" w:rsidRPr="00855E16" w:rsidRDefault="00AE5809" w:rsidP="00AE5809">
            <w:pPr>
              <w:ind w:right="-115" w:firstLine="0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-расходы на реализацию полномочий органов местного самоуправления по решению вопросов местного значения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46827F" w14:textId="77777777" w:rsidR="00AE5809" w:rsidRPr="00855E16" w:rsidRDefault="00AE5809" w:rsidP="00AE5809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0942CA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541493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A63965" w14:textId="77777777" w:rsidR="00AE5809" w:rsidRPr="00855E16" w:rsidRDefault="00AE5809" w:rsidP="00AE5809">
            <w:pPr>
              <w:ind w:left="-108" w:right="-104"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F4CA67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 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05D537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5 600,0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D18C4C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0,0 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004057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0,0 </w:t>
            </w:r>
          </w:p>
        </w:tc>
      </w:tr>
      <w:tr w:rsidR="00AE5809" w:rsidRPr="00970BD5" w14:paraId="0D68D493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45DC29" w14:textId="77777777" w:rsidR="00AE5809" w:rsidRPr="00855E16" w:rsidRDefault="00AE5809" w:rsidP="00AE5809">
            <w:pPr>
              <w:ind w:right="-115" w:firstLine="0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-расходы на реализацию полномочий органов местного самоуправления по решению вопросов местного значения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1BFFDE" w14:textId="77777777" w:rsidR="00AE5809" w:rsidRPr="00855E16" w:rsidRDefault="00AE5809" w:rsidP="00AE5809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339B94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E42B86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667458" w14:textId="77777777" w:rsidR="00AE5809" w:rsidRPr="00855E16" w:rsidRDefault="00AE5809" w:rsidP="00AE5809">
            <w:pPr>
              <w:ind w:left="-108" w:right="-104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8A2471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 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A4E00A" w14:textId="77777777" w:rsidR="00AE5809" w:rsidRPr="00855E16" w:rsidRDefault="00AE5809" w:rsidP="00AE5809">
            <w:pPr>
              <w:ind w:right="-108" w:hanging="79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1 400,0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33A312" w14:textId="77777777" w:rsidR="00AE5809" w:rsidRPr="00855E16" w:rsidRDefault="00AE5809" w:rsidP="00AE5809">
            <w:pPr>
              <w:ind w:right="-221" w:hanging="108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0,0 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03AF4D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0,0 </w:t>
            </w:r>
          </w:p>
        </w:tc>
      </w:tr>
      <w:tr w:rsidR="00AE5809" w:rsidRPr="00970BD5" w14:paraId="3FCE126B" w14:textId="77777777" w:rsidTr="00487574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AFB657" w14:textId="77777777" w:rsidR="00AE5809" w:rsidRPr="00855E16" w:rsidRDefault="00AE5809" w:rsidP="00AE5809">
            <w:pPr>
              <w:ind w:right="-115" w:firstLine="0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F2DE27" w14:textId="77777777" w:rsidR="00AE5809" w:rsidRPr="00855E16" w:rsidRDefault="00AE5809" w:rsidP="00AE5809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4160FF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3306E1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 xml:space="preserve">00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9BC353" w14:textId="77777777" w:rsidR="00AE5809" w:rsidRPr="00855E16" w:rsidRDefault="00AE5809" w:rsidP="00AE5809">
            <w:pPr>
              <w:ind w:left="-108" w:right="-104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A11BFA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BAEA9D" w14:textId="77777777" w:rsidR="00AE5809" w:rsidRPr="00855E16" w:rsidRDefault="00AE5809" w:rsidP="00AE5809">
            <w:pPr>
              <w:ind w:right="-108" w:hanging="79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>55 561,1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C743A0" w14:textId="77777777" w:rsidR="00AE5809" w:rsidRPr="00855E16" w:rsidRDefault="00AE5809" w:rsidP="00AE5809">
            <w:pPr>
              <w:ind w:right="-79" w:hanging="108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>53 808,4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7A52FB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>56 130,8</w:t>
            </w:r>
          </w:p>
        </w:tc>
      </w:tr>
      <w:tr w:rsidR="00AE5809" w:rsidRPr="00970BD5" w14:paraId="534F3A42" w14:textId="77777777" w:rsidTr="00487574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A5654A" w14:textId="77777777" w:rsidR="00AE5809" w:rsidRPr="00855E16" w:rsidRDefault="00AE5809" w:rsidP="00AE5809">
            <w:pPr>
              <w:ind w:right="-115" w:firstLine="0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2BC097" w14:textId="77777777" w:rsidR="00AE5809" w:rsidRPr="00855E16" w:rsidRDefault="00AE5809" w:rsidP="00AE5809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885299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D58715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ABFFC1" w14:textId="77777777" w:rsidR="00AE5809" w:rsidRPr="00855E16" w:rsidRDefault="00AE5809" w:rsidP="00AE5809">
            <w:pPr>
              <w:ind w:left="-108" w:right="-104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7F61C1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D636BA" w14:textId="77777777" w:rsidR="00AE5809" w:rsidRPr="00855E16" w:rsidRDefault="00AE5809" w:rsidP="00AE5809">
            <w:pPr>
              <w:ind w:right="-108" w:hanging="79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>8 387,7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FE6319" w14:textId="77777777" w:rsidR="00AE5809" w:rsidRPr="00855E16" w:rsidRDefault="00AE5809" w:rsidP="00AE5809">
            <w:pPr>
              <w:ind w:right="-79" w:hanging="108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>9 260,1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2C94A5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>11 260,1</w:t>
            </w:r>
          </w:p>
        </w:tc>
      </w:tr>
      <w:tr w:rsidR="00AE5809" w:rsidRPr="00970BD5" w14:paraId="06DBB146" w14:textId="77777777" w:rsidTr="00487574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7AD849" w14:textId="77777777" w:rsidR="00AE5809" w:rsidRPr="00855E16" w:rsidRDefault="00AE5809" w:rsidP="00AE5809">
            <w:pPr>
              <w:ind w:right="-115" w:firstLine="0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C827FD" w14:textId="77777777" w:rsidR="00AE5809" w:rsidRPr="00855E16" w:rsidRDefault="00AE5809" w:rsidP="00AE5809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B2C29E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E0F998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D42B86" w14:textId="77777777" w:rsidR="00AE5809" w:rsidRPr="00855E16" w:rsidRDefault="00AE5809" w:rsidP="00AE5809">
            <w:pPr>
              <w:ind w:left="-108" w:right="-104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77 0 00 00000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969A1B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A2E343" w14:textId="77777777" w:rsidR="00AE5809" w:rsidRPr="00855E16" w:rsidRDefault="00AE5809" w:rsidP="00AE5809">
            <w:pPr>
              <w:ind w:right="-108" w:hanging="79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8 387,7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F558EE" w14:textId="77777777" w:rsidR="00AE5809" w:rsidRPr="00855E16" w:rsidRDefault="00AE5809" w:rsidP="00AE5809">
            <w:pPr>
              <w:ind w:right="-79" w:hanging="108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9 260,1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618944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11 260,1</w:t>
            </w:r>
          </w:p>
        </w:tc>
      </w:tr>
      <w:tr w:rsidR="00AE5809" w:rsidRPr="00970BD5" w14:paraId="1A8D941C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2C8D6B" w14:textId="77777777" w:rsidR="00AE5809" w:rsidRPr="00855E16" w:rsidRDefault="00AE5809" w:rsidP="00AE5809">
            <w:pPr>
              <w:ind w:right="-115" w:firstLine="0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3A0430" w14:textId="77777777" w:rsidR="00AE5809" w:rsidRPr="00855E16" w:rsidRDefault="00AE5809" w:rsidP="00AE5809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BF4F67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55CB1A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5D967D" w14:textId="77777777" w:rsidR="00AE5809" w:rsidRPr="00855E16" w:rsidRDefault="00AE5809" w:rsidP="00AE5809">
            <w:pPr>
              <w:ind w:left="-108" w:right="-104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77 7 00 00000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62FE92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CCF39D" w14:textId="77777777" w:rsidR="00AE5809" w:rsidRPr="00855E16" w:rsidRDefault="00AE5809" w:rsidP="00AE5809">
            <w:pPr>
              <w:ind w:right="-108" w:hanging="79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8 387,7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AAC04E" w14:textId="77777777" w:rsidR="00AE5809" w:rsidRPr="00855E16" w:rsidRDefault="00AE5809" w:rsidP="00AE5809">
            <w:pPr>
              <w:ind w:right="-79" w:hanging="108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9 260,1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A023E4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11 260,1</w:t>
            </w:r>
          </w:p>
        </w:tc>
      </w:tr>
      <w:tr w:rsidR="00AE5809" w:rsidRPr="00970BD5" w14:paraId="642AE510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77A514" w14:textId="77777777" w:rsidR="00AE5809" w:rsidRPr="00855E16" w:rsidRDefault="00AE5809" w:rsidP="00AE5809">
            <w:pPr>
              <w:ind w:right="-115" w:firstLine="0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04CA5E" w14:textId="77777777" w:rsidR="00AE5809" w:rsidRPr="00855E16" w:rsidRDefault="00AE5809" w:rsidP="00AE5809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D44F10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EA0DA1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1993DC" w14:textId="77777777" w:rsidR="00AE5809" w:rsidRPr="00855E16" w:rsidRDefault="00AE5809" w:rsidP="00AE5809">
            <w:pPr>
              <w:ind w:left="-108" w:right="-104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77 7 03 00000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4A2582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8DA3C1" w14:textId="77777777" w:rsidR="00AE5809" w:rsidRPr="00855E16" w:rsidRDefault="00AE5809" w:rsidP="00AE5809">
            <w:pPr>
              <w:ind w:right="-108" w:hanging="79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8 387,7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CFC714" w14:textId="77777777" w:rsidR="00AE5809" w:rsidRPr="00855E16" w:rsidRDefault="00AE5809" w:rsidP="00AE5809">
            <w:pPr>
              <w:ind w:right="-79" w:hanging="108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9 260,1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152B4C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11 260,1</w:t>
            </w:r>
          </w:p>
        </w:tc>
      </w:tr>
      <w:tr w:rsidR="00AE5809" w:rsidRPr="00970BD5" w14:paraId="56D1DAB6" w14:textId="77777777" w:rsidTr="00487574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A28A93" w14:textId="77777777" w:rsidR="00AE5809" w:rsidRPr="00855E16" w:rsidRDefault="00AE5809" w:rsidP="00AE5809">
            <w:pPr>
              <w:ind w:right="-115" w:firstLine="0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 xml:space="preserve">Ежемесячная доплата к пенсиям, дополнительное </w:t>
            </w:r>
            <w:r w:rsidRPr="00855E16">
              <w:rPr>
                <w:sz w:val="24"/>
                <w:szCs w:val="24"/>
              </w:rPr>
              <w:lastRenderedPageBreak/>
              <w:t>пенсионное обеспечение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AB1B97" w14:textId="77777777" w:rsidR="00AE5809" w:rsidRPr="00855E16" w:rsidRDefault="00AE5809" w:rsidP="00AE5809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4E692A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254D05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088DB6" w14:textId="77777777" w:rsidR="00AE5809" w:rsidRPr="00855E16" w:rsidRDefault="00AE5809" w:rsidP="00AE5809">
            <w:pPr>
              <w:ind w:left="-108" w:right="-104"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77 7 03 29980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31513D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066E00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8 387,7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B6AB80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9 260,1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DE1B81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11 260,1</w:t>
            </w:r>
          </w:p>
        </w:tc>
      </w:tr>
      <w:tr w:rsidR="00AE5809" w:rsidRPr="00970BD5" w14:paraId="071141B1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C05075" w14:textId="77777777" w:rsidR="00AE5809" w:rsidRPr="00855E16" w:rsidRDefault="00AE5809" w:rsidP="00AE5809">
            <w:pPr>
              <w:ind w:right="-115" w:firstLine="0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DB7844" w14:textId="77777777" w:rsidR="00AE5809" w:rsidRPr="00855E16" w:rsidRDefault="00AE5809" w:rsidP="00AE5809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A1816D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EEF954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DFF757" w14:textId="77777777" w:rsidR="00AE5809" w:rsidRPr="00855E16" w:rsidRDefault="00AE5809" w:rsidP="00AE5809">
            <w:pPr>
              <w:ind w:left="-108" w:right="-104"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77 7 03 29980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2086B0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300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DC1616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8 387,7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47FF1E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9 260,1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12F36C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11 260,1</w:t>
            </w:r>
          </w:p>
        </w:tc>
      </w:tr>
      <w:tr w:rsidR="00AE5809" w:rsidRPr="00970BD5" w14:paraId="14EBCBDD" w14:textId="77777777" w:rsidTr="00487574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F4A22E" w14:textId="77777777" w:rsidR="00AE5809" w:rsidRPr="00855E16" w:rsidRDefault="00AE5809" w:rsidP="00AE5809">
            <w:pPr>
              <w:ind w:right="-115" w:firstLine="0"/>
              <w:rPr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>Охрана семьи и детства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FEA7D6" w14:textId="77777777" w:rsidR="00AE5809" w:rsidRPr="00855E16" w:rsidRDefault="00AE5809" w:rsidP="00AE5809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799083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A9CE47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5B47B8" w14:textId="77777777" w:rsidR="00AE5809" w:rsidRPr="00855E16" w:rsidRDefault="00AE5809" w:rsidP="00AE5809">
            <w:pPr>
              <w:ind w:left="-108" w:right="-104"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DB3416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6A0C74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>42 437,7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6C9D87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>41 327,3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E4004A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>41 547,1</w:t>
            </w:r>
          </w:p>
        </w:tc>
      </w:tr>
      <w:tr w:rsidR="00AE5809" w:rsidRPr="00970BD5" w14:paraId="3DA7C8B8" w14:textId="77777777" w:rsidTr="00487574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F89183" w14:textId="77777777" w:rsidR="00AE5809" w:rsidRPr="00855E16" w:rsidRDefault="00AE5809" w:rsidP="00AE5809">
            <w:pPr>
              <w:ind w:right="-115" w:firstLine="0"/>
              <w:rPr>
                <w:sz w:val="24"/>
                <w:szCs w:val="24"/>
                <w:highlight w:val="yellow"/>
              </w:rPr>
            </w:pPr>
            <w:r w:rsidRPr="00855E16">
              <w:rPr>
                <w:color w:val="000000"/>
                <w:sz w:val="24"/>
                <w:szCs w:val="24"/>
              </w:rPr>
              <w:t>Муниципальная программа «Развитие образования Балахнинского муниципального округа»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F31938" w14:textId="77777777" w:rsidR="00AE5809" w:rsidRPr="00855E16" w:rsidRDefault="00AE5809" w:rsidP="00AE5809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1B4FE4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D48970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A95C96" w14:textId="77777777" w:rsidR="00AE5809" w:rsidRPr="00855E16" w:rsidRDefault="00AE5809" w:rsidP="00AE5809">
            <w:pPr>
              <w:ind w:left="-108" w:right="-104"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51CA99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D61CD6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18 711,5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1CFBA1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18 631,9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EE510A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18 631,9</w:t>
            </w:r>
          </w:p>
        </w:tc>
      </w:tr>
      <w:tr w:rsidR="00AE5809" w:rsidRPr="00970BD5" w14:paraId="4CDE7BF5" w14:textId="77777777" w:rsidTr="00487574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CC1DBF" w14:textId="77777777" w:rsidR="00AE5809" w:rsidRPr="00855E16" w:rsidRDefault="00AE5809" w:rsidP="00AE5809">
            <w:pPr>
              <w:ind w:right="-115" w:firstLine="0"/>
              <w:rPr>
                <w:sz w:val="24"/>
                <w:szCs w:val="24"/>
                <w:highlight w:val="yellow"/>
              </w:rPr>
            </w:pPr>
            <w:r w:rsidRPr="00855E16">
              <w:rPr>
                <w:color w:val="000000"/>
                <w:sz w:val="24"/>
                <w:szCs w:val="24"/>
              </w:rPr>
              <w:t xml:space="preserve">Подпрограмма «Социально-правовая защита детей в Балахнинском муниципальном округе»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9E1F98" w14:textId="77777777" w:rsidR="00AE5809" w:rsidRPr="00855E16" w:rsidRDefault="00AE5809" w:rsidP="00AE5809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2F0A0C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A143B4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AF25F5" w14:textId="77777777" w:rsidR="00AE5809" w:rsidRPr="00855E16" w:rsidRDefault="00AE5809" w:rsidP="00AE5809">
            <w:pPr>
              <w:ind w:left="-108" w:right="-104"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01 7 00 00000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50127A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E1B06F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79,6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3A4B32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6391D4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0,0</w:t>
            </w:r>
          </w:p>
        </w:tc>
      </w:tr>
      <w:tr w:rsidR="00AE5809" w:rsidRPr="00970BD5" w14:paraId="0046D0E5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464F48" w14:textId="77777777" w:rsidR="00AE5809" w:rsidRPr="00855E16" w:rsidRDefault="00AE5809" w:rsidP="00AE5809">
            <w:pPr>
              <w:ind w:right="-115" w:firstLine="0"/>
              <w:rPr>
                <w:sz w:val="24"/>
                <w:szCs w:val="24"/>
                <w:highlight w:val="yellow"/>
              </w:rPr>
            </w:pPr>
            <w:r w:rsidRPr="00855E16">
              <w:rPr>
                <w:color w:val="000000"/>
                <w:sz w:val="24"/>
                <w:szCs w:val="24"/>
              </w:rPr>
              <w:t xml:space="preserve">Ремонт жилых помещений, собственниками которых являются дети-сироты и дети, оставшиеся без попечения родителей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5C3880" w14:textId="77777777" w:rsidR="00AE5809" w:rsidRPr="00855E16" w:rsidRDefault="00AE5809" w:rsidP="00AE5809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F05AF1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DDC496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CBA435" w14:textId="77777777" w:rsidR="00AE5809" w:rsidRPr="00855E16" w:rsidRDefault="00AE5809" w:rsidP="00AE5809">
            <w:pPr>
              <w:ind w:left="-108" w:right="-104"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01 7 02 00000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674671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0637F0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79,6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9CD8B1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31C45C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0,0</w:t>
            </w:r>
          </w:p>
        </w:tc>
      </w:tr>
      <w:tr w:rsidR="00AE5809" w:rsidRPr="00970BD5" w14:paraId="3B24298D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C8A201" w14:textId="77777777" w:rsidR="00AE5809" w:rsidRPr="00855E16" w:rsidRDefault="00AE5809" w:rsidP="00AE5809">
            <w:pPr>
              <w:ind w:right="-115" w:firstLine="0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 xml:space="preserve">Расходы на проведение ремонта жилых помещений, собственниками которых являются дети-сироты и дети, оставшиеся без попечения родителей, а также лица из числа детей-сирот и детей, оставшихся без попечения родителей, либо жилых помещений государственного жилищного фонда, право пользования которыми за ними сохранено, в целях </w:t>
            </w:r>
            <w:r w:rsidRPr="00855E16">
              <w:rPr>
                <w:sz w:val="24"/>
                <w:szCs w:val="24"/>
              </w:rPr>
              <w:lastRenderedPageBreak/>
              <w:t>обеспечения надлежащего санитарного и технического состояния этих жилых помещений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FBDEC7" w14:textId="77777777" w:rsidR="00AE5809" w:rsidRPr="00855E16" w:rsidRDefault="00AE5809" w:rsidP="00AE5809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9E3510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666633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6BA5FE" w14:textId="77777777" w:rsidR="00AE5809" w:rsidRPr="00855E16" w:rsidRDefault="00AE5809" w:rsidP="00AE5809">
            <w:pPr>
              <w:ind w:left="-108" w:right="-104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01 7 02 73120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CBD7AB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1D7F28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79,6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A3F8AB" w14:textId="77777777" w:rsidR="00AE5809" w:rsidRPr="00855E16" w:rsidRDefault="00AE5809" w:rsidP="00AE5809">
            <w:pPr>
              <w:ind w:right="-79" w:hanging="108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87C1D6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0,0</w:t>
            </w:r>
          </w:p>
        </w:tc>
      </w:tr>
      <w:tr w:rsidR="00AE5809" w:rsidRPr="00970BD5" w14:paraId="079F5078" w14:textId="77777777" w:rsidTr="00E7378D">
        <w:trPr>
          <w:trHeight w:hRule="exact" w:val="1191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5AD4E5" w14:textId="77777777" w:rsidR="00AE5809" w:rsidRPr="00855E16" w:rsidRDefault="00AE5809" w:rsidP="00AE5809">
            <w:pPr>
              <w:ind w:right="-115" w:firstLine="0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A64AC1" w14:textId="77777777" w:rsidR="00AE5809" w:rsidRPr="00855E16" w:rsidRDefault="00AE5809" w:rsidP="00AE5809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8EA7CD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C84D93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54BBAC" w14:textId="77777777" w:rsidR="00AE5809" w:rsidRPr="00855E16" w:rsidRDefault="00AE5809" w:rsidP="00AE5809">
            <w:pPr>
              <w:ind w:left="-108" w:right="-104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01 7 02 73120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B082F5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200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9CEA2B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79,6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D01C29" w14:textId="77777777" w:rsidR="00AE5809" w:rsidRPr="00855E16" w:rsidRDefault="00AE5809" w:rsidP="00AE5809">
            <w:pPr>
              <w:ind w:right="-79" w:hanging="108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D50EA4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0,0</w:t>
            </w:r>
          </w:p>
        </w:tc>
      </w:tr>
      <w:tr w:rsidR="00AE5809" w:rsidRPr="00970BD5" w14:paraId="4AF2568C" w14:textId="77777777" w:rsidTr="00E7378D">
        <w:trPr>
          <w:trHeight w:hRule="exact" w:val="907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DEC97D" w14:textId="77777777" w:rsidR="00AE5809" w:rsidRPr="00855E16" w:rsidRDefault="00AE5809" w:rsidP="00AE5809">
            <w:pPr>
              <w:ind w:right="-115" w:firstLine="0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E4753C" w14:textId="77777777" w:rsidR="00AE5809" w:rsidRPr="00855E16" w:rsidRDefault="00AE5809" w:rsidP="00AE5809">
            <w:pPr>
              <w:spacing w:line="240" w:lineRule="exact"/>
              <w:ind w:left="-109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725ACF" w14:textId="77777777" w:rsidR="00AE5809" w:rsidRPr="00855E16" w:rsidRDefault="00AE5809" w:rsidP="00AE5809">
            <w:pPr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129324" w14:textId="77777777" w:rsidR="00AE5809" w:rsidRPr="00855E16" w:rsidRDefault="00AE5809" w:rsidP="00AE5809">
            <w:pPr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A37AAF" w14:textId="77777777" w:rsidR="00AE5809" w:rsidRPr="00855E16" w:rsidRDefault="00AE5809" w:rsidP="00AE5809">
            <w:pPr>
              <w:spacing w:line="240" w:lineRule="exact"/>
              <w:ind w:left="-108" w:right="-104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01 7 02 73120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A664AB" w14:textId="77777777" w:rsidR="00AE5809" w:rsidRPr="00855E16" w:rsidRDefault="00AE5809" w:rsidP="00AE5809">
            <w:pPr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300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70A679" w14:textId="77777777" w:rsidR="00AE5809" w:rsidRPr="00855E16" w:rsidRDefault="00AE5809" w:rsidP="00AE5809">
            <w:pPr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0,0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AF4C32" w14:textId="77777777" w:rsidR="00AE5809" w:rsidRPr="00855E16" w:rsidRDefault="00AE5809" w:rsidP="00AE5809">
            <w:pPr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0AE4A4" w14:textId="77777777" w:rsidR="00AE5809" w:rsidRPr="00855E16" w:rsidRDefault="00AE5809" w:rsidP="00AE5809">
            <w:pPr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0,0</w:t>
            </w:r>
          </w:p>
        </w:tc>
      </w:tr>
      <w:tr w:rsidR="00AE5809" w:rsidRPr="00970BD5" w14:paraId="4B744384" w14:textId="77777777" w:rsidTr="00487574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EF1313" w14:textId="77777777" w:rsidR="00AE5809" w:rsidRPr="00855E16" w:rsidRDefault="00AE5809" w:rsidP="00AE5809">
            <w:pPr>
              <w:ind w:right="-115" w:firstLine="0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BB8E0D" w14:textId="77777777" w:rsidR="00AE5809" w:rsidRPr="00855E16" w:rsidRDefault="00AE5809" w:rsidP="00AE5809">
            <w:pPr>
              <w:ind w:left="-109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4573DF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7B021D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0CCCAF" w14:textId="77777777" w:rsidR="00AE5809" w:rsidRPr="00855E16" w:rsidRDefault="00AE5809" w:rsidP="00AE5809">
            <w:pPr>
              <w:ind w:left="-108" w:right="-104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150741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C41800" w14:textId="77777777" w:rsidR="00AE5809" w:rsidRPr="00855E16" w:rsidRDefault="00AE5809" w:rsidP="00AE5809">
            <w:pPr>
              <w:ind w:right="-108" w:hanging="108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>879,7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D98FDC" w14:textId="77777777" w:rsidR="00AE5809" w:rsidRPr="00855E16" w:rsidRDefault="00AE5809" w:rsidP="00AE5809">
            <w:pPr>
              <w:ind w:right="-108" w:hanging="108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>963,2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708A3D" w14:textId="77777777" w:rsidR="00AE5809" w:rsidRPr="00855E16" w:rsidRDefault="00AE5809" w:rsidP="00AE5809">
            <w:pPr>
              <w:ind w:right="-108" w:hanging="108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>963,2</w:t>
            </w:r>
          </w:p>
        </w:tc>
      </w:tr>
      <w:tr w:rsidR="00AE5809" w:rsidRPr="00970BD5" w14:paraId="1F4D6DB3" w14:textId="77777777" w:rsidTr="00487574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4F0B60" w14:textId="0A37144E" w:rsidR="00AE5809" w:rsidRPr="00855E16" w:rsidRDefault="00AE5809" w:rsidP="00AE5809">
            <w:pPr>
              <w:ind w:right="-115" w:firstLine="0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Муниципальная программа «Развитие культуры Балахнинского муниципального округа Нижегородской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743558" w14:textId="77777777" w:rsidR="00AE5809" w:rsidRPr="00855E16" w:rsidRDefault="00AE5809" w:rsidP="00AE5809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2F5825" w14:textId="77777777" w:rsidR="00AE5809" w:rsidRPr="00855E16" w:rsidRDefault="00AE5809" w:rsidP="00AE5809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5561DA" w14:textId="77777777" w:rsidR="00AE5809" w:rsidRPr="00855E16" w:rsidRDefault="00AE5809" w:rsidP="00AE5809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97BCF1" w14:textId="77777777" w:rsidR="00AE5809" w:rsidRPr="00855E16" w:rsidRDefault="00AE5809" w:rsidP="00AE5809">
            <w:pPr>
              <w:ind w:left="-108" w:right="-104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02 0 00 00000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382DBC" w14:textId="77777777" w:rsidR="00AE5809" w:rsidRPr="00855E16" w:rsidRDefault="00AE5809" w:rsidP="00AE5809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3F6A5F" w14:textId="77777777" w:rsidR="00AE5809" w:rsidRPr="00855E16" w:rsidRDefault="00AE5809" w:rsidP="00AE5809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879,7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E0BFFE" w14:textId="77777777" w:rsidR="00AE5809" w:rsidRPr="00855E16" w:rsidRDefault="00AE5809" w:rsidP="00AE5809">
            <w:pPr>
              <w:ind w:right="-79" w:hanging="108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963,2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3221F3" w14:textId="77777777" w:rsidR="00AE5809" w:rsidRPr="00855E16" w:rsidRDefault="00AE5809" w:rsidP="00AE5809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963,2</w:t>
            </w:r>
          </w:p>
        </w:tc>
      </w:tr>
      <w:tr w:rsidR="00AE5809" w:rsidRPr="00970BD5" w14:paraId="19360BC0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7640C5" w14:textId="77777777" w:rsidR="00AE5809" w:rsidRPr="00855E16" w:rsidRDefault="00AE5809" w:rsidP="00AE5809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 xml:space="preserve">Подпрограмма «Социально-значимые мероприятия для населения»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9FB01D" w14:textId="77777777" w:rsidR="00AE5809" w:rsidRPr="00855E16" w:rsidRDefault="00AE5809" w:rsidP="00AE5809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342DC3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CC7AF7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962981" w14:textId="77777777" w:rsidR="00AE5809" w:rsidRPr="00855E16" w:rsidRDefault="00AE5809" w:rsidP="00AE5809">
            <w:pPr>
              <w:ind w:left="-108" w:right="-104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02 3 00 00000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C2F02F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852F5E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879,7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76D907" w14:textId="77777777" w:rsidR="00AE5809" w:rsidRPr="00855E16" w:rsidRDefault="00AE5809" w:rsidP="00AE5809">
            <w:pPr>
              <w:ind w:right="-79" w:hanging="108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963,2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70BE01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963,2</w:t>
            </w:r>
          </w:p>
        </w:tc>
      </w:tr>
      <w:tr w:rsidR="00AE5809" w:rsidRPr="00970BD5" w14:paraId="600F3EE8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6D8111" w14:textId="77777777" w:rsidR="00AE5809" w:rsidRPr="00855E16" w:rsidRDefault="00AE5809" w:rsidP="00AE5809">
            <w:pPr>
              <w:ind w:right="-115" w:firstLine="0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Содействие активному участию пожилых граждан, ветеранов, инвалидов и детей-инвалидов в жизни общества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FD4B7C" w14:textId="77777777" w:rsidR="00AE5809" w:rsidRPr="00855E16" w:rsidRDefault="00AE5809" w:rsidP="00AE5809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459382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38DCA9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7611BE" w14:textId="77777777" w:rsidR="00AE5809" w:rsidRPr="00855E16" w:rsidRDefault="00AE5809" w:rsidP="00AE5809">
            <w:pPr>
              <w:ind w:left="-108" w:right="-104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02 3 02 00000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937168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724BEC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369,7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D7457F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403,2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91EBC9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403,2</w:t>
            </w:r>
          </w:p>
        </w:tc>
      </w:tr>
      <w:tr w:rsidR="00AE5809" w:rsidRPr="00970BD5" w14:paraId="428A7CD9" w14:textId="77777777" w:rsidTr="00E7378D">
        <w:trPr>
          <w:trHeight w:hRule="exact" w:val="624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ED2FA9" w14:textId="77777777" w:rsidR="00AE5809" w:rsidRPr="00855E16" w:rsidRDefault="00AE5809" w:rsidP="00AE5809">
            <w:pPr>
              <w:ind w:right="-115" w:firstLine="0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Мероприятия в области социальной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4A3704" w14:textId="77777777" w:rsidR="00AE5809" w:rsidRPr="00855E16" w:rsidRDefault="00AE5809" w:rsidP="00AE5809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2D7F61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7C6782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9BB3B3" w14:textId="77777777" w:rsidR="00AE5809" w:rsidRPr="00855E16" w:rsidRDefault="00AE5809" w:rsidP="00AE5809">
            <w:pPr>
              <w:ind w:left="-108" w:right="-104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02 3 02 25280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49D330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37A757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369,7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1B7259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403,2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FE8D95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403,2</w:t>
            </w:r>
          </w:p>
        </w:tc>
      </w:tr>
      <w:tr w:rsidR="00AE5809" w:rsidRPr="00970BD5" w14:paraId="4CD240E6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E46414" w14:textId="77777777" w:rsidR="00AE5809" w:rsidRPr="00855E16" w:rsidRDefault="00AE5809" w:rsidP="00AE5809">
            <w:pPr>
              <w:ind w:right="-115" w:firstLine="0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E0258A" w14:textId="77777777" w:rsidR="00AE5809" w:rsidRPr="00855E16" w:rsidRDefault="00AE5809" w:rsidP="00AE5809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0CE38A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821F1E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F090A6" w14:textId="77777777" w:rsidR="00AE5809" w:rsidRPr="00855E16" w:rsidRDefault="00AE5809" w:rsidP="00AE5809">
            <w:pPr>
              <w:ind w:left="-108" w:right="-104"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02 3 02 25280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EA0678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600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072573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224,7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349047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403,2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8FFC63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403,2</w:t>
            </w:r>
          </w:p>
        </w:tc>
      </w:tr>
      <w:tr w:rsidR="00AE5809" w:rsidRPr="00970BD5" w14:paraId="1B9600C0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1096B7" w14:textId="77777777" w:rsidR="00AE5809" w:rsidRPr="00855E16" w:rsidRDefault="00AE5809" w:rsidP="00AE5809">
            <w:pPr>
              <w:ind w:right="-115" w:firstLine="0"/>
              <w:rPr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72B82E" w14:textId="77777777" w:rsidR="00AE5809" w:rsidRPr="00855E16" w:rsidRDefault="00AE5809" w:rsidP="00AE5809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10A469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8038F8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16605B" w14:textId="77777777" w:rsidR="00AE5809" w:rsidRPr="00855E16" w:rsidRDefault="00AE5809" w:rsidP="00AE5809">
            <w:pPr>
              <w:ind w:left="-108" w:right="-104"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7B49DD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CD9613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>52 796,5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033B3B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>52 688,8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042897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>53 688,8</w:t>
            </w:r>
          </w:p>
        </w:tc>
      </w:tr>
      <w:tr w:rsidR="00AE5809" w:rsidRPr="00970BD5" w14:paraId="4ABF2577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A77BB2" w14:textId="77777777" w:rsidR="00AE5809" w:rsidRPr="00855E16" w:rsidRDefault="00AE5809" w:rsidP="00AE5809">
            <w:pPr>
              <w:ind w:right="-115" w:firstLine="0"/>
              <w:rPr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>Массовый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41537A" w14:textId="77777777" w:rsidR="00AE5809" w:rsidRPr="00855E16" w:rsidRDefault="00AE5809" w:rsidP="00AE5809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2C33CE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CC406D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D0603A" w14:textId="77777777" w:rsidR="00AE5809" w:rsidRPr="00855E16" w:rsidRDefault="00AE5809" w:rsidP="00AE5809">
            <w:pPr>
              <w:ind w:left="-108" w:right="-104"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08679C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7BC402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>52 586,5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1B4FC6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>51 278,8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D050F8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>51 278,8</w:t>
            </w:r>
          </w:p>
        </w:tc>
      </w:tr>
      <w:tr w:rsidR="00AE5809" w:rsidRPr="00970BD5" w14:paraId="6C30DF58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0D2B3C" w14:textId="77777777" w:rsidR="00AE5809" w:rsidRPr="00855E16" w:rsidRDefault="00AE5809" w:rsidP="00AE5809">
            <w:pPr>
              <w:ind w:right="-115" w:firstLine="0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lastRenderedPageBreak/>
              <w:t>Муниципальная программа «Развитие физической культуры и спорта Балахнинского муниципального округа Нижегородской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4070F0" w14:textId="77777777" w:rsidR="00AE5809" w:rsidRPr="00855E16" w:rsidRDefault="00AE5809" w:rsidP="00AE5809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39A6B7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BD9A50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D5D51D" w14:textId="77777777" w:rsidR="00AE5809" w:rsidRPr="00855E16" w:rsidRDefault="00AE5809" w:rsidP="00AE5809">
            <w:pPr>
              <w:ind w:left="-108" w:right="-104"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03 0 00 00000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5DA2A8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36012A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52 586,5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D784F2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51 278,8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1405D8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51 278,8</w:t>
            </w:r>
          </w:p>
        </w:tc>
      </w:tr>
      <w:tr w:rsidR="00AE5809" w:rsidRPr="00970BD5" w14:paraId="0151340C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F535CC" w14:textId="77777777" w:rsidR="00AE5809" w:rsidRPr="00855E16" w:rsidRDefault="00AE5809" w:rsidP="00862A0D">
            <w:pPr>
              <w:ind w:right="-115" w:firstLine="0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 xml:space="preserve">Подпрограмма </w:t>
            </w:r>
            <w:r w:rsidR="00862A0D">
              <w:rPr>
                <w:sz w:val="24"/>
                <w:szCs w:val="24"/>
              </w:rPr>
              <w:t>«</w:t>
            </w:r>
            <w:r w:rsidRPr="00855E16">
              <w:rPr>
                <w:sz w:val="24"/>
                <w:szCs w:val="24"/>
              </w:rPr>
              <w:t>Укрепление материально-технической базы</w:t>
            </w:r>
            <w:r w:rsidR="00862A0D"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1D8C48" w14:textId="77777777" w:rsidR="00AE5809" w:rsidRPr="00855E16" w:rsidRDefault="00AE5809" w:rsidP="00AE5809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9B7055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316656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2FDC05" w14:textId="77777777" w:rsidR="00AE5809" w:rsidRPr="00855E16" w:rsidRDefault="00AE5809" w:rsidP="00AE5809">
            <w:pPr>
              <w:ind w:left="-108" w:right="-104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03 2 00 00000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185913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1DFCA6" w14:textId="77777777" w:rsidR="00AE5809" w:rsidRPr="00855E16" w:rsidRDefault="00AE5809" w:rsidP="00AE5809">
            <w:pPr>
              <w:ind w:right="-108" w:hanging="79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1 307,7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7268D6" w14:textId="77777777" w:rsidR="00AE5809" w:rsidRPr="00855E16" w:rsidRDefault="00AE5809" w:rsidP="00AE5809">
            <w:pPr>
              <w:ind w:right="-79" w:hanging="108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2CAF63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0,0</w:t>
            </w:r>
          </w:p>
        </w:tc>
      </w:tr>
      <w:tr w:rsidR="00AE5809" w:rsidRPr="00970BD5" w14:paraId="4A9E4CE4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4663FD" w14:textId="77777777" w:rsidR="00AE5809" w:rsidRPr="00855E16" w:rsidRDefault="00AE5809" w:rsidP="00AE5809">
            <w:pPr>
              <w:ind w:right="-115" w:firstLine="0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Текущий и капитальный ремонт объектов физической культуры и спорта, находящихся на территории Балахнинского муниципального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769A28" w14:textId="77777777" w:rsidR="00AE5809" w:rsidRPr="00855E16" w:rsidRDefault="00AE5809" w:rsidP="00AE5809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04CD2F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403B5F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32874C" w14:textId="77777777" w:rsidR="00AE5809" w:rsidRPr="00855E16" w:rsidRDefault="00AE5809" w:rsidP="00AE5809">
            <w:pPr>
              <w:ind w:left="-108" w:right="-104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03 2 01 00000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7D5C01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3F73B1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1 200,0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464BA2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D042C5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0,0</w:t>
            </w:r>
          </w:p>
        </w:tc>
      </w:tr>
      <w:tr w:rsidR="00AE5809" w:rsidRPr="00970BD5" w14:paraId="21B49E78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F8B20D" w14:textId="77777777" w:rsidR="00AE5809" w:rsidRPr="00855E16" w:rsidRDefault="00AE5809" w:rsidP="00AE5809">
            <w:pPr>
              <w:ind w:right="-115" w:firstLine="0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Расходы на текущий и капитальный ремонт объектов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D373CB" w14:textId="77777777" w:rsidR="00AE5809" w:rsidRPr="00855E16" w:rsidRDefault="00AE5809" w:rsidP="00AE5809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0DE8C4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A7A5FC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9774E9" w14:textId="77777777" w:rsidR="00AE5809" w:rsidRPr="00855E16" w:rsidRDefault="00AE5809" w:rsidP="00AE5809">
            <w:pPr>
              <w:ind w:left="-108" w:right="-104"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03 2 01 25020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6CE99C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4ACCC8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1 200,0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9ED698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9B5910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0,0</w:t>
            </w:r>
          </w:p>
        </w:tc>
      </w:tr>
      <w:tr w:rsidR="00AE5809" w:rsidRPr="00970BD5" w14:paraId="3A83BE07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302B66" w14:textId="77777777" w:rsidR="00AE5809" w:rsidRPr="00855E16" w:rsidRDefault="00AE5809" w:rsidP="00AE5809">
            <w:pPr>
              <w:ind w:right="-115" w:firstLine="0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FDBEAC" w14:textId="77777777" w:rsidR="00AE5809" w:rsidRPr="00855E16" w:rsidRDefault="00AE5809" w:rsidP="00AE5809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88A56D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3F1160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8A745B" w14:textId="77777777" w:rsidR="00AE5809" w:rsidRPr="00855E16" w:rsidRDefault="00AE5809" w:rsidP="00AE5809">
            <w:pPr>
              <w:ind w:left="-108" w:right="-104"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03 2 01 25020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9E90C9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600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256508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1 200,0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A1C10A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77945E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0,0</w:t>
            </w:r>
          </w:p>
        </w:tc>
      </w:tr>
      <w:tr w:rsidR="00AE5809" w:rsidRPr="00970BD5" w14:paraId="64BE4881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1DF140" w14:textId="77777777" w:rsidR="00AE5809" w:rsidRPr="00855E16" w:rsidRDefault="00AE5809" w:rsidP="00AE5809">
            <w:pPr>
              <w:ind w:right="-115" w:firstLine="0"/>
              <w:rPr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BD14DD" w14:textId="77777777" w:rsidR="00AE5809" w:rsidRPr="00855E16" w:rsidRDefault="00AE5809" w:rsidP="00AE5809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D662C9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98A6A5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3DB174" w14:textId="77777777" w:rsidR="00AE5809" w:rsidRPr="00855E16" w:rsidRDefault="00AE5809" w:rsidP="00AE5809">
            <w:pPr>
              <w:ind w:left="-108" w:right="-104"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CD7ABE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EAAF6E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>210,0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58D1B9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>1 410,0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7279FB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>2 410,0</w:t>
            </w:r>
          </w:p>
        </w:tc>
      </w:tr>
      <w:tr w:rsidR="00AE5809" w:rsidRPr="00970BD5" w14:paraId="12D42B50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F07126" w14:textId="77777777" w:rsidR="00AE5809" w:rsidRPr="00855E16" w:rsidRDefault="00AE5809" w:rsidP="00AE5809">
            <w:pPr>
              <w:ind w:right="-115" w:firstLine="0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Муниципальная программа «Развитие физической культуры и спорта Балахнинского муниципального округа Нижегородской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31BB6A" w14:textId="77777777" w:rsidR="00AE5809" w:rsidRPr="00855E16" w:rsidRDefault="00AE5809" w:rsidP="00AE5809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EF87AE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350490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FCE6CC" w14:textId="77777777" w:rsidR="00AE5809" w:rsidRPr="00855E16" w:rsidRDefault="00AE5809" w:rsidP="00AE5809">
            <w:pPr>
              <w:ind w:left="-108" w:right="-104"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03 0 00 00000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2EFBD2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7F8DB7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210,0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6C8AEE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1 410,0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1ACA6B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2 410,0</w:t>
            </w:r>
          </w:p>
        </w:tc>
      </w:tr>
      <w:tr w:rsidR="00AE5809" w:rsidRPr="00970BD5" w14:paraId="261CB840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8E57A1" w14:textId="77777777" w:rsidR="00AE5809" w:rsidRPr="00855E16" w:rsidRDefault="00AE5809" w:rsidP="00AE5809">
            <w:pPr>
              <w:ind w:right="-115" w:firstLine="0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Подпрограмма «Укрепление материально-технической базы»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C4A4D7" w14:textId="77777777" w:rsidR="00AE5809" w:rsidRPr="00855E16" w:rsidRDefault="00AE5809" w:rsidP="00AE5809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F48E91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0E2EF0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2B73FF" w14:textId="77777777" w:rsidR="00AE5809" w:rsidRPr="00855E16" w:rsidRDefault="00AE5809" w:rsidP="00AE5809">
            <w:pPr>
              <w:ind w:left="-108" w:right="-104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03 2 00 00000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0DCA10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0DAC25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0,0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91C33D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1 200,0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FBACB0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2 200,0</w:t>
            </w:r>
          </w:p>
        </w:tc>
      </w:tr>
      <w:tr w:rsidR="00AE5809" w:rsidRPr="00970BD5" w14:paraId="7BBC37A8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D540B3" w14:textId="77777777" w:rsidR="00AE5809" w:rsidRPr="00855E16" w:rsidRDefault="00AE5809" w:rsidP="00AE5809">
            <w:pPr>
              <w:ind w:right="-115" w:firstLine="0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 xml:space="preserve">Текущий и </w:t>
            </w:r>
            <w:r w:rsidRPr="00855E16">
              <w:rPr>
                <w:sz w:val="24"/>
                <w:szCs w:val="24"/>
              </w:rPr>
              <w:lastRenderedPageBreak/>
              <w:t>капитальный ремонт объектов физической культуры и спорта, находящихся на территории Балахнинского муниципального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1FD783" w14:textId="77777777" w:rsidR="00AE5809" w:rsidRPr="00855E16" w:rsidRDefault="00AE5809" w:rsidP="00AE5809">
            <w:pPr>
              <w:ind w:left="-109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9B972E" w14:textId="77777777" w:rsidR="00AE5809" w:rsidRPr="00855E16" w:rsidRDefault="00AE5809" w:rsidP="00AE5809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038A56" w14:textId="77777777" w:rsidR="00AE5809" w:rsidRPr="00855E16" w:rsidRDefault="00AE5809" w:rsidP="00AE5809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DF0226" w14:textId="77777777" w:rsidR="00AE5809" w:rsidRPr="00855E16" w:rsidRDefault="00AE5809" w:rsidP="00AE5809">
            <w:pPr>
              <w:ind w:left="-108" w:right="-104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03 2 01 00000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623DC7" w14:textId="77777777" w:rsidR="00AE5809" w:rsidRPr="00855E16" w:rsidRDefault="00AE5809" w:rsidP="00AE5809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E8CA31" w14:textId="77777777" w:rsidR="00AE5809" w:rsidRPr="00855E16" w:rsidRDefault="00AE5809" w:rsidP="00AE5809">
            <w:pPr>
              <w:ind w:left="-100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0,0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A19DE9" w14:textId="77777777" w:rsidR="00AE5809" w:rsidRPr="00855E16" w:rsidRDefault="00AE5809" w:rsidP="00AE5809">
            <w:pPr>
              <w:ind w:left="-100" w:right="-81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1 200,0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339A88" w14:textId="77777777" w:rsidR="00AE5809" w:rsidRPr="00855E16" w:rsidRDefault="00AE5809" w:rsidP="00AE5809">
            <w:pPr>
              <w:ind w:left="-100" w:right="-110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2 200,0</w:t>
            </w:r>
          </w:p>
        </w:tc>
      </w:tr>
      <w:tr w:rsidR="00AE5809" w:rsidRPr="00970BD5" w14:paraId="4E7A8D40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B02994" w14:textId="77777777" w:rsidR="00AE5809" w:rsidRPr="00855E16" w:rsidRDefault="00AE5809" w:rsidP="00AE5809">
            <w:pPr>
              <w:ind w:right="-115" w:firstLine="0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Расходы на текущий и капитальный ремонт объектов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381537" w14:textId="77777777" w:rsidR="00AE5809" w:rsidRPr="00855E16" w:rsidRDefault="00AE5809" w:rsidP="00AE5809">
            <w:pPr>
              <w:ind w:left="-109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92C1F6" w14:textId="77777777" w:rsidR="00AE5809" w:rsidRPr="00855E16" w:rsidRDefault="00AE5809" w:rsidP="00AE5809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27D230" w14:textId="77777777" w:rsidR="00AE5809" w:rsidRPr="00855E16" w:rsidRDefault="00AE5809" w:rsidP="00AE5809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B72A6C" w14:textId="77777777" w:rsidR="00AE5809" w:rsidRPr="00855E16" w:rsidRDefault="00AE5809" w:rsidP="00AE5809">
            <w:pPr>
              <w:ind w:left="-108" w:right="-104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03 2 01 25020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E32071" w14:textId="77777777" w:rsidR="00AE5809" w:rsidRPr="00855E16" w:rsidRDefault="00AE5809" w:rsidP="00AE5809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605329" w14:textId="77777777" w:rsidR="00AE5809" w:rsidRPr="00855E16" w:rsidRDefault="00AE5809" w:rsidP="00AE5809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0,0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632A01" w14:textId="77777777" w:rsidR="00AE5809" w:rsidRPr="00855E16" w:rsidRDefault="00AE5809" w:rsidP="00AE5809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1 200,0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4F4798" w14:textId="77777777" w:rsidR="00AE5809" w:rsidRPr="00855E16" w:rsidRDefault="00AE5809" w:rsidP="00AE5809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2 200,0</w:t>
            </w:r>
          </w:p>
        </w:tc>
      </w:tr>
      <w:tr w:rsidR="00AE5809" w:rsidRPr="00970BD5" w14:paraId="2F2CE28D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89B3FB" w14:textId="77777777" w:rsidR="00AE5809" w:rsidRPr="00855E16" w:rsidRDefault="00AE5809" w:rsidP="00AE5809">
            <w:pPr>
              <w:ind w:right="-115" w:firstLine="0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CA74F6" w14:textId="77777777" w:rsidR="00AE5809" w:rsidRPr="00855E16" w:rsidRDefault="00AE5809" w:rsidP="00AE5809">
            <w:pPr>
              <w:ind w:left="-109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F5AD80" w14:textId="77777777" w:rsidR="00AE5809" w:rsidRPr="00855E16" w:rsidRDefault="00AE5809" w:rsidP="00AE5809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0DE0D0" w14:textId="77777777" w:rsidR="00AE5809" w:rsidRPr="00855E16" w:rsidRDefault="00AE5809" w:rsidP="00AE5809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767930" w14:textId="77777777" w:rsidR="00AE5809" w:rsidRPr="00855E16" w:rsidRDefault="00AE5809" w:rsidP="00AE5809">
            <w:pPr>
              <w:ind w:left="-108" w:right="-104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03 2 01 25020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13CFF2" w14:textId="77777777" w:rsidR="00AE5809" w:rsidRPr="00855E16" w:rsidRDefault="00AE5809" w:rsidP="00AE5809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200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1D68E1" w14:textId="77777777" w:rsidR="00AE5809" w:rsidRPr="00855E16" w:rsidRDefault="00AE5809" w:rsidP="00AE5809">
            <w:pPr>
              <w:ind w:left="-100" w:right="-80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0,0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4D6438" w14:textId="77777777" w:rsidR="00AE5809" w:rsidRPr="00855E16" w:rsidRDefault="00AE5809" w:rsidP="00AE5809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1 200,0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0A8212" w14:textId="77777777" w:rsidR="00AE5809" w:rsidRPr="00855E16" w:rsidRDefault="00AE5809" w:rsidP="00AE5809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2 200,0</w:t>
            </w:r>
          </w:p>
        </w:tc>
      </w:tr>
      <w:tr w:rsidR="00AE5809" w:rsidRPr="00970BD5" w14:paraId="14D0F9A6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FC185B" w14:textId="77777777" w:rsidR="00AE5809" w:rsidRPr="00855E16" w:rsidRDefault="00AE5809" w:rsidP="00AE5809">
            <w:pPr>
              <w:ind w:firstLine="0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>Контрольно-счетная палата Балахнинского муниципального округа Нижегородской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3F52CB" w14:textId="77777777" w:rsidR="00AE5809" w:rsidRPr="002A0B18" w:rsidRDefault="00AE5809" w:rsidP="00AE5809">
            <w:pPr>
              <w:ind w:left="-109" w:right="-108"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A0B18">
              <w:rPr>
                <w:b/>
                <w:bCs/>
                <w:color w:val="000000"/>
                <w:sz w:val="24"/>
                <w:szCs w:val="24"/>
              </w:rPr>
              <w:t>493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5819A1" w14:textId="77777777" w:rsidR="00AE5809" w:rsidRPr="00855E16" w:rsidRDefault="00AE5809" w:rsidP="00AE5809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DBEDD5" w14:textId="77777777" w:rsidR="00AE5809" w:rsidRPr="00855E16" w:rsidRDefault="00AE5809" w:rsidP="00AE5809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3FF4FF" w14:textId="77777777" w:rsidR="00AE5809" w:rsidRPr="00855E16" w:rsidRDefault="00AE5809" w:rsidP="00AE5809">
            <w:pPr>
              <w:ind w:left="-108" w:right="-104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A6B4C7" w14:textId="77777777" w:rsidR="00AE5809" w:rsidRPr="00855E16" w:rsidRDefault="00AE5809" w:rsidP="00AE5809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71FD79" w14:textId="77777777" w:rsidR="00AE5809" w:rsidRPr="00855E16" w:rsidRDefault="00AE5809" w:rsidP="00AE5809">
            <w:pPr>
              <w:ind w:left="-100" w:right="-80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>6 172,3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15FA3A" w14:textId="77777777" w:rsidR="00AE5809" w:rsidRPr="00855E16" w:rsidRDefault="00AE5809" w:rsidP="00AE5809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>5 495,5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2D52DE" w14:textId="77777777" w:rsidR="00AE5809" w:rsidRPr="00855E16" w:rsidRDefault="00AE5809" w:rsidP="00AE5809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>5 495,5</w:t>
            </w:r>
          </w:p>
        </w:tc>
      </w:tr>
      <w:tr w:rsidR="00AE5809" w:rsidRPr="00970BD5" w14:paraId="243F8B8A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061778" w14:textId="77777777" w:rsidR="00AE5809" w:rsidRPr="00855E16" w:rsidRDefault="00AE5809" w:rsidP="00AE5809">
            <w:pPr>
              <w:spacing w:line="250" w:lineRule="exact"/>
              <w:ind w:firstLine="0"/>
              <w:rPr>
                <w:b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BF18FA" w14:textId="77777777" w:rsidR="00AE5809" w:rsidRPr="00855E16" w:rsidRDefault="00AE5809" w:rsidP="00AE5809">
            <w:pPr>
              <w:spacing w:line="250" w:lineRule="exact"/>
              <w:ind w:left="-109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2E2C79" w14:textId="77777777" w:rsidR="00AE5809" w:rsidRPr="00855E16" w:rsidRDefault="00AE5809" w:rsidP="00AE5809">
            <w:pPr>
              <w:spacing w:line="250" w:lineRule="exact"/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6D0F53" w14:textId="77777777" w:rsidR="00AE5809" w:rsidRPr="00855E16" w:rsidRDefault="00AE5809" w:rsidP="00AE5809">
            <w:pPr>
              <w:spacing w:line="250" w:lineRule="exact"/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F1B62D" w14:textId="77777777" w:rsidR="00AE5809" w:rsidRPr="00855E16" w:rsidRDefault="00AE5809" w:rsidP="00AE5809">
            <w:pPr>
              <w:spacing w:line="250" w:lineRule="exact"/>
              <w:ind w:left="-108" w:right="-104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E699B6" w14:textId="77777777" w:rsidR="00AE5809" w:rsidRPr="00855E16" w:rsidRDefault="00AE5809" w:rsidP="00AE5809">
            <w:pPr>
              <w:spacing w:line="250" w:lineRule="exact"/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A3D240" w14:textId="77777777" w:rsidR="00AE5809" w:rsidRPr="00855E16" w:rsidRDefault="00AE5809" w:rsidP="00AE5809">
            <w:pPr>
              <w:spacing w:line="250" w:lineRule="exact"/>
              <w:ind w:left="-100" w:right="-80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>6 172,3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C5DA1D" w14:textId="77777777" w:rsidR="00AE5809" w:rsidRPr="00855E16" w:rsidRDefault="00AE5809" w:rsidP="00AE5809">
            <w:pPr>
              <w:spacing w:line="250" w:lineRule="exact"/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>5 495,5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4D3D8F" w14:textId="77777777" w:rsidR="00AE5809" w:rsidRPr="00855E16" w:rsidRDefault="00AE5809" w:rsidP="00AE5809">
            <w:pPr>
              <w:spacing w:line="250" w:lineRule="exact"/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>5 495,5</w:t>
            </w:r>
          </w:p>
        </w:tc>
      </w:tr>
      <w:tr w:rsidR="00AE5809" w:rsidRPr="00970BD5" w14:paraId="4CBA0FFD" w14:textId="77777777" w:rsidTr="00487574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D8F8E3" w14:textId="77777777" w:rsidR="00AE5809" w:rsidRPr="00855E16" w:rsidRDefault="00AE5809" w:rsidP="00AE5809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D0E872" w14:textId="77777777" w:rsidR="00AE5809" w:rsidRPr="00855E16" w:rsidRDefault="00AE5809" w:rsidP="00AE5809">
            <w:pPr>
              <w:spacing w:line="250" w:lineRule="exact"/>
              <w:ind w:left="-109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7217EF" w14:textId="77777777" w:rsidR="00AE5809" w:rsidRPr="00855E16" w:rsidRDefault="00AE5809" w:rsidP="00AE5809">
            <w:pPr>
              <w:spacing w:line="250" w:lineRule="exact"/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0D0058" w14:textId="77777777" w:rsidR="00AE5809" w:rsidRPr="00855E16" w:rsidRDefault="00AE5809" w:rsidP="00AE5809">
            <w:pPr>
              <w:spacing w:line="250" w:lineRule="exact"/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D31C9D" w14:textId="77777777" w:rsidR="00AE5809" w:rsidRPr="00855E16" w:rsidRDefault="00AE5809" w:rsidP="00AE5809">
            <w:pPr>
              <w:spacing w:line="250" w:lineRule="exact"/>
              <w:ind w:left="-108" w:right="-104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FD9B8F" w14:textId="77777777" w:rsidR="00AE5809" w:rsidRPr="00855E16" w:rsidRDefault="00AE5809" w:rsidP="00AE5809">
            <w:pPr>
              <w:spacing w:line="250" w:lineRule="exact"/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45A5C7" w14:textId="77777777" w:rsidR="00AE5809" w:rsidRPr="00855E16" w:rsidRDefault="00AE5809" w:rsidP="00AE5809">
            <w:pPr>
              <w:spacing w:line="250" w:lineRule="exact"/>
              <w:ind w:left="-100" w:right="-80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>6 172,3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F57B44" w14:textId="77777777" w:rsidR="00AE5809" w:rsidRPr="00855E16" w:rsidRDefault="00AE5809" w:rsidP="00AE5809">
            <w:pPr>
              <w:spacing w:line="250" w:lineRule="exact"/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>5 495,5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86AD7A" w14:textId="77777777" w:rsidR="00AE5809" w:rsidRPr="00855E16" w:rsidRDefault="00AE5809" w:rsidP="00AE5809">
            <w:pPr>
              <w:spacing w:line="250" w:lineRule="exact"/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sz w:val="24"/>
                <w:szCs w:val="24"/>
              </w:rPr>
              <w:t>5 495,5</w:t>
            </w:r>
          </w:p>
        </w:tc>
      </w:tr>
      <w:tr w:rsidR="00AE5809" w:rsidRPr="00970BD5" w14:paraId="5F6DE15C" w14:textId="77777777" w:rsidTr="00487574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04419E" w14:textId="77777777" w:rsidR="00AE5809" w:rsidRPr="00855E16" w:rsidRDefault="00AE5809" w:rsidP="00AE5809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5602AB" w14:textId="77777777" w:rsidR="00AE5809" w:rsidRPr="00855E16" w:rsidRDefault="00AE5809" w:rsidP="00AE5809">
            <w:pPr>
              <w:spacing w:line="250" w:lineRule="exact"/>
              <w:ind w:left="-109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B143C6" w14:textId="77777777" w:rsidR="00AE5809" w:rsidRPr="00855E16" w:rsidRDefault="00AE5809" w:rsidP="00AE5809">
            <w:pPr>
              <w:spacing w:line="250" w:lineRule="exact"/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81BAC1" w14:textId="77777777" w:rsidR="00AE5809" w:rsidRPr="00855E16" w:rsidRDefault="00AE5809" w:rsidP="00AE5809">
            <w:pPr>
              <w:spacing w:line="250" w:lineRule="exact"/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E63DF4" w14:textId="77777777" w:rsidR="00AE5809" w:rsidRPr="00855E16" w:rsidRDefault="00AE5809" w:rsidP="00AE5809">
            <w:pPr>
              <w:spacing w:line="250" w:lineRule="exact"/>
              <w:ind w:left="-108" w:right="-104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77 0 00 00000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E38A31" w14:textId="77777777" w:rsidR="00AE5809" w:rsidRPr="00855E16" w:rsidRDefault="00AE5809" w:rsidP="00AE5809">
            <w:pPr>
              <w:spacing w:line="250" w:lineRule="exact"/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393765" w14:textId="77777777" w:rsidR="00AE5809" w:rsidRPr="00855E16" w:rsidRDefault="00AE5809" w:rsidP="00AE5809">
            <w:pPr>
              <w:spacing w:line="250" w:lineRule="exact"/>
              <w:ind w:left="-100" w:right="-80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6 172,3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0EDD01" w14:textId="77777777" w:rsidR="00AE5809" w:rsidRPr="00855E16" w:rsidRDefault="00AE5809" w:rsidP="00AE5809">
            <w:pPr>
              <w:spacing w:line="250" w:lineRule="exact"/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5 495,5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415BDC" w14:textId="77777777" w:rsidR="00AE5809" w:rsidRPr="00855E16" w:rsidRDefault="00AE5809" w:rsidP="00AE5809">
            <w:pPr>
              <w:spacing w:line="250" w:lineRule="exact"/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5 495,5</w:t>
            </w:r>
          </w:p>
        </w:tc>
      </w:tr>
      <w:tr w:rsidR="00AE5809" w:rsidRPr="00970BD5" w14:paraId="62BCAC11" w14:textId="77777777" w:rsidTr="00487574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6B697B" w14:textId="77777777" w:rsidR="00AE5809" w:rsidRPr="00855E16" w:rsidRDefault="00AE5809" w:rsidP="00AE5809">
            <w:pPr>
              <w:ind w:right="-115" w:firstLine="0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BA4C1B" w14:textId="77777777" w:rsidR="00AE5809" w:rsidRPr="00855E16" w:rsidRDefault="00AE5809" w:rsidP="00AE5809">
            <w:pPr>
              <w:ind w:left="-109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067909" w14:textId="77777777" w:rsidR="00AE5809" w:rsidRPr="00855E16" w:rsidRDefault="00AE5809" w:rsidP="00AE5809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5DFDDA" w14:textId="77777777" w:rsidR="00AE5809" w:rsidRPr="00855E16" w:rsidRDefault="00AE5809" w:rsidP="00AE5809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E054C8" w14:textId="77777777" w:rsidR="00AE5809" w:rsidRPr="00855E16" w:rsidRDefault="00AE5809" w:rsidP="00AE5809">
            <w:pPr>
              <w:ind w:left="-108" w:right="-104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77 7 00 00000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216C86" w14:textId="77777777" w:rsidR="00AE5809" w:rsidRPr="00855E16" w:rsidRDefault="00AE5809" w:rsidP="00AE5809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4D31DD" w14:textId="77777777" w:rsidR="00AE5809" w:rsidRPr="00855E16" w:rsidRDefault="00AE5809" w:rsidP="00AE5809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6 172,3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7EB551" w14:textId="77777777" w:rsidR="00AE5809" w:rsidRPr="00855E16" w:rsidRDefault="00AE5809" w:rsidP="00AE5809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5 495,5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FEA996" w14:textId="77777777" w:rsidR="00AE5809" w:rsidRPr="00855E16" w:rsidRDefault="00AE5809" w:rsidP="00AE5809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5 495,5</w:t>
            </w:r>
          </w:p>
        </w:tc>
      </w:tr>
      <w:tr w:rsidR="00AE5809" w:rsidRPr="00970BD5" w14:paraId="32EE739D" w14:textId="77777777" w:rsidTr="00487574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21FA70" w14:textId="77777777" w:rsidR="00AE5809" w:rsidRPr="00855E16" w:rsidRDefault="00AE5809" w:rsidP="00AE5809">
            <w:pPr>
              <w:ind w:right="-115" w:firstLine="0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919AF7" w14:textId="77777777" w:rsidR="00AE5809" w:rsidRPr="00855E16" w:rsidRDefault="00AE5809" w:rsidP="00AE5809">
            <w:pPr>
              <w:ind w:left="-109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F2CE5F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E3E7C7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3FB241" w14:textId="77777777" w:rsidR="00AE5809" w:rsidRPr="00855E16" w:rsidRDefault="00AE5809" w:rsidP="00AE5809">
            <w:pPr>
              <w:ind w:left="-108" w:right="-104"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77 7 01 00000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A65636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460CFE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6 172,3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6D28AB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5 495,5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BDEB09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5 495,5</w:t>
            </w:r>
          </w:p>
        </w:tc>
      </w:tr>
      <w:tr w:rsidR="00AE5809" w:rsidRPr="00970BD5" w14:paraId="4FE9613A" w14:textId="77777777" w:rsidTr="00487574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D6227C" w14:textId="77777777" w:rsidR="00AE5809" w:rsidRPr="00855E16" w:rsidRDefault="00AE5809" w:rsidP="00AE5809">
            <w:pPr>
              <w:ind w:right="-115" w:firstLine="0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F5975C" w14:textId="77777777" w:rsidR="00AE5809" w:rsidRPr="00855E16" w:rsidRDefault="00AE5809" w:rsidP="00AE5809">
            <w:pPr>
              <w:ind w:left="-109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BC73A0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 xml:space="preserve">01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AC7FE1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B2A61F" w14:textId="77777777" w:rsidR="00AE5809" w:rsidRPr="00855E16" w:rsidRDefault="00AE5809" w:rsidP="00AE5809">
            <w:pPr>
              <w:ind w:left="-108" w:right="-104"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77 7 01 00190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9B9C66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CBC42D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3 676,3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31EB5B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3 282,8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1EE950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3 282,8</w:t>
            </w:r>
          </w:p>
        </w:tc>
      </w:tr>
      <w:tr w:rsidR="00AE5809" w:rsidRPr="00970BD5" w14:paraId="6456557D" w14:textId="77777777" w:rsidTr="00487574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43CCA1" w14:textId="77777777" w:rsidR="00AE5809" w:rsidRPr="00855E16" w:rsidRDefault="00AE5809" w:rsidP="00AE5809">
            <w:pPr>
              <w:ind w:right="-115" w:firstLine="0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0E1F2C" w14:textId="77777777" w:rsidR="00AE5809" w:rsidRPr="00855E16" w:rsidRDefault="00AE5809" w:rsidP="00AE5809">
            <w:pPr>
              <w:ind w:left="-109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CE96EE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80E7ED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4E432A" w14:textId="77777777" w:rsidR="00AE5809" w:rsidRPr="00855E16" w:rsidRDefault="00AE5809" w:rsidP="00AE5809">
            <w:pPr>
              <w:ind w:left="-108" w:right="-104"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77 7 01 00190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739AD0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0727CF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3 064,8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8EE89E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2 978,7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7EECFD" w14:textId="77777777" w:rsidR="00AE5809" w:rsidRPr="00855E16" w:rsidRDefault="00AE5809" w:rsidP="00AE5809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2 978,7</w:t>
            </w:r>
          </w:p>
        </w:tc>
      </w:tr>
      <w:tr w:rsidR="00AE5809" w:rsidRPr="00970BD5" w14:paraId="5C40D91F" w14:textId="77777777" w:rsidTr="00487574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1A835C" w14:textId="77777777" w:rsidR="00AE5809" w:rsidRPr="00855E16" w:rsidRDefault="00AE5809" w:rsidP="00AE5809">
            <w:pPr>
              <w:ind w:right="-115" w:firstLine="0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Руководитель контрольно-счетной палаты Балахнинского муниципального округа и его заместители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2E504B" w14:textId="77777777" w:rsidR="00AE5809" w:rsidRPr="00855E16" w:rsidRDefault="00AE5809" w:rsidP="00AE5809">
            <w:pPr>
              <w:spacing w:line="250" w:lineRule="exact"/>
              <w:ind w:left="-109" w:right="-108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CB07FD" w14:textId="77777777" w:rsidR="00AE5809" w:rsidRPr="00855E16" w:rsidRDefault="00AE5809" w:rsidP="00AE5809">
            <w:pPr>
              <w:spacing w:line="250" w:lineRule="exact"/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FE5E56" w14:textId="77777777" w:rsidR="00AE5809" w:rsidRPr="00855E16" w:rsidRDefault="00AE5809" w:rsidP="00AE5809">
            <w:pPr>
              <w:spacing w:line="250" w:lineRule="exact"/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75D285" w14:textId="77777777" w:rsidR="00AE5809" w:rsidRPr="00855E16" w:rsidRDefault="00AE5809" w:rsidP="00AE5809">
            <w:pPr>
              <w:spacing w:line="250" w:lineRule="exact"/>
              <w:ind w:left="-108" w:right="-104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77 7 01 07000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1A2AE1" w14:textId="77777777" w:rsidR="00AE5809" w:rsidRPr="00855E16" w:rsidRDefault="00AE5809" w:rsidP="00AE5809">
            <w:pPr>
              <w:spacing w:line="250" w:lineRule="exact"/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EBEF88" w14:textId="77777777" w:rsidR="00AE5809" w:rsidRPr="00855E16" w:rsidRDefault="00AE5809" w:rsidP="00AE5809">
            <w:pPr>
              <w:spacing w:line="250" w:lineRule="exact"/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2 496,0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50D634" w14:textId="77777777" w:rsidR="00AE5809" w:rsidRPr="00855E16" w:rsidRDefault="00AE5809" w:rsidP="00AE5809">
            <w:pPr>
              <w:spacing w:line="250" w:lineRule="exact"/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2 212,7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36394C" w14:textId="77777777" w:rsidR="00AE5809" w:rsidRPr="00855E16" w:rsidRDefault="00AE5809" w:rsidP="00AE5809">
            <w:pPr>
              <w:spacing w:line="250" w:lineRule="exact"/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2 212,7</w:t>
            </w:r>
          </w:p>
        </w:tc>
      </w:tr>
      <w:tr w:rsidR="00AE5809" w:rsidRPr="00970BD5" w14:paraId="634972E5" w14:textId="77777777" w:rsidTr="00487574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D66EAA" w14:textId="77777777" w:rsidR="00AE5809" w:rsidRPr="00855E16" w:rsidRDefault="00AE5809" w:rsidP="00AE5809">
            <w:pPr>
              <w:ind w:right="-115" w:firstLine="0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603D3C" w14:textId="77777777" w:rsidR="00AE5809" w:rsidRPr="00855E16" w:rsidRDefault="00AE5809" w:rsidP="00AE5809">
            <w:pPr>
              <w:spacing w:line="250" w:lineRule="exact"/>
              <w:ind w:left="-109" w:right="-108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19F997" w14:textId="77777777" w:rsidR="00AE5809" w:rsidRPr="00855E16" w:rsidRDefault="00AE5809" w:rsidP="00AE5809">
            <w:pPr>
              <w:spacing w:line="250" w:lineRule="exact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890B0C" w14:textId="77777777" w:rsidR="00AE5809" w:rsidRPr="00855E16" w:rsidRDefault="00AE5809" w:rsidP="00AE5809">
            <w:pPr>
              <w:spacing w:line="250" w:lineRule="exact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798223" w14:textId="77777777" w:rsidR="00AE5809" w:rsidRPr="00855E16" w:rsidRDefault="00AE5809" w:rsidP="00AE5809">
            <w:pPr>
              <w:spacing w:line="250" w:lineRule="exact"/>
              <w:ind w:left="-108" w:right="-104"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77 7 01 07000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8223B9" w14:textId="77777777" w:rsidR="00AE5809" w:rsidRPr="00855E16" w:rsidRDefault="00AE5809" w:rsidP="00AE5809">
            <w:pPr>
              <w:spacing w:line="250" w:lineRule="exact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100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A15417" w14:textId="77777777" w:rsidR="00AE5809" w:rsidRPr="00855E16" w:rsidRDefault="00AE5809" w:rsidP="00AE5809">
            <w:pPr>
              <w:spacing w:line="250" w:lineRule="exact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2 496,0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23AEC7" w14:textId="77777777" w:rsidR="00AE5809" w:rsidRPr="00855E16" w:rsidRDefault="00AE5809" w:rsidP="00AE5809">
            <w:pPr>
              <w:spacing w:line="250" w:lineRule="exact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2 212,7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F4D985" w14:textId="77777777" w:rsidR="00AE5809" w:rsidRPr="00855E16" w:rsidRDefault="00AE5809" w:rsidP="00AE5809">
            <w:pPr>
              <w:spacing w:line="250" w:lineRule="exact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5E16">
              <w:rPr>
                <w:sz w:val="24"/>
                <w:szCs w:val="24"/>
              </w:rPr>
              <w:t>2 212,7</w:t>
            </w:r>
          </w:p>
        </w:tc>
      </w:tr>
      <w:tr w:rsidR="00AE5809" w:rsidRPr="00970BD5" w14:paraId="4907E3AF" w14:textId="77777777" w:rsidTr="00B44E0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C9A225" w14:textId="77777777" w:rsidR="00AE5809" w:rsidRPr="00855E16" w:rsidRDefault="00AE5809" w:rsidP="00AE5809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5E2EF2" w14:textId="77777777" w:rsidR="00AE5809" w:rsidRPr="00855E16" w:rsidRDefault="00AE5809" w:rsidP="00AE5809">
            <w:pPr>
              <w:ind w:left="-109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3BDB05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4E383E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D06BE1" w14:textId="77777777" w:rsidR="00AE5809" w:rsidRPr="00855E16" w:rsidRDefault="00AE5809" w:rsidP="00AE5809">
            <w:pPr>
              <w:ind w:left="-108" w:right="-104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C769EA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36DAF3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7A64CF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7A2C71" w14:textId="77777777" w:rsidR="00AE5809" w:rsidRPr="00855E16" w:rsidRDefault="00AE5809" w:rsidP="00AE580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</w:tr>
      <w:tr w:rsidR="00AE5809" w:rsidRPr="00E11DDC" w14:paraId="51DFCE32" w14:textId="77777777" w:rsidTr="00B44E0E">
        <w:trPr>
          <w:trHeight w:hRule="exact" w:val="397"/>
        </w:trPr>
        <w:tc>
          <w:tcPr>
            <w:tcW w:w="2552" w:type="dxa"/>
            <w:vAlign w:val="bottom"/>
          </w:tcPr>
          <w:p w14:paraId="4EB69B7F" w14:textId="77777777" w:rsidR="00AE5809" w:rsidRPr="00855E16" w:rsidRDefault="00AE5809" w:rsidP="00AE5809">
            <w:pPr>
              <w:ind w:firstLine="0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55E16"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567" w:type="dxa"/>
            <w:vAlign w:val="bottom"/>
          </w:tcPr>
          <w:p w14:paraId="4E7838B1" w14:textId="77777777" w:rsidR="00AE5809" w:rsidRPr="00855E16" w:rsidRDefault="00AE5809" w:rsidP="00AE5809">
            <w:pPr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14:paraId="7523CB2B" w14:textId="77777777" w:rsidR="00AE5809" w:rsidRPr="00855E16" w:rsidRDefault="00AE5809" w:rsidP="00AE5809">
            <w:pPr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14:paraId="79362DE6" w14:textId="77777777" w:rsidR="00AE5809" w:rsidRPr="00855E16" w:rsidRDefault="00AE5809" w:rsidP="00AE5809">
            <w:pPr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14:paraId="2E8BC55F" w14:textId="77777777" w:rsidR="00AE5809" w:rsidRPr="00855E16" w:rsidRDefault="00AE5809" w:rsidP="00AE5809">
            <w:pPr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14:paraId="431F87E2" w14:textId="77777777" w:rsidR="00AE5809" w:rsidRPr="00855E16" w:rsidRDefault="00AE5809" w:rsidP="00AE5809">
            <w:pPr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ACAFB0" w14:textId="77777777" w:rsidR="00AE5809" w:rsidRPr="00855E16" w:rsidRDefault="00AE5809" w:rsidP="00AE5809">
            <w:pPr>
              <w:ind w:left="-108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  <w:lang w:val="en-US"/>
              </w:rPr>
            </w:pPr>
            <w:r w:rsidRPr="00855E16">
              <w:rPr>
                <w:b/>
                <w:bCs/>
                <w:sz w:val="24"/>
                <w:szCs w:val="24"/>
              </w:rPr>
              <w:t>2 533 269,0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DCAA76" w14:textId="77777777" w:rsidR="00AE5809" w:rsidRPr="00855E16" w:rsidRDefault="00AE5809" w:rsidP="00AE5809">
            <w:pPr>
              <w:ind w:left="-108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  <w:lang w:val="en-US"/>
              </w:rPr>
            </w:pPr>
            <w:r w:rsidRPr="00855E16">
              <w:rPr>
                <w:b/>
                <w:bCs/>
                <w:sz w:val="24"/>
                <w:szCs w:val="24"/>
              </w:rPr>
              <w:t>2 077 579,1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843B33" w14:textId="77777777" w:rsidR="00AE5809" w:rsidRPr="00855E16" w:rsidRDefault="00AE5809" w:rsidP="00AE5809">
            <w:pPr>
              <w:ind w:left="-108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  <w:lang w:val="en-US"/>
              </w:rPr>
            </w:pPr>
            <w:r w:rsidRPr="00855E16">
              <w:rPr>
                <w:b/>
                <w:bCs/>
                <w:sz w:val="24"/>
                <w:szCs w:val="24"/>
              </w:rPr>
              <w:t>1 981 209,7</w:t>
            </w:r>
          </w:p>
        </w:tc>
      </w:tr>
    </w:tbl>
    <w:p w14:paraId="11F6369F" w14:textId="77777777" w:rsidR="00C0135E" w:rsidRPr="00F97D5E" w:rsidRDefault="00C0135E" w:rsidP="004136AF">
      <w:pPr>
        <w:pStyle w:val="ConsPlusNormal"/>
        <w:ind w:firstLine="540"/>
        <w:jc w:val="both"/>
        <w:rPr>
          <w:color w:val="FF0000"/>
          <w:highlight w:val="yellow"/>
        </w:rPr>
      </w:pPr>
    </w:p>
    <w:p w14:paraId="2D9A3F2A" w14:textId="77777777" w:rsidR="00C0135E" w:rsidRPr="00336B3C" w:rsidRDefault="00C0135E" w:rsidP="004136AF">
      <w:pPr>
        <w:ind w:firstLine="709"/>
        <w:jc w:val="both"/>
        <w:rPr>
          <w:color w:val="000000"/>
          <w:szCs w:val="28"/>
        </w:rPr>
      </w:pPr>
      <w:r w:rsidRPr="00336B3C">
        <w:rPr>
          <w:color w:val="000000"/>
          <w:szCs w:val="28"/>
        </w:rPr>
        <w:t>1.</w:t>
      </w:r>
      <w:r w:rsidR="0081745B" w:rsidRPr="00336B3C">
        <w:rPr>
          <w:color w:val="000000"/>
          <w:szCs w:val="28"/>
        </w:rPr>
        <w:t>8</w:t>
      </w:r>
      <w:r w:rsidRPr="00336B3C">
        <w:rPr>
          <w:color w:val="000000"/>
          <w:szCs w:val="28"/>
        </w:rPr>
        <w:t>. в приложении 7:</w:t>
      </w:r>
    </w:p>
    <w:p w14:paraId="1175FA17" w14:textId="77777777" w:rsidR="00AD1141" w:rsidRPr="00336B3C" w:rsidRDefault="00AD1141" w:rsidP="004136AF">
      <w:pPr>
        <w:ind w:firstLine="709"/>
        <w:jc w:val="both"/>
        <w:rPr>
          <w:color w:val="000000"/>
          <w:szCs w:val="28"/>
        </w:rPr>
      </w:pPr>
    </w:p>
    <w:tbl>
      <w:tblPr>
        <w:tblW w:w="10250" w:type="dxa"/>
        <w:jc w:val="right"/>
        <w:tblLayout w:type="fixed"/>
        <w:tblLook w:val="04A0" w:firstRow="1" w:lastRow="0" w:firstColumn="1" w:lastColumn="0" w:noHBand="0" w:noVBand="1"/>
      </w:tblPr>
      <w:tblGrid>
        <w:gridCol w:w="4472"/>
        <w:gridCol w:w="788"/>
        <w:gridCol w:w="851"/>
        <w:gridCol w:w="1417"/>
        <w:gridCol w:w="1418"/>
        <w:gridCol w:w="1304"/>
      </w:tblGrid>
      <w:tr w:rsidR="00C0135E" w:rsidRPr="00B4194E" w14:paraId="065B664A" w14:textId="77777777" w:rsidTr="00EC6513">
        <w:trPr>
          <w:trHeight w:val="255"/>
          <w:jc w:val="right"/>
        </w:trPr>
        <w:tc>
          <w:tcPr>
            <w:tcW w:w="44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7F0EF" w14:textId="77777777" w:rsidR="00C0135E" w:rsidRPr="005C14DB" w:rsidRDefault="00C0135E" w:rsidP="004136A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C14DB">
              <w:rPr>
                <w:b/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303F3" w14:textId="77777777" w:rsidR="00C0135E" w:rsidRPr="005C14DB" w:rsidRDefault="00C0135E" w:rsidP="004136AF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C14DB">
              <w:rPr>
                <w:b/>
                <w:bCs/>
                <w:color w:val="000000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B5652" w14:textId="77777777" w:rsidR="00C0135E" w:rsidRPr="005C14DB" w:rsidRDefault="00C0135E" w:rsidP="004136AF">
            <w:pPr>
              <w:ind w:firstLine="42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C14DB">
              <w:rPr>
                <w:b/>
                <w:bCs/>
                <w:color w:val="000000"/>
                <w:sz w:val="24"/>
                <w:szCs w:val="24"/>
              </w:rPr>
              <w:t>2021 год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B67D8" w14:textId="77777777" w:rsidR="00C0135E" w:rsidRPr="005C14DB" w:rsidRDefault="00C0135E" w:rsidP="004136AF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C14DB">
              <w:rPr>
                <w:b/>
                <w:bCs/>
                <w:color w:val="000000"/>
                <w:sz w:val="24"/>
                <w:szCs w:val="24"/>
              </w:rPr>
              <w:t>2022 год</w:t>
            </w:r>
          </w:p>
        </w:tc>
        <w:tc>
          <w:tcPr>
            <w:tcW w:w="13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6BC46E" w14:textId="77777777" w:rsidR="00C0135E" w:rsidRPr="005C14DB" w:rsidRDefault="00C0135E" w:rsidP="004136AF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C14DB">
              <w:rPr>
                <w:b/>
                <w:bCs/>
                <w:color w:val="000000"/>
                <w:sz w:val="24"/>
                <w:szCs w:val="24"/>
              </w:rPr>
              <w:t>2023 год</w:t>
            </w:r>
          </w:p>
        </w:tc>
      </w:tr>
      <w:tr w:rsidR="00C0135E" w:rsidRPr="00B4194E" w14:paraId="6613680A" w14:textId="77777777" w:rsidTr="00EC6513">
        <w:trPr>
          <w:trHeight w:val="910"/>
          <w:jc w:val="right"/>
        </w:trPr>
        <w:tc>
          <w:tcPr>
            <w:tcW w:w="44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6FCC71" w14:textId="77777777" w:rsidR="00C0135E" w:rsidRPr="005C14DB" w:rsidRDefault="00C0135E" w:rsidP="004136AF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307A9" w14:textId="77777777" w:rsidR="00C0135E" w:rsidRPr="005C14DB" w:rsidRDefault="00C0135E" w:rsidP="004136AF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5C14DB">
              <w:rPr>
                <w:b/>
                <w:bCs/>
                <w:color w:val="000000"/>
                <w:sz w:val="24"/>
                <w:szCs w:val="24"/>
              </w:rPr>
              <w:t>Раз дел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99492" w14:textId="77777777" w:rsidR="00C0135E" w:rsidRPr="005C14DB" w:rsidRDefault="00C0135E" w:rsidP="004136AF">
            <w:pPr>
              <w:ind w:firstLine="31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C14DB">
              <w:rPr>
                <w:b/>
                <w:bCs/>
                <w:color w:val="000000"/>
                <w:sz w:val="24"/>
                <w:szCs w:val="24"/>
              </w:rPr>
              <w:t>Под раз дел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D56507" w14:textId="77777777" w:rsidR="00C0135E" w:rsidRPr="005C14DB" w:rsidRDefault="00C0135E" w:rsidP="004136AF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919C08" w14:textId="77777777" w:rsidR="00C0135E" w:rsidRPr="005C14DB" w:rsidRDefault="00C0135E" w:rsidP="004136AF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1B9441" w14:textId="77777777" w:rsidR="00C0135E" w:rsidRPr="005C14DB" w:rsidRDefault="00C0135E" w:rsidP="004136AF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336B3C" w:rsidRPr="00B4194E" w14:paraId="6BB9E38D" w14:textId="77777777" w:rsidTr="00410837">
        <w:trPr>
          <w:trHeight w:hRule="exact" w:val="312"/>
          <w:jc w:val="right"/>
        </w:trPr>
        <w:tc>
          <w:tcPr>
            <w:tcW w:w="4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8B2D17" w14:textId="77777777" w:rsidR="00336B3C" w:rsidRPr="005C14DB" w:rsidRDefault="00336B3C" w:rsidP="004136AF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5C14DB">
              <w:rPr>
                <w:b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4D7C96" w14:textId="77777777" w:rsidR="00336B3C" w:rsidRPr="005C14DB" w:rsidRDefault="00336B3C" w:rsidP="004136AF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C14DB">
              <w:rPr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B146EE" w14:textId="77777777" w:rsidR="00336B3C" w:rsidRPr="005C14DB" w:rsidRDefault="00336B3C" w:rsidP="004136AF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C14DB">
              <w:rPr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1FAFA65" w14:textId="77777777" w:rsidR="005C14DB" w:rsidRPr="005C14DB" w:rsidRDefault="005C14DB" w:rsidP="005C14D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C14DB">
              <w:rPr>
                <w:b/>
                <w:bCs/>
                <w:sz w:val="24"/>
                <w:szCs w:val="24"/>
              </w:rPr>
              <w:t>189 153,1</w:t>
            </w:r>
          </w:p>
          <w:p w14:paraId="3464B7C1" w14:textId="77777777" w:rsidR="00336B3C" w:rsidRPr="005C14DB" w:rsidRDefault="00336B3C" w:rsidP="004136AF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6EA3065" w14:textId="77777777" w:rsidR="005C14DB" w:rsidRPr="005C14DB" w:rsidRDefault="005C14DB" w:rsidP="005C14D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C14DB">
              <w:rPr>
                <w:b/>
                <w:bCs/>
                <w:sz w:val="24"/>
                <w:szCs w:val="24"/>
              </w:rPr>
              <w:t>174 299,2</w:t>
            </w:r>
          </w:p>
          <w:p w14:paraId="314F5EE5" w14:textId="77777777" w:rsidR="00336B3C" w:rsidRPr="005C14DB" w:rsidRDefault="00336B3C" w:rsidP="004136AF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CF8469D" w14:textId="77777777" w:rsidR="00336B3C" w:rsidRPr="005C14DB" w:rsidRDefault="00336B3C" w:rsidP="004136AF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C14DB">
              <w:rPr>
                <w:b/>
                <w:bCs/>
                <w:sz w:val="24"/>
                <w:szCs w:val="24"/>
              </w:rPr>
              <w:t>180 825,6</w:t>
            </w:r>
          </w:p>
        </w:tc>
      </w:tr>
      <w:tr w:rsidR="00336B3C" w:rsidRPr="00B4194E" w14:paraId="54B83A5F" w14:textId="77777777" w:rsidTr="00000F20">
        <w:trPr>
          <w:trHeight w:hRule="exact" w:val="1403"/>
          <w:jc w:val="right"/>
        </w:trPr>
        <w:tc>
          <w:tcPr>
            <w:tcW w:w="4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5B955A" w14:textId="77777777" w:rsidR="00336B3C" w:rsidRPr="005C14DB" w:rsidRDefault="00336B3C" w:rsidP="004136AF">
            <w:pPr>
              <w:ind w:right="-108" w:firstLine="0"/>
              <w:rPr>
                <w:bCs/>
                <w:color w:val="000000"/>
                <w:sz w:val="24"/>
                <w:szCs w:val="24"/>
              </w:rPr>
            </w:pPr>
            <w:r w:rsidRPr="005C14DB">
              <w:rPr>
                <w:bCs/>
                <w:color w:val="000000"/>
                <w:sz w:val="24"/>
                <w:szCs w:val="24"/>
              </w:rPr>
              <w:lastRenderedPageBreak/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7D84B9" w14:textId="77777777" w:rsidR="00336B3C" w:rsidRPr="005C14DB" w:rsidRDefault="00336B3C" w:rsidP="004136AF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C14DB">
              <w:rPr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597DAE" w14:textId="77777777" w:rsidR="00336B3C" w:rsidRPr="005C14DB" w:rsidRDefault="00336B3C" w:rsidP="004136AF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C14DB">
              <w:rPr>
                <w:sz w:val="24"/>
                <w:szCs w:val="24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3375933" w14:textId="77777777" w:rsidR="00336B3C" w:rsidRPr="005C14DB" w:rsidRDefault="00336B3C" w:rsidP="004136AF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C14DB">
              <w:rPr>
                <w:sz w:val="24"/>
                <w:szCs w:val="24"/>
              </w:rPr>
              <w:t xml:space="preserve">10 </w:t>
            </w:r>
            <w:r w:rsidR="005C14DB" w:rsidRPr="005C14DB">
              <w:rPr>
                <w:sz w:val="24"/>
                <w:szCs w:val="24"/>
              </w:rPr>
              <w:t>168</w:t>
            </w:r>
            <w:r w:rsidRPr="005C14DB">
              <w:rPr>
                <w:sz w:val="24"/>
                <w:szCs w:val="24"/>
              </w:rPr>
              <w:t>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D65BCF7" w14:textId="77777777" w:rsidR="00336B3C" w:rsidRPr="005C14DB" w:rsidRDefault="00336B3C" w:rsidP="004136AF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C14DB">
              <w:rPr>
                <w:sz w:val="24"/>
                <w:szCs w:val="24"/>
              </w:rPr>
              <w:t>9 324,8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30F157D" w14:textId="77777777" w:rsidR="00336B3C" w:rsidRPr="005C14DB" w:rsidRDefault="00336B3C" w:rsidP="004136AF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C14DB">
              <w:rPr>
                <w:sz w:val="24"/>
                <w:szCs w:val="24"/>
              </w:rPr>
              <w:t>9 324,8</w:t>
            </w:r>
          </w:p>
        </w:tc>
      </w:tr>
      <w:tr w:rsidR="004C53CA" w:rsidRPr="00B4194E" w14:paraId="2628876E" w14:textId="77777777" w:rsidTr="00623004">
        <w:trPr>
          <w:trHeight w:hRule="exact" w:val="1715"/>
          <w:jc w:val="right"/>
        </w:trPr>
        <w:tc>
          <w:tcPr>
            <w:tcW w:w="4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A41FCF" w14:textId="77777777" w:rsidR="004C53CA" w:rsidRPr="005C14DB" w:rsidRDefault="004C53CA" w:rsidP="004136AF">
            <w:pPr>
              <w:ind w:firstLine="0"/>
              <w:rPr>
                <w:color w:val="000000"/>
                <w:sz w:val="24"/>
                <w:szCs w:val="24"/>
              </w:rPr>
            </w:pPr>
            <w:r w:rsidRPr="005C14DB">
              <w:rPr>
                <w:sz w:val="24"/>
                <w:szCs w:val="24"/>
              </w:rPr>
              <w:t>Функционирование Правительства Российской Федерации, высших исполнительной органов государственной власти субъектов Российской Федерации, местных администраций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65251C" w14:textId="77777777" w:rsidR="004C53CA" w:rsidRPr="005C14DB" w:rsidRDefault="004C53CA" w:rsidP="004136AF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C14DB">
              <w:rPr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4D8600" w14:textId="77777777" w:rsidR="004C53CA" w:rsidRPr="005C14DB" w:rsidRDefault="004C53CA" w:rsidP="004136AF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C14DB">
              <w:rPr>
                <w:sz w:val="24"/>
                <w:szCs w:val="24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D1A9E3E" w14:textId="77777777" w:rsidR="004C53CA" w:rsidRPr="005C14DB" w:rsidRDefault="004C53CA" w:rsidP="004136AF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C14DB">
              <w:rPr>
                <w:sz w:val="24"/>
                <w:szCs w:val="24"/>
              </w:rPr>
              <w:t>118</w:t>
            </w:r>
            <w:r w:rsidR="005C14DB" w:rsidRPr="005C14DB">
              <w:rPr>
                <w:sz w:val="24"/>
                <w:szCs w:val="24"/>
              </w:rPr>
              <w:t> 518,1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1358E1C" w14:textId="77777777" w:rsidR="004C53CA" w:rsidRPr="005C14DB" w:rsidRDefault="005C14DB" w:rsidP="004136AF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C14DB">
              <w:rPr>
                <w:sz w:val="24"/>
                <w:szCs w:val="24"/>
              </w:rPr>
              <w:t>116 511,2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E999CFE" w14:textId="77777777" w:rsidR="004C53CA" w:rsidRPr="005C14DB" w:rsidRDefault="004C53CA" w:rsidP="004136AF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C14DB">
              <w:rPr>
                <w:sz w:val="24"/>
                <w:szCs w:val="24"/>
              </w:rPr>
              <w:t>118 185,9</w:t>
            </w:r>
          </w:p>
        </w:tc>
      </w:tr>
      <w:tr w:rsidR="004C53CA" w:rsidRPr="00B4194E" w14:paraId="43B7E33A" w14:textId="77777777" w:rsidTr="00000F20">
        <w:trPr>
          <w:trHeight w:hRule="exact" w:val="1131"/>
          <w:jc w:val="right"/>
        </w:trPr>
        <w:tc>
          <w:tcPr>
            <w:tcW w:w="4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E0418D" w14:textId="77777777" w:rsidR="004C53CA" w:rsidRPr="005C14DB" w:rsidRDefault="004C53CA" w:rsidP="004136AF">
            <w:pPr>
              <w:ind w:firstLine="0"/>
              <w:rPr>
                <w:color w:val="000000"/>
                <w:sz w:val="24"/>
                <w:szCs w:val="24"/>
              </w:rPr>
            </w:pPr>
            <w:r w:rsidRPr="005C14DB">
              <w:rPr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3FC012" w14:textId="77777777" w:rsidR="004C53CA" w:rsidRPr="005C14DB" w:rsidRDefault="004C53CA" w:rsidP="004136AF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C14DB">
              <w:rPr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B86A7F" w14:textId="77777777" w:rsidR="004C53CA" w:rsidRPr="005C14DB" w:rsidRDefault="004C53CA" w:rsidP="004136AF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C14DB">
              <w:rPr>
                <w:sz w:val="24"/>
                <w:szCs w:val="24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2DA82ED" w14:textId="77777777" w:rsidR="004C53CA" w:rsidRPr="005C14DB" w:rsidRDefault="004C53CA" w:rsidP="004136AF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C14DB">
              <w:rPr>
                <w:sz w:val="24"/>
                <w:szCs w:val="24"/>
              </w:rPr>
              <w:t>22</w:t>
            </w:r>
            <w:r w:rsidR="005C14DB" w:rsidRPr="005C14DB">
              <w:rPr>
                <w:sz w:val="24"/>
                <w:szCs w:val="24"/>
              </w:rPr>
              <w:t> 095,6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3DD6A14" w14:textId="77777777" w:rsidR="004C53CA" w:rsidRPr="005C14DB" w:rsidRDefault="004C53CA" w:rsidP="004136AF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C14DB">
              <w:rPr>
                <w:sz w:val="24"/>
                <w:szCs w:val="24"/>
              </w:rPr>
              <w:t>21 522,8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03B7302" w14:textId="77777777" w:rsidR="004C53CA" w:rsidRPr="005C14DB" w:rsidRDefault="004C53CA" w:rsidP="004136AF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C14DB">
              <w:rPr>
                <w:sz w:val="24"/>
                <w:szCs w:val="24"/>
              </w:rPr>
              <w:t>21 522,8</w:t>
            </w:r>
          </w:p>
        </w:tc>
      </w:tr>
      <w:tr w:rsidR="00297FB3" w:rsidRPr="00B4194E" w14:paraId="314B7124" w14:textId="77777777" w:rsidTr="00EC6513">
        <w:trPr>
          <w:trHeight w:hRule="exact" w:val="343"/>
          <w:jc w:val="right"/>
        </w:trPr>
        <w:tc>
          <w:tcPr>
            <w:tcW w:w="4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94F733" w14:textId="77777777" w:rsidR="00297FB3" w:rsidRPr="005C14DB" w:rsidRDefault="00297FB3" w:rsidP="004136AF">
            <w:pPr>
              <w:ind w:firstLine="0"/>
              <w:rPr>
                <w:color w:val="000000"/>
                <w:sz w:val="24"/>
                <w:szCs w:val="24"/>
              </w:rPr>
            </w:pPr>
            <w:r w:rsidRPr="005C14DB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DC0BCF" w14:textId="77777777" w:rsidR="00297FB3" w:rsidRPr="005C14DB" w:rsidRDefault="00297FB3" w:rsidP="004136AF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C14DB">
              <w:rPr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BDEB74" w14:textId="77777777" w:rsidR="00297FB3" w:rsidRPr="005C14DB" w:rsidRDefault="00297FB3" w:rsidP="004136AF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C14DB">
              <w:rPr>
                <w:sz w:val="24"/>
                <w:szCs w:val="24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9FE8BB1" w14:textId="77777777" w:rsidR="00297FB3" w:rsidRPr="005C14DB" w:rsidRDefault="00297FB3" w:rsidP="004136AF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C14DB">
              <w:rPr>
                <w:sz w:val="24"/>
                <w:szCs w:val="24"/>
              </w:rPr>
              <w:t>3</w:t>
            </w:r>
            <w:r w:rsidR="005C14DB">
              <w:rPr>
                <w:sz w:val="24"/>
                <w:szCs w:val="24"/>
              </w:rPr>
              <w:t>3</w:t>
            </w:r>
            <w:r w:rsidRPr="005C14DB">
              <w:rPr>
                <w:sz w:val="24"/>
                <w:szCs w:val="24"/>
              </w:rPr>
              <w:t xml:space="preserve"> </w:t>
            </w:r>
            <w:r w:rsidR="005C14DB">
              <w:rPr>
                <w:sz w:val="24"/>
                <w:szCs w:val="24"/>
              </w:rPr>
              <w:t>177</w:t>
            </w:r>
            <w:r w:rsidRPr="005C14DB">
              <w:rPr>
                <w:sz w:val="24"/>
                <w:szCs w:val="24"/>
              </w:rPr>
              <w:t>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541FB3C" w14:textId="77777777" w:rsidR="00297FB3" w:rsidRPr="005C14DB" w:rsidRDefault="00297FB3" w:rsidP="004136AF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C14DB">
              <w:rPr>
                <w:sz w:val="24"/>
                <w:szCs w:val="24"/>
              </w:rPr>
              <w:t>23 298,8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F502941" w14:textId="77777777" w:rsidR="00297FB3" w:rsidRPr="005C14DB" w:rsidRDefault="00297FB3" w:rsidP="004136AF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C14DB">
              <w:rPr>
                <w:sz w:val="24"/>
                <w:szCs w:val="24"/>
              </w:rPr>
              <w:t>28 298,8</w:t>
            </w:r>
          </w:p>
        </w:tc>
      </w:tr>
      <w:tr w:rsidR="00A25540" w:rsidRPr="00B4194E" w14:paraId="384D0F68" w14:textId="77777777" w:rsidTr="00A25540">
        <w:trPr>
          <w:trHeight w:hRule="exact" w:val="551"/>
          <w:jc w:val="right"/>
        </w:trPr>
        <w:tc>
          <w:tcPr>
            <w:tcW w:w="4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403357" w14:textId="77777777" w:rsidR="00A25540" w:rsidRPr="00525000" w:rsidRDefault="00A25540" w:rsidP="004136AF">
            <w:pPr>
              <w:ind w:firstLine="0"/>
              <w:rPr>
                <w:sz w:val="24"/>
                <w:szCs w:val="24"/>
              </w:rPr>
            </w:pPr>
            <w:r w:rsidRPr="00525000">
              <w:rPr>
                <w:b/>
                <w:bCs/>
                <w:sz w:val="24"/>
                <w:szCs w:val="24"/>
              </w:rPr>
              <w:t xml:space="preserve">Национальная безопасность и правоохранительная деятельность  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FE7276" w14:textId="77777777" w:rsidR="00A25540" w:rsidRPr="00525000" w:rsidRDefault="00A25540" w:rsidP="004136AF">
            <w:pPr>
              <w:ind w:firstLine="0"/>
              <w:jc w:val="center"/>
              <w:rPr>
                <w:sz w:val="24"/>
                <w:szCs w:val="24"/>
              </w:rPr>
            </w:pPr>
            <w:r w:rsidRPr="00525000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79FB3F" w14:textId="77777777" w:rsidR="00A25540" w:rsidRPr="00525000" w:rsidRDefault="00A25540" w:rsidP="004136AF">
            <w:pPr>
              <w:ind w:firstLine="0"/>
              <w:jc w:val="center"/>
              <w:rPr>
                <w:sz w:val="24"/>
                <w:szCs w:val="24"/>
              </w:rPr>
            </w:pPr>
            <w:r w:rsidRPr="00525000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DA88CAE" w14:textId="77777777" w:rsidR="00A25540" w:rsidRPr="00525000" w:rsidRDefault="00525000" w:rsidP="004136AF">
            <w:pPr>
              <w:ind w:firstLine="0"/>
              <w:jc w:val="center"/>
              <w:rPr>
                <w:sz w:val="24"/>
                <w:szCs w:val="24"/>
              </w:rPr>
            </w:pPr>
            <w:r w:rsidRPr="00525000">
              <w:rPr>
                <w:b/>
                <w:bCs/>
                <w:sz w:val="24"/>
                <w:szCs w:val="24"/>
              </w:rPr>
              <w:t>30 534,8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629E586" w14:textId="77777777" w:rsidR="00A25540" w:rsidRPr="00525000" w:rsidRDefault="00A25540" w:rsidP="004136AF">
            <w:pPr>
              <w:ind w:firstLine="0"/>
              <w:jc w:val="center"/>
              <w:rPr>
                <w:sz w:val="24"/>
                <w:szCs w:val="24"/>
              </w:rPr>
            </w:pPr>
            <w:r w:rsidRPr="00525000">
              <w:rPr>
                <w:b/>
                <w:bCs/>
                <w:sz w:val="24"/>
                <w:szCs w:val="24"/>
              </w:rPr>
              <w:t>19 871,8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0571853" w14:textId="77777777" w:rsidR="00A25540" w:rsidRPr="00525000" w:rsidRDefault="00A25540" w:rsidP="004136AF">
            <w:pPr>
              <w:ind w:firstLine="0"/>
              <w:jc w:val="center"/>
              <w:rPr>
                <w:sz w:val="24"/>
                <w:szCs w:val="24"/>
              </w:rPr>
            </w:pPr>
            <w:r w:rsidRPr="00525000">
              <w:rPr>
                <w:b/>
                <w:bCs/>
                <w:sz w:val="24"/>
                <w:szCs w:val="24"/>
              </w:rPr>
              <w:t>22 386,2</w:t>
            </w:r>
          </w:p>
        </w:tc>
      </w:tr>
      <w:tr w:rsidR="00A25540" w:rsidRPr="00B4194E" w14:paraId="56675C92" w14:textId="77777777" w:rsidTr="00000F20">
        <w:trPr>
          <w:trHeight w:hRule="exact" w:val="300"/>
          <w:jc w:val="right"/>
        </w:trPr>
        <w:tc>
          <w:tcPr>
            <w:tcW w:w="4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54C7CB" w14:textId="77777777" w:rsidR="00A25540" w:rsidRPr="00525000" w:rsidRDefault="00A25540" w:rsidP="004136AF">
            <w:pPr>
              <w:ind w:firstLine="0"/>
              <w:rPr>
                <w:sz w:val="24"/>
                <w:szCs w:val="24"/>
              </w:rPr>
            </w:pPr>
            <w:r w:rsidRPr="00525000">
              <w:rPr>
                <w:sz w:val="24"/>
                <w:szCs w:val="24"/>
              </w:rPr>
              <w:t>Гражданская оборона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81ADBB" w14:textId="77777777" w:rsidR="00A25540" w:rsidRPr="00525000" w:rsidRDefault="00A25540" w:rsidP="004136AF">
            <w:pPr>
              <w:ind w:firstLine="0"/>
              <w:jc w:val="center"/>
              <w:rPr>
                <w:sz w:val="24"/>
                <w:szCs w:val="24"/>
              </w:rPr>
            </w:pPr>
            <w:r w:rsidRPr="00525000">
              <w:rPr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F2C9DA" w14:textId="77777777" w:rsidR="00A25540" w:rsidRPr="00525000" w:rsidRDefault="00A25540" w:rsidP="004136AF">
            <w:pPr>
              <w:ind w:firstLine="0"/>
              <w:jc w:val="center"/>
              <w:rPr>
                <w:sz w:val="24"/>
                <w:szCs w:val="24"/>
              </w:rPr>
            </w:pPr>
            <w:r w:rsidRPr="00525000">
              <w:rPr>
                <w:sz w:val="24"/>
                <w:szCs w:val="24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436B831" w14:textId="77777777" w:rsidR="00A25540" w:rsidRPr="00525000" w:rsidRDefault="00525000" w:rsidP="004136AF">
            <w:pPr>
              <w:ind w:firstLine="0"/>
              <w:jc w:val="center"/>
              <w:rPr>
                <w:sz w:val="24"/>
                <w:szCs w:val="24"/>
              </w:rPr>
            </w:pPr>
            <w:r w:rsidRPr="00525000">
              <w:rPr>
                <w:sz w:val="24"/>
                <w:szCs w:val="24"/>
              </w:rPr>
              <w:t>13 519</w:t>
            </w:r>
            <w:r w:rsidR="00A25540" w:rsidRPr="00525000">
              <w:rPr>
                <w:sz w:val="24"/>
                <w:szCs w:val="24"/>
              </w:rPr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244FD5B" w14:textId="77777777" w:rsidR="00A25540" w:rsidRPr="00525000" w:rsidRDefault="00A25540" w:rsidP="004136AF">
            <w:pPr>
              <w:ind w:firstLine="0"/>
              <w:jc w:val="center"/>
              <w:rPr>
                <w:sz w:val="24"/>
                <w:szCs w:val="24"/>
              </w:rPr>
            </w:pPr>
            <w:r w:rsidRPr="00525000">
              <w:rPr>
                <w:sz w:val="24"/>
                <w:szCs w:val="24"/>
              </w:rPr>
              <w:t>6 611,0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BB83F76" w14:textId="77777777" w:rsidR="00A25540" w:rsidRPr="00525000" w:rsidRDefault="00A25540" w:rsidP="004136AF">
            <w:pPr>
              <w:ind w:firstLine="0"/>
              <w:jc w:val="center"/>
              <w:rPr>
                <w:sz w:val="24"/>
                <w:szCs w:val="24"/>
              </w:rPr>
            </w:pPr>
            <w:r w:rsidRPr="00525000">
              <w:rPr>
                <w:sz w:val="24"/>
                <w:szCs w:val="24"/>
              </w:rPr>
              <w:t>6 611,0</w:t>
            </w:r>
          </w:p>
        </w:tc>
      </w:tr>
      <w:tr w:rsidR="00A25540" w:rsidRPr="00B4194E" w14:paraId="14F92B69" w14:textId="77777777" w:rsidTr="00A25540">
        <w:trPr>
          <w:trHeight w:hRule="exact" w:val="1115"/>
          <w:jc w:val="right"/>
        </w:trPr>
        <w:tc>
          <w:tcPr>
            <w:tcW w:w="4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57418D" w14:textId="77777777" w:rsidR="00A25540" w:rsidRPr="00525000" w:rsidRDefault="00A25540" w:rsidP="004136AF">
            <w:pPr>
              <w:ind w:firstLine="0"/>
              <w:rPr>
                <w:sz w:val="24"/>
                <w:szCs w:val="24"/>
              </w:rPr>
            </w:pPr>
            <w:r w:rsidRPr="00525000">
              <w:rPr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7AA95E" w14:textId="77777777" w:rsidR="00A25540" w:rsidRPr="00525000" w:rsidRDefault="00A25540" w:rsidP="004136AF">
            <w:pPr>
              <w:ind w:firstLine="0"/>
              <w:jc w:val="center"/>
              <w:rPr>
                <w:sz w:val="24"/>
                <w:szCs w:val="24"/>
              </w:rPr>
            </w:pPr>
            <w:r w:rsidRPr="00525000">
              <w:rPr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C0719C" w14:textId="77777777" w:rsidR="00A25540" w:rsidRPr="00525000" w:rsidRDefault="00A25540" w:rsidP="004136AF">
            <w:pPr>
              <w:ind w:firstLine="0"/>
              <w:jc w:val="center"/>
              <w:rPr>
                <w:sz w:val="24"/>
                <w:szCs w:val="24"/>
              </w:rPr>
            </w:pPr>
            <w:r w:rsidRPr="00525000">
              <w:rPr>
                <w:sz w:val="24"/>
                <w:szCs w:val="24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9D34E41" w14:textId="77777777" w:rsidR="00A25540" w:rsidRPr="00525000" w:rsidRDefault="00A25540" w:rsidP="004136AF">
            <w:pPr>
              <w:ind w:firstLine="0"/>
              <w:jc w:val="center"/>
              <w:rPr>
                <w:sz w:val="24"/>
                <w:szCs w:val="24"/>
              </w:rPr>
            </w:pPr>
            <w:r w:rsidRPr="00525000">
              <w:rPr>
                <w:sz w:val="24"/>
                <w:szCs w:val="24"/>
              </w:rPr>
              <w:t xml:space="preserve">15 </w:t>
            </w:r>
            <w:r w:rsidR="00525000" w:rsidRPr="00525000">
              <w:rPr>
                <w:sz w:val="24"/>
                <w:szCs w:val="24"/>
              </w:rPr>
              <w:t>5</w:t>
            </w:r>
            <w:r w:rsidRPr="00525000">
              <w:rPr>
                <w:sz w:val="24"/>
                <w:szCs w:val="24"/>
              </w:rPr>
              <w:t>95,8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A6DF29F" w14:textId="77777777" w:rsidR="00A25540" w:rsidRPr="00525000" w:rsidRDefault="00A25540" w:rsidP="004136AF">
            <w:pPr>
              <w:ind w:firstLine="0"/>
              <w:jc w:val="center"/>
              <w:rPr>
                <w:sz w:val="24"/>
                <w:szCs w:val="24"/>
              </w:rPr>
            </w:pPr>
            <w:r w:rsidRPr="00525000">
              <w:rPr>
                <w:sz w:val="24"/>
                <w:szCs w:val="24"/>
              </w:rPr>
              <w:t>11 860,8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701A3E3" w14:textId="77777777" w:rsidR="00A25540" w:rsidRPr="00525000" w:rsidRDefault="00A25540" w:rsidP="004136AF">
            <w:pPr>
              <w:ind w:firstLine="0"/>
              <w:jc w:val="center"/>
              <w:rPr>
                <w:sz w:val="24"/>
                <w:szCs w:val="24"/>
              </w:rPr>
            </w:pPr>
            <w:r w:rsidRPr="00525000">
              <w:rPr>
                <w:sz w:val="24"/>
                <w:szCs w:val="24"/>
              </w:rPr>
              <w:t>14 375,2</w:t>
            </w:r>
          </w:p>
        </w:tc>
      </w:tr>
      <w:tr w:rsidR="000540A0" w:rsidRPr="00B4194E" w14:paraId="0A2BC395" w14:textId="77777777" w:rsidTr="00000F20">
        <w:trPr>
          <w:trHeight w:hRule="exact" w:val="300"/>
          <w:jc w:val="right"/>
        </w:trPr>
        <w:tc>
          <w:tcPr>
            <w:tcW w:w="4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031D02" w14:textId="77777777" w:rsidR="000540A0" w:rsidRPr="006E439F" w:rsidRDefault="000540A0" w:rsidP="004136AF">
            <w:pPr>
              <w:ind w:firstLine="0"/>
              <w:rPr>
                <w:bCs/>
                <w:color w:val="000000"/>
                <w:sz w:val="24"/>
                <w:szCs w:val="24"/>
              </w:rPr>
            </w:pPr>
            <w:r w:rsidRPr="006E439F">
              <w:rPr>
                <w:b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7CA29B" w14:textId="77777777" w:rsidR="000540A0" w:rsidRPr="006E439F" w:rsidRDefault="000540A0" w:rsidP="004136AF">
            <w:pPr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6E439F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76D5B9" w14:textId="77777777" w:rsidR="000540A0" w:rsidRPr="006E439F" w:rsidRDefault="000540A0" w:rsidP="004136AF">
            <w:pPr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6E439F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1F1E3A3" w14:textId="77777777" w:rsidR="000540A0" w:rsidRPr="006E439F" w:rsidRDefault="000540A0" w:rsidP="004136AF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E439F">
              <w:rPr>
                <w:b/>
                <w:bCs/>
                <w:sz w:val="24"/>
                <w:szCs w:val="24"/>
              </w:rPr>
              <w:t>18</w:t>
            </w:r>
            <w:r w:rsidR="006E439F" w:rsidRPr="006E439F">
              <w:rPr>
                <w:b/>
                <w:bCs/>
                <w:sz w:val="24"/>
                <w:szCs w:val="24"/>
              </w:rPr>
              <w:t>3 389,1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7B6BE5A" w14:textId="77777777" w:rsidR="000540A0" w:rsidRPr="006E439F" w:rsidRDefault="000540A0" w:rsidP="004136AF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E439F">
              <w:rPr>
                <w:b/>
                <w:bCs/>
                <w:sz w:val="24"/>
                <w:szCs w:val="24"/>
              </w:rPr>
              <w:t>65 972,1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8B1703E" w14:textId="77777777" w:rsidR="000540A0" w:rsidRPr="006E439F" w:rsidRDefault="000540A0" w:rsidP="004136AF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E439F">
              <w:rPr>
                <w:b/>
                <w:bCs/>
                <w:sz w:val="24"/>
                <w:szCs w:val="24"/>
              </w:rPr>
              <w:t>76 743,8</w:t>
            </w:r>
          </w:p>
        </w:tc>
      </w:tr>
      <w:tr w:rsidR="000540A0" w:rsidRPr="00B4194E" w14:paraId="1BD9FD43" w14:textId="77777777" w:rsidTr="008571EE">
        <w:trPr>
          <w:trHeight w:hRule="exact" w:val="343"/>
          <w:jc w:val="right"/>
        </w:trPr>
        <w:tc>
          <w:tcPr>
            <w:tcW w:w="4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FAE26D" w14:textId="77777777" w:rsidR="000540A0" w:rsidRPr="006E439F" w:rsidRDefault="000540A0" w:rsidP="004136AF">
            <w:pPr>
              <w:ind w:firstLine="0"/>
              <w:rPr>
                <w:color w:val="000000"/>
                <w:sz w:val="24"/>
                <w:szCs w:val="24"/>
              </w:rPr>
            </w:pPr>
            <w:r w:rsidRPr="006E439F">
              <w:rPr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CD4B62" w14:textId="77777777" w:rsidR="000540A0" w:rsidRPr="006E439F" w:rsidRDefault="000540A0" w:rsidP="004136AF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E439F">
              <w:rPr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D1DBFF" w14:textId="77777777" w:rsidR="000540A0" w:rsidRPr="006E439F" w:rsidRDefault="000540A0" w:rsidP="004136AF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E439F">
              <w:rPr>
                <w:sz w:val="24"/>
                <w:szCs w:val="24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5F1A6F8" w14:textId="77777777" w:rsidR="000540A0" w:rsidRPr="006E439F" w:rsidRDefault="006E439F" w:rsidP="004136AF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E439F">
              <w:rPr>
                <w:sz w:val="24"/>
                <w:szCs w:val="24"/>
              </w:rPr>
              <w:t>13 976,1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29F5010" w14:textId="77777777" w:rsidR="000540A0" w:rsidRPr="006E439F" w:rsidRDefault="000540A0" w:rsidP="004136AF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E439F">
              <w:rPr>
                <w:sz w:val="24"/>
                <w:szCs w:val="24"/>
              </w:rPr>
              <w:t>15 910,8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4CF32BC" w14:textId="77777777" w:rsidR="000540A0" w:rsidRPr="006E439F" w:rsidRDefault="000540A0" w:rsidP="004136AF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E439F">
              <w:rPr>
                <w:sz w:val="24"/>
                <w:szCs w:val="24"/>
              </w:rPr>
              <w:t>15 936,0</w:t>
            </w:r>
          </w:p>
        </w:tc>
      </w:tr>
      <w:tr w:rsidR="00146FC1" w:rsidRPr="00B4194E" w14:paraId="0DA02670" w14:textId="77777777" w:rsidTr="00000F20">
        <w:trPr>
          <w:trHeight w:hRule="exact" w:val="598"/>
          <w:jc w:val="right"/>
        </w:trPr>
        <w:tc>
          <w:tcPr>
            <w:tcW w:w="4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D5B834" w14:textId="77777777" w:rsidR="00146FC1" w:rsidRPr="006E439F" w:rsidRDefault="00146FC1" w:rsidP="004136AF">
            <w:pPr>
              <w:ind w:firstLine="0"/>
              <w:rPr>
                <w:color w:val="000000"/>
                <w:sz w:val="24"/>
                <w:szCs w:val="24"/>
              </w:rPr>
            </w:pPr>
            <w:r w:rsidRPr="006E439F">
              <w:rPr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085398" w14:textId="77777777" w:rsidR="00146FC1" w:rsidRPr="006E439F" w:rsidRDefault="00146FC1" w:rsidP="004136AF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E439F">
              <w:rPr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7BCA9A" w14:textId="77777777" w:rsidR="00146FC1" w:rsidRPr="006E439F" w:rsidRDefault="00146FC1" w:rsidP="004136AF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E439F">
              <w:rPr>
                <w:sz w:val="24"/>
                <w:szCs w:val="24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01874B9" w14:textId="77777777" w:rsidR="00146FC1" w:rsidRPr="006E439F" w:rsidRDefault="006E439F" w:rsidP="004136AF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21 550,3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542C3EE" w14:textId="77777777" w:rsidR="00146FC1" w:rsidRPr="006E439F" w:rsidRDefault="00146FC1" w:rsidP="004136AF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E439F">
              <w:rPr>
                <w:sz w:val="24"/>
                <w:szCs w:val="24"/>
              </w:rPr>
              <w:t>5 685,5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D6382DD" w14:textId="77777777" w:rsidR="00146FC1" w:rsidRPr="006E439F" w:rsidRDefault="00146FC1" w:rsidP="004136AF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E439F">
              <w:rPr>
                <w:sz w:val="24"/>
                <w:szCs w:val="24"/>
              </w:rPr>
              <w:t>5 685,5</w:t>
            </w:r>
          </w:p>
        </w:tc>
      </w:tr>
      <w:tr w:rsidR="00146FC1" w:rsidRPr="00B4194E" w14:paraId="5A0489C4" w14:textId="77777777" w:rsidTr="00EC6513">
        <w:trPr>
          <w:trHeight w:hRule="exact" w:val="343"/>
          <w:jc w:val="right"/>
        </w:trPr>
        <w:tc>
          <w:tcPr>
            <w:tcW w:w="4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EF5B79" w14:textId="77777777" w:rsidR="00146FC1" w:rsidRPr="00E42885" w:rsidRDefault="00146FC1" w:rsidP="004136AF">
            <w:pPr>
              <w:ind w:firstLine="0"/>
              <w:rPr>
                <w:bCs/>
                <w:color w:val="000000"/>
                <w:sz w:val="24"/>
                <w:szCs w:val="24"/>
              </w:rPr>
            </w:pPr>
            <w:r w:rsidRPr="00E42885">
              <w:rPr>
                <w:b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95010F" w14:textId="77777777" w:rsidR="00146FC1" w:rsidRPr="00E42885" w:rsidRDefault="00146FC1" w:rsidP="004136AF">
            <w:pPr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E42885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565699" w14:textId="77777777" w:rsidR="00146FC1" w:rsidRPr="00E42885" w:rsidRDefault="00146FC1" w:rsidP="004136AF">
            <w:pPr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E42885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E44DD42" w14:textId="77777777" w:rsidR="00146FC1" w:rsidRPr="00E42885" w:rsidRDefault="00120F97" w:rsidP="004136AF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42885">
              <w:rPr>
                <w:b/>
                <w:bCs/>
                <w:sz w:val="24"/>
                <w:szCs w:val="24"/>
              </w:rPr>
              <w:t>414 091,9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2E9173A" w14:textId="77777777" w:rsidR="00146FC1" w:rsidRPr="00E42885" w:rsidRDefault="00120F97" w:rsidP="004136AF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42885">
              <w:rPr>
                <w:b/>
                <w:bCs/>
                <w:sz w:val="24"/>
                <w:szCs w:val="24"/>
              </w:rPr>
              <w:t>232 490,0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32CD56D" w14:textId="77777777" w:rsidR="00146FC1" w:rsidRPr="00E42885" w:rsidRDefault="00146FC1" w:rsidP="004136AF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42885">
              <w:rPr>
                <w:b/>
                <w:bCs/>
                <w:sz w:val="24"/>
                <w:szCs w:val="24"/>
              </w:rPr>
              <w:t>225 414,3</w:t>
            </w:r>
          </w:p>
        </w:tc>
      </w:tr>
      <w:tr w:rsidR="00146FC1" w:rsidRPr="00B4194E" w14:paraId="37C18875" w14:textId="77777777" w:rsidTr="00000F20">
        <w:trPr>
          <w:trHeight w:hRule="exact" w:val="371"/>
          <w:jc w:val="right"/>
        </w:trPr>
        <w:tc>
          <w:tcPr>
            <w:tcW w:w="4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2615DE" w14:textId="77777777" w:rsidR="00146FC1" w:rsidRPr="00E42885" w:rsidRDefault="00146FC1" w:rsidP="004136AF">
            <w:pPr>
              <w:ind w:firstLine="0"/>
              <w:rPr>
                <w:color w:val="000000"/>
                <w:sz w:val="24"/>
                <w:szCs w:val="24"/>
              </w:rPr>
            </w:pPr>
            <w:r w:rsidRPr="00E42885">
              <w:rPr>
                <w:sz w:val="24"/>
                <w:szCs w:val="24"/>
              </w:rPr>
              <w:t xml:space="preserve">Жилищное хозяйство 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21D48A" w14:textId="77777777" w:rsidR="00146FC1" w:rsidRPr="00E42885" w:rsidRDefault="00146FC1" w:rsidP="004136AF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42885">
              <w:rPr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E3ABBE" w14:textId="77777777" w:rsidR="00146FC1" w:rsidRPr="00E42885" w:rsidRDefault="00146FC1" w:rsidP="004136AF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42885">
              <w:rPr>
                <w:sz w:val="24"/>
                <w:szCs w:val="24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C406A5E" w14:textId="77777777" w:rsidR="00146FC1" w:rsidRPr="00E42885" w:rsidRDefault="00120F97" w:rsidP="004136AF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42885">
              <w:rPr>
                <w:sz w:val="24"/>
                <w:szCs w:val="24"/>
              </w:rPr>
              <w:t>183 858,7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E3D89E3" w14:textId="77777777" w:rsidR="00146FC1" w:rsidRPr="00E42885" w:rsidRDefault="00146FC1" w:rsidP="004136AF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42885">
              <w:rPr>
                <w:sz w:val="24"/>
                <w:szCs w:val="24"/>
              </w:rPr>
              <w:t>93 399,5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9DFBF7B" w14:textId="77777777" w:rsidR="00146FC1" w:rsidRPr="00E42885" w:rsidRDefault="00146FC1" w:rsidP="004136AF">
            <w:pPr>
              <w:ind w:left="-113" w:right="-80" w:firstLine="0"/>
              <w:jc w:val="center"/>
              <w:rPr>
                <w:color w:val="000000"/>
                <w:sz w:val="24"/>
                <w:szCs w:val="24"/>
              </w:rPr>
            </w:pPr>
            <w:r w:rsidRPr="00E42885">
              <w:rPr>
                <w:sz w:val="24"/>
                <w:szCs w:val="24"/>
              </w:rPr>
              <w:t>72 139,7</w:t>
            </w:r>
          </w:p>
        </w:tc>
      </w:tr>
      <w:tr w:rsidR="00146FC1" w:rsidRPr="00B4194E" w14:paraId="31197976" w14:textId="77777777" w:rsidTr="00EC6513">
        <w:trPr>
          <w:trHeight w:hRule="exact" w:val="343"/>
          <w:jc w:val="right"/>
        </w:trPr>
        <w:tc>
          <w:tcPr>
            <w:tcW w:w="4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9CC1E1" w14:textId="77777777" w:rsidR="00146FC1" w:rsidRPr="00E42885" w:rsidRDefault="00146FC1" w:rsidP="004136AF">
            <w:pPr>
              <w:ind w:firstLine="0"/>
              <w:rPr>
                <w:color w:val="000000"/>
                <w:sz w:val="24"/>
                <w:szCs w:val="24"/>
              </w:rPr>
            </w:pPr>
            <w:r w:rsidRPr="00E42885">
              <w:rPr>
                <w:sz w:val="24"/>
                <w:szCs w:val="24"/>
              </w:rPr>
              <w:t>Коммунальное хозяйство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C69242" w14:textId="77777777" w:rsidR="00146FC1" w:rsidRPr="00E42885" w:rsidRDefault="00146FC1" w:rsidP="004136AF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42885">
              <w:rPr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E5A652" w14:textId="77777777" w:rsidR="00146FC1" w:rsidRPr="00E42885" w:rsidRDefault="00146FC1" w:rsidP="004136AF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42885">
              <w:rPr>
                <w:sz w:val="24"/>
                <w:szCs w:val="24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72A8868" w14:textId="77777777" w:rsidR="00146FC1" w:rsidRPr="00E42885" w:rsidRDefault="00120F97" w:rsidP="004136AF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42885">
              <w:rPr>
                <w:sz w:val="24"/>
                <w:szCs w:val="24"/>
              </w:rPr>
              <w:t>109 786,2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5BFD7D8" w14:textId="77777777" w:rsidR="00146FC1" w:rsidRPr="00E42885" w:rsidRDefault="00120F97" w:rsidP="004136AF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42885">
              <w:rPr>
                <w:sz w:val="24"/>
                <w:szCs w:val="24"/>
              </w:rPr>
              <w:t>32 442,4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BC8600B" w14:textId="77777777" w:rsidR="00146FC1" w:rsidRPr="00E42885" w:rsidRDefault="00146FC1" w:rsidP="004136AF">
            <w:pPr>
              <w:ind w:left="-113" w:right="-80" w:firstLine="0"/>
              <w:jc w:val="center"/>
              <w:rPr>
                <w:color w:val="000000"/>
                <w:sz w:val="24"/>
                <w:szCs w:val="24"/>
              </w:rPr>
            </w:pPr>
            <w:r w:rsidRPr="00E42885">
              <w:rPr>
                <w:sz w:val="24"/>
                <w:szCs w:val="24"/>
              </w:rPr>
              <w:t>48 301,2</w:t>
            </w:r>
          </w:p>
        </w:tc>
      </w:tr>
      <w:tr w:rsidR="00146FC1" w:rsidRPr="00B4194E" w14:paraId="2D8917AA" w14:textId="77777777" w:rsidTr="004C39B0">
        <w:trPr>
          <w:trHeight w:hRule="exact" w:val="353"/>
          <w:jc w:val="right"/>
        </w:trPr>
        <w:tc>
          <w:tcPr>
            <w:tcW w:w="4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557A2F" w14:textId="77777777" w:rsidR="00146FC1" w:rsidRPr="00E42885" w:rsidRDefault="00146FC1" w:rsidP="004136AF">
            <w:pPr>
              <w:ind w:firstLine="0"/>
              <w:rPr>
                <w:color w:val="000000"/>
                <w:sz w:val="24"/>
                <w:szCs w:val="24"/>
              </w:rPr>
            </w:pPr>
            <w:r w:rsidRPr="00E42885">
              <w:rPr>
                <w:sz w:val="24"/>
                <w:szCs w:val="24"/>
              </w:rPr>
              <w:t>Благоустройство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3D4082" w14:textId="77777777" w:rsidR="00146FC1" w:rsidRPr="00E42885" w:rsidRDefault="00146FC1" w:rsidP="004136AF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42885">
              <w:rPr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E07021" w14:textId="77777777" w:rsidR="00146FC1" w:rsidRPr="00E42885" w:rsidRDefault="00146FC1" w:rsidP="004136AF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42885">
              <w:rPr>
                <w:sz w:val="24"/>
                <w:szCs w:val="24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C3A5E9B" w14:textId="77777777" w:rsidR="00146FC1" w:rsidRPr="00E42885" w:rsidRDefault="00120F97" w:rsidP="004136AF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42885">
              <w:rPr>
                <w:sz w:val="24"/>
                <w:szCs w:val="24"/>
              </w:rPr>
              <w:t>112 724,2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64C3820" w14:textId="77777777" w:rsidR="00146FC1" w:rsidRPr="00E42885" w:rsidRDefault="00120F97" w:rsidP="004136AF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42885">
              <w:rPr>
                <w:sz w:val="24"/>
                <w:szCs w:val="24"/>
              </w:rPr>
              <w:t>102 278,8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511F8F8" w14:textId="77777777" w:rsidR="00146FC1" w:rsidRPr="00E42885" w:rsidRDefault="00146FC1" w:rsidP="004136AF">
            <w:pPr>
              <w:ind w:left="-113" w:right="-80" w:firstLine="0"/>
              <w:jc w:val="center"/>
              <w:rPr>
                <w:color w:val="000000"/>
                <w:sz w:val="24"/>
                <w:szCs w:val="24"/>
              </w:rPr>
            </w:pPr>
            <w:r w:rsidRPr="00E42885">
              <w:rPr>
                <w:sz w:val="24"/>
                <w:szCs w:val="24"/>
              </w:rPr>
              <w:t>100 604,1</w:t>
            </w:r>
          </w:p>
        </w:tc>
      </w:tr>
      <w:tr w:rsidR="00146FC1" w:rsidRPr="00B4194E" w14:paraId="6DD0B864" w14:textId="77777777" w:rsidTr="00623004">
        <w:trPr>
          <w:trHeight w:hRule="exact" w:val="611"/>
          <w:jc w:val="right"/>
        </w:trPr>
        <w:tc>
          <w:tcPr>
            <w:tcW w:w="4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5D98DD" w14:textId="77777777" w:rsidR="00146FC1" w:rsidRPr="00E42885" w:rsidRDefault="00146FC1" w:rsidP="004136AF">
            <w:pPr>
              <w:ind w:firstLine="0"/>
              <w:rPr>
                <w:sz w:val="24"/>
                <w:szCs w:val="24"/>
              </w:rPr>
            </w:pPr>
            <w:r w:rsidRPr="00E42885">
              <w:rPr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BE5AC2" w14:textId="77777777" w:rsidR="00146FC1" w:rsidRPr="00E42885" w:rsidRDefault="00146FC1" w:rsidP="004136AF">
            <w:pPr>
              <w:ind w:firstLine="0"/>
              <w:jc w:val="center"/>
              <w:rPr>
                <w:sz w:val="24"/>
                <w:szCs w:val="24"/>
              </w:rPr>
            </w:pPr>
            <w:r w:rsidRPr="00E42885">
              <w:rPr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ACA3B6" w14:textId="77777777" w:rsidR="00146FC1" w:rsidRPr="00E42885" w:rsidRDefault="00146FC1" w:rsidP="004136AF">
            <w:pPr>
              <w:ind w:firstLine="0"/>
              <w:jc w:val="center"/>
              <w:rPr>
                <w:sz w:val="24"/>
                <w:szCs w:val="24"/>
              </w:rPr>
            </w:pPr>
            <w:r w:rsidRPr="00E42885">
              <w:rPr>
                <w:sz w:val="24"/>
                <w:szCs w:val="24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B1151C9" w14:textId="77777777" w:rsidR="00146FC1" w:rsidRPr="00E42885" w:rsidRDefault="00120F97" w:rsidP="004136AF">
            <w:pPr>
              <w:ind w:firstLine="0"/>
              <w:jc w:val="center"/>
              <w:rPr>
                <w:sz w:val="24"/>
                <w:szCs w:val="24"/>
              </w:rPr>
            </w:pPr>
            <w:r w:rsidRPr="00E42885">
              <w:rPr>
                <w:sz w:val="24"/>
                <w:szCs w:val="24"/>
              </w:rPr>
              <w:t>7 722,8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27B6F99" w14:textId="77777777" w:rsidR="00146FC1" w:rsidRPr="00E42885" w:rsidRDefault="00146FC1" w:rsidP="004136AF">
            <w:pPr>
              <w:ind w:firstLine="0"/>
              <w:jc w:val="center"/>
              <w:rPr>
                <w:sz w:val="24"/>
                <w:szCs w:val="24"/>
              </w:rPr>
            </w:pPr>
            <w:r w:rsidRPr="00E42885">
              <w:rPr>
                <w:sz w:val="24"/>
                <w:szCs w:val="24"/>
              </w:rPr>
              <w:t>4 369,3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47529C9" w14:textId="77777777" w:rsidR="00146FC1" w:rsidRPr="00E42885" w:rsidRDefault="00146FC1" w:rsidP="004136AF">
            <w:pPr>
              <w:ind w:left="-113" w:right="-80" w:firstLine="0"/>
              <w:jc w:val="center"/>
              <w:rPr>
                <w:sz w:val="24"/>
                <w:szCs w:val="24"/>
              </w:rPr>
            </w:pPr>
            <w:r w:rsidRPr="00E42885">
              <w:rPr>
                <w:sz w:val="24"/>
                <w:szCs w:val="24"/>
              </w:rPr>
              <w:t>4 369,3</w:t>
            </w:r>
          </w:p>
        </w:tc>
      </w:tr>
      <w:tr w:rsidR="00E27B28" w:rsidRPr="00B4194E" w14:paraId="7758E414" w14:textId="77777777" w:rsidTr="00EC6513">
        <w:trPr>
          <w:trHeight w:hRule="exact" w:val="343"/>
          <w:jc w:val="right"/>
        </w:trPr>
        <w:tc>
          <w:tcPr>
            <w:tcW w:w="4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3ED341" w14:textId="77777777" w:rsidR="00E27B28" w:rsidRPr="00CA6FDD" w:rsidRDefault="00E27B28" w:rsidP="004136AF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CA6FDD">
              <w:rPr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3B596D" w14:textId="77777777" w:rsidR="00E27B28" w:rsidRPr="00CA6FDD" w:rsidRDefault="00E27B28" w:rsidP="004136AF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A6FDD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E28B54" w14:textId="77777777" w:rsidR="00E27B28" w:rsidRPr="00CA6FDD" w:rsidRDefault="00E27B28" w:rsidP="004136AF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A6FDD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5080277" w14:textId="77777777" w:rsidR="00E27B28" w:rsidRPr="00CA6FDD" w:rsidRDefault="00CA6FDD" w:rsidP="004136AF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A6FDD">
              <w:rPr>
                <w:b/>
                <w:bCs/>
                <w:sz w:val="24"/>
                <w:szCs w:val="24"/>
              </w:rPr>
              <w:t>1 302 171,4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F5346C1" w14:textId="77777777" w:rsidR="00E27B28" w:rsidRPr="00CA6FDD" w:rsidRDefault="00E27B28" w:rsidP="004136AF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A6FDD">
              <w:rPr>
                <w:b/>
                <w:bCs/>
                <w:sz w:val="24"/>
                <w:szCs w:val="24"/>
              </w:rPr>
              <w:t>1 267 209,2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8CE2471" w14:textId="77777777" w:rsidR="00E27B28" w:rsidRPr="00CA6FDD" w:rsidRDefault="00E27B28" w:rsidP="004136AF">
            <w:pPr>
              <w:ind w:left="-113" w:right="-80"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A6FDD">
              <w:rPr>
                <w:b/>
                <w:bCs/>
                <w:sz w:val="24"/>
                <w:szCs w:val="24"/>
              </w:rPr>
              <w:t>1 167 169,7</w:t>
            </w:r>
          </w:p>
        </w:tc>
      </w:tr>
      <w:tr w:rsidR="00E27B28" w:rsidRPr="00B4194E" w14:paraId="3D12068A" w14:textId="77777777" w:rsidTr="00EC6513">
        <w:trPr>
          <w:trHeight w:hRule="exact" w:val="343"/>
          <w:jc w:val="right"/>
        </w:trPr>
        <w:tc>
          <w:tcPr>
            <w:tcW w:w="4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32DC16" w14:textId="77777777" w:rsidR="00E27B28" w:rsidRPr="00CA6FDD" w:rsidRDefault="00E27B28" w:rsidP="004136AF">
            <w:pPr>
              <w:ind w:firstLine="0"/>
              <w:rPr>
                <w:color w:val="000000"/>
                <w:sz w:val="24"/>
                <w:szCs w:val="24"/>
              </w:rPr>
            </w:pPr>
            <w:r w:rsidRPr="00CA6FDD">
              <w:rPr>
                <w:sz w:val="24"/>
                <w:szCs w:val="24"/>
              </w:rPr>
              <w:t>Дошкольное образование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32058B" w14:textId="77777777" w:rsidR="00E27B28" w:rsidRPr="00CA6FDD" w:rsidRDefault="00E27B28" w:rsidP="004136AF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CA6FDD">
              <w:rPr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0B7F43" w14:textId="77777777" w:rsidR="00E27B28" w:rsidRPr="00CA6FDD" w:rsidRDefault="00E27B28" w:rsidP="004136AF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CA6FDD">
              <w:rPr>
                <w:sz w:val="24"/>
                <w:szCs w:val="24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81DF80C" w14:textId="77777777" w:rsidR="00E27B28" w:rsidRPr="00CA6FDD" w:rsidRDefault="00CA6FDD" w:rsidP="004136AF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CA6FDD">
              <w:rPr>
                <w:sz w:val="24"/>
                <w:szCs w:val="24"/>
              </w:rPr>
              <w:t>482 750,6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0C19B82" w14:textId="77777777" w:rsidR="00E27B28" w:rsidRPr="00CA6FDD" w:rsidRDefault="00E27B28" w:rsidP="004136AF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CA6FDD">
              <w:rPr>
                <w:sz w:val="24"/>
                <w:szCs w:val="24"/>
              </w:rPr>
              <w:t>382 351,8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E779814" w14:textId="77777777" w:rsidR="00E27B28" w:rsidRPr="00CA6FDD" w:rsidRDefault="00E27B28" w:rsidP="004136AF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CA6FDD">
              <w:rPr>
                <w:sz w:val="24"/>
                <w:szCs w:val="24"/>
              </w:rPr>
              <w:t>383 400,1</w:t>
            </w:r>
          </w:p>
        </w:tc>
      </w:tr>
      <w:tr w:rsidR="00E27B28" w:rsidRPr="00B4194E" w14:paraId="7890AB76" w14:textId="77777777" w:rsidTr="00EC6513">
        <w:trPr>
          <w:trHeight w:hRule="exact" w:val="343"/>
          <w:jc w:val="right"/>
        </w:trPr>
        <w:tc>
          <w:tcPr>
            <w:tcW w:w="4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91BCB6" w14:textId="77777777" w:rsidR="00E27B28" w:rsidRPr="00CA6FDD" w:rsidRDefault="00E27B28" w:rsidP="004136AF">
            <w:pPr>
              <w:ind w:firstLine="0"/>
              <w:rPr>
                <w:color w:val="000000"/>
                <w:sz w:val="24"/>
                <w:szCs w:val="24"/>
              </w:rPr>
            </w:pPr>
            <w:r w:rsidRPr="00CA6FDD">
              <w:rPr>
                <w:sz w:val="24"/>
                <w:szCs w:val="24"/>
              </w:rPr>
              <w:t>Общее образование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01977E" w14:textId="77777777" w:rsidR="00E27B28" w:rsidRPr="00CA6FDD" w:rsidRDefault="00E27B28" w:rsidP="004136AF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CA6FDD">
              <w:rPr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1D7C8A" w14:textId="77777777" w:rsidR="00E27B28" w:rsidRPr="00CA6FDD" w:rsidRDefault="00E27B28" w:rsidP="004136AF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CA6FDD">
              <w:rPr>
                <w:sz w:val="24"/>
                <w:szCs w:val="24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33F83B6" w14:textId="77777777" w:rsidR="00E27B28" w:rsidRPr="00CA6FDD" w:rsidRDefault="00CA6FDD" w:rsidP="004136AF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CA6FDD">
              <w:rPr>
                <w:sz w:val="24"/>
                <w:szCs w:val="24"/>
              </w:rPr>
              <w:t>648 973,4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6ACC531" w14:textId="77777777" w:rsidR="00E27B28" w:rsidRPr="00CA6FDD" w:rsidRDefault="00E27B28" w:rsidP="004136AF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CA6FDD">
              <w:rPr>
                <w:sz w:val="24"/>
                <w:szCs w:val="24"/>
              </w:rPr>
              <w:t>706 364,2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D15CE1A" w14:textId="77777777" w:rsidR="00E27B28" w:rsidRPr="00CA6FDD" w:rsidRDefault="00E27B28" w:rsidP="004136AF">
            <w:pPr>
              <w:ind w:left="-113" w:right="-80" w:firstLine="61"/>
              <w:jc w:val="center"/>
              <w:rPr>
                <w:color w:val="000000"/>
                <w:sz w:val="24"/>
                <w:szCs w:val="24"/>
              </w:rPr>
            </w:pPr>
            <w:r w:rsidRPr="00CA6FDD">
              <w:rPr>
                <w:sz w:val="24"/>
                <w:szCs w:val="24"/>
              </w:rPr>
              <w:t>603 276,4</w:t>
            </w:r>
          </w:p>
        </w:tc>
      </w:tr>
      <w:tr w:rsidR="00E27B28" w:rsidRPr="00B4194E" w14:paraId="3EF8E7B2" w14:textId="77777777" w:rsidTr="00EC6513">
        <w:trPr>
          <w:trHeight w:hRule="exact" w:val="343"/>
          <w:jc w:val="right"/>
        </w:trPr>
        <w:tc>
          <w:tcPr>
            <w:tcW w:w="4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0EBCFC" w14:textId="77777777" w:rsidR="00E27B28" w:rsidRPr="00CA6FDD" w:rsidRDefault="00E27B28" w:rsidP="004136AF">
            <w:pPr>
              <w:ind w:firstLine="0"/>
              <w:rPr>
                <w:color w:val="000000"/>
                <w:sz w:val="24"/>
                <w:szCs w:val="24"/>
              </w:rPr>
            </w:pPr>
            <w:r w:rsidRPr="00CA6FDD">
              <w:rPr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74F7C7" w14:textId="77777777" w:rsidR="00E27B28" w:rsidRPr="00CA6FDD" w:rsidRDefault="00E27B28" w:rsidP="004136AF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CA6FDD">
              <w:rPr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5233CE" w14:textId="77777777" w:rsidR="00E27B28" w:rsidRPr="00CA6FDD" w:rsidRDefault="00E27B28" w:rsidP="004136AF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CA6FDD">
              <w:rPr>
                <w:sz w:val="24"/>
                <w:szCs w:val="24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B9A4D9C" w14:textId="77777777" w:rsidR="00E27B28" w:rsidRPr="00CA6FDD" w:rsidRDefault="00CA6FDD" w:rsidP="004136AF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CA6FDD">
              <w:rPr>
                <w:sz w:val="24"/>
                <w:szCs w:val="24"/>
              </w:rPr>
              <w:t>145 316,3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9A04976" w14:textId="77777777" w:rsidR="00E27B28" w:rsidRPr="00CA6FDD" w:rsidRDefault="00E27B28" w:rsidP="004136AF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CA6FDD">
              <w:rPr>
                <w:sz w:val="24"/>
                <w:szCs w:val="24"/>
              </w:rPr>
              <w:t>139 335,9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52F345F" w14:textId="77777777" w:rsidR="00E27B28" w:rsidRPr="00CA6FDD" w:rsidRDefault="00E27B28" w:rsidP="004136AF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CA6FDD">
              <w:rPr>
                <w:sz w:val="24"/>
                <w:szCs w:val="24"/>
              </w:rPr>
              <w:t>139 335,9</w:t>
            </w:r>
          </w:p>
        </w:tc>
      </w:tr>
      <w:tr w:rsidR="00E27B28" w:rsidRPr="00B4194E" w14:paraId="4AEC1EB8" w14:textId="77777777" w:rsidTr="00EC6513">
        <w:trPr>
          <w:trHeight w:hRule="exact" w:val="343"/>
          <w:jc w:val="right"/>
        </w:trPr>
        <w:tc>
          <w:tcPr>
            <w:tcW w:w="4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DD6091" w14:textId="77777777" w:rsidR="00E27B28" w:rsidRPr="00CA6FDD" w:rsidRDefault="00E27B28" w:rsidP="004136AF">
            <w:pPr>
              <w:ind w:firstLine="0"/>
              <w:rPr>
                <w:sz w:val="24"/>
                <w:szCs w:val="24"/>
              </w:rPr>
            </w:pPr>
            <w:r w:rsidRPr="00CA6FDD">
              <w:rPr>
                <w:sz w:val="24"/>
                <w:szCs w:val="24"/>
              </w:rPr>
              <w:t>Молодежная политика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CE90C3" w14:textId="77777777" w:rsidR="00E27B28" w:rsidRPr="00CA6FDD" w:rsidRDefault="00E27B28" w:rsidP="004136AF">
            <w:pPr>
              <w:ind w:firstLine="0"/>
              <w:jc w:val="center"/>
              <w:rPr>
                <w:sz w:val="24"/>
                <w:szCs w:val="24"/>
              </w:rPr>
            </w:pPr>
            <w:r w:rsidRPr="00CA6FDD">
              <w:rPr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946CDE" w14:textId="77777777" w:rsidR="00E27B28" w:rsidRPr="00CA6FDD" w:rsidRDefault="00E27B28" w:rsidP="004136AF">
            <w:pPr>
              <w:ind w:firstLine="0"/>
              <w:jc w:val="center"/>
              <w:rPr>
                <w:sz w:val="24"/>
                <w:szCs w:val="24"/>
              </w:rPr>
            </w:pPr>
            <w:r w:rsidRPr="00CA6FDD">
              <w:rPr>
                <w:sz w:val="24"/>
                <w:szCs w:val="24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C216D4C" w14:textId="77777777" w:rsidR="00E27B28" w:rsidRPr="00CA6FDD" w:rsidRDefault="00CA6FDD" w:rsidP="004136AF">
            <w:pPr>
              <w:ind w:firstLine="0"/>
              <w:jc w:val="center"/>
              <w:rPr>
                <w:sz w:val="24"/>
                <w:szCs w:val="24"/>
              </w:rPr>
            </w:pPr>
            <w:r w:rsidRPr="00CA6FDD">
              <w:rPr>
                <w:sz w:val="24"/>
                <w:szCs w:val="24"/>
              </w:rPr>
              <w:t>5 349,6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96ABEC6" w14:textId="77777777" w:rsidR="00E27B28" w:rsidRPr="00CA6FDD" w:rsidRDefault="00E27B28" w:rsidP="004136AF">
            <w:pPr>
              <w:ind w:firstLine="0"/>
              <w:jc w:val="center"/>
              <w:rPr>
                <w:sz w:val="24"/>
                <w:szCs w:val="24"/>
              </w:rPr>
            </w:pPr>
            <w:r w:rsidRPr="00CA6FDD">
              <w:rPr>
                <w:sz w:val="24"/>
                <w:szCs w:val="24"/>
              </w:rPr>
              <w:t>6 984,1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F257451" w14:textId="77777777" w:rsidR="00E27B28" w:rsidRPr="00CA6FDD" w:rsidRDefault="00E27B28" w:rsidP="004136AF">
            <w:pPr>
              <w:ind w:firstLine="0"/>
              <w:jc w:val="center"/>
              <w:rPr>
                <w:sz w:val="24"/>
                <w:szCs w:val="24"/>
              </w:rPr>
            </w:pPr>
            <w:r w:rsidRPr="00CA6FDD">
              <w:rPr>
                <w:sz w:val="24"/>
                <w:szCs w:val="24"/>
              </w:rPr>
              <w:t>6 984,1</w:t>
            </w:r>
          </w:p>
        </w:tc>
      </w:tr>
      <w:tr w:rsidR="00E27B28" w:rsidRPr="00B4194E" w14:paraId="605CF6E5" w14:textId="77777777" w:rsidTr="00EC6513">
        <w:trPr>
          <w:trHeight w:hRule="exact" w:val="343"/>
          <w:jc w:val="right"/>
        </w:trPr>
        <w:tc>
          <w:tcPr>
            <w:tcW w:w="4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6343C5" w14:textId="77777777" w:rsidR="00E27B28" w:rsidRPr="00CA6FDD" w:rsidRDefault="00E27B28" w:rsidP="004136AF">
            <w:pPr>
              <w:tabs>
                <w:tab w:val="left" w:pos="3390"/>
              </w:tabs>
              <w:ind w:firstLine="0"/>
              <w:rPr>
                <w:color w:val="000000"/>
                <w:sz w:val="24"/>
                <w:szCs w:val="24"/>
              </w:rPr>
            </w:pPr>
            <w:r w:rsidRPr="00CA6FDD">
              <w:rPr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2BCEFA" w14:textId="77777777" w:rsidR="00E27B28" w:rsidRPr="00CA6FDD" w:rsidRDefault="00E27B28" w:rsidP="004136AF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CA6FDD">
              <w:rPr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B05B08" w14:textId="77777777" w:rsidR="00E27B28" w:rsidRPr="00CA6FDD" w:rsidRDefault="00E27B28" w:rsidP="004136AF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CA6FDD">
              <w:rPr>
                <w:sz w:val="24"/>
                <w:szCs w:val="24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5A138D2" w14:textId="77777777" w:rsidR="00E27B28" w:rsidRPr="00CA6FDD" w:rsidRDefault="00CA6FDD" w:rsidP="004136AF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CA6FDD">
              <w:rPr>
                <w:sz w:val="24"/>
                <w:szCs w:val="24"/>
              </w:rPr>
              <w:t>19 781,5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50D8DF4" w14:textId="77777777" w:rsidR="00E27B28" w:rsidRPr="00CA6FDD" w:rsidRDefault="00E27B28" w:rsidP="004136AF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CA6FDD">
              <w:rPr>
                <w:sz w:val="24"/>
                <w:szCs w:val="24"/>
              </w:rPr>
              <w:t>32 173,2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40BB649" w14:textId="77777777" w:rsidR="00E27B28" w:rsidRPr="00CA6FDD" w:rsidRDefault="00E27B28" w:rsidP="004136AF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CA6FDD">
              <w:rPr>
                <w:sz w:val="24"/>
                <w:szCs w:val="24"/>
              </w:rPr>
              <w:t>34 173,2</w:t>
            </w:r>
          </w:p>
        </w:tc>
      </w:tr>
      <w:tr w:rsidR="00586717" w:rsidRPr="00B4194E" w14:paraId="3924AC1C" w14:textId="77777777" w:rsidTr="00EC6513">
        <w:trPr>
          <w:trHeight w:hRule="exact" w:val="343"/>
          <w:jc w:val="right"/>
        </w:trPr>
        <w:tc>
          <w:tcPr>
            <w:tcW w:w="4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788A01" w14:textId="77777777" w:rsidR="00586717" w:rsidRPr="002C0A41" w:rsidRDefault="00586717" w:rsidP="004136AF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2C0A41">
              <w:rPr>
                <w:b/>
                <w:bCs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5327E5" w14:textId="77777777" w:rsidR="00586717" w:rsidRPr="002C0A41" w:rsidRDefault="00586717" w:rsidP="004136AF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C0A41"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2E6CBC" w14:textId="77777777" w:rsidR="00586717" w:rsidRPr="002C0A41" w:rsidRDefault="00586717" w:rsidP="004136AF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C0A41">
              <w:rPr>
                <w:b/>
                <w:bCs/>
                <w:sz w:val="24"/>
                <w:szCs w:val="24"/>
              </w:rPr>
              <w:t xml:space="preserve">00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D0E3B65" w14:textId="77777777" w:rsidR="00586717" w:rsidRPr="002C0A41" w:rsidRDefault="002C0A41" w:rsidP="004136AF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C0A41">
              <w:rPr>
                <w:b/>
                <w:bCs/>
                <w:sz w:val="24"/>
                <w:szCs w:val="24"/>
              </w:rPr>
              <w:t>284 426,8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6095606" w14:textId="77777777" w:rsidR="00586717" w:rsidRPr="002C0A41" w:rsidRDefault="00586717" w:rsidP="004136AF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C0A41">
              <w:rPr>
                <w:b/>
                <w:bCs/>
                <w:sz w:val="24"/>
                <w:szCs w:val="24"/>
              </w:rPr>
              <w:t>187 614,5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F361731" w14:textId="77777777" w:rsidR="00586717" w:rsidRPr="002C0A41" w:rsidRDefault="00586717" w:rsidP="004136AF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C0A41">
              <w:rPr>
                <w:b/>
                <w:bCs/>
                <w:sz w:val="24"/>
                <w:szCs w:val="24"/>
              </w:rPr>
              <w:t>175 220,9</w:t>
            </w:r>
          </w:p>
        </w:tc>
      </w:tr>
      <w:tr w:rsidR="00586717" w:rsidRPr="00B4194E" w14:paraId="0D0E0691" w14:textId="77777777" w:rsidTr="00EC6513">
        <w:trPr>
          <w:trHeight w:hRule="exact" w:val="343"/>
          <w:jc w:val="right"/>
        </w:trPr>
        <w:tc>
          <w:tcPr>
            <w:tcW w:w="4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EB8AEF" w14:textId="77777777" w:rsidR="00586717" w:rsidRPr="002C0A41" w:rsidRDefault="00586717" w:rsidP="004136AF">
            <w:pPr>
              <w:ind w:firstLine="0"/>
              <w:rPr>
                <w:color w:val="000000"/>
                <w:sz w:val="24"/>
                <w:szCs w:val="24"/>
              </w:rPr>
            </w:pPr>
            <w:r w:rsidRPr="002C0A41">
              <w:rPr>
                <w:sz w:val="24"/>
                <w:szCs w:val="24"/>
              </w:rPr>
              <w:t>Культура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3DC7B8" w14:textId="77777777" w:rsidR="00586717" w:rsidRPr="002C0A41" w:rsidRDefault="00586717" w:rsidP="004136AF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C0A41">
              <w:rPr>
                <w:sz w:val="24"/>
                <w:szCs w:val="24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23AFF8" w14:textId="77777777" w:rsidR="00586717" w:rsidRPr="002C0A41" w:rsidRDefault="00586717" w:rsidP="004136AF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C0A41">
              <w:rPr>
                <w:sz w:val="24"/>
                <w:szCs w:val="24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2227392" w14:textId="77777777" w:rsidR="00586717" w:rsidRPr="002C0A41" w:rsidRDefault="002C0A41" w:rsidP="004136AF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C0A41">
              <w:rPr>
                <w:sz w:val="24"/>
                <w:szCs w:val="24"/>
              </w:rPr>
              <w:t>275 954,2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EB85D8A" w14:textId="77777777" w:rsidR="00586717" w:rsidRPr="002C0A41" w:rsidRDefault="00586717" w:rsidP="004136AF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C0A41">
              <w:rPr>
                <w:sz w:val="24"/>
                <w:szCs w:val="24"/>
              </w:rPr>
              <w:t>179 157,9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1E94523" w14:textId="77777777" w:rsidR="00586717" w:rsidRPr="002C0A41" w:rsidRDefault="00586717" w:rsidP="004136AF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C0A41">
              <w:rPr>
                <w:sz w:val="24"/>
                <w:szCs w:val="24"/>
              </w:rPr>
              <w:t>166 764,3</w:t>
            </w:r>
          </w:p>
        </w:tc>
      </w:tr>
      <w:tr w:rsidR="00E7508E" w:rsidRPr="00B4194E" w14:paraId="6F95A3B3" w14:textId="77777777" w:rsidTr="00EC6513">
        <w:trPr>
          <w:trHeight w:hRule="exact" w:val="343"/>
          <w:jc w:val="right"/>
        </w:trPr>
        <w:tc>
          <w:tcPr>
            <w:tcW w:w="4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1E9AA7" w14:textId="77777777" w:rsidR="00E7508E" w:rsidRPr="004C5EAE" w:rsidRDefault="00E7508E" w:rsidP="004136AF">
            <w:pPr>
              <w:ind w:firstLine="0"/>
              <w:rPr>
                <w:sz w:val="24"/>
                <w:szCs w:val="24"/>
              </w:rPr>
            </w:pPr>
            <w:r w:rsidRPr="004C5EAE">
              <w:rPr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1FD86E" w14:textId="77777777" w:rsidR="00E7508E" w:rsidRPr="004C5EAE" w:rsidRDefault="00E7508E" w:rsidP="004136AF">
            <w:pPr>
              <w:ind w:firstLine="0"/>
              <w:jc w:val="center"/>
              <w:rPr>
                <w:sz w:val="24"/>
                <w:szCs w:val="24"/>
              </w:rPr>
            </w:pPr>
            <w:r w:rsidRPr="004C5EAE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BEACD6" w14:textId="77777777" w:rsidR="00E7508E" w:rsidRPr="004C5EAE" w:rsidRDefault="00E7508E" w:rsidP="004136AF">
            <w:pPr>
              <w:ind w:firstLine="0"/>
              <w:jc w:val="center"/>
              <w:rPr>
                <w:sz w:val="24"/>
                <w:szCs w:val="24"/>
              </w:rPr>
            </w:pPr>
            <w:r w:rsidRPr="004C5EAE">
              <w:rPr>
                <w:b/>
                <w:bCs/>
                <w:sz w:val="24"/>
                <w:szCs w:val="24"/>
              </w:rPr>
              <w:t xml:space="preserve">00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CF93C0D" w14:textId="77777777" w:rsidR="00E7508E" w:rsidRPr="004C5EAE" w:rsidRDefault="00B25E2C" w:rsidP="004136AF">
            <w:pPr>
              <w:ind w:firstLine="0"/>
              <w:jc w:val="center"/>
              <w:rPr>
                <w:sz w:val="24"/>
                <w:szCs w:val="24"/>
              </w:rPr>
            </w:pPr>
            <w:r w:rsidRPr="004C5EAE">
              <w:rPr>
                <w:b/>
                <w:bCs/>
                <w:sz w:val="24"/>
                <w:szCs w:val="24"/>
              </w:rPr>
              <w:t>55 692,9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0817BF0" w14:textId="77777777" w:rsidR="00E7508E" w:rsidRPr="004C5EAE" w:rsidRDefault="00E7508E" w:rsidP="004136AF">
            <w:pPr>
              <w:ind w:firstLine="0"/>
              <w:jc w:val="center"/>
              <w:rPr>
                <w:sz w:val="24"/>
                <w:szCs w:val="24"/>
              </w:rPr>
            </w:pPr>
            <w:r w:rsidRPr="004C5EAE">
              <w:rPr>
                <w:b/>
                <w:bCs/>
                <w:sz w:val="24"/>
                <w:szCs w:val="24"/>
              </w:rPr>
              <w:t>53 873,4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27C8F63" w14:textId="77777777" w:rsidR="00E7508E" w:rsidRPr="004C5EAE" w:rsidRDefault="00E7508E" w:rsidP="004136AF">
            <w:pPr>
              <w:ind w:firstLine="0"/>
              <w:jc w:val="center"/>
              <w:rPr>
                <w:sz w:val="24"/>
                <w:szCs w:val="24"/>
              </w:rPr>
            </w:pPr>
            <w:r w:rsidRPr="004C5EAE">
              <w:rPr>
                <w:b/>
                <w:bCs/>
                <w:sz w:val="24"/>
                <w:szCs w:val="24"/>
              </w:rPr>
              <w:t>56 155,8</w:t>
            </w:r>
          </w:p>
        </w:tc>
      </w:tr>
      <w:tr w:rsidR="00B25E2C" w:rsidRPr="00B4194E" w14:paraId="28FCBB45" w14:textId="77777777" w:rsidTr="00EC6513">
        <w:trPr>
          <w:trHeight w:hRule="exact" w:val="343"/>
          <w:jc w:val="right"/>
        </w:trPr>
        <w:tc>
          <w:tcPr>
            <w:tcW w:w="4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B608F4" w14:textId="77777777" w:rsidR="00B25E2C" w:rsidRPr="004C5EAE" w:rsidRDefault="00B25E2C" w:rsidP="004136AF">
            <w:pPr>
              <w:ind w:firstLine="0"/>
              <w:rPr>
                <w:sz w:val="24"/>
                <w:szCs w:val="24"/>
              </w:rPr>
            </w:pPr>
            <w:r w:rsidRPr="004C5EAE">
              <w:rPr>
                <w:sz w:val="24"/>
                <w:szCs w:val="24"/>
              </w:rPr>
              <w:t>Пенсионное обеспечение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826D75" w14:textId="77777777" w:rsidR="00B25E2C" w:rsidRPr="004C5EAE" w:rsidRDefault="00B25E2C" w:rsidP="004136AF">
            <w:pPr>
              <w:ind w:firstLine="0"/>
              <w:jc w:val="center"/>
              <w:rPr>
                <w:sz w:val="24"/>
                <w:szCs w:val="24"/>
              </w:rPr>
            </w:pPr>
            <w:r w:rsidRPr="004C5EAE">
              <w:rPr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ADDBCC" w14:textId="77777777" w:rsidR="00B25E2C" w:rsidRPr="004C5EAE" w:rsidRDefault="00B25E2C" w:rsidP="004136AF">
            <w:pPr>
              <w:ind w:firstLine="0"/>
              <w:jc w:val="center"/>
              <w:rPr>
                <w:sz w:val="24"/>
                <w:szCs w:val="24"/>
              </w:rPr>
            </w:pPr>
            <w:r w:rsidRPr="004C5EAE">
              <w:rPr>
                <w:sz w:val="24"/>
                <w:szCs w:val="24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AD60717" w14:textId="77777777" w:rsidR="00B25E2C" w:rsidRPr="004C5EAE" w:rsidRDefault="00B25E2C" w:rsidP="004136AF">
            <w:pPr>
              <w:ind w:firstLine="0"/>
              <w:jc w:val="center"/>
              <w:rPr>
                <w:sz w:val="24"/>
                <w:szCs w:val="24"/>
              </w:rPr>
            </w:pPr>
            <w:r w:rsidRPr="004C5EAE">
              <w:rPr>
                <w:sz w:val="24"/>
                <w:szCs w:val="24"/>
              </w:rPr>
              <w:t>8 387,7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FDAB8FF" w14:textId="77777777" w:rsidR="00B25E2C" w:rsidRPr="004C5EAE" w:rsidRDefault="00B25E2C" w:rsidP="004136AF">
            <w:pPr>
              <w:ind w:firstLine="0"/>
              <w:jc w:val="center"/>
              <w:rPr>
                <w:sz w:val="24"/>
                <w:szCs w:val="24"/>
              </w:rPr>
            </w:pPr>
            <w:r w:rsidRPr="004C5EAE">
              <w:rPr>
                <w:sz w:val="24"/>
                <w:szCs w:val="24"/>
              </w:rPr>
              <w:t>9 260,1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4F7FEF5" w14:textId="77777777" w:rsidR="00B25E2C" w:rsidRPr="004C5EAE" w:rsidRDefault="00B25E2C" w:rsidP="004136AF">
            <w:pPr>
              <w:ind w:firstLine="0"/>
              <w:jc w:val="center"/>
              <w:rPr>
                <w:sz w:val="24"/>
                <w:szCs w:val="24"/>
              </w:rPr>
            </w:pPr>
            <w:r w:rsidRPr="004C5EAE">
              <w:rPr>
                <w:sz w:val="24"/>
                <w:szCs w:val="24"/>
              </w:rPr>
              <w:t>11 260,1</w:t>
            </w:r>
          </w:p>
        </w:tc>
      </w:tr>
      <w:tr w:rsidR="00E7508E" w:rsidRPr="00B4194E" w14:paraId="4EF60FAC" w14:textId="77777777" w:rsidTr="00EC6513">
        <w:trPr>
          <w:trHeight w:hRule="exact" w:val="343"/>
          <w:jc w:val="right"/>
        </w:trPr>
        <w:tc>
          <w:tcPr>
            <w:tcW w:w="4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A91DBD" w14:textId="77777777" w:rsidR="00E7508E" w:rsidRPr="004C5EAE" w:rsidRDefault="00E7508E" w:rsidP="004136AF">
            <w:pPr>
              <w:ind w:firstLine="0"/>
              <w:rPr>
                <w:sz w:val="24"/>
                <w:szCs w:val="24"/>
              </w:rPr>
            </w:pPr>
            <w:r w:rsidRPr="004C5EAE">
              <w:rPr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E67CB4" w14:textId="77777777" w:rsidR="00E7508E" w:rsidRPr="004C5EAE" w:rsidRDefault="00E7508E" w:rsidP="004136AF">
            <w:pPr>
              <w:ind w:firstLine="0"/>
              <w:jc w:val="center"/>
              <w:rPr>
                <w:sz w:val="24"/>
                <w:szCs w:val="24"/>
              </w:rPr>
            </w:pPr>
            <w:r w:rsidRPr="004C5EAE">
              <w:rPr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4AE335" w14:textId="77777777" w:rsidR="00E7508E" w:rsidRPr="004C5EAE" w:rsidRDefault="00E7508E" w:rsidP="004136AF">
            <w:pPr>
              <w:ind w:firstLine="0"/>
              <w:jc w:val="center"/>
              <w:rPr>
                <w:sz w:val="24"/>
                <w:szCs w:val="24"/>
              </w:rPr>
            </w:pPr>
            <w:r w:rsidRPr="004C5EAE">
              <w:rPr>
                <w:sz w:val="24"/>
                <w:szCs w:val="24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0FB1C41" w14:textId="77777777" w:rsidR="00E7508E" w:rsidRPr="004C5EAE" w:rsidRDefault="00E7508E" w:rsidP="004136AF">
            <w:pPr>
              <w:ind w:firstLine="0"/>
              <w:jc w:val="center"/>
              <w:rPr>
                <w:sz w:val="24"/>
                <w:szCs w:val="24"/>
              </w:rPr>
            </w:pPr>
            <w:r w:rsidRPr="004C5EAE">
              <w:rPr>
                <w:sz w:val="24"/>
                <w:szCs w:val="24"/>
              </w:rPr>
              <w:t>3 98</w:t>
            </w:r>
            <w:r w:rsidR="00B25E2C" w:rsidRPr="004C5EAE">
              <w:rPr>
                <w:sz w:val="24"/>
                <w:szCs w:val="24"/>
              </w:rPr>
              <w:t>7</w:t>
            </w:r>
            <w:r w:rsidRPr="004C5EAE">
              <w:rPr>
                <w:sz w:val="24"/>
                <w:szCs w:val="24"/>
              </w:rPr>
              <w:t>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C77C5B3" w14:textId="77777777" w:rsidR="00E7508E" w:rsidRPr="004C5EAE" w:rsidRDefault="00E7508E" w:rsidP="004136AF">
            <w:pPr>
              <w:ind w:firstLine="0"/>
              <w:jc w:val="center"/>
              <w:rPr>
                <w:sz w:val="24"/>
                <w:szCs w:val="24"/>
              </w:rPr>
            </w:pPr>
            <w:r w:rsidRPr="004C5EAE">
              <w:rPr>
                <w:sz w:val="24"/>
                <w:szCs w:val="24"/>
              </w:rPr>
              <w:t>2 322,8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9E846EF" w14:textId="77777777" w:rsidR="00E7508E" w:rsidRPr="004C5EAE" w:rsidRDefault="00E7508E" w:rsidP="004136AF">
            <w:pPr>
              <w:ind w:firstLine="0"/>
              <w:jc w:val="center"/>
              <w:rPr>
                <w:sz w:val="24"/>
                <w:szCs w:val="24"/>
              </w:rPr>
            </w:pPr>
            <w:r w:rsidRPr="004C5EAE">
              <w:rPr>
                <w:sz w:val="24"/>
                <w:szCs w:val="24"/>
              </w:rPr>
              <w:t>2 385,4</w:t>
            </w:r>
          </w:p>
        </w:tc>
      </w:tr>
      <w:tr w:rsidR="00E7508E" w:rsidRPr="00B4194E" w14:paraId="25639A95" w14:textId="77777777" w:rsidTr="00623004">
        <w:trPr>
          <w:trHeight w:hRule="exact" w:val="591"/>
          <w:jc w:val="right"/>
        </w:trPr>
        <w:tc>
          <w:tcPr>
            <w:tcW w:w="4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C412F3" w14:textId="77777777" w:rsidR="00E7508E" w:rsidRPr="004C5EAE" w:rsidRDefault="00E7508E" w:rsidP="004136AF">
            <w:pPr>
              <w:ind w:firstLine="0"/>
              <w:rPr>
                <w:sz w:val="24"/>
                <w:szCs w:val="24"/>
              </w:rPr>
            </w:pPr>
            <w:r w:rsidRPr="004C5EAE">
              <w:rPr>
                <w:sz w:val="24"/>
                <w:szCs w:val="24"/>
              </w:rPr>
              <w:lastRenderedPageBreak/>
              <w:t>Другие вопросы в области социальной политики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17C979" w14:textId="77777777" w:rsidR="00E7508E" w:rsidRPr="004C5EAE" w:rsidRDefault="00E7508E" w:rsidP="004136AF">
            <w:pPr>
              <w:ind w:firstLine="0"/>
              <w:jc w:val="center"/>
              <w:rPr>
                <w:sz w:val="24"/>
                <w:szCs w:val="24"/>
              </w:rPr>
            </w:pPr>
            <w:r w:rsidRPr="004C5EAE">
              <w:rPr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98EE96" w14:textId="77777777" w:rsidR="00E7508E" w:rsidRPr="004C5EAE" w:rsidRDefault="00E7508E" w:rsidP="004136AF">
            <w:pPr>
              <w:ind w:firstLine="0"/>
              <w:jc w:val="center"/>
              <w:rPr>
                <w:sz w:val="24"/>
                <w:szCs w:val="24"/>
              </w:rPr>
            </w:pPr>
            <w:r w:rsidRPr="004C5EAE">
              <w:rPr>
                <w:sz w:val="24"/>
                <w:szCs w:val="24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A05E335" w14:textId="77777777" w:rsidR="00E7508E" w:rsidRPr="004C5EAE" w:rsidRDefault="004C5EAE" w:rsidP="004136AF">
            <w:pPr>
              <w:ind w:firstLine="0"/>
              <w:jc w:val="center"/>
              <w:rPr>
                <w:sz w:val="24"/>
                <w:szCs w:val="24"/>
              </w:rPr>
            </w:pPr>
            <w:r w:rsidRPr="004C5EAE">
              <w:rPr>
                <w:sz w:val="24"/>
                <w:szCs w:val="24"/>
              </w:rPr>
              <w:t>879,7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EEA459E" w14:textId="77777777" w:rsidR="00E7508E" w:rsidRPr="004C5EAE" w:rsidRDefault="00E7508E" w:rsidP="004136AF">
            <w:pPr>
              <w:ind w:firstLine="0"/>
              <w:jc w:val="center"/>
              <w:rPr>
                <w:sz w:val="24"/>
                <w:szCs w:val="24"/>
              </w:rPr>
            </w:pPr>
            <w:r w:rsidRPr="004C5EAE">
              <w:rPr>
                <w:sz w:val="24"/>
                <w:szCs w:val="24"/>
              </w:rPr>
              <w:t>963,2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C7D7E4F" w14:textId="77777777" w:rsidR="00E7508E" w:rsidRPr="004C5EAE" w:rsidRDefault="00E7508E" w:rsidP="004136AF">
            <w:pPr>
              <w:ind w:firstLine="0"/>
              <w:jc w:val="center"/>
              <w:rPr>
                <w:sz w:val="24"/>
                <w:szCs w:val="24"/>
              </w:rPr>
            </w:pPr>
            <w:r w:rsidRPr="004C5EAE">
              <w:rPr>
                <w:sz w:val="24"/>
                <w:szCs w:val="24"/>
              </w:rPr>
              <w:t>963,2</w:t>
            </w:r>
          </w:p>
        </w:tc>
      </w:tr>
      <w:tr w:rsidR="00E7508E" w:rsidRPr="00B4194E" w14:paraId="14AF63AF" w14:textId="77777777" w:rsidTr="00EC6513">
        <w:trPr>
          <w:trHeight w:hRule="exact" w:val="343"/>
          <w:jc w:val="right"/>
        </w:trPr>
        <w:tc>
          <w:tcPr>
            <w:tcW w:w="4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2DFF99" w14:textId="77777777" w:rsidR="00E7508E" w:rsidRPr="004C5EAE" w:rsidRDefault="004C5EAE" w:rsidP="004136AF">
            <w:pPr>
              <w:ind w:firstLine="0"/>
              <w:rPr>
                <w:sz w:val="24"/>
                <w:szCs w:val="24"/>
              </w:rPr>
            </w:pPr>
            <w:r w:rsidRPr="004C5EAE">
              <w:rPr>
                <w:b/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B376A2" w14:textId="77777777" w:rsidR="00E7508E" w:rsidRPr="004C5EAE" w:rsidRDefault="00E7508E" w:rsidP="004136AF">
            <w:pPr>
              <w:ind w:firstLine="0"/>
              <w:jc w:val="center"/>
              <w:rPr>
                <w:sz w:val="24"/>
                <w:szCs w:val="24"/>
              </w:rPr>
            </w:pPr>
            <w:r w:rsidRPr="004C5EAE">
              <w:rPr>
                <w:b/>
                <w:bCs/>
                <w:sz w:val="24"/>
                <w:szCs w:val="24"/>
              </w:rPr>
              <w:t>1</w:t>
            </w:r>
            <w:r w:rsidR="004C5EAE" w:rsidRPr="004C5EAE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DB0DFA" w14:textId="77777777" w:rsidR="00E7508E" w:rsidRPr="004C5EAE" w:rsidRDefault="00E7508E" w:rsidP="004136AF">
            <w:pPr>
              <w:ind w:firstLine="0"/>
              <w:jc w:val="center"/>
              <w:rPr>
                <w:sz w:val="24"/>
                <w:szCs w:val="24"/>
              </w:rPr>
            </w:pPr>
            <w:r w:rsidRPr="004C5EAE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5B403AB" w14:textId="77777777" w:rsidR="00E7508E" w:rsidRPr="004C5EAE" w:rsidRDefault="004C5EAE" w:rsidP="004136AF">
            <w:pPr>
              <w:ind w:firstLine="0"/>
              <w:jc w:val="center"/>
              <w:rPr>
                <w:sz w:val="24"/>
                <w:szCs w:val="24"/>
              </w:rPr>
            </w:pPr>
            <w:r w:rsidRPr="004C5EAE">
              <w:rPr>
                <w:b/>
                <w:bCs/>
                <w:sz w:val="24"/>
                <w:szCs w:val="24"/>
              </w:rPr>
              <w:t>52 796,5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5FD746B" w14:textId="77777777" w:rsidR="00E7508E" w:rsidRPr="004C5EAE" w:rsidRDefault="004C5EAE" w:rsidP="004136AF">
            <w:pPr>
              <w:ind w:firstLine="0"/>
              <w:jc w:val="center"/>
              <w:rPr>
                <w:sz w:val="24"/>
                <w:szCs w:val="24"/>
              </w:rPr>
            </w:pPr>
            <w:r w:rsidRPr="004C5EAE">
              <w:rPr>
                <w:b/>
                <w:bCs/>
                <w:sz w:val="24"/>
                <w:szCs w:val="24"/>
              </w:rPr>
              <w:t>52 688,8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767D04F" w14:textId="77777777" w:rsidR="00E7508E" w:rsidRPr="004C5EAE" w:rsidRDefault="004C5EAE" w:rsidP="004136AF">
            <w:pPr>
              <w:ind w:firstLine="0"/>
              <w:jc w:val="center"/>
              <w:rPr>
                <w:sz w:val="24"/>
                <w:szCs w:val="24"/>
              </w:rPr>
            </w:pPr>
            <w:r w:rsidRPr="004C5EAE">
              <w:rPr>
                <w:b/>
                <w:bCs/>
                <w:sz w:val="24"/>
                <w:szCs w:val="24"/>
              </w:rPr>
              <w:t>53 688,8</w:t>
            </w:r>
          </w:p>
        </w:tc>
      </w:tr>
      <w:tr w:rsidR="00E7508E" w:rsidRPr="00B4194E" w14:paraId="03F5BB89" w14:textId="77777777" w:rsidTr="00EC6513">
        <w:trPr>
          <w:trHeight w:hRule="exact" w:val="343"/>
          <w:jc w:val="right"/>
        </w:trPr>
        <w:tc>
          <w:tcPr>
            <w:tcW w:w="4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8FE327" w14:textId="77777777" w:rsidR="00E7508E" w:rsidRPr="004C5EAE" w:rsidRDefault="004C5EAE" w:rsidP="004136AF">
            <w:pPr>
              <w:ind w:firstLine="0"/>
              <w:rPr>
                <w:sz w:val="24"/>
                <w:szCs w:val="24"/>
              </w:rPr>
            </w:pPr>
            <w:r w:rsidRPr="004C5EAE">
              <w:rPr>
                <w:sz w:val="24"/>
                <w:szCs w:val="24"/>
              </w:rPr>
              <w:t>Массовый спорт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0A19F2" w14:textId="77777777" w:rsidR="00E7508E" w:rsidRPr="004C5EAE" w:rsidRDefault="00E7508E" w:rsidP="004136AF">
            <w:pPr>
              <w:ind w:firstLine="0"/>
              <w:jc w:val="center"/>
              <w:rPr>
                <w:sz w:val="24"/>
                <w:szCs w:val="24"/>
              </w:rPr>
            </w:pPr>
            <w:r w:rsidRPr="004C5EAE">
              <w:rPr>
                <w:sz w:val="24"/>
                <w:szCs w:val="24"/>
              </w:rPr>
              <w:t>1</w:t>
            </w:r>
            <w:r w:rsidR="004C5EAE" w:rsidRPr="004C5EAE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923D64" w14:textId="77777777" w:rsidR="00E7508E" w:rsidRPr="004C5EAE" w:rsidRDefault="00E7508E" w:rsidP="004136AF">
            <w:pPr>
              <w:ind w:firstLine="0"/>
              <w:jc w:val="center"/>
              <w:rPr>
                <w:sz w:val="24"/>
                <w:szCs w:val="24"/>
              </w:rPr>
            </w:pPr>
            <w:r w:rsidRPr="004C5EAE">
              <w:rPr>
                <w:sz w:val="24"/>
                <w:szCs w:val="24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14A156B" w14:textId="77777777" w:rsidR="00E7508E" w:rsidRPr="004C5EAE" w:rsidRDefault="004C5EAE" w:rsidP="004136AF">
            <w:pPr>
              <w:ind w:firstLine="0"/>
              <w:jc w:val="center"/>
              <w:rPr>
                <w:sz w:val="24"/>
                <w:szCs w:val="24"/>
              </w:rPr>
            </w:pPr>
            <w:r w:rsidRPr="004C5EAE">
              <w:rPr>
                <w:sz w:val="24"/>
                <w:szCs w:val="24"/>
              </w:rPr>
              <w:t>52 586,5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2249FE2" w14:textId="77777777" w:rsidR="00E7508E" w:rsidRPr="004C5EAE" w:rsidRDefault="004C5EAE" w:rsidP="004136AF">
            <w:pPr>
              <w:ind w:firstLine="0"/>
              <w:jc w:val="center"/>
              <w:rPr>
                <w:sz w:val="24"/>
                <w:szCs w:val="24"/>
              </w:rPr>
            </w:pPr>
            <w:r w:rsidRPr="004C5EAE">
              <w:rPr>
                <w:sz w:val="24"/>
                <w:szCs w:val="24"/>
              </w:rPr>
              <w:t>51 278,8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2167E3E" w14:textId="77777777" w:rsidR="00E7508E" w:rsidRPr="004C5EAE" w:rsidRDefault="004C5EAE" w:rsidP="004136AF">
            <w:pPr>
              <w:ind w:firstLine="0"/>
              <w:jc w:val="center"/>
              <w:rPr>
                <w:sz w:val="24"/>
                <w:szCs w:val="24"/>
              </w:rPr>
            </w:pPr>
            <w:r w:rsidRPr="004C5EAE">
              <w:rPr>
                <w:sz w:val="24"/>
                <w:szCs w:val="24"/>
              </w:rPr>
              <w:t>51 278,8</w:t>
            </w:r>
          </w:p>
        </w:tc>
      </w:tr>
      <w:tr w:rsidR="004C5EAE" w:rsidRPr="00B4194E" w14:paraId="710B6D12" w14:textId="77777777" w:rsidTr="004C5EAE">
        <w:trPr>
          <w:trHeight w:hRule="exact" w:val="652"/>
          <w:jc w:val="right"/>
        </w:trPr>
        <w:tc>
          <w:tcPr>
            <w:tcW w:w="4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28344A" w14:textId="77777777" w:rsidR="004C5EAE" w:rsidRPr="004C5EAE" w:rsidRDefault="004C5EAE" w:rsidP="004C5EAE">
            <w:pPr>
              <w:ind w:firstLine="0"/>
              <w:rPr>
                <w:sz w:val="24"/>
                <w:szCs w:val="24"/>
              </w:rPr>
            </w:pPr>
            <w:r w:rsidRPr="004C5EAE">
              <w:rPr>
                <w:sz w:val="24"/>
                <w:szCs w:val="24"/>
              </w:rPr>
              <w:t>Другие вопросы в области физической культуры и спорта</w:t>
            </w:r>
          </w:p>
          <w:p w14:paraId="726AB33A" w14:textId="77777777" w:rsidR="004C5EAE" w:rsidRPr="004C5EAE" w:rsidRDefault="004C5EAE" w:rsidP="004136AF">
            <w:pPr>
              <w:ind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6AA8B1" w14:textId="77777777" w:rsidR="004C5EAE" w:rsidRPr="00BB043D" w:rsidRDefault="004C5EAE" w:rsidP="004136AF">
            <w:pPr>
              <w:ind w:firstLine="0"/>
              <w:jc w:val="center"/>
              <w:rPr>
                <w:sz w:val="24"/>
                <w:szCs w:val="24"/>
              </w:rPr>
            </w:pPr>
            <w:r w:rsidRPr="00BB043D">
              <w:rPr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D64213" w14:textId="77777777" w:rsidR="004C5EAE" w:rsidRPr="00BB043D" w:rsidRDefault="004C5EAE" w:rsidP="004136AF">
            <w:pPr>
              <w:ind w:firstLine="0"/>
              <w:jc w:val="center"/>
              <w:rPr>
                <w:sz w:val="24"/>
                <w:szCs w:val="24"/>
              </w:rPr>
            </w:pPr>
            <w:r w:rsidRPr="00BB043D">
              <w:rPr>
                <w:sz w:val="24"/>
                <w:szCs w:val="24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6B1C073" w14:textId="77777777" w:rsidR="004C5EAE" w:rsidRPr="00BB043D" w:rsidRDefault="004C5EAE" w:rsidP="004136AF">
            <w:pPr>
              <w:ind w:firstLine="0"/>
              <w:jc w:val="center"/>
              <w:rPr>
                <w:sz w:val="24"/>
                <w:szCs w:val="24"/>
              </w:rPr>
            </w:pPr>
            <w:r w:rsidRPr="00BB043D">
              <w:rPr>
                <w:sz w:val="24"/>
                <w:szCs w:val="24"/>
              </w:rPr>
              <w:t>210,0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C30DBB0" w14:textId="77777777" w:rsidR="004C5EAE" w:rsidRPr="00BB043D" w:rsidRDefault="004C5EAE" w:rsidP="004136AF">
            <w:pPr>
              <w:ind w:firstLine="0"/>
              <w:jc w:val="center"/>
              <w:rPr>
                <w:sz w:val="24"/>
                <w:szCs w:val="24"/>
              </w:rPr>
            </w:pPr>
            <w:r w:rsidRPr="00BB043D">
              <w:rPr>
                <w:sz w:val="24"/>
                <w:szCs w:val="24"/>
              </w:rPr>
              <w:t>1 410,0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968B598" w14:textId="77777777" w:rsidR="004C5EAE" w:rsidRPr="00BB043D" w:rsidRDefault="004C5EAE" w:rsidP="004136AF">
            <w:pPr>
              <w:ind w:firstLine="0"/>
              <w:jc w:val="center"/>
              <w:rPr>
                <w:sz w:val="24"/>
                <w:szCs w:val="24"/>
              </w:rPr>
            </w:pPr>
            <w:r w:rsidRPr="00BB043D">
              <w:rPr>
                <w:sz w:val="24"/>
                <w:szCs w:val="24"/>
              </w:rPr>
              <w:t>2 410,0</w:t>
            </w:r>
          </w:p>
        </w:tc>
      </w:tr>
      <w:tr w:rsidR="00E7508E" w:rsidRPr="00B4194E" w14:paraId="740E280D" w14:textId="77777777" w:rsidTr="00A820A9">
        <w:trPr>
          <w:trHeight w:hRule="exact" w:val="284"/>
          <w:jc w:val="right"/>
        </w:trPr>
        <w:tc>
          <w:tcPr>
            <w:tcW w:w="4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64381C" w14:textId="77777777" w:rsidR="00E7508E" w:rsidRPr="00B4194E" w:rsidRDefault="00E7508E" w:rsidP="004136AF">
            <w:pPr>
              <w:ind w:firstLine="0"/>
              <w:rPr>
                <w:sz w:val="24"/>
                <w:szCs w:val="24"/>
                <w:highlight w:val="yellow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C96BA7" w14:textId="77777777" w:rsidR="00E7508E" w:rsidRPr="00B4194E" w:rsidRDefault="00E7508E" w:rsidP="004136AF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33CB92" w14:textId="77777777" w:rsidR="00E7508E" w:rsidRPr="00B4194E" w:rsidRDefault="00E7508E" w:rsidP="004136AF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D157B13" w14:textId="77777777" w:rsidR="00E7508E" w:rsidRPr="00B4194E" w:rsidRDefault="00E7508E" w:rsidP="004136AF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C1F7C57" w14:textId="77777777" w:rsidR="00E7508E" w:rsidRPr="00B4194E" w:rsidRDefault="00E7508E" w:rsidP="004136AF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EF1F9F0" w14:textId="77777777" w:rsidR="00E7508E" w:rsidRPr="00B4194E" w:rsidRDefault="00E7508E" w:rsidP="004136AF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E7508E" w:rsidRPr="00B4194E" w14:paraId="3186698E" w14:textId="77777777" w:rsidTr="00A820A9">
        <w:trPr>
          <w:trHeight w:hRule="exact" w:val="344"/>
          <w:jc w:val="right"/>
        </w:trPr>
        <w:tc>
          <w:tcPr>
            <w:tcW w:w="4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237FF2" w14:textId="77777777" w:rsidR="00E7508E" w:rsidRPr="002D2618" w:rsidRDefault="00E7508E" w:rsidP="004136AF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2D2618">
              <w:rPr>
                <w:b/>
                <w:bCs/>
                <w:color w:val="000000"/>
                <w:sz w:val="24"/>
                <w:szCs w:val="24"/>
              </w:rPr>
              <w:t>ИТОГО РАСХОДОВ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F03F42" w14:textId="77777777" w:rsidR="00E7508E" w:rsidRPr="002D2618" w:rsidRDefault="00E7508E" w:rsidP="004136A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B78060" w14:textId="77777777" w:rsidR="00E7508E" w:rsidRPr="002D2618" w:rsidRDefault="00E7508E" w:rsidP="004136A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C49B99" w14:textId="77777777" w:rsidR="00E7508E" w:rsidRPr="002D2618" w:rsidRDefault="00E7508E" w:rsidP="004136AF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lang w:val="en-US"/>
              </w:rPr>
            </w:pPr>
            <w:r w:rsidRPr="002D2618">
              <w:rPr>
                <w:b/>
                <w:bCs/>
                <w:sz w:val="24"/>
                <w:szCs w:val="24"/>
              </w:rPr>
              <w:t xml:space="preserve">2 </w:t>
            </w:r>
            <w:r w:rsidR="002D2618" w:rsidRPr="002D2618">
              <w:rPr>
                <w:b/>
                <w:bCs/>
                <w:sz w:val="24"/>
                <w:szCs w:val="24"/>
              </w:rPr>
              <w:t>53</w:t>
            </w:r>
            <w:r w:rsidRPr="002D2618">
              <w:rPr>
                <w:b/>
                <w:bCs/>
                <w:sz w:val="24"/>
                <w:szCs w:val="24"/>
              </w:rPr>
              <w:t xml:space="preserve">3 </w:t>
            </w:r>
            <w:r w:rsidR="002D2618" w:rsidRPr="002D2618">
              <w:rPr>
                <w:b/>
                <w:bCs/>
                <w:sz w:val="24"/>
                <w:szCs w:val="24"/>
              </w:rPr>
              <w:t>26</w:t>
            </w:r>
            <w:r w:rsidRPr="002D2618">
              <w:rPr>
                <w:b/>
                <w:bCs/>
                <w:sz w:val="24"/>
                <w:szCs w:val="24"/>
              </w:rPr>
              <w:t>9,0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920351" w14:textId="77777777" w:rsidR="00E7508E" w:rsidRPr="002D2618" w:rsidRDefault="00E7508E" w:rsidP="004136AF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lang w:val="en-US"/>
              </w:rPr>
            </w:pPr>
            <w:r w:rsidRPr="002D2618">
              <w:rPr>
                <w:b/>
                <w:bCs/>
                <w:sz w:val="24"/>
                <w:szCs w:val="24"/>
              </w:rPr>
              <w:t>2 07</w:t>
            </w:r>
            <w:r w:rsidR="002D2618" w:rsidRPr="002D2618">
              <w:rPr>
                <w:b/>
                <w:bCs/>
                <w:sz w:val="24"/>
                <w:szCs w:val="24"/>
              </w:rPr>
              <w:t>7</w:t>
            </w:r>
            <w:r w:rsidRPr="002D2618">
              <w:rPr>
                <w:b/>
                <w:bCs/>
                <w:sz w:val="24"/>
                <w:szCs w:val="24"/>
              </w:rPr>
              <w:t xml:space="preserve"> </w:t>
            </w:r>
            <w:r w:rsidR="002D2618" w:rsidRPr="002D2618">
              <w:rPr>
                <w:b/>
                <w:bCs/>
                <w:sz w:val="24"/>
                <w:szCs w:val="24"/>
              </w:rPr>
              <w:t>5</w:t>
            </w:r>
            <w:r w:rsidRPr="002D2618">
              <w:rPr>
                <w:b/>
                <w:bCs/>
                <w:sz w:val="24"/>
                <w:szCs w:val="24"/>
              </w:rPr>
              <w:t>79,1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95FFE2" w14:textId="77777777" w:rsidR="00E7508E" w:rsidRPr="002D2618" w:rsidRDefault="00E7508E" w:rsidP="004136AF">
            <w:pPr>
              <w:ind w:right="-102" w:hanging="46"/>
              <w:jc w:val="center"/>
              <w:rPr>
                <w:b/>
                <w:bCs/>
                <w:color w:val="000000"/>
                <w:sz w:val="24"/>
                <w:szCs w:val="24"/>
                <w:lang w:val="en-US"/>
              </w:rPr>
            </w:pPr>
            <w:r w:rsidRPr="002D2618">
              <w:rPr>
                <w:b/>
                <w:bCs/>
                <w:sz w:val="24"/>
                <w:szCs w:val="24"/>
              </w:rPr>
              <w:t>1 981 209,7</w:t>
            </w:r>
          </w:p>
        </w:tc>
      </w:tr>
    </w:tbl>
    <w:p w14:paraId="0C8C2802" w14:textId="77777777" w:rsidR="00182CA8" w:rsidRPr="00B4194E" w:rsidRDefault="00182CA8" w:rsidP="004136AF">
      <w:pPr>
        <w:ind w:firstLine="709"/>
        <w:rPr>
          <w:color w:val="000000"/>
          <w:szCs w:val="28"/>
          <w:highlight w:val="yellow"/>
        </w:rPr>
      </w:pPr>
    </w:p>
    <w:p w14:paraId="77E789C6" w14:textId="77777777" w:rsidR="00C0135E" w:rsidRPr="00B4194E" w:rsidRDefault="00C0135E" w:rsidP="004136AF">
      <w:pPr>
        <w:ind w:firstLine="709"/>
        <w:rPr>
          <w:color w:val="FF0000"/>
          <w:szCs w:val="28"/>
          <w:highlight w:val="yellow"/>
        </w:rPr>
      </w:pPr>
    </w:p>
    <w:p w14:paraId="089D61DA" w14:textId="77777777" w:rsidR="00C0135E" w:rsidRPr="00F05051" w:rsidRDefault="00C0135E" w:rsidP="00C0135E">
      <w:pPr>
        <w:widowControl w:val="0"/>
        <w:shd w:val="clear" w:color="auto" w:fill="FFFFFF"/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eastAsia="Calibri"/>
          <w:szCs w:val="28"/>
          <w:lang w:eastAsia="en-US"/>
        </w:rPr>
      </w:pPr>
      <w:r w:rsidRPr="00F05051">
        <w:rPr>
          <w:szCs w:val="28"/>
        </w:rPr>
        <w:t xml:space="preserve">2. </w:t>
      </w:r>
      <w:r w:rsidRPr="00F05051">
        <w:rPr>
          <w:rFonts w:eastAsia="Calibri"/>
          <w:szCs w:val="28"/>
          <w:lang w:eastAsia="en-US"/>
        </w:rPr>
        <w:t>Настоящее решение опубликовать в официальном приложении к газете «Рабочая Балахна» Курс «РБ», а также разместить на официальном интернет-сайте Балахнинского муниципального округа Нижегородской области (</w:t>
      </w:r>
      <w:proofErr w:type="spellStart"/>
      <w:r w:rsidRPr="00F05051">
        <w:rPr>
          <w:rFonts w:eastAsia="Calibri"/>
          <w:szCs w:val="28"/>
          <w:lang w:eastAsia="en-US"/>
        </w:rPr>
        <w:t>www</w:t>
      </w:r>
      <w:proofErr w:type="spellEnd"/>
      <w:r w:rsidRPr="00F05051">
        <w:rPr>
          <w:rFonts w:eastAsia="Calibri"/>
          <w:szCs w:val="28"/>
          <w:lang w:eastAsia="en-US"/>
        </w:rPr>
        <w:t>.</w:t>
      </w:r>
      <w:proofErr w:type="spellStart"/>
      <w:r w:rsidRPr="00F05051">
        <w:rPr>
          <w:rFonts w:eastAsia="Calibri"/>
          <w:szCs w:val="28"/>
          <w:lang w:val="en-US" w:eastAsia="en-US"/>
        </w:rPr>
        <w:t>balakhna</w:t>
      </w:r>
      <w:proofErr w:type="spellEnd"/>
      <w:r w:rsidRPr="00F05051">
        <w:rPr>
          <w:rFonts w:eastAsia="Calibri"/>
          <w:szCs w:val="28"/>
          <w:lang w:eastAsia="en-US"/>
        </w:rPr>
        <w:t>.</w:t>
      </w:r>
      <w:proofErr w:type="spellStart"/>
      <w:r w:rsidRPr="00F05051">
        <w:rPr>
          <w:rFonts w:eastAsia="Calibri"/>
          <w:szCs w:val="28"/>
          <w:lang w:val="en-US" w:eastAsia="en-US"/>
        </w:rPr>
        <w:t>nn</w:t>
      </w:r>
      <w:proofErr w:type="spellEnd"/>
      <w:r w:rsidRPr="00F05051">
        <w:rPr>
          <w:rFonts w:eastAsia="Calibri"/>
          <w:szCs w:val="28"/>
          <w:lang w:eastAsia="en-US"/>
        </w:rPr>
        <w:t>.</w:t>
      </w:r>
      <w:proofErr w:type="spellStart"/>
      <w:r w:rsidRPr="00F05051">
        <w:rPr>
          <w:rFonts w:eastAsia="Calibri"/>
          <w:szCs w:val="28"/>
          <w:lang w:eastAsia="en-US"/>
        </w:rPr>
        <w:t>ru</w:t>
      </w:r>
      <w:proofErr w:type="spellEnd"/>
      <w:r w:rsidRPr="00F05051">
        <w:rPr>
          <w:rFonts w:eastAsia="Calibri"/>
          <w:szCs w:val="28"/>
          <w:lang w:eastAsia="en-US"/>
        </w:rPr>
        <w:t>).</w:t>
      </w:r>
    </w:p>
    <w:p w14:paraId="18BF917C" w14:textId="77777777" w:rsidR="00C0135E" w:rsidRPr="00F05051" w:rsidRDefault="00C0135E" w:rsidP="00C0135E">
      <w:pPr>
        <w:ind w:firstLine="708"/>
        <w:jc w:val="both"/>
        <w:rPr>
          <w:szCs w:val="28"/>
        </w:rPr>
      </w:pPr>
    </w:p>
    <w:p w14:paraId="083CF8C0" w14:textId="77777777" w:rsidR="00C0135E" w:rsidRPr="00F05051" w:rsidRDefault="00C0135E" w:rsidP="00C0135E">
      <w:pPr>
        <w:ind w:firstLine="540"/>
        <w:jc w:val="both"/>
        <w:rPr>
          <w:szCs w:val="28"/>
        </w:rPr>
      </w:pPr>
      <w:r w:rsidRPr="00F05051">
        <w:rPr>
          <w:szCs w:val="28"/>
        </w:rPr>
        <w:t xml:space="preserve">3. Контроль за исполнением настоящего решения возложить на комиссию по бюджету, экономической политике и муниципальной собственности.   </w:t>
      </w:r>
    </w:p>
    <w:p w14:paraId="261F81CB" w14:textId="77777777" w:rsidR="00C0135E" w:rsidRPr="00F05051" w:rsidRDefault="00C0135E" w:rsidP="00C0135E">
      <w:pPr>
        <w:ind w:firstLine="540"/>
        <w:jc w:val="both"/>
        <w:rPr>
          <w:szCs w:val="28"/>
        </w:rPr>
      </w:pPr>
    </w:p>
    <w:p w14:paraId="21C30A63" w14:textId="77777777" w:rsidR="00C0135E" w:rsidRPr="00F05051" w:rsidRDefault="00C0135E" w:rsidP="00C0135E">
      <w:pPr>
        <w:pStyle w:val="af0"/>
        <w:ind w:left="823" w:firstLine="0"/>
        <w:jc w:val="both"/>
      </w:pPr>
    </w:p>
    <w:p w14:paraId="52722FEF" w14:textId="77777777" w:rsidR="00C0135E" w:rsidRPr="00F05051" w:rsidRDefault="00C0135E" w:rsidP="00C0135E">
      <w:pPr>
        <w:pStyle w:val="af0"/>
        <w:ind w:left="823" w:firstLine="0"/>
        <w:jc w:val="both"/>
      </w:pPr>
    </w:p>
    <w:p w14:paraId="01A5D7F8" w14:textId="69B3D53D" w:rsidR="00FC38A7" w:rsidRDefault="004E128C" w:rsidP="00C0135E">
      <w:pPr>
        <w:ind w:firstLine="0"/>
        <w:jc w:val="both"/>
        <w:rPr>
          <w:szCs w:val="28"/>
        </w:rPr>
      </w:pPr>
      <w:r>
        <w:rPr>
          <w:szCs w:val="28"/>
        </w:rPr>
        <w:t xml:space="preserve">     </w:t>
      </w:r>
      <w:r w:rsidR="00FC38A7">
        <w:rPr>
          <w:szCs w:val="28"/>
        </w:rPr>
        <w:t>Глава местного самоуправления                 Председатель Совета депутатов</w:t>
      </w:r>
    </w:p>
    <w:p w14:paraId="525AE709" w14:textId="77777777" w:rsidR="00C0135E" w:rsidRPr="00F05051" w:rsidRDefault="00C0135E" w:rsidP="00C0135E">
      <w:pPr>
        <w:ind w:firstLine="0"/>
        <w:jc w:val="both"/>
        <w:rPr>
          <w:szCs w:val="28"/>
        </w:rPr>
      </w:pPr>
      <w:r w:rsidRPr="00F05051">
        <w:rPr>
          <w:szCs w:val="28"/>
        </w:rPr>
        <w:t>Балахнинского муниципального округа</w:t>
      </w:r>
      <w:r w:rsidRPr="00F05051">
        <w:rPr>
          <w:szCs w:val="28"/>
        </w:rPr>
        <w:tab/>
        <w:t xml:space="preserve"> </w:t>
      </w:r>
      <w:r w:rsidR="00A40D66">
        <w:rPr>
          <w:szCs w:val="28"/>
        </w:rPr>
        <w:t>Б</w:t>
      </w:r>
      <w:r w:rsidR="00FC38A7">
        <w:rPr>
          <w:szCs w:val="28"/>
        </w:rPr>
        <w:t>алахнинского</w:t>
      </w:r>
      <w:r w:rsidR="00A40D66">
        <w:rPr>
          <w:szCs w:val="28"/>
        </w:rPr>
        <w:t xml:space="preserve"> </w:t>
      </w:r>
      <w:r w:rsidR="00FC38A7">
        <w:rPr>
          <w:szCs w:val="28"/>
        </w:rPr>
        <w:t>муниципального</w:t>
      </w:r>
      <w:r w:rsidR="00A40D66">
        <w:rPr>
          <w:szCs w:val="28"/>
        </w:rPr>
        <w:t xml:space="preserve"> округа</w:t>
      </w:r>
      <w:r w:rsidRPr="00F05051">
        <w:rPr>
          <w:szCs w:val="28"/>
        </w:rPr>
        <w:t xml:space="preserve">                                 </w:t>
      </w:r>
    </w:p>
    <w:p w14:paraId="045E28FA" w14:textId="77777777" w:rsidR="00855C9A" w:rsidRDefault="00855C9A" w:rsidP="00A40D66">
      <w:pPr>
        <w:pStyle w:val="11"/>
        <w:spacing w:line="360" w:lineRule="auto"/>
      </w:pPr>
    </w:p>
    <w:p w14:paraId="2B56C28F" w14:textId="77777777" w:rsidR="00A40D66" w:rsidRDefault="00A40D66" w:rsidP="00A40D66">
      <w:pPr>
        <w:pStyle w:val="11"/>
        <w:spacing w:line="360" w:lineRule="auto"/>
      </w:pPr>
    </w:p>
    <w:p w14:paraId="3A72A338" w14:textId="2906A091" w:rsidR="00A40D66" w:rsidRPr="00C0135E" w:rsidRDefault="00A40D66" w:rsidP="00660768">
      <w:pPr>
        <w:pStyle w:val="11"/>
      </w:pPr>
      <w:r>
        <w:t xml:space="preserve">                                     А.Н.</w:t>
      </w:r>
      <w:r w:rsidR="003B07F1">
        <w:t xml:space="preserve"> </w:t>
      </w:r>
      <w:r>
        <w:t>Галкин                                                 А.Н. Сидорин</w:t>
      </w:r>
    </w:p>
    <w:sectPr w:rsidR="00A40D66" w:rsidRPr="00C0135E" w:rsidSect="009B4683">
      <w:type w:val="continuous"/>
      <w:pgSz w:w="11907" w:h="16840" w:code="9"/>
      <w:pgMar w:top="-1985" w:right="708" w:bottom="-851" w:left="1418" w:header="567" w:footer="720" w:gutter="0"/>
      <w:cols w:space="720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3B132F" w14:textId="77777777" w:rsidR="00B72C31" w:rsidRDefault="00B72C31">
      <w:r>
        <w:separator/>
      </w:r>
    </w:p>
  </w:endnote>
  <w:endnote w:type="continuationSeparator" w:id="0">
    <w:p w14:paraId="2D2BE75B" w14:textId="77777777" w:rsidR="00B72C31" w:rsidRDefault="00B72C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EC68D1" w14:textId="77777777" w:rsidR="00B72C31" w:rsidRDefault="00B72C31">
      <w:r>
        <w:separator/>
      </w:r>
    </w:p>
  </w:footnote>
  <w:footnote w:type="continuationSeparator" w:id="0">
    <w:p w14:paraId="11AF01D2" w14:textId="77777777" w:rsidR="00B72C31" w:rsidRDefault="00B72C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87FEC7" w14:textId="77777777" w:rsidR="00B72C31" w:rsidRDefault="00B72C31">
    <w:pPr>
      <w:pStyle w:val="a4"/>
      <w:jc w:val="center"/>
    </w:pPr>
    <w:r>
      <w:rPr>
        <w:rStyle w:val="ae"/>
      </w:rPr>
      <w:fldChar w:fldCharType="begin"/>
    </w:r>
    <w:r>
      <w:rPr>
        <w:rStyle w:val="ae"/>
      </w:rPr>
      <w:instrText xml:space="preserve"> PAGE </w:instrText>
    </w:r>
    <w:r>
      <w:rPr>
        <w:rStyle w:val="ae"/>
      </w:rPr>
      <w:fldChar w:fldCharType="separate"/>
    </w:r>
    <w:r w:rsidR="00AC293E">
      <w:rPr>
        <w:rStyle w:val="ae"/>
        <w:noProof/>
      </w:rPr>
      <w:t>72</w:t>
    </w:r>
    <w:r>
      <w:rPr>
        <w:rStyle w:val="ae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8CE061" w14:textId="77777777" w:rsidR="00B72C31" w:rsidRDefault="00B72C31">
    <w:pPr>
      <w:spacing w:after="200"/>
      <w:ind w:firstLine="0"/>
      <w:jc w:val="center"/>
      <w:rPr>
        <w:rFonts w:ascii="Courier New" w:hAnsi="Courier New"/>
      </w:rPr>
    </w:pPr>
    <w:r>
      <w:rPr>
        <w:b/>
        <w:noProof/>
        <w:sz w:val="34"/>
        <w:szCs w:val="34"/>
      </w:rPr>
      <w:drawing>
        <wp:inline distT="0" distB="0" distL="0" distR="0" wp14:anchorId="4CE68805" wp14:editId="42FD0C12">
          <wp:extent cx="504825" cy="737235"/>
          <wp:effectExtent l="19050" t="0" r="9525" b="0"/>
          <wp:docPr id="1" name="Рисунок 1" descr="Герб Балахны2копирование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 descr="Герб Балахны2копирование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4825" cy="7372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1588E313" w14:textId="77777777" w:rsidR="00B72C31" w:rsidRPr="00660768" w:rsidRDefault="00B72C31">
    <w:pPr>
      <w:pStyle w:val="af"/>
      <w:rPr>
        <w:noProof w:val="0"/>
        <w:sz w:val="6"/>
        <w:szCs w:val="6"/>
        <w:lang w:val="en-US"/>
      </w:rPr>
    </w:pPr>
  </w:p>
  <w:p w14:paraId="3F7C10DE" w14:textId="77777777" w:rsidR="00B72C31" w:rsidRDefault="00B72C31">
    <w:pPr>
      <w:pStyle w:val="af"/>
      <w:rPr>
        <w:noProof w:val="0"/>
      </w:rPr>
    </w:pPr>
    <w:r>
      <w:rPr>
        <w:noProof w:val="0"/>
      </w:rPr>
      <w:t>Совет депутатов</w:t>
    </w:r>
    <w:r w:rsidRPr="00B1543B">
      <w:rPr>
        <w:noProof w:val="0"/>
      </w:rPr>
      <w:t xml:space="preserve"> </w:t>
    </w:r>
    <w:r>
      <w:rPr>
        <w:noProof w:val="0"/>
      </w:rPr>
      <w:t>Балахнинского</w:t>
    </w:r>
    <w:r w:rsidRPr="00C073C1">
      <w:rPr>
        <w:noProof w:val="0"/>
      </w:rPr>
      <w:t xml:space="preserve"> </w:t>
    </w:r>
    <w:r>
      <w:rPr>
        <w:noProof w:val="0"/>
      </w:rPr>
      <w:t xml:space="preserve">муниципального округа </w:t>
    </w:r>
  </w:p>
  <w:p w14:paraId="159FDAA2" w14:textId="77777777" w:rsidR="00B72C31" w:rsidRDefault="00B72C31">
    <w:pPr>
      <w:pStyle w:val="af"/>
      <w:rPr>
        <w:noProof w:val="0"/>
      </w:rPr>
    </w:pPr>
    <w:r>
      <w:rPr>
        <w:noProof w:val="0"/>
      </w:rPr>
      <w:t>Нижегородской области</w:t>
    </w:r>
  </w:p>
  <w:p w14:paraId="3093455B" w14:textId="77777777" w:rsidR="00B72C31" w:rsidRPr="00C0135E" w:rsidRDefault="00B72C31" w:rsidP="00660768">
    <w:pPr>
      <w:jc w:val="center"/>
      <w:rPr>
        <w:b/>
        <w:sz w:val="24"/>
        <w:szCs w:val="24"/>
      </w:rPr>
    </w:pPr>
  </w:p>
  <w:p w14:paraId="1CD878FF" w14:textId="77777777" w:rsidR="00B72C31" w:rsidRPr="00E71831" w:rsidRDefault="00B72C31" w:rsidP="00E71831">
    <w:pPr>
      <w:spacing w:line="276" w:lineRule="auto"/>
      <w:ind w:firstLine="0"/>
      <w:jc w:val="center"/>
      <w:rPr>
        <w:b/>
        <w:spacing w:val="10"/>
        <w:sz w:val="36"/>
        <w:szCs w:val="36"/>
      </w:rPr>
    </w:pPr>
    <w:r w:rsidRPr="00E71831">
      <w:rPr>
        <w:b/>
        <w:spacing w:val="10"/>
        <w:sz w:val="36"/>
        <w:szCs w:val="36"/>
      </w:rPr>
      <w:t>РЕШЕНИЕ</w:t>
    </w:r>
  </w:p>
  <w:p w14:paraId="37A6864F" w14:textId="77777777" w:rsidR="00B72C31" w:rsidRPr="00660768" w:rsidRDefault="00B72C31">
    <w:pPr>
      <w:pStyle w:val="af"/>
      <w:rPr>
        <w:szCs w:val="28"/>
        <w:lang w:val="en-US"/>
      </w:rPr>
    </w:pPr>
  </w:p>
  <w:p w14:paraId="0A7B5CF8" w14:textId="77777777" w:rsidR="00B72C31" w:rsidRDefault="00B72C31">
    <w:pPr>
      <w:pStyle w:val="af"/>
      <w:jc w:val="left"/>
      <w:rPr>
        <w:b w:val="0"/>
        <w:sz w:val="24"/>
        <w:lang w:val="en-US"/>
      </w:rPr>
    </w:pPr>
    <w:r>
      <w:rPr>
        <w:b w:val="0"/>
        <w:sz w:val="24"/>
        <w:lang w:val="en-US"/>
      </w:rPr>
      <w:t xml:space="preserve"> __________________</w:t>
    </w:r>
    <w:r>
      <w:rPr>
        <w:b w:val="0"/>
        <w:sz w:val="24"/>
      </w:rPr>
      <w:t>___</w:t>
    </w:r>
    <w:r>
      <w:rPr>
        <w:b w:val="0"/>
        <w:sz w:val="24"/>
        <w:lang w:val="en-US"/>
      </w:rPr>
      <w:t>___</w:t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  <w:t xml:space="preserve">    </w:t>
    </w:r>
    <w:r>
      <w:rPr>
        <w:b w:val="0"/>
        <w:noProof w:val="0"/>
        <w:sz w:val="24"/>
        <w:lang w:val="en-US"/>
      </w:rPr>
      <w:t xml:space="preserve">    </w:t>
    </w:r>
    <w:r>
      <w:rPr>
        <w:b w:val="0"/>
        <w:sz w:val="24"/>
      </w:rPr>
      <w:t>№</w:t>
    </w:r>
    <w:r>
      <w:rPr>
        <w:b w:val="0"/>
        <w:noProof w:val="0"/>
        <w:sz w:val="24"/>
      </w:rPr>
      <w:t>__</w:t>
    </w:r>
    <w:r>
      <w:rPr>
        <w:b w:val="0"/>
        <w:sz w:val="24"/>
      </w:rPr>
      <w:t>____</w:t>
    </w:r>
    <w:r>
      <w:rPr>
        <w:b w:val="0"/>
        <w:sz w:val="24"/>
        <w:lang w:val="en-US"/>
      </w:rPr>
      <w:t>__</w:t>
    </w:r>
    <w:r>
      <w:rPr>
        <w:b w:val="0"/>
        <w:sz w:val="24"/>
      </w:rPr>
      <w:t>___</w:t>
    </w:r>
  </w:p>
  <w:p w14:paraId="39AA4885" w14:textId="77777777" w:rsidR="00B72C31" w:rsidRPr="00660768" w:rsidRDefault="00B72C31" w:rsidP="00660768">
    <w:pPr>
      <w:pStyle w:val="af"/>
      <w:jc w:val="left"/>
      <w:rPr>
        <w:b w:val="0"/>
        <w:sz w:val="24"/>
        <w:lang w:val="en-US"/>
      </w:rPr>
    </w:pPr>
  </w:p>
  <w:p w14:paraId="54ACF985" w14:textId="77777777" w:rsidR="00B72C31" w:rsidRPr="00660768" w:rsidRDefault="00B72C31" w:rsidP="00660768">
    <w:pPr>
      <w:rPr>
        <w:sz w:val="24"/>
        <w:szCs w:val="24"/>
      </w:rPr>
    </w:pPr>
  </w:p>
  <w:p w14:paraId="0AED500A" w14:textId="77777777" w:rsidR="00B72C31" w:rsidRPr="00660768" w:rsidRDefault="00B72C31">
    <w:pPr>
      <w:rPr>
        <w:sz w:val="24"/>
        <w:szCs w:val="24"/>
      </w:rPr>
    </w:pPr>
  </w:p>
  <w:p w14:paraId="4D24589D" w14:textId="77777777" w:rsidR="00B72C31" w:rsidRPr="00660768" w:rsidRDefault="00B72C31">
    <w:pPr>
      <w:rPr>
        <w:sz w:val="24"/>
        <w:szCs w:val="24"/>
      </w:rPr>
    </w:pPr>
  </w:p>
  <w:p w14:paraId="066855BB" w14:textId="77777777" w:rsidR="00B72C31" w:rsidRPr="00660768" w:rsidRDefault="00B72C31">
    <w:pPr>
      <w:rPr>
        <w:sz w:val="24"/>
        <w:szCs w:val="24"/>
      </w:rPr>
    </w:pPr>
  </w:p>
  <w:p w14:paraId="6BADA07A" w14:textId="77777777" w:rsidR="00B72C31" w:rsidRPr="00660768" w:rsidRDefault="00B72C31">
    <w:pPr>
      <w:pStyle w:val="a4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FFFFFFFF"/>
    <w:lvl w:ilvl="0">
      <w:start w:val="1"/>
      <w:numFmt w:val="decimal"/>
      <w:pStyle w:val="1"/>
      <w:lvlText w:val="%1."/>
      <w:legacy w:legacy="1" w:legacySpace="144" w:legacyIndent="0"/>
      <w:lvlJc w:val="left"/>
    </w:lvl>
    <w:lvl w:ilvl="1">
      <w:start w:val="1"/>
      <w:numFmt w:val="decimal"/>
      <w:pStyle w:val="2"/>
      <w:lvlText w:val="%1.%2"/>
      <w:legacy w:legacy="1" w:legacySpace="144" w:legacyIndent="0"/>
      <w:lvlJc w:val="left"/>
    </w:lvl>
    <w:lvl w:ilvl="2">
      <w:start w:val="1"/>
      <w:numFmt w:val="decimal"/>
      <w:pStyle w:val="3"/>
      <w:lvlText w:val="%1.%2.%3"/>
      <w:legacy w:legacy="1" w:legacySpace="144" w:legacyIndent="0"/>
      <w:lvlJc w:val="left"/>
    </w:lvl>
    <w:lvl w:ilvl="3">
      <w:start w:val="1"/>
      <w:numFmt w:val="decimal"/>
      <w:pStyle w:val="4"/>
      <w:lvlText w:val="%1.%2.%3.%4"/>
      <w:legacy w:legacy="1" w:legacySpace="144" w:legacyIndent="0"/>
      <w:lvlJc w:val="left"/>
    </w:lvl>
    <w:lvl w:ilvl="4">
      <w:start w:val="1"/>
      <w:numFmt w:val="decimal"/>
      <w:pStyle w:val="5"/>
      <w:lvlText w:val="%1.%2.%3.%4.%5"/>
      <w:legacy w:legacy="1" w:legacySpace="144" w:legacyIndent="0"/>
      <w:lvlJc w:val="left"/>
    </w:lvl>
    <w:lvl w:ilvl="5">
      <w:start w:val="1"/>
      <w:numFmt w:val="decimal"/>
      <w:pStyle w:val="6"/>
      <w:lvlText w:val="%1.%2.%3.%4.%5.%6"/>
      <w:legacy w:legacy="1" w:legacySpace="144" w:legacyIndent="0"/>
      <w:lvlJc w:val="left"/>
    </w:lvl>
    <w:lvl w:ilvl="6">
      <w:start w:val="1"/>
      <w:numFmt w:val="decimal"/>
      <w:pStyle w:val="7"/>
      <w:lvlText w:val="%1.%2.%3.%4.%5.%6.%7"/>
      <w:legacy w:legacy="1" w:legacySpace="144" w:legacyIndent="0"/>
      <w:lvlJc w:val="left"/>
    </w:lvl>
    <w:lvl w:ilvl="7">
      <w:start w:val="1"/>
      <w:numFmt w:val="decimal"/>
      <w:pStyle w:val="8"/>
      <w:lvlText w:val="%1.%2.%3.%4.%5.%6.%7.%8"/>
      <w:legacy w:legacy="1" w:legacySpace="144" w:legacyIndent="0"/>
      <w:lvlJc w:val="left"/>
    </w:lvl>
    <w:lvl w:ilvl="8">
      <w:start w:val="1"/>
      <w:numFmt w:val="decimal"/>
      <w:pStyle w:val="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086527F"/>
    <w:multiLevelType w:val="hybridMultilevel"/>
    <w:tmpl w:val="433CBC6C"/>
    <w:lvl w:ilvl="0" w:tplc="0419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2" w15:restartNumberingAfterBreak="0">
    <w:nsid w:val="03410A1F"/>
    <w:multiLevelType w:val="hybridMultilevel"/>
    <w:tmpl w:val="F35CA7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4A4D57"/>
    <w:multiLevelType w:val="hybridMultilevel"/>
    <w:tmpl w:val="758618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96060E6"/>
    <w:multiLevelType w:val="hybridMultilevel"/>
    <w:tmpl w:val="6878445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0A9A56C1"/>
    <w:multiLevelType w:val="hybridMultilevel"/>
    <w:tmpl w:val="63726AEE"/>
    <w:lvl w:ilvl="0" w:tplc="677EE6E6">
      <w:start w:val="1"/>
      <w:numFmt w:val="decimal"/>
      <w:lvlText w:val="%1)"/>
      <w:lvlJc w:val="left"/>
      <w:pPr>
        <w:ind w:left="107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25914B2"/>
    <w:multiLevelType w:val="hybridMultilevel"/>
    <w:tmpl w:val="628855D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2E06164"/>
    <w:multiLevelType w:val="hybridMultilevel"/>
    <w:tmpl w:val="3F52B2E2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 w15:restartNumberingAfterBreak="0">
    <w:nsid w:val="13EB46B4"/>
    <w:multiLevelType w:val="multilevel"/>
    <w:tmpl w:val="BF68818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2" w:hanging="12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2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2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2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9" w15:restartNumberingAfterBreak="0">
    <w:nsid w:val="154C4147"/>
    <w:multiLevelType w:val="hybridMultilevel"/>
    <w:tmpl w:val="6556F4B8"/>
    <w:lvl w:ilvl="0" w:tplc="D6040B2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28B42F01"/>
    <w:multiLevelType w:val="hybridMultilevel"/>
    <w:tmpl w:val="F40884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 w15:restartNumberingAfterBreak="0">
    <w:nsid w:val="30E62AC8"/>
    <w:multiLevelType w:val="hybridMultilevel"/>
    <w:tmpl w:val="9B66FF0E"/>
    <w:lvl w:ilvl="0" w:tplc="030AED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20007C8" w:tentative="1">
      <w:start w:val="1"/>
      <w:numFmt w:val="lowerLetter"/>
      <w:lvlText w:val="%2."/>
      <w:lvlJc w:val="left"/>
      <w:pPr>
        <w:ind w:left="1440" w:hanging="360"/>
      </w:pPr>
    </w:lvl>
    <w:lvl w:ilvl="2" w:tplc="DF0C7B00" w:tentative="1">
      <w:start w:val="1"/>
      <w:numFmt w:val="lowerRoman"/>
      <w:lvlText w:val="%3."/>
      <w:lvlJc w:val="right"/>
      <w:pPr>
        <w:ind w:left="2160" w:hanging="180"/>
      </w:pPr>
    </w:lvl>
    <w:lvl w:ilvl="3" w:tplc="1BCCDD7C" w:tentative="1">
      <w:start w:val="1"/>
      <w:numFmt w:val="decimal"/>
      <w:lvlText w:val="%4."/>
      <w:lvlJc w:val="left"/>
      <w:pPr>
        <w:ind w:left="2880" w:hanging="360"/>
      </w:pPr>
    </w:lvl>
    <w:lvl w:ilvl="4" w:tplc="67ACA380" w:tentative="1">
      <w:start w:val="1"/>
      <w:numFmt w:val="lowerLetter"/>
      <w:lvlText w:val="%5."/>
      <w:lvlJc w:val="left"/>
      <w:pPr>
        <w:ind w:left="3600" w:hanging="360"/>
      </w:pPr>
    </w:lvl>
    <w:lvl w:ilvl="5" w:tplc="F3C6738A" w:tentative="1">
      <w:start w:val="1"/>
      <w:numFmt w:val="lowerRoman"/>
      <w:lvlText w:val="%6."/>
      <w:lvlJc w:val="right"/>
      <w:pPr>
        <w:ind w:left="4320" w:hanging="180"/>
      </w:pPr>
    </w:lvl>
    <w:lvl w:ilvl="6" w:tplc="F64C862E" w:tentative="1">
      <w:start w:val="1"/>
      <w:numFmt w:val="decimal"/>
      <w:lvlText w:val="%7."/>
      <w:lvlJc w:val="left"/>
      <w:pPr>
        <w:ind w:left="5040" w:hanging="360"/>
      </w:pPr>
    </w:lvl>
    <w:lvl w:ilvl="7" w:tplc="2C2630D2" w:tentative="1">
      <w:start w:val="1"/>
      <w:numFmt w:val="lowerLetter"/>
      <w:lvlText w:val="%8."/>
      <w:lvlJc w:val="left"/>
      <w:pPr>
        <w:ind w:left="5760" w:hanging="360"/>
      </w:pPr>
    </w:lvl>
    <w:lvl w:ilvl="8" w:tplc="5FC232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A825B6"/>
    <w:multiLevelType w:val="hybridMultilevel"/>
    <w:tmpl w:val="75722612"/>
    <w:lvl w:ilvl="0" w:tplc="0419000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40B76A68"/>
    <w:multiLevelType w:val="hybridMultilevel"/>
    <w:tmpl w:val="FA22A1D2"/>
    <w:lvl w:ilvl="0" w:tplc="04190001">
      <w:numFmt w:val="bullet"/>
      <w:lvlText w:val="-"/>
      <w:lvlJc w:val="left"/>
      <w:pPr>
        <w:ind w:left="58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15" w15:restartNumberingAfterBreak="0">
    <w:nsid w:val="451E4D66"/>
    <w:multiLevelType w:val="hybridMultilevel"/>
    <w:tmpl w:val="20A247BE"/>
    <w:lvl w:ilvl="0" w:tplc="883874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497605D5"/>
    <w:multiLevelType w:val="hybridMultilevel"/>
    <w:tmpl w:val="F9B8B1E8"/>
    <w:lvl w:ilvl="0" w:tplc="9334BE2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4B247222"/>
    <w:multiLevelType w:val="hybridMultilevel"/>
    <w:tmpl w:val="B332399A"/>
    <w:lvl w:ilvl="0" w:tplc="5CE4FDF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506E400C"/>
    <w:multiLevelType w:val="hybridMultilevel"/>
    <w:tmpl w:val="B28058B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565833FA"/>
    <w:multiLevelType w:val="hybridMultilevel"/>
    <w:tmpl w:val="827C3716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0" w15:restartNumberingAfterBreak="0">
    <w:nsid w:val="56862953"/>
    <w:multiLevelType w:val="hybridMultilevel"/>
    <w:tmpl w:val="BAD89A56"/>
    <w:lvl w:ilvl="0" w:tplc="816A50A2">
      <w:start w:val="1"/>
      <w:numFmt w:val="decimal"/>
      <w:lvlText w:val="%1."/>
      <w:lvlJc w:val="left"/>
      <w:pPr>
        <w:ind w:left="1744" w:hanging="1035"/>
      </w:pPr>
      <w:rPr>
        <w:rFonts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5CE86D00"/>
    <w:multiLevelType w:val="hybridMultilevel"/>
    <w:tmpl w:val="6E22682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5E44298E"/>
    <w:multiLevelType w:val="hybridMultilevel"/>
    <w:tmpl w:val="FF5AB5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60CE77C5"/>
    <w:multiLevelType w:val="hybridMultilevel"/>
    <w:tmpl w:val="3572BB86"/>
    <w:lvl w:ilvl="0" w:tplc="9F3668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61C45EDC"/>
    <w:multiLevelType w:val="hybridMultilevel"/>
    <w:tmpl w:val="A1EA3236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5" w15:restartNumberingAfterBreak="0">
    <w:nsid w:val="6A551500"/>
    <w:multiLevelType w:val="hybridMultilevel"/>
    <w:tmpl w:val="3F72814E"/>
    <w:lvl w:ilvl="0" w:tplc="30D276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6BE74841"/>
    <w:multiLevelType w:val="hybridMultilevel"/>
    <w:tmpl w:val="37D6819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 w15:restartNumberingAfterBreak="0">
    <w:nsid w:val="6F46170E"/>
    <w:multiLevelType w:val="hybridMultilevel"/>
    <w:tmpl w:val="71B47FD8"/>
    <w:lvl w:ilvl="0" w:tplc="2A5EBC42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72A27BFA"/>
    <w:multiLevelType w:val="hybridMultilevel"/>
    <w:tmpl w:val="DBF84FC8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9" w15:restartNumberingAfterBreak="0">
    <w:nsid w:val="77FE23E9"/>
    <w:multiLevelType w:val="hybridMultilevel"/>
    <w:tmpl w:val="97C2714C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0" w15:restartNumberingAfterBreak="0">
    <w:nsid w:val="78941616"/>
    <w:multiLevelType w:val="hybridMultilevel"/>
    <w:tmpl w:val="6526C9F8"/>
    <w:lvl w:ilvl="0" w:tplc="04190001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789" w:hanging="360"/>
      </w:pPr>
    </w:lvl>
    <w:lvl w:ilvl="2" w:tplc="04190005" w:tentative="1">
      <w:start w:val="1"/>
      <w:numFmt w:val="lowerRoman"/>
      <w:lvlText w:val="%3."/>
      <w:lvlJc w:val="right"/>
      <w:pPr>
        <w:ind w:left="2509" w:hanging="180"/>
      </w:pPr>
    </w:lvl>
    <w:lvl w:ilvl="3" w:tplc="04190001" w:tentative="1">
      <w:start w:val="1"/>
      <w:numFmt w:val="decimal"/>
      <w:lvlText w:val="%4."/>
      <w:lvlJc w:val="left"/>
      <w:pPr>
        <w:ind w:left="3229" w:hanging="360"/>
      </w:pPr>
    </w:lvl>
    <w:lvl w:ilvl="4" w:tplc="04190003" w:tentative="1">
      <w:start w:val="1"/>
      <w:numFmt w:val="lowerLetter"/>
      <w:lvlText w:val="%5."/>
      <w:lvlJc w:val="left"/>
      <w:pPr>
        <w:ind w:left="3949" w:hanging="360"/>
      </w:pPr>
    </w:lvl>
    <w:lvl w:ilvl="5" w:tplc="04190005" w:tentative="1">
      <w:start w:val="1"/>
      <w:numFmt w:val="lowerRoman"/>
      <w:lvlText w:val="%6."/>
      <w:lvlJc w:val="right"/>
      <w:pPr>
        <w:ind w:left="4669" w:hanging="180"/>
      </w:pPr>
    </w:lvl>
    <w:lvl w:ilvl="6" w:tplc="04190001" w:tentative="1">
      <w:start w:val="1"/>
      <w:numFmt w:val="decimal"/>
      <w:lvlText w:val="%7."/>
      <w:lvlJc w:val="left"/>
      <w:pPr>
        <w:ind w:left="5389" w:hanging="360"/>
      </w:pPr>
    </w:lvl>
    <w:lvl w:ilvl="7" w:tplc="04190003" w:tentative="1">
      <w:start w:val="1"/>
      <w:numFmt w:val="lowerLetter"/>
      <w:lvlText w:val="%8."/>
      <w:lvlJc w:val="left"/>
      <w:pPr>
        <w:ind w:left="6109" w:hanging="360"/>
      </w:pPr>
    </w:lvl>
    <w:lvl w:ilvl="8" w:tplc="04190005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7AEB63D2"/>
    <w:multiLevelType w:val="hybridMultilevel"/>
    <w:tmpl w:val="CF408184"/>
    <w:lvl w:ilvl="0" w:tplc="7B3C28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7C052F15"/>
    <w:multiLevelType w:val="singleLevel"/>
    <w:tmpl w:val="E890929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 w15:restartNumberingAfterBreak="0">
    <w:nsid w:val="7DD22CAB"/>
    <w:multiLevelType w:val="hybridMultilevel"/>
    <w:tmpl w:val="C4E8AD18"/>
    <w:lvl w:ilvl="0" w:tplc="854424D8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B81ED3AE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79CCE894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79EF8E4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E57EA96A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D4BCDBB2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CBDA1C64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8DF67944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AA66B346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</w:num>
  <w:num w:numId="3">
    <w:abstractNumId w:val="9"/>
  </w:num>
  <w:num w:numId="4">
    <w:abstractNumId w:val="17"/>
  </w:num>
  <w:num w:numId="5">
    <w:abstractNumId w:val="8"/>
  </w:num>
  <w:num w:numId="6">
    <w:abstractNumId w:val="32"/>
  </w:num>
  <w:num w:numId="7">
    <w:abstractNumId w:val="21"/>
  </w:num>
  <w:num w:numId="8">
    <w:abstractNumId w:val="26"/>
  </w:num>
  <w:num w:numId="9">
    <w:abstractNumId w:val="4"/>
  </w:num>
  <w:num w:numId="10">
    <w:abstractNumId w:val="18"/>
  </w:num>
  <w:num w:numId="11">
    <w:abstractNumId w:val="3"/>
  </w:num>
  <w:num w:numId="12">
    <w:abstractNumId w:val="12"/>
  </w:num>
  <w:num w:numId="13">
    <w:abstractNumId w:val="14"/>
  </w:num>
  <w:num w:numId="14">
    <w:abstractNumId w:val="1"/>
  </w:num>
  <w:num w:numId="15">
    <w:abstractNumId w:val="22"/>
  </w:num>
  <w:num w:numId="16">
    <w:abstractNumId w:val="33"/>
  </w:num>
  <w:num w:numId="17">
    <w:abstractNumId w:val="2"/>
  </w:num>
  <w:num w:numId="18">
    <w:abstractNumId w:val="24"/>
  </w:num>
  <w:num w:numId="19">
    <w:abstractNumId w:val="16"/>
  </w:num>
  <w:num w:numId="20">
    <w:abstractNumId w:val="10"/>
  </w:num>
  <w:num w:numId="21">
    <w:abstractNumId w:val="13"/>
  </w:num>
  <w:num w:numId="22">
    <w:abstractNumId w:val="30"/>
  </w:num>
  <w:num w:numId="23">
    <w:abstractNumId w:val="11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29"/>
  </w:num>
  <w:num w:numId="26">
    <w:abstractNumId w:val="27"/>
  </w:num>
  <w:num w:numId="27">
    <w:abstractNumId w:val="20"/>
  </w:num>
  <w:num w:numId="28">
    <w:abstractNumId w:val="25"/>
  </w:num>
  <w:num w:numId="29">
    <w:abstractNumId w:val="28"/>
  </w:num>
  <w:num w:numId="30">
    <w:abstractNumId w:val="31"/>
  </w:num>
  <w:num w:numId="31">
    <w:abstractNumId w:val="5"/>
  </w:num>
  <w:num w:numId="32">
    <w:abstractNumId w:val="19"/>
  </w:num>
  <w:num w:numId="33">
    <w:abstractNumId w:val="7"/>
  </w:num>
  <w:num w:numId="34">
    <w:abstractNumId w:val="15"/>
  </w:num>
  <w:num w:numId="3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activeWritingStyle w:appName="MSWord" w:lang="ru-RU" w:vendorID="1" w:dllVersion="512" w:checkStyle="1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7p2zhpj2J8XJP67seEUmXlQdkCo=" w:salt="sTHfEHX+dRwTVo0P549zFw=="/>
  <w:defaultTabStop w:val="709"/>
  <w:hyphenationZone w:val="426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58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0C42"/>
    <w:rsid w:val="00000F20"/>
    <w:rsid w:val="0000614F"/>
    <w:rsid w:val="0000667A"/>
    <w:rsid w:val="000118B9"/>
    <w:rsid w:val="00016E55"/>
    <w:rsid w:val="00023DDA"/>
    <w:rsid w:val="000245E5"/>
    <w:rsid w:val="0002641D"/>
    <w:rsid w:val="0003404E"/>
    <w:rsid w:val="00044538"/>
    <w:rsid w:val="000540A0"/>
    <w:rsid w:val="00060FA1"/>
    <w:rsid w:val="00062C52"/>
    <w:rsid w:val="0006358C"/>
    <w:rsid w:val="00064DB1"/>
    <w:rsid w:val="00067449"/>
    <w:rsid w:val="00067D21"/>
    <w:rsid w:val="000730B0"/>
    <w:rsid w:val="00075936"/>
    <w:rsid w:val="00077A55"/>
    <w:rsid w:val="00082651"/>
    <w:rsid w:val="0009044C"/>
    <w:rsid w:val="000909FE"/>
    <w:rsid w:val="00091031"/>
    <w:rsid w:val="0009120E"/>
    <w:rsid w:val="00091319"/>
    <w:rsid w:val="0009272A"/>
    <w:rsid w:val="000948C5"/>
    <w:rsid w:val="000A0FC5"/>
    <w:rsid w:val="000A1208"/>
    <w:rsid w:val="000A21D4"/>
    <w:rsid w:val="000A40FD"/>
    <w:rsid w:val="000A6606"/>
    <w:rsid w:val="000A74B6"/>
    <w:rsid w:val="000A7D83"/>
    <w:rsid w:val="000B21C9"/>
    <w:rsid w:val="000C4D91"/>
    <w:rsid w:val="000D0661"/>
    <w:rsid w:val="000D2F83"/>
    <w:rsid w:val="000D4043"/>
    <w:rsid w:val="000D5F77"/>
    <w:rsid w:val="000E39BB"/>
    <w:rsid w:val="000E5CD8"/>
    <w:rsid w:val="000F2695"/>
    <w:rsid w:val="000F65AB"/>
    <w:rsid w:val="000F65F9"/>
    <w:rsid w:val="0010482C"/>
    <w:rsid w:val="001073BD"/>
    <w:rsid w:val="00112075"/>
    <w:rsid w:val="0011503B"/>
    <w:rsid w:val="00120603"/>
    <w:rsid w:val="00120F97"/>
    <w:rsid w:val="00121E1F"/>
    <w:rsid w:val="00121E77"/>
    <w:rsid w:val="00121F2A"/>
    <w:rsid w:val="00126E95"/>
    <w:rsid w:val="001279B3"/>
    <w:rsid w:val="001305FD"/>
    <w:rsid w:val="00134FC3"/>
    <w:rsid w:val="001361E5"/>
    <w:rsid w:val="00137CA8"/>
    <w:rsid w:val="0014155F"/>
    <w:rsid w:val="001441E9"/>
    <w:rsid w:val="0014620F"/>
    <w:rsid w:val="00146FC1"/>
    <w:rsid w:val="00154520"/>
    <w:rsid w:val="001616F0"/>
    <w:rsid w:val="00172CF6"/>
    <w:rsid w:val="0017512F"/>
    <w:rsid w:val="001778C5"/>
    <w:rsid w:val="0018163E"/>
    <w:rsid w:val="00182BA5"/>
    <w:rsid w:val="00182CA8"/>
    <w:rsid w:val="00185971"/>
    <w:rsid w:val="001861C8"/>
    <w:rsid w:val="00187A42"/>
    <w:rsid w:val="00193642"/>
    <w:rsid w:val="0019441D"/>
    <w:rsid w:val="00196D8A"/>
    <w:rsid w:val="001B09EE"/>
    <w:rsid w:val="001B1F4B"/>
    <w:rsid w:val="001B5AC4"/>
    <w:rsid w:val="001B6DC3"/>
    <w:rsid w:val="001C3C2C"/>
    <w:rsid w:val="001C5FCA"/>
    <w:rsid w:val="001C7170"/>
    <w:rsid w:val="001D0969"/>
    <w:rsid w:val="001D1A7B"/>
    <w:rsid w:val="001D7D10"/>
    <w:rsid w:val="001E3A03"/>
    <w:rsid w:val="001E3B03"/>
    <w:rsid w:val="001E5906"/>
    <w:rsid w:val="001E7EF9"/>
    <w:rsid w:val="001F1283"/>
    <w:rsid w:val="001F4521"/>
    <w:rsid w:val="001F4C6C"/>
    <w:rsid w:val="00200586"/>
    <w:rsid w:val="002014DC"/>
    <w:rsid w:val="00201787"/>
    <w:rsid w:val="00203AF8"/>
    <w:rsid w:val="00205BB6"/>
    <w:rsid w:val="002103DA"/>
    <w:rsid w:val="0021467F"/>
    <w:rsid w:val="0021519F"/>
    <w:rsid w:val="0023457A"/>
    <w:rsid w:val="00234B60"/>
    <w:rsid w:val="002361A3"/>
    <w:rsid w:val="00237F94"/>
    <w:rsid w:val="00242067"/>
    <w:rsid w:val="00246AC4"/>
    <w:rsid w:val="0026324C"/>
    <w:rsid w:val="002648DF"/>
    <w:rsid w:val="002734EE"/>
    <w:rsid w:val="00273718"/>
    <w:rsid w:val="00275952"/>
    <w:rsid w:val="002807AE"/>
    <w:rsid w:val="00280AEF"/>
    <w:rsid w:val="00283264"/>
    <w:rsid w:val="00285B3F"/>
    <w:rsid w:val="0028651F"/>
    <w:rsid w:val="0029364F"/>
    <w:rsid w:val="0029564C"/>
    <w:rsid w:val="002966B0"/>
    <w:rsid w:val="00297FB3"/>
    <w:rsid w:val="002A05AE"/>
    <w:rsid w:val="002A0A63"/>
    <w:rsid w:val="002A0B18"/>
    <w:rsid w:val="002A1C25"/>
    <w:rsid w:val="002A357E"/>
    <w:rsid w:val="002A65D0"/>
    <w:rsid w:val="002B7215"/>
    <w:rsid w:val="002C0A41"/>
    <w:rsid w:val="002C1D05"/>
    <w:rsid w:val="002C21B0"/>
    <w:rsid w:val="002C262C"/>
    <w:rsid w:val="002C46D3"/>
    <w:rsid w:val="002C4FE7"/>
    <w:rsid w:val="002C5FBA"/>
    <w:rsid w:val="002D2618"/>
    <w:rsid w:val="002D2DA6"/>
    <w:rsid w:val="002D334B"/>
    <w:rsid w:val="002D5801"/>
    <w:rsid w:val="002D5F96"/>
    <w:rsid w:val="002D7AAD"/>
    <w:rsid w:val="002E6283"/>
    <w:rsid w:val="002E719A"/>
    <w:rsid w:val="002F1813"/>
    <w:rsid w:val="002F1F68"/>
    <w:rsid w:val="0030716F"/>
    <w:rsid w:val="0031127A"/>
    <w:rsid w:val="00311F2A"/>
    <w:rsid w:val="00312FF6"/>
    <w:rsid w:val="00315BB3"/>
    <w:rsid w:val="00316AA1"/>
    <w:rsid w:val="00323C22"/>
    <w:rsid w:val="00331488"/>
    <w:rsid w:val="00332005"/>
    <w:rsid w:val="00334DE5"/>
    <w:rsid w:val="00335237"/>
    <w:rsid w:val="00336B3C"/>
    <w:rsid w:val="00346C6E"/>
    <w:rsid w:val="003472EE"/>
    <w:rsid w:val="003479E7"/>
    <w:rsid w:val="00350FA2"/>
    <w:rsid w:val="00352D3A"/>
    <w:rsid w:val="00355BD8"/>
    <w:rsid w:val="0035618B"/>
    <w:rsid w:val="00360BB2"/>
    <w:rsid w:val="00362216"/>
    <w:rsid w:val="00363218"/>
    <w:rsid w:val="0036365B"/>
    <w:rsid w:val="003669A4"/>
    <w:rsid w:val="0037135A"/>
    <w:rsid w:val="00377FDF"/>
    <w:rsid w:val="003907E1"/>
    <w:rsid w:val="00390E9F"/>
    <w:rsid w:val="003912FC"/>
    <w:rsid w:val="00392D8B"/>
    <w:rsid w:val="003945D9"/>
    <w:rsid w:val="003A3E20"/>
    <w:rsid w:val="003B0001"/>
    <w:rsid w:val="003B05A8"/>
    <w:rsid w:val="003B07F1"/>
    <w:rsid w:val="003B1405"/>
    <w:rsid w:val="003B506A"/>
    <w:rsid w:val="003B57BA"/>
    <w:rsid w:val="003B6EBF"/>
    <w:rsid w:val="003C0740"/>
    <w:rsid w:val="003C08F3"/>
    <w:rsid w:val="003C15C8"/>
    <w:rsid w:val="003C4859"/>
    <w:rsid w:val="003C5867"/>
    <w:rsid w:val="003D001A"/>
    <w:rsid w:val="003D7FA4"/>
    <w:rsid w:val="003E33AC"/>
    <w:rsid w:val="003E78BE"/>
    <w:rsid w:val="003F1060"/>
    <w:rsid w:val="003F1162"/>
    <w:rsid w:val="003F13D5"/>
    <w:rsid w:val="003F6F55"/>
    <w:rsid w:val="00401347"/>
    <w:rsid w:val="0040233A"/>
    <w:rsid w:val="004034B6"/>
    <w:rsid w:val="00403627"/>
    <w:rsid w:val="004077D8"/>
    <w:rsid w:val="00410837"/>
    <w:rsid w:val="004136AF"/>
    <w:rsid w:val="00413D4D"/>
    <w:rsid w:val="004167E4"/>
    <w:rsid w:val="00422D97"/>
    <w:rsid w:val="0042421D"/>
    <w:rsid w:val="00425934"/>
    <w:rsid w:val="0043118D"/>
    <w:rsid w:val="00432275"/>
    <w:rsid w:val="00440E11"/>
    <w:rsid w:val="00443EEF"/>
    <w:rsid w:val="00444B33"/>
    <w:rsid w:val="00447781"/>
    <w:rsid w:val="004541E6"/>
    <w:rsid w:val="004554EC"/>
    <w:rsid w:val="004569A9"/>
    <w:rsid w:val="00457769"/>
    <w:rsid w:val="00460331"/>
    <w:rsid w:val="0046149F"/>
    <w:rsid w:val="00462782"/>
    <w:rsid w:val="00467594"/>
    <w:rsid w:val="00471DFA"/>
    <w:rsid w:val="00475283"/>
    <w:rsid w:val="00475A9A"/>
    <w:rsid w:val="00480AF5"/>
    <w:rsid w:val="00484623"/>
    <w:rsid w:val="00487574"/>
    <w:rsid w:val="004930B7"/>
    <w:rsid w:val="00494700"/>
    <w:rsid w:val="004A26EC"/>
    <w:rsid w:val="004A3AC1"/>
    <w:rsid w:val="004A55AF"/>
    <w:rsid w:val="004A603B"/>
    <w:rsid w:val="004A7A6B"/>
    <w:rsid w:val="004B0819"/>
    <w:rsid w:val="004B4C02"/>
    <w:rsid w:val="004B6365"/>
    <w:rsid w:val="004C08F3"/>
    <w:rsid w:val="004C1652"/>
    <w:rsid w:val="004C39B0"/>
    <w:rsid w:val="004C53CA"/>
    <w:rsid w:val="004C5EAE"/>
    <w:rsid w:val="004C6116"/>
    <w:rsid w:val="004C7CE8"/>
    <w:rsid w:val="004D0E8F"/>
    <w:rsid w:val="004D1427"/>
    <w:rsid w:val="004D2201"/>
    <w:rsid w:val="004D3185"/>
    <w:rsid w:val="004D4C4E"/>
    <w:rsid w:val="004E09FA"/>
    <w:rsid w:val="004E1171"/>
    <w:rsid w:val="004E128C"/>
    <w:rsid w:val="004E3979"/>
    <w:rsid w:val="004F0AD1"/>
    <w:rsid w:val="004F0D03"/>
    <w:rsid w:val="004F532D"/>
    <w:rsid w:val="004F6057"/>
    <w:rsid w:val="005208A5"/>
    <w:rsid w:val="005229DA"/>
    <w:rsid w:val="00525000"/>
    <w:rsid w:val="0052548D"/>
    <w:rsid w:val="005273EC"/>
    <w:rsid w:val="00530230"/>
    <w:rsid w:val="00530662"/>
    <w:rsid w:val="0054131A"/>
    <w:rsid w:val="00541A5C"/>
    <w:rsid w:val="00542BE2"/>
    <w:rsid w:val="00554F44"/>
    <w:rsid w:val="005562F1"/>
    <w:rsid w:val="00557ABC"/>
    <w:rsid w:val="0056530F"/>
    <w:rsid w:val="00565CF1"/>
    <w:rsid w:val="00566817"/>
    <w:rsid w:val="005671D0"/>
    <w:rsid w:val="00570D8B"/>
    <w:rsid w:val="00574EAB"/>
    <w:rsid w:val="005754AE"/>
    <w:rsid w:val="005772E2"/>
    <w:rsid w:val="00582735"/>
    <w:rsid w:val="00582CC3"/>
    <w:rsid w:val="00586717"/>
    <w:rsid w:val="00590C18"/>
    <w:rsid w:val="00592977"/>
    <w:rsid w:val="005964B9"/>
    <w:rsid w:val="005971FC"/>
    <w:rsid w:val="005A5580"/>
    <w:rsid w:val="005B3863"/>
    <w:rsid w:val="005B6DC5"/>
    <w:rsid w:val="005B79F5"/>
    <w:rsid w:val="005C14DB"/>
    <w:rsid w:val="005C363D"/>
    <w:rsid w:val="005C770F"/>
    <w:rsid w:val="005C7E7B"/>
    <w:rsid w:val="005D2381"/>
    <w:rsid w:val="005D5C09"/>
    <w:rsid w:val="005E4980"/>
    <w:rsid w:val="005F42A7"/>
    <w:rsid w:val="00601909"/>
    <w:rsid w:val="00601B74"/>
    <w:rsid w:val="00602033"/>
    <w:rsid w:val="00602B24"/>
    <w:rsid w:val="00603F3D"/>
    <w:rsid w:val="00605331"/>
    <w:rsid w:val="00605C4B"/>
    <w:rsid w:val="00611DB3"/>
    <w:rsid w:val="006131BF"/>
    <w:rsid w:val="00614432"/>
    <w:rsid w:val="0061743D"/>
    <w:rsid w:val="0061762F"/>
    <w:rsid w:val="00620975"/>
    <w:rsid w:val="00623004"/>
    <w:rsid w:val="0062311B"/>
    <w:rsid w:val="0062320A"/>
    <w:rsid w:val="00626A98"/>
    <w:rsid w:val="00630F4D"/>
    <w:rsid w:val="0063130A"/>
    <w:rsid w:val="00631628"/>
    <w:rsid w:val="0063378B"/>
    <w:rsid w:val="00633C81"/>
    <w:rsid w:val="00634093"/>
    <w:rsid w:val="00647E89"/>
    <w:rsid w:val="00652B07"/>
    <w:rsid w:val="0065691B"/>
    <w:rsid w:val="00660768"/>
    <w:rsid w:val="00661240"/>
    <w:rsid w:val="0066315E"/>
    <w:rsid w:val="00663E87"/>
    <w:rsid w:val="006654A5"/>
    <w:rsid w:val="00666DD3"/>
    <w:rsid w:val="006714FF"/>
    <w:rsid w:val="00671752"/>
    <w:rsid w:val="00685DF7"/>
    <w:rsid w:val="00686634"/>
    <w:rsid w:val="00690CCF"/>
    <w:rsid w:val="00694129"/>
    <w:rsid w:val="006972E6"/>
    <w:rsid w:val="006A0A17"/>
    <w:rsid w:val="006A23A7"/>
    <w:rsid w:val="006B4FDC"/>
    <w:rsid w:val="006B66DA"/>
    <w:rsid w:val="006B685B"/>
    <w:rsid w:val="006C1E4F"/>
    <w:rsid w:val="006C4587"/>
    <w:rsid w:val="006D0F0E"/>
    <w:rsid w:val="006E33B1"/>
    <w:rsid w:val="006E439F"/>
    <w:rsid w:val="006E4C22"/>
    <w:rsid w:val="006E676D"/>
    <w:rsid w:val="006F0C42"/>
    <w:rsid w:val="006F2754"/>
    <w:rsid w:val="006F2E52"/>
    <w:rsid w:val="006F301D"/>
    <w:rsid w:val="006F698F"/>
    <w:rsid w:val="007002BE"/>
    <w:rsid w:val="007017B0"/>
    <w:rsid w:val="00703D79"/>
    <w:rsid w:val="00710078"/>
    <w:rsid w:val="00712BA9"/>
    <w:rsid w:val="0071363A"/>
    <w:rsid w:val="007165CB"/>
    <w:rsid w:val="00725169"/>
    <w:rsid w:val="0073172C"/>
    <w:rsid w:val="007333CC"/>
    <w:rsid w:val="00735C17"/>
    <w:rsid w:val="00741C9D"/>
    <w:rsid w:val="00741EE7"/>
    <w:rsid w:val="007420CD"/>
    <w:rsid w:val="00743207"/>
    <w:rsid w:val="00750D90"/>
    <w:rsid w:val="00752127"/>
    <w:rsid w:val="00756F54"/>
    <w:rsid w:val="00757D02"/>
    <w:rsid w:val="007631BC"/>
    <w:rsid w:val="00763921"/>
    <w:rsid w:val="00766EC5"/>
    <w:rsid w:val="00771F51"/>
    <w:rsid w:val="00773AE6"/>
    <w:rsid w:val="007825AD"/>
    <w:rsid w:val="0078266C"/>
    <w:rsid w:val="007836D6"/>
    <w:rsid w:val="0078688A"/>
    <w:rsid w:val="00787640"/>
    <w:rsid w:val="007909CD"/>
    <w:rsid w:val="00790F08"/>
    <w:rsid w:val="00797FD3"/>
    <w:rsid w:val="007A01DD"/>
    <w:rsid w:val="007A1E6F"/>
    <w:rsid w:val="007A28D2"/>
    <w:rsid w:val="007B7B53"/>
    <w:rsid w:val="007C2D1B"/>
    <w:rsid w:val="007C500B"/>
    <w:rsid w:val="007C5E27"/>
    <w:rsid w:val="007D18A8"/>
    <w:rsid w:val="007D1B7A"/>
    <w:rsid w:val="007D420F"/>
    <w:rsid w:val="007D5955"/>
    <w:rsid w:val="007D7C76"/>
    <w:rsid w:val="007E092F"/>
    <w:rsid w:val="007E3740"/>
    <w:rsid w:val="007F2807"/>
    <w:rsid w:val="007F460A"/>
    <w:rsid w:val="007F4D0E"/>
    <w:rsid w:val="007F57F7"/>
    <w:rsid w:val="00810215"/>
    <w:rsid w:val="0081034C"/>
    <w:rsid w:val="00810716"/>
    <w:rsid w:val="00812E96"/>
    <w:rsid w:val="00814DB8"/>
    <w:rsid w:val="00814F4D"/>
    <w:rsid w:val="00816370"/>
    <w:rsid w:val="0081745B"/>
    <w:rsid w:val="00820B78"/>
    <w:rsid w:val="0082261E"/>
    <w:rsid w:val="0082438F"/>
    <w:rsid w:val="00824EEE"/>
    <w:rsid w:val="008251A5"/>
    <w:rsid w:val="008262C2"/>
    <w:rsid w:val="008300A0"/>
    <w:rsid w:val="00830625"/>
    <w:rsid w:val="00830D20"/>
    <w:rsid w:val="00832D77"/>
    <w:rsid w:val="00833F4B"/>
    <w:rsid w:val="0083797B"/>
    <w:rsid w:val="00843A10"/>
    <w:rsid w:val="008471FC"/>
    <w:rsid w:val="008519F6"/>
    <w:rsid w:val="008525FC"/>
    <w:rsid w:val="00855491"/>
    <w:rsid w:val="00855B59"/>
    <w:rsid w:val="00855C9A"/>
    <w:rsid w:val="00855E16"/>
    <w:rsid w:val="008571EE"/>
    <w:rsid w:val="00857CAD"/>
    <w:rsid w:val="00862A0D"/>
    <w:rsid w:val="008642D3"/>
    <w:rsid w:val="0087252A"/>
    <w:rsid w:val="00872605"/>
    <w:rsid w:val="008744F2"/>
    <w:rsid w:val="00875A5E"/>
    <w:rsid w:val="00875AFF"/>
    <w:rsid w:val="00876220"/>
    <w:rsid w:val="00876EF3"/>
    <w:rsid w:val="00880FCB"/>
    <w:rsid w:val="00881228"/>
    <w:rsid w:val="00883847"/>
    <w:rsid w:val="00887341"/>
    <w:rsid w:val="008960AF"/>
    <w:rsid w:val="00896209"/>
    <w:rsid w:val="008A0CB2"/>
    <w:rsid w:val="008A3D5D"/>
    <w:rsid w:val="008C25C1"/>
    <w:rsid w:val="008C5F02"/>
    <w:rsid w:val="008C746A"/>
    <w:rsid w:val="008C7F25"/>
    <w:rsid w:val="008D391E"/>
    <w:rsid w:val="008D4DD5"/>
    <w:rsid w:val="008D521C"/>
    <w:rsid w:val="008E02DD"/>
    <w:rsid w:val="008E0F04"/>
    <w:rsid w:val="008E2184"/>
    <w:rsid w:val="008E7269"/>
    <w:rsid w:val="008E74ED"/>
    <w:rsid w:val="008E7674"/>
    <w:rsid w:val="008F01CB"/>
    <w:rsid w:val="008F3BB8"/>
    <w:rsid w:val="008F4A46"/>
    <w:rsid w:val="008F67C4"/>
    <w:rsid w:val="008F7CDE"/>
    <w:rsid w:val="00901D57"/>
    <w:rsid w:val="00903C87"/>
    <w:rsid w:val="00903DE4"/>
    <w:rsid w:val="009052BB"/>
    <w:rsid w:val="00913ACC"/>
    <w:rsid w:val="00916820"/>
    <w:rsid w:val="009202DA"/>
    <w:rsid w:val="00926E61"/>
    <w:rsid w:val="009275D6"/>
    <w:rsid w:val="0093480F"/>
    <w:rsid w:val="009357B2"/>
    <w:rsid w:val="00935FAE"/>
    <w:rsid w:val="00941165"/>
    <w:rsid w:val="00942226"/>
    <w:rsid w:val="0094222D"/>
    <w:rsid w:val="00954F78"/>
    <w:rsid w:val="009613E1"/>
    <w:rsid w:val="009709D1"/>
    <w:rsid w:val="00970BD5"/>
    <w:rsid w:val="00977DF8"/>
    <w:rsid w:val="00980D8F"/>
    <w:rsid w:val="00984A6A"/>
    <w:rsid w:val="00984C24"/>
    <w:rsid w:val="00985FCB"/>
    <w:rsid w:val="009900B1"/>
    <w:rsid w:val="0099154C"/>
    <w:rsid w:val="00992277"/>
    <w:rsid w:val="00995125"/>
    <w:rsid w:val="009955BB"/>
    <w:rsid w:val="009962E7"/>
    <w:rsid w:val="009A3FD1"/>
    <w:rsid w:val="009A5F90"/>
    <w:rsid w:val="009A7E14"/>
    <w:rsid w:val="009B1C79"/>
    <w:rsid w:val="009B33B8"/>
    <w:rsid w:val="009B4683"/>
    <w:rsid w:val="009B6088"/>
    <w:rsid w:val="009B65A8"/>
    <w:rsid w:val="009C02A4"/>
    <w:rsid w:val="009C4ADA"/>
    <w:rsid w:val="009C5506"/>
    <w:rsid w:val="009C56C7"/>
    <w:rsid w:val="009C59C2"/>
    <w:rsid w:val="009D094C"/>
    <w:rsid w:val="009D217B"/>
    <w:rsid w:val="009D41B9"/>
    <w:rsid w:val="009D74C2"/>
    <w:rsid w:val="009E01FE"/>
    <w:rsid w:val="009E0883"/>
    <w:rsid w:val="009E2422"/>
    <w:rsid w:val="009E25C4"/>
    <w:rsid w:val="009E7A28"/>
    <w:rsid w:val="009E7EE7"/>
    <w:rsid w:val="009F44B5"/>
    <w:rsid w:val="009F4F93"/>
    <w:rsid w:val="00A010A0"/>
    <w:rsid w:val="00A0299A"/>
    <w:rsid w:val="00A05587"/>
    <w:rsid w:val="00A11367"/>
    <w:rsid w:val="00A113A6"/>
    <w:rsid w:val="00A11C1D"/>
    <w:rsid w:val="00A11EB2"/>
    <w:rsid w:val="00A14B33"/>
    <w:rsid w:val="00A1582A"/>
    <w:rsid w:val="00A20572"/>
    <w:rsid w:val="00A24F95"/>
    <w:rsid w:val="00A25540"/>
    <w:rsid w:val="00A257DA"/>
    <w:rsid w:val="00A304E5"/>
    <w:rsid w:val="00A35347"/>
    <w:rsid w:val="00A3765E"/>
    <w:rsid w:val="00A378A0"/>
    <w:rsid w:val="00A40D66"/>
    <w:rsid w:val="00A447FF"/>
    <w:rsid w:val="00A54A67"/>
    <w:rsid w:val="00A5512F"/>
    <w:rsid w:val="00A61677"/>
    <w:rsid w:val="00A6671E"/>
    <w:rsid w:val="00A66ABD"/>
    <w:rsid w:val="00A71092"/>
    <w:rsid w:val="00A7124B"/>
    <w:rsid w:val="00A71F10"/>
    <w:rsid w:val="00A729D5"/>
    <w:rsid w:val="00A820A9"/>
    <w:rsid w:val="00A86B24"/>
    <w:rsid w:val="00A9176D"/>
    <w:rsid w:val="00A94BAB"/>
    <w:rsid w:val="00A954C7"/>
    <w:rsid w:val="00AA0D0D"/>
    <w:rsid w:val="00AA22BF"/>
    <w:rsid w:val="00AA532C"/>
    <w:rsid w:val="00AA59B1"/>
    <w:rsid w:val="00AB2228"/>
    <w:rsid w:val="00AB2D89"/>
    <w:rsid w:val="00AB5F2B"/>
    <w:rsid w:val="00AB75DB"/>
    <w:rsid w:val="00AC293E"/>
    <w:rsid w:val="00AC2BD2"/>
    <w:rsid w:val="00AC7424"/>
    <w:rsid w:val="00AD1141"/>
    <w:rsid w:val="00AD1A75"/>
    <w:rsid w:val="00AD3EF1"/>
    <w:rsid w:val="00AD59E1"/>
    <w:rsid w:val="00AD61FF"/>
    <w:rsid w:val="00AE1A10"/>
    <w:rsid w:val="00AE5809"/>
    <w:rsid w:val="00AF0617"/>
    <w:rsid w:val="00AF28AB"/>
    <w:rsid w:val="00AF5655"/>
    <w:rsid w:val="00B04C36"/>
    <w:rsid w:val="00B050D2"/>
    <w:rsid w:val="00B06BC0"/>
    <w:rsid w:val="00B070F4"/>
    <w:rsid w:val="00B11881"/>
    <w:rsid w:val="00B1543B"/>
    <w:rsid w:val="00B16A82"/>
    <w:rsid w:val="00B16D91"/>
    <w:rsid w:val="00B248F5"/>
    <w:rsid w:val="00B253B5"/>
    <w:rsid w:val="00B25E2C"/>
    <w:rsid w:val="00B31F84"/>
    <w:rsid w:val="00B4194E"/>
    <w:rsid w:val="00B44E0E"/>
    <w:rsid w:val="00B5061C"/>
    <w:rsid w:val="00B54A61"/>
    <w:rsid w:val="00B63D43"/>
    <w:rsid w:val="00B64361"/>
    <w:rsid w:val="00B71C06"/>
    <w:rsid w:val="00B72C31"/>
    <w:rsid w:val="00B76345"/>
    <w:rsid w:val="00B77947"/>
    <w:rsid w:val="00B84FD6"/>
    <w:rsid w:val="00B85932"/>
    <w:rsid w:val="00B86518"/>
    <w:rsid w:val="00B90083"/>
    <w:rsid w:val="00B9121F"/>
    <w:rsid w:val="00B919A4"/>
    <w:rsid w:val="00B94320"/>
    <w:rsid w:val="00BA0C52"/>
    <w:rsid w:val="00BA1943"/>
    <w:rsid w:val="00BA218A"/>
    <w:rsid w:val="00BA233F"/>
    <w:rsid w:val="00BA7778"/>
    <w:rsid w:val="00BB043D"/>
    <w:rsid w:val="00BB7299"/>
    <w:rsid w:val="00BC6870"/>
    <w:rsid w:val="00BC7CE4"/>
    <w:rsid w:val="00BD744C"/>
    <w:rsid w:val="00BE2D78"/>
    <w:rsid w:val="00BE37BA"/>
    <w:rsid w:val="00BE3FC1"/>
    <w:rsid w:val="00BF0261"/>
    <w:rsid w:val="00BF7118"/>
    <w:rsid w:val="00C0135E"/>
    <w:rsid w:val="00C03F73"/>
    <w:rsid w:val="00C042A4"/>
    <w:rsid w:val="00C0684E"/>
    <w:rsid w:val="00C073C1"/>
    <w:rsid w:val="00C07504"/>
    <w:rsid w:val="00C23782"/>
    <w:rsid w:val="00C27976"/>
    <w:rsid w:val="00C31FE8"/>
    <w:rsid w:val="00C33F0B"/>
    <w:rsid w:val="00C367D6"/>
    <w:rsid w:val="00C44417"/>
    <w:rsid w:val="00C4475F"/>
    <w:rsid w:val="00C52A68"/>
    <w:rsid w:val="00C64E7C"/>
    <w:rsid w:val="00C67364"/>
    <w:rsid w:val="00C7257E"/>
    <w:rsid w:val="00C75AC5"/>
    <w:rsid w:val="00C81211"/>
    <w:rsid w:val="00C87130"/>
    <w:rsid w:val="00C87303"/>
    <w:rsid w:val="00C873B6"/>
    <w:rsid w:val="00C87E99"/>
    <w:rsid w:val="00CA5A28"/>
    <w:rsid w:val="00CA6FDD"/>
    <w:rsid w:val="00CB3EC4"/>
    <w:rsid w:val="00CB5EEB"/>
    <w:rsid w:val="00CB7846"/>
    <w:rsid w:val="00CB7AC7"/>
    <w:rsid w:val="00CC2178"/>
    <w:rsid w:val="00CC4C63"/>
    <w:rsid w:val="00CD2995"/>
    <w:rsid w:val="00CD2EB6"/>
    <w:rsid w:val="00CD2FCB"/>
    <w:rsid w:val="00CD34CE"/>
    <w:rsid w:val="00CD42E2"/>
    <w:rsid w:val="00CD47F3"/>
    <w:rsid w:val="00CD54D1"/>
    <w:rsid w:val="00CE2F43"/>
    <w:rsid w:val="00CE48F1"/>
    <w:rsid w:val="00CE7E55"/>
    <w:rsid w:val="00CF248A"/>
    <w:rsid w:val="00CF3872"/>
    <w:rsid w:val="00CF637B"/>
    <w:rsid w:val="00D01388"/>
    <w:rsid w:val="00D03032"/>
    <w:rsid w:val="00D05336"/>
    <w:rsid w:val="00D06B4E"/>
    <w:rsid w:val="00D07296"/>
    <w:rsid w:val="00D07C8F"/>
    <w:rsid w:val="00D112A3"/>
    <w:rsid w:val="00D12BDC"/>
    <w:rsid w:val="00D12E73"/>
    <w:rsid w:val="00D16A08"/>
    <w:rsid w:val="00D17B21"/>
    <w:rsid w:val="00D20A7C"/>
    <w:rsid w:val="00D21A69"/>
    <w:rsid w:val="00D22CA7"/>
    <w:rsid w:val="00D246DF"/>
    <w:rsid w:val="00D30A65"/>
    <w:rsid w:val="00D34CC4"/>
    <w:rsid w:val="00D36259"/>
    <w:rsid w:val="00D40F1F"/>
    <w:rsid w:val="00D41DE1"/>
    <w:rsid w:val="00D46582"/>
    <w:rsid w:val="00D47103"/>
    <w:rsid w:val="00D50407"/>
    <w:rsid w:val="00D575E3"/>
    <w:rsid w:val="00D57CC0"/>
    <w:rsid w:val="00D61F21"/>
    <w:rsid w:val="00D669FA"/>
    <w:rsid w:val="00D67971"/>
    <w:rsid w:val="00D67DCA"/>
    <w:rsid w:val="00D81CCA"/>
    <w:rsid w:val="00D824F1"/>
    <w:rsid w:val="00D83BDE"/>
    <w:rsid w:val="00D86C0B"/>
    <w:rsid w:val="00D96235"/>
    <w:rsid w:val="00D96A2E"/>
    <w:rsid w:val="00D97D7E"/>
    <w:rsid w:val="00DA0001"/>
    <w:rsid w:val="00DA039A"/>
    <w:rsid w:val="00DA42F0"/>
    <w:rsid w:val="00DA4E67"/>
    <w:rsid w:val="00DA6A0F"/>
    <w:rsid w:val="00DB32C7"/>
    <w:rsid w:val="00DB40E7"/>
    <w:rsid w:val="00DB6E39"/>
    <w:rsid w:val="00DB735E"/>
    <w:rsid w:val="00DC0D5E"/>
    <w:rsid w:val="00DC0DBA"/>
    <w:rsid w:val="00DC2930"/>
    <w:rsid w:val="00DC5D03"/>
    <w:rsid w:val="00DD6399"/>
    <w:rsid w:val="00DE2B69"/>
    <w:rsid w:val="00DE3AD9"/>
    <w:rsid w:val="00DF0DFB"/>
    <w:rsid w:val="00DF16F6"/>
    <w:rsid w:val="00E00280"/>
    <w:rsid w:val="00E011AE"/>
    <w:rsid w:val="00E03EBB"/>
    <w:rsid w:val="00E04025"/>
    <w:rsid w:val="00E07156"/>
    <w:rsid w:val="00E11DDC"/>
    <w:rsid w:val="00E1215C"/>
    <w:rsid w:val="00E208CC"/>
    <w:rsid w:val="00E20B62"/>
    <w:rsid w:val="00E24C96"/>
    <w:rsid w:val="00E27B28"/>
    <w:rsid w:val="00E36C3C"/>
    <w:rsid w:val="00E41370"/>
    <w:rsid w:val="00E42885"/>
    <w:rsid w:val="00E44760"/>
    <w:rsid w:val="00E447D1"/>
    <w:rsid w:val="00E47B3E"/>
    <w:rsid w:val="00E5097D"/>
    <w:rsid w:val="00E519D3"/>
    <w:rsid w:val="00E52C5C"/>
    <w:rsid w:val="00E54C12"/>
    <w:rsid w:val="00E57AEB"/>
    <w:rsid w:val="00E62A31"/>
    <w:rsid w:val="00E6459C"/>
    <w:rsid w:val="00E67BFE"/>
    <w:rsid w:val="00E705AE"/>
    <w:rsid w:val="00E71831"/>
    <w:rsid w:val="00E7378D"/>
    <w:rsid w:val="00E7508E"/>
    <w:rsid w:val="00E77738"/>
    <w:rsid w:val="00E779CE"/>
    <w:rsid w:val="00E80BE8"/>
    <w:rsid w:val="00E81FB0"/>
    <w:rsid w:val="00E83232"/>
    <w:rsid w:val="00E90278"/>
    <w:rsid w:val="00E95695"/>
    <w:rsid w:val="00E95CB3"/>
    <w:rsid w:val="00E97DDC"/>
    <w:rsid w:val="00EA6885"/>
    <w:rsid w:val="00EB52B6"/>
    <w:rsid w:val="00EB7B23"/>
    <w:rsid w:val="00EC05F3"/>
    <w:rsid w:val="00EC0D4B"/>
    <w:rsid w:val="00EC20A3"/>
    <w:rsid w:val="00EC3CA4"/>
    <w:rsid w:val="00EC4579"/>
    <w:rsid w:val="00EC491D"/>
    <w:rsid w:val="00EC64B9"/>
    <w:rsid w:val="00EC6513"/>
    <w:rsid w:val="00ED70FC"/>
    <w:rsid w:val="00EE011E"/>
    <w:rsid w:val="00EE23BB"/>
    <w:rsid w:val="00EE263A"/>
    <w:rsid w:val="00EE3251"/>
    <w:rsid w:val="00EE3BF0"/>
    <w:rsid w:val="00EE67E0"/>
    <w:rsid w:val="00EF3AA3"/>
    <w:rsid w:val="00EF401F"/>
    <w:rsid w:val="00F01B85"/>
    <w:rsid w:val="00F021FC"/>
    <w:rsid w:val="00F05AB6"/>
    <w:rsid w:val="00F077DC"/>
    <w:rsid w:val="00F07A57"/>
    <w:rsid w:val="00F133E3"/>
    <w:rsid w:val="00F165D6"/>
    <w:rsid w:val="00F17266"/>
    <w:rsid w:val="00F21A40"/>
    <w:rsid w:val="00F26089"/>
    <w:rsid w:val="00F263A8"/>
    <w:rsid w:val="00F30444"/>
    <w:rsid w:val="00F3141E"/>
    <w:rsid w:val="00F35049"/>
    <w:rsid w:val="00F35057"/>
    <w:rsid w:val="00F3575C"/>
    <w:rsid w:val="00F44544"/>
    <w:rsid w:val="00F46E1F"/>
    <w:rsid w:val="00F52F8B"/>
    <w:rsid w:val="00F54CEC"/>
    <w:rsid w:val="00F54EFD"/>
    <w:rsid w:val="00F55430"/>
    <w:rsid w:val="00F6685B"/>
    <w:rsid w:val="00F66B4C"/>
    <w:rsid w:val="00F74505"/>
    <w:rsid w:val="00F7644F"/>
    <w:rsid w:val="00F83763"/>
    <w:rsid w:val="00F841AE"/>
    <w:rsid w:val="00F85B42"/>
    <w:rsid w:val="00F94EBE"/>
    <w:rsid w:val="00F974C6"/>
    <w:rsid w:val="00FA215D"/>
    <w:rsid w:val="00FA661C"/>
    <w:rsid w:val="00FA7AE5"/>
    <w:rsid w:val="00FB0C60"/>
    <w:rsid w:val="00FB310E"/>
    <w:rsid w:val="00FB3153"/>
    <w:rsid w:val="00FB7634"/>
    <w:rsid w:val="00FB782B"/>
    <w:rsid w:val="00FC0FE6"/>
    <w:rsid w:val="00FC38A7"/>
    <w:rsid w:val="00FC4558"/>
    <w:rsid w:val="00FC5709"/>
    <w:rsid w:val="00FC62E2"/>
    <w:rsid w:val="00FC66CE"/>
    <w:rsid w:val="00FD03FA"/>
    <w:rsid w:val="00FD14BC"/>
    <w:rsid w:val="00FD6D33"/>
    <w:rsid w:val="00FD6FFF"/>
    <w:rsid w:val="00FE512A"/>
    <w:rsid w:val="00FF09A3"/>
    <w:rsid w:val="00FF165C"/>
    <w:rsid w:val="00FF6FDE"/>
    <w:rsid w:val="00FF7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8721"/>
    <o:shapelayout v:ext="edit">
      <o:idmap v:ext="edit" data="1"/>
    </o:shapelayout>
  </w:shapeDefaults>
  <w:decimalSymbol w:val=","/>
  <w:listSeparator w:val=";"/>
  <w14:docId w14:val="1D476096"/>
  <w15:docId w15:val="{37544C4F-4B54-4FCF-B792-056053AB1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qFormat/>
    <w:rsid w:val="006F0C42"/>
    <w:pPr>
      <w:ind w:firstLine="567"/>
    </w:pPr>
    <w:rPr>
      <w:sz w:val="28"/>
    </w:rPr>
  </w:style>
  <w:style w:type="paragraph" w:styleId="1">
    <w:name w:val="heading 1"/>
    <w:basedOn w:val="a0"/>
    <w:next w:val="a0"/>
    <w:link w:val="10"/>
    <w:qFormat/>
    <w:rsid w:val="006F0C42"/>
    <w:pPr>
      <w:numPr>
        <w:numId w:val="1"/>
      </w:numPr>
      <w:spacing w:before="240" w:after="240"/>
      <w:ind w:firstLine="0"/>
      <w:jc w:val="center"/>
      <w:outlineLvl w:val="0"/>
    </w:pPr>
    <w:rPr>
      <w:b/>
      <w:caps/>
      <w:kern w:val="28"/>
    </w:rPr>
  </w:style>
  <w:style w:type="paragraph" w:styleId="2">
    <w:name w:val="heading 2"/>
    <w:basedOn w:val="a0"/>
    <w:next w:val="a0"/>
    <w:link w:val="20"/>
    <w:qFormat/>
    <w:rsid w:val="006F0C42"/>
    <w:pPr>
      <w:numPr>
        <w:ilvl w:val="1"/>
        <w:numId w:val="1"/>
      </w:numPr>
      <w:spacing w:before="240" w:after="120"/>
      <w:ind w:firstLine="0"/>
      <w:outlineLvl w:val="1"/>
    </w:pPr>
  </w:style>
  <w:style w:type="paragraph" w:styleId="3">
    <w:name w:val="heading 3"/>
    <w:basedOn w:val="a0"/>
    <w:next w:val="a0"/>
    <w:link w:val="30"/>
    <w:qFormat/>
    <w:rsid w:val="006F0C42"/>
    <w:pPr>
      <w:numPr>
        <w:ilvl w:val="2"/>
        <w:numId w:val="1"/>
      </w:numPr>
      <w:spacing w:before="240" w:after="60"/>
      <w:ind w:firstLine="0"/>
      <w:outlineLvl w:val="2"/>
    </w:pPr>
  </w:style>
  <w:style w:type="paragraph" w:styleId="4">
    <w:name w:val="heading 4"/>
    <w:basedOn w:val="a0"/>
    <w:next w:val="a0"/>
    <w:link w:val="40"/>
    <w:qFormat/>
    <w:rsid w:val="006F0C42"/>
    <w:pPr>
      <w:keepNext/>
      <w:numPr>
        <w:ilvl w:val="3"/>
        <w:numId w:val="1"/>
      </w:numPr>
      <w:spacing w:before="120" w:after="120"/>
      <w:ind w:firstLine="0"/>
      <w:outlineLvl w:val="3"/>
    </w:pPr>
  </w:style>
  <w:style w:type="paragraph" w:styleId="5">
    <w:name w:val="heading 5"/>
    <w:basedOn w:val="a0"/>
    <w:next w:val="a0"/>
    <w:link w:val="50"/>
    <w:qFormat/>
    <w:rsid w:val="006F0C42"/>
    <w:pPr>
      <w:numPr>
        <w:ilvl w:val="4"/>
        <w:numId w:val="1"/>
      </w:numPr>
      <w:spacing w:before="240" w:after="60"/>
      <w:ind w:firstLine="0"/>
      <w:outlineLvl w:val="4"/>
    </w:pPr>
    <w:rPr>
      <w:rFonts w:ascii="Arial" w:hAnsi="Arial"/>
      <w:sz w:val="22"/>
    </w:rPr>
  </w:style>
  <w:style w:type="paragraph" w:styleId="6">
    <w:name w:val="heading 6"/>
    <w:basedOn w:val="a0"/>
    <w:next w:val="a0"/>
    <w:link w:val="60"/>
    <w:qFormat/>
    <w:rsid w:val="006F0C42"/>
    <w:pPr>
      <w:numPr>
        <w:ilvl w:val="5"/>
        <w:numId w:val="1"/>
      </w:numPr>
      <w:spacing w:before="240" w:after="60"/>
      <w:ind w:firstLine="0"/>
      <w:outlineLvl w:val="5"/>
    </w:pPr>
    <w:rPr>
      <w:i/>
      <w:sz w:val="22"/>
    </w:rPr>
  </w:style>
  <w:style w:type="paragraph" w:styleId="7">
    <w:name w:val="heading 7"/>
    <w:basedOn w:val="a0"/>
    <w:next w:val="a0"/>
    <w:link w:val="70"/>
    <w:qFormat/>
    <w:rsid w:val="006F0C42"/>
    <w:pPr>
      <w:numPr>
        <w:ilvl w:val="6"/>
        <w:numId w:val="1"/>
      </w:numPr>
      <w:spacing w:before="240" w:after="60"/>
      <w:ind w:firstLine="0"/>
      <w:outlineLvl w:val="6"/>
    </w:pPr>
    <w:rPr>
      <w:rFonts w:ascii="Arial" w:hAnsi="Arial"/>
      <w:sz w:val="20"/>
    </w:rPr>
  </w:style>
  <w:style w:type="paragraph" w:styleId="8">
    <w:name w:val="heading 8"/>
    <w:basedOn w:val="a0"/>
    <w:next w:val="a0"/>
    <w:link w:val="80"/>
    <w:qFormat/>
    <w:rsid w:val="006F0C42"/>
    <w:pPr>
      <w:numPr>
        <w:ilvl w:val="7"/>
        <w:numId w:val="1"/>
      </w:numPr>
      <w:spacing w:before="240" w:after="60"/>
      <w:ind w:firstLine="0"/>
      <w:outlineLvl w:val="7"/>
    </w:pPr>
    <w:rPr>
      <w:rFonts w:ascii="Arial" w:hAnsi="Arial"/>
      <w:i/>
      <w:sz w:val="20"/>
    </w:rPr>
  </w:style>
  <w:style w:type="paragraph" w:styleId="9">
    <w:name w:val="heading 9"/>
    <w:basedOn w:val="a0"/>
    <w:next w:val="a0"/>
    <w:link w:val="90"/>
    <w:qFormat/>
    <w:rsid w:val="006F0C42"/>
    <w:pPr>
      <w:numPr>
        <w:ilvl w:val="8"/>
        <w:numId w:val="1"/>
      </w:numPr>
      <w:spacing w:before="240" w:after="60"/>
      <w:ind w:firstLine="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rsid w:val="006F0C42"/>
    <w:pPr>
      <w:tabs>
        <w:tab w:val="center" w:pos="4819"/>
        <w:tab w:val="right" w:pos="9071"/>
      </w:tabs>
    </w:pPr>
  </w:style>
  <w:style w:type="paragraph" w:styleId="a6">
    <w:name w:val="footer"/>
    <w:basedOn w:val="a0"/>
    <w:link w:val="a7"/>
    <w:uiPriority w:val="99"/>
    <w:rsid w:val="006F0C42"/>
    <w:pPr>
      <w:tabs>
        <w:tab w:val="center" w:pos="4536"/>
        <w:tab w:val="right" w:pos="9072"/>
      </w:tabs>
    </w:pPr>
  </w:style>
  <w:style w:type="character" w:styleId="a8">
    <w:name w:val="annotation reference"/>
    <w:semiHidden/>
    <w:rsid w:val="006F0C42"/>
    <w:rPr>
      <w:sz w:val="16"/>
    </w:rPr>
  </w:style>
  <w:style w:type="paragraph" w:customStyle="1" w:styleId="a9">
    <w:name w:val="ПолеТема"/>
    <w:rsid w:val="006F0C42"/>
    <w:rPr>
      <w:sz w:val="28"/>
    </w:rPr>
  </w:style>
  <w:style w:type="paragraph" w:customStyle="1" w:styleId="aa">
    <w:name w:val="ПолеКому"/>
    <w:rsid w:val="006F0C42"/>
    <w:rPr>
      <w:noProof/>
      <w:sz w:val="24"/>
    </w:rPr>
  </w:style>
  <w:style w:type="paragraph" w:customStyle="1" w:styleId="ab">
    <w:name w:val="ТекстПисьма"/>
    <w:basedOn w:val="a0"/>
    <w:rsid w:val="006F0C42"/>
    <w:pPr>
      <w:framePr w:w="10048" w:h="6214" w:hSpace="141" w:wrap="around" w:vAnchor="text" w:hAnchor="page" w:x="1276" w:y="5029"/>
      <w:ind w:firstLine="709"/>
    </w:pPr>
    <w:rPr>
      <w:sz w:val="24"/>
    </w:rPr>
  </w:style>
  <w:style w:type="paragraph" w:customStyle="1" w:styleId="ac">
    <w:name w:val="ПолеПодпись"/>
    <w:basedOn w:val="a0"/>
    <w:rsid w:val="006F0C42"/>
    <w:pPr>
      <w:tabs>
        <w:tab w:val="right" w:pos="9072"/>
      </w:tabs>
      <w:jc w:val="both"/>
    </w:pPr>
    <w:rPr>
      <w:sz w:val="24"/>
    </w:rPr>
  </w:style>
  <w:style w:type="paragraph" w:styleId="ad">
    <w:name w:val="annotation text"/>
    <w:basedOn w:val="a0"/>
    <w:link w:val="21"/>
    <w:uiPriority w:val="99"/>
    <w:rsid w:val="006F0C42"/>
  </w:style>
  <w:style w:type="paragraph" w:customStyle="1" w:styleId="11">
    <w:name w:val="Подпись1"/>
    <w:basedOn w:val="a0"/>
    <w:rsid w:val="006F0C42"/>
    <w:pPr>
      <w:tabs>
        <w:tab w:val="right" w:pos="9072"/>
      </w:tabs>
    </w:pPr>
  </w:style>
  <w:style w:type="character" w:styleId="ae">
    <w:name w:val="page number"/>
    <w:rsid w:val="006F0C42"/>
    <w:rPr>
      <w:rFonts w:ascii="Times New Roman" w:hAnsi="Times New Roman"/>
      <w:sz w:val="18"/>
    </w:rPr>
  </w:style>
  <w:style w:type="paragraph" w:customStyle="1" w:styleId="af">
    <w:name w:val="ШапкаПисьма"/>
    <w:rsid w:val="006F0C42"/>
    <w:pPr>
      <w:jc w:val="center"/>
    </w:pPr>
    <w:rPr>
      <w:b/>
      <w:noProof/>
      <w:sz w:val="28"/>
    </w:rPr>
  </w:style>
  <w:style w:type="paragraph" w:styleId="af0">
    <w:name w:val="List Bullet"/>
    <w:basedOn w:val="a0"/>
    <w:rsid w:val="006F0C42"/>
    <w:pPr>
      <w:ind w:left="283" w:hanging="283"/>
    </w:pPr>
    <w:rPr>
      <w:sz w:val="20"/>
    </w:rPr>
  </w:style>
  <w:style w:type="paragraph" w:styleId="31">
    <w:name w:val="List Bullet 3"/>
    <w:basedOn w:val="a0"/>
    <w:rsid w:val="006F0C42"/>
    <w:pPr>
      <w:ind w:left="1080" w:hanging="360"/>
    </w:pPr>
    <w:rPr>
      <w:sz w:val="20"/>
    </w:rPr>
  </w:style>
  <w:style w:type="paragraph" w:styleId="af1">
    <w:name w:val="List Number"/>
    <w:basedOn w:val="a0"/>
    <w:rsid w:val="006F0C42"/>
    <w:pPr>
      <w:ind w:left="360" w:hanging="360"/>
    </w:pPr>
    <w:rPr>
      <w:sz w:val="20"/>
    </w:rPr>
  </w:style>
  <w:style w:type="paragraph" w:styleId="22">
    <w:name w:val="List Number 2"/>
    <w:basedOn w:val="a0"/>
    <w:rsid w:val="006F0C42"/>
    <w:pPr>
      <w:ind w:left="720" w:hanging="360"/>
    </w:pPr>
    <w:rPr>
      <w:sz w:val="20"/>
    </w:rPr>
  </w:style>
  <w:style w:type="paragraph" w:styleId="32">
    <w:name w:val="List Number 3"/>
    <w:basedOn w:val="a0"/>
    <w:rsid w:val="006F0C42"/>
    <w:pPr>
      <w:ind w:left="849" w:hanging="283"/>
    </w:pPr>
    <w:rPr>
      <w:sz w:val="20"/>
    </w:rPr>
  </w:style>
  <w:style w:type="paragraph" w:styleId="af2">
    <w:name w:val="List"/>
    <w:basedOn w:val="a0"/>
    <w:rsid w:val="006F0C42"/>
    <w:pPr>
      <w:tabs>
        <w:tab w:val="left" w:pos="1134"/>
      </w:tabs>
      <w:ind w:left="1134" w:hanging="1134"/>
    </w:pPr>
    <w:rPr>
      <w:sz w:val="20"/>
    </w:rPr>
  </w:style>
  <w:style w:type="paragraph" w:customStyle="1" w:styleId="af3">
    <w:name w:val="Сод_обычный"/>
    <w:basedOn w:val="a0"/>
    <w:rsid w:val="00285B3F"/>
    <w:pPr>
      <w:ind w:firstLine="680"/>
      <w:jc w:val="both"/>
    </w:pPr>
    <w:rPr>
      <w:sz w:val="24"/>
    </w:rPr>
  </w:style>
  <w:style w:type="paragraph" w:customStyle="1" w:styleId="af4">
    <w:name w:val="ПолеНомер"/>
    <w:basedOn w:val="a0"/>
    <w:rsid w:val="006F0C42"/>
    <w:pPr>
      <w:ind w:firstLine="0"/>
    </w:pPr>
  </w:style>
  <w:style w:type="paragraph" w:customStyle="1" w:styleId="af5">
    <w:name w:val="ПолеДата"/>
    <w:basedOn w:val="af4"/>
    <w:rsid w:val="006F0C42"/>
    <w:pPr>
      <w:jc w:val="right"/>
    </w:pPr>
  </w:style>
  <w:style w:type="paragraph" w:styleId="af6">
    <w:name w:val="Body Text Indent"/>
    <w:basedOn w:val="a0"/>
    <w:link w:val="af7"/>
    <w:rsid w:val="006F0C42"/>
    <w:pPr>
      <w:spacing w:after="120"/>
      <w:ind w:left="283"/>
    </w:pPr>
  </w:style>
  <w:style w:type="paragraph" w:styleId="23">
    <w:name w:val="Body Text 2"/>
    <w:basedOn w:val="a0"/>
    <w:link w:val="24"/>
    <w:rsid w:val="006F0C42"/>
    <w:pPr>
      <w:spacing w:after="120" w:line="480" w:lineRule="auto"/>
    </w:pPr>
  </w:style>
  <w:style w:type="paragraph" w:styleId="af8">
    <w:name w:val="Balloon Text"/>
    <w:basedOn w:val="a0"/>
    <w:link w:val="af9"/>
    <w:uiPriority w:val="99"/>
    <w:rsid w:val="00C0135E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1"/>
    <w:link w:val="af8"/>
    <w:uiPriority w:val="99"/>
    <w:rsid w:val="00C0135E"/>
    <w:rPr>
      <w:rFonts w:ascii="Tahoma" w:hAnsi="Tahoma" w:cs="Tahoma"/>
      <w:sz w:val="16"/>
      <w:szCs w:val="16"/>
    </w:rPr>
  </w:style>
  <w:style w:type="paragraph" w:styleId="25">
    <w:name w:val="Body Text Indent 2"/>
    <w:basedOn w:val="a0"/>
    <w:link w:val="26"/>
    <w:rsid w:val="00C0135E"/>
    <w:pPr>
      <w:ind w:firstLine="426"/>
      <w:jc w:val="both"/>
    </w:pPr>
    <w:rPr>
      <w:sz w:val="24"/>
    </w:rPr>
  </w:style>
  <w:style w:type="character" w:customStyle="1" w:styleId="26">
    <w:name w:val="Основной текст с отступом 2 Знак"/>
    <w:basedOn w:val="a1"/>
    <w:link w:val="25"/>
    <w:rsid w:val="00C0135E"/>
    <w:rPr>
      <w:sz w:val="24"/>
    </w:rPr>
  </w:style>
  <w:style w:type="character" w:customStyle="1" w:styleId="10">
    <w:name w:val="Заголовок 1 Знак"/>
    <w:link w:val="1"/>
    <w:rsid w:val="00C0135E"/>
    <w:rPr>
      <w:b/>
      <w:caps/>
      <w:kern w:val="28"/>
      <w:sz w:val="28"/>
    </w:rPr>
  </w:style>
  <w:style w:type="character" w:customStyle="1" w:styleId="20">
    <w:name w:val="Заголовок 2 Знак"/>
    <w:link w:val="2"/>
    <w:rsid w:val="00C0135E"/>
    <w:rPr>
      <w:sz w:val="28"/>
    </w:rPr>
  </w:style>
  <w:style w:type="character" w:customStyle="1" w:styleId="30">
    <w:name w:val="Заголовок 3 Знак"/>
    <w:link w:val="3"/>
    <w:rsid w:val="00C0135E"/>
    <w:rPr>
      <w:sz w:val="28"/>
    </w:rPr>
  </w:style>
  <w:style w:type="character" w:customStyle="1" w:styleId="40">
    <w:name w:val="Заголовок 4 Знак"/>
    <w:link w:val="4"/>
    <w:rsid w:val="00C0135E"/>
    <w:rPr>
      <w:sz w:val="28"/>
    </w:rPr>
  </w:style>
  <w:style w:type="character" w:customStyle="1" w:styleId="50">
    <w:name w:val="Заголовок 5 Знак"/>
    <w:link w:val="5"/>
    <w:rsid w:val="00C0135E"/>
    <w:rPr>
      <w:rFonts w:ascii="Arial" w:hAnsi="Arial"/>
      <w:sz w:val="22"/>
    </w:rPr>
  </w:style>
  <w:style w:type="character" w:customStyle="1" w:styleId="60">
    <w:name w:val="Заголовок 6 Знак"/>
    <w:link w:val="6"/>
    <w:rsid w:val="00C0135E"/>
    <w:rPr>
      <w:i/>
      <w:sz w:val="22"/>
    </w:rPr>
  </w:style>
  <w:style w:type="character" w:customStyle="1" w:styleId="70">
    <w:name w:val="Заголовок 7 Знак"/>
    <w:link w:val="7"/>
    <w:rsid w:val="00C0135E"/>
    <w:rPr>
      <w:rFonts w:ascii="Arial" w:hAnsi="Arial"/>
    </w:rPr>
  </w:style>
  <w:style w:type="character" w:customStyle="1" w:styleId="80">
    <w:name w:val="Заголовок 8 Знак"/>
    <w:link w:val="8"/>
    <w:rsid w:val="00C0135E"/>
    <w:rPr>
      <w:rFonts w:ascii="Arial" w:hAnsi="Arial"/>
      <w:i/>
    </w:rPr>
  </w:style>
  <w:style w:type="character" w:customStyle="1" w:styleId="90">
    <w:name w:val="Заголовок 9 Знак"/>
    <w:link w:val="9"/>
    <w:rsid w:val="00C0135E"/>
    <w:rPr>
      <w:rFonts w:ascii="Arial" w:hAnsi="Arial"/>
      <w:b/>
      <w:i/>
      <w:sz w:val="18"/>
    </w:rPr>
  </w:style>
  <w:style w:type="paragraph" w:styleId="afa">
    <w:name w:val="List Paragraph"/>
    <w:basedOn w:val="a0"/>
    <w:uiPriority w:val="34"/>
    <w:qFormat/>
    <w:rsid w:val="00C0135E"/>
    <w:pPr>
      <w:ind w:left="720" w:firstLine="0"/>
      <w:contextualSpacing/>
    </w:pPr>
    <w:rPr>
      <w:rFonts w:ascii="Calibri" w:hAnsi="Calibri"/>
      <w:sz w:val="24"/>
      <w:szCs w:val="24"/>
    </w:rPr>
  </w:style>
  <w:style w:type="paragraph" w:customStyle="1" w:styleId="ConsPlusNormal">
    <w:name w:val="ConsPlusNormal"/>
    <w:link w:val="ConsPlusNormal0"/>
    <w:rsid w:val="00C0135E"/>
    <w:pPr>
      <w:autoSpaceDE w:val="0"/>
      <w:autoSpaceDN w:val="0"/>
      <w:adjustRightInd w:val="0"/>
    </w:pPr>
    <w:rPr>
      <w:sz w:val="28"/>
      <w:szCs w:val="28"/>
    </w:rPr>
  </w:style>
  <w:style w:type="character" w:customStyle="1" w:styleId="ConsPlusNormal0">
    <w:name w:val="ConsPlusNormal Знак"/>
    <w:link w:val="ConsPlusNormal"/>
    <w:locked/>
    <w:rsid w:val="00C0135E"/>
    <w:rPr>
      <w:sz w:val="28"/>
      <w:szCs w:val="28"/>
    </w:rPr>
  </w:style>
  <w:style w:type="paragraph" w:customStyle="1" w:styleId="ConsPlusTitle">
    <w:name w:val="ConsPlusTitle"/>
    <w:rsid w:val="00C0135E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styleId="afb">
    <w:name w:val="No Spacing"/>
    <w:basedOn w:val="a0"/>
    <w:qFormat/>
    <w:rsid w:val="00C0135E"/>
    <w:pPr>
      <w:ind w:firstLine="0"/>
    </w:pPr>
    <w:rPr>
      <w:rFonts w:ascii="Calibri" w:hAnsi="Calibri"/>
      <w:sz w:val="24"/>
      <w:szCs w:val="32"/>
    </w:rPr>
  </w:style>
  <w:style w:type="paragraph" w:customStyle="1" w:styleId="ConsPlusTitlePage">
    <w:name w:val="ConsPlusTitlePage"/>
    <w:rsid w:val="00C0135E"/>
    <w:pPr>
      <w:widowControl w:val="0"/>
      <w:autoSpaceDE w:val="0"/>
      <w:autoSpaceDN w:val="0"/>
    </w:pPr>
    <w:rPr>
      <w:rFonts w:ascii="Tahoma" w:hAnsi="Tahoma" w:cs="Tahoma"/>
    </w:rPr>
  </w:style>
  <w:style w:type="character" w:customStyle="1" w:styleId="a5">
    <w:name w:val="Верхний колонтитул Знак"/>
    <w:link w:val="a4"/>
    <w:uiPriority w:val="99"/>
    <w:rsid w:val="00C0135E"/>
    <w:rPr>
      <w:sz w:val="28"/>
    </w:rPr>
  </w:style>
  <w:style w:type="character" w:customStyle="1" w:styleId="blk">
    <w:name w:val="blk"/>
    <w:basedOn w:val="a1"/>
    <w:rsid w:val="00C0135E"/>
  </w:style>
  <w:style w:type="character" w:customStyle="1" w:styleId="a7">
    <w:name w:val="Нижний колонтитул Знак"/>
    <w:link w:val="a6"/>
    <w:uiPriority w:val="99"/>
    <w:rsid w:val="00C0135E"/>
    <w:rPr>
      <w:sz w:val="28"/>
    </w:rPr>
  </w:style>
  <w:style w:type="table" w:styleId="afc">
    <w:name w:val="Table Grid"/>
    <w:basedOn w:val="a2"/>
    <w:rsid w:val="00C013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d">
    <w:name w:val="Текст примечания Знак"/>
    <w:uiPriority w:val="99"/>
    <w:rsid w:val="00C0135E"/>
    <w:rPr>
      <w:sz w:val="28"/>
    </w:rPr>
  </w:style>
  <w:style w:type="character" w:customStyle="1" w:styleId="12">
    <w:name w:val="Текст примечания Знак1"/>
    <w:uiPriority w:val="99"/>
    <w:rsid w:val="00C0135E"/>
    <w:rPr>
      <w:sz w:val="20"/>
      <w:szCs w:val="20"/>
    </w:rPr>
  </w:style>
  <w:style w:type="character" w:customStyle="1" w:styleId="af7">
    <w:name w:val="Основной текст с отступом Знак"/>
    <w:link w:val="af6"/>
    <w:rsid w:val="00C0135E"/>
    <w:rPr>
      <w:sz w:val="28"/>
    </w:rPr>
  </w:style>
  <w:style w:type="character" w:customStyle="1" w:styleId="24">
    <w:name w:val="Основной текст 2 Знак"/>
    <w:link w:val="23"/>
    <w:rsid w:val="00C0135E"/>
    <w:rPr>
      <w:sz w:val="28"/>
    </w:rPr>
  </w:style>
  <w:style w:type="paragraph" w:customStyle="1" w:styleId="ConsNormal">
    <w:name w:val="ConsNormal"/>
    <w:rsid w:val="00C0135E"/>
    <w:pPr>
      <w:autoSpaceDE w:val="0"/>
      <w:autoSpaceDN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C0135E"/>
    <w:pPr>
      <w:autoSpaceDE w:val="0"/>
      <w:autoSpaceDN w:val="0"/>
    </w:pPr>
    <w:rPr>
      <w:rFonts w:ascii="Courier New" w:hAnsi="Courier New" w:cs="Courier New"/>
    </w:rPr>
  </w:style>
  <w:style w:type="character" w:customStyle="1" w:styleId="27">
    <w:name w:val="Цитата 2 Знак"/>
    <w:link w:val="28"/>
    <w:uiPriority w:val="29"/>
    <w:rsid w:val="00C0135E"/>
    <w:rPr>
      <w:i/>
      <w:sz w:val="24"/>
      <w:szCs w:val="24"/>
    </w:rPr>
  </w:style>
  <w:style w:type="paragraph" w:styleId="28">
    <w:name w:val="Quote"/>
    <w:basedOn w:val="a0"/>
    <w:next w:val="a0"/>
    <w:link w:val="27"/>
    <w:uiPriority w:val="29"/>
    <w:qFormat/>
    <w:rsid w:val="00C0135E"/>
    <w:pPr>
      <w:ind w:firstLine="0"/>
    </w:pPr>
    <w:rPr>
      <w:i/>
      <w:sz w:val="24"/>
      <w:szCs w:val="24"/>
    </w:rPr>
  </w:style>
  <w:style w:type="character" w:customStyle="1" w:styleId="210">
    <w:name w:val="Цитата 2 Знак1"/>
    <w:basedOn w:val="a1"/>
    <w:uiPriority w:val="29"/>
    <w:rsid w:val="00C0135E"/>
    <w:rPr>
      <w:i/>
      <w:iCs/>
      <w:color w:val="000000" w:themeColor="text1"/>
      <w:sz w:val="28"/>
    </w:rPr>
  </w:style>
  <w:style w:type="paragraph" w:customStyle="1" w:styleId="afe">
    <w:basedOn w:val="a0"/>
    <w:next w:val="a0"/>
    <w:uiPriority w:val="10"/>
    <w:qFormat/>
    <w:rsid w:val="00C0135E"/>
    <w:pPr>
      <w:spacing w:before="240" w:after="60"/>
      <w:ind w:firstLine="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f">
    <w:name w:val="Заголовок Знак"/>
    <w:link w:val="aff0"/>
    <w:rsid w:val="00C0135E"/>
    <w:rPr>
      <w:rFonts w:ascii="Cambria" w:hAnsi="Cambria"/>
      <w:b/>
      <w:bCs/>
      <w:kern w:val="28"/>
      <w:sz w:val="32"/>
      <w:szCs w:val="32"/>
    </w:rPr>
  </w:style>
  <w:style w:type="paragraph" w:styleId="aff1">
    <w:name w:val="Subtitle"/>
    <w:basedOn w:val="a0"/>
    <w:next w:val="a0"/>
    <w:link w:val="aff2"/>
    <w:uiPriority w:val="11"/>
    <w:qFormat/>
    <w:rsid w:val="00C0135E"/>
    <w:pPr>
      <w:spacing w:after="60"/>
      <w:ind w:firstLine="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f2">
    <w:name w:val="Подзаголовок Знак"/>
    <w:basedOn w:val="a1"/>
    <w:link w:val="aff1"/>
    <w:uiPriority w:val="11"/>
    <w:rsid w:val="00C0135E"/>
    <w:rPr>
      <w:rFonts w:ascii="Cambria" w:hAnsi="Cambria"/>
      <w:sz w:val="24"/>
      <w:szCs w:val="24"/>
    </w:rPr>
  </w:style>
  <w:style w:type="character" w:styleId="aff3">
    <w:name w:val="Strong"/>
    <w:uiPriority w:val="22"/>
    <w:qFormat/>
    <w:rsid w:val="00C0135E"/>
    <w:rPr>
      <w:b/>
      <w:bCs/>
    </w:rPr>
  </w:style>
  <w:style w:type="character" w:styleId="aff4">
    <w:name w:val="Emphasis"/>
    <w:uiPriority w:val="20"/>
    <w:qFormat/>
    <w:rsid w:val="00C0135E"/>
    <w:rPr>
      <w:rFonts w:ascii="Calibri" w:hAnsi="Calibri"/>
      <w:b/>
      <w:i/>
      <w:iCs/>
    </w:rPr>
  </w:style>
  <w:style w:type="paragraph" w:styleId="aff5">
    <w:name w:val="Intense Quote"/>
    <w:basedOn w:val="a0"/>
    <w:next w:val="a0"/>
    <w:link w:val="aff6"/>
    <w:uiPriority w:val="30"/>
    <w:qFormat/>
    <w:rsid w:val="00C0135E"/>
    <w:pPr>
      <w:ind w:left="720" w:right="720" w:firstLine="0"/>
    </w:pPr>
    <w:rPr>
      <w:rFonts w:ascii="Calibri" w:hAnsi="Calibri"/>
      <w:b/>
      <w:i/>
      <w:sz w:val="24"/>
      <w:szCs w:val="22"/>
    </w:rPr>
  </w:style>
  <w:style w:type="character" w:customStyle="1" w:styleId="aff6">
    <w:name w:val="Выделенная цитата Знак"/>
    <w:basedOn w:val="a1"/>
    <w:link w:val="aff5"/>
    <w:uiPriority w:val="30"/>
    <w:rsid w:val="00C0135E"/>
    <w:rPr>
      <w:rFonts w:ascii="Calibri" w:hAnsi="Calibri"/>
      <w:b/>
      <w:i/>
      <w:sz w:val="24"/>
      <w:szCs w:val="22"/>
    </w:rPr>
  </w:style>
  <w:style w:type="character" w:styleId="aff7">
    <w:name w:val="Subtle Emphasis"/>
    <w:uiPriority w:val="19"/>
    <w:qFormat/>
    <w:rsid w:val="00C0135E"/>
    <w:rPr>
      <w:i/>
      <w:color w:val="5A5A5A"/>
    </w:rPr>
  </w:style>
  <w:style w:type="character" w:styleId="aff8">
    <w:name w:val="Intense Emphasis"/>
    <w:uiPriority w:val="21"/>
    <w:qFormat/>
    <w:rsid w:val="00C0135E"/>
    <w:rPr>
      <w:b/>
      <w:i/>
      <w:sz w:val="24"/>
      <w:szCs w:val="24"/>
      <w:u w:val="single"/>
    </w:rPr>
  </w:style>
  <w:style w:type="character" w:styleId="aff9">
    <w:name w:val="Subtle Reference"/>
    <w:uiPriority w:val="31"/>
    <w:qFormat/>
    <w:rsid w:val="00C0135E"/>
    <w:rPr>
      <w:sz w:val="24"/>
      <w:szCs w:val="24"/>
      <w:u w:val="single"/>
    </w:rPr>
  </w:style>
  <w:style w:type="character" w:styleId="affa">
    <w:name w:val="Intense Reference"/>
    <w:uiPriority w:val="32"/>
    <w:qFormat/>
    <w:rsid w:val="00C0135E"/>
    <w:rPr>
      <w:b/>
      <w:sz w:val="24"/>
      <w:u w:val="single"/>
    </w:rPr>
  </w:style>
  <w:style w:type="character" w:styleId="affb">
    <w:name w:val="Book Title"/>
    <w:uiPriority w:val="33"/>
    <w:qFormat/>
    <w:rsid w:val="00C0135E"/>
    <w:rPr>
      <w:rFonts w:ascii="Cambria" w:eastAsia="Times New Roman" w:hAnsi="Cambria"/>
      <w:b/>
      <w:i/>
      <w:sz w:val="24"/>
      <w:szCs w:val="24"/>
    </w:rPr>
  </w:style>
  <w:style w:type="paragraph" w:styleId="affc">
    <w:name w:val="TOC Heading"/>
    <w:basedOn w:val="1"/>
    <w:next w:val="a0"/>
    <w:uiPriority w:val="39"/>
    <w:semiHidden/>
    <w:unhideWhenUsed/>
    <w:qFormat/>
    <w:rsid w:val="00C0135E"/>
    <w:pPr>
      <w:keepNext/>
      <w:numPr>
        <w:numId w:val="0"/>
      </w:numPr>
      <w:spacing w:after="60"/>
      <w:jc w:val="left"/>
      <w:outlineLvl w:val="9"/>
    </w:pPr>
    <w:rPr>
      <w:rFonts w:ascii="Cambria" w:hAnsi="Cambria"/>
      <w:bCs/>
      <w:caps w:val="0"/>
      <w:kern w:val="32"/>
      <w:sz w:val="32"/>
      <w:szCs w:val="32"/>
    </w:rPr>
  </w:style>
  <w:style w:type="character" w:styleId="affd">
    <w:name w:val="Hyperlink"/>
    <w:uiPriority w:val="99"/>
    <w:unhideWhenUsed/>
    <w:rsid w:val="00C0135E"/>
    <w:rPr>
      <w:color w:val="0000FF"/>
      <w:u w:val="single"/>
    </w:rPr>
  </w:style>
  <w:style w:type="paragraph" w:styleId="affe">
    <w:name w:val="Body Text"/>
    <w:basedOn w:val="a0"/>
    <w:link w:val="afff"/>
    <w:rsid w:val="00C0135E"/>
    <w:pPr>
      <w:ind w:firstLine="0"/>
      <w:jc w:val="both"/>
    </w:pPr>
    <w:rPr>
      <w:sz w:val="24"/>
    </w:rPr>
  </w:style>
  <w:style w:type="character" w:customStyle="1" w:styleId="afff">
    <w:name w:val="Основной текст Знак"/>
    <w:basedOn w:val="a1"/>
    <w:link w:val="affe"/>
    <w:rsid w:val="00C0135E"/>
    <w:rPr>
      <w:sz w:val="24"/>
    </w:rPr>
  </w:style>
  <w:style w:type="paragraph" w:customStyle="1" w:styleId="29">
    <w:name w:val="Знак Знак2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urier14">
    <w:name w:val="Courier14"/>
    <w:basedOn w:val="a0"/>
    <w:rsid w:val="00C0135E"/>
    <w:pPr>
      <w:ind w:firstLine="851"/>
      <w:jc w:val="both"/>
    </w:pPr>
    <w:rPr>
      <w:rFonts w:ascii="Courier New" w:hAnsi="Courier New" w:cs="Courier New"/>
      <w:szCs w:val="28"/>
    </w:rPr>
  </w:style>
  <w:style w:type="character" w:customStyle="1" w:styleId="afff0">
    <w:name w:val="Название Знак"/>
    <w:rsid w:val="00C0135E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ConsTitle">
    <w:name w:val="ConsTitle"/>
    <w:rsid w:val="00C0135E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Times12">
    <w:name w:val="Times12"/>
    <w:basedOn w:val="a0"/>
    <w:rsid w:val="00C0135E"/>
    <w:pPr>
      <w:ind w:firstLine="851"/>
      <w:jc w:val="both"/>
    </w:pPr>
    <w:rPr>
      <w:sz w:val="24"/>
      <w:szCs w:val="24"/>
    </w:rPr>
  </w:style>
  <w:style w:type="paragraph" w:styleId="33">
    <w:name w:val="Body Text Indent 3"/>
    <w:basedOn w:val="a0"/>
    <w:link w:val="34"/>
    <w:rsid w:val="00C0135E"/>
    <w:pPr>
      <w:spacing w:line="360" w:lineRule="auto"/>
      <w:ind w:firstLine="284"/>
      <w:jc w:val="both"/>
    </w:pPr>
    <w:rPr>
      <w:szCs w:val="28"/>
    </w:rPr>
  </w:style>
  <w:style w:type="character" w:customStyle="1" w:styleId="34">
    <w:name w:val="Основной текст с отступом 3 Знак"/>
    <w:basedOn w:val="a1"/>
    <w:link w:val="33"/>
    <w:rsid w:val="00C0135E"/>
    <w:rPr>
      <w:sz w:val="28"/>
      <w:szCs w:val="28"/>
    </w:rPr>
  </w:style>
  <w:style w:type="paragraph" w:styleId="35">
    <w:name w:val="Body Text 3"/>
    <w:basedOn w:val="a0"/>
    <w:link w:val="36"/>
    <w:rsid w:val="00C0135E"/>
    <w:pPr>
      <w:ind w:firstLine="0"/>
      <w:jc w:val="center"/>
    </w:pPr>
    <w:rPr>
      <w:b/>
      <w:bCs/>
      <w:szCs w:val="28"/>
    </w:rPr>
  </w:style>
  <w:style w:type="character" w:customStyle="1" w:styleId="36">
    <w:name w:val="Основной текст 3 Знак"/>
    <w:basedOn w:val="a1"/>
    <w:link w:val="35"/>
    <w:rsid w:val="00C0135E"/>
    <w:rPr>
      <w:b/>
      <w:bCs/>
      <w:sz w:val="28"/>
      <w:szCs w:val="28"/>
    </w:rPr>
  </w:style>
  <w:style w:type="paragraph" w:styleId="afff1">
    <w:name w:val="Plain Text"/>
    <w:basedOn w:val="a0"/>
    <w:link w:val="afff2"/>
    <w:rsid w:val="00C0135E"/>
    <w:pPr>
      <w:ind w:firstLine="0"/>
    </w:pPr>
    <w:rPr>
      <w:rFonts w:ascii="Courier New" w:hAnsi="Courier New"/>
      <w:sz w:val="20"/>
    </w:rPr>
  </w:style>
  <w:style w:type="character" w:customStyle="1" w:styleId="afff2">
    <w:name w:val="Текст Знак"/>
    <w:basedOn w:val="a1"/>
    <w:link w:val="afff1"/>
    <w:rsid w:val="00C0135E"/>
    <w:rPr>
      <w:rFonts w:ascii="Courier New" w:hAnsi="Courier New"/>
    </w:rPr>
  </w:style>
  <w:style w:type="paragraph" w:customStyle="1" w:styleId="Times14">
    <w:name w:val="Times14"/>
    <w:basedOn w:val="a0"/>
    <w:rsid w:val="00C0135E"/>
    <w:pPr>
      <w:ind w:firstLine="851"/>
      <w:jc w:val="both"/>
    </w:pPr>
    <w:rPr>
      <w:szCs w:val="28"/>
    </w:rPr>
  </w:style>
  <w:style w:type="paragraph" w:customStyle="1" w:styleId="Courier12">
    <w:name w:val="Courier12"/>
    <w:basedOn w:val="a0"/>
    <w:rsid w:val="00C0135E"/>
    <w:pPr>
      <w:ind w:firstLine="851"/>
      <w:jc w:val="both"/>
    </w:pPr>
    <w:rPr>
      <w:rFonts w:ascii="Courier New" w:hAnsi="Courier New" w:cs="Courier New"/>
      <w:sz w:val="24"/>
      <w:szCs w:val="24"/>
    </w:rPr>
  </w:style>
  <w:style w:type="paragraph" w:customStyle="1" w:styleId="Arial14">
    <w:name w:val="Arial14"/>
    <w:basedOn w:val="a0"/>
    <w:rsid w:val="00C0135E"/>
    <w:pPr>
      <w:ind w:firstLine="851"/>
      <w:jc w:val="both"/>
    </w:pPr>
    <w:rPr>
      <w:rFonts w:ascii="Arial" w:hAnsi="Arial" w:cs="Arial"/>
      <w:szCs w:val="28"/>
    </w:rPr>
  </w:style>
  <w:style w:type="paragraph" w:customStyle="1" w:styleId="Arial12">
    <w:name w:val="Arial12"/>
    <w:basedOn w:val="a0"/>
    <w:rsid w:val="00C0135E"/>
    <w:pPr>
      <w:ind w:firstLine="851"/>
      <w:jc w:val="both"/>
    </w:pPr>
    <w:rPr>
      <w:rFonts w:ascii="Arial" w:hAnsi="Arial" w:cs="Arial"/>
      <w:sz w:val="24"/>
      <w:szCs w:val="24"/>
    </w:rPr>
  </w:style>
  <w:style w:type="paragraph" w:customStyle="1" w:styleId="afff3">
    <w:name w:val="Знак Знак Знак"/>
    <w:basedOn w:val="a0"/>
    <w:autoRedefine/>
    <w:rsid w:val="00C0135E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3">
    <w:name w:val="Знак Знак Знак1"/>
    <w:basedOn w:val="a0"/>
    <w:autoRedefine/>
    <w:rsid w:val="00C0135E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4">
    <w:name w:val="Знак1 Знак Знак Знак"/>
    <w:basedOn w:val="a0"/>
    <w:rsid w:val="00C0135E"/>
    <w:pPr>
      <w:widowControl w:val="0"/>
      <w:adjustRightInd w:val="0"/>
      <w:spacing w:after="160" w:line="240" w:lineRule="exact"/>
      <w:ind w:firstLine="0"/>
      <w:jc w:val="right"/>
    </w:pPr>
    <w:rPr>
      <w:sz w:val="20"/>
      <w:lang w:val="en-GB" w:eastAsia="en-US"/>
    </w:rPr>
  </w:style>
  <w:style w:type="paragraph" w:customStyle="1" w:styleId="15">
    <w:name w:val="Знак1 Знак Знак"/>
    <w:basedOn w:val="a0"/>
    <w:rsid w:val="00C0135E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2a">
    <w:name w:val="Знак Знак Знак2"/>
    <w:basedOn w:val="a0"/>
    <w:autoRedefine/>
    <w:rsid w:val="00C0135E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afff4">
    <w:name w:val="Знак Знак Знак Знак Знак Знак Знак Знак Знак"/>
    <w:basedOn w:val="a0"/>
    <w:rsid w:val="00C0135E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37">
    <w:name w:val="Знак Знак Знак3"/>
    <w:basedOn w:val="a0"/>
    <w:autoRedefine/>
    <w:rsid w:val="00C0135E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6">
    <w:name w:val="Знак Знак Знак Знак Знак Знак Знак Знак Знак1"/>
    <w:basedOn w:val="a0"/>
    <w:rsid w:val="00C0135E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a">
    <w:name w:val="Нумерованный абзац"/>
    <w:rsid w:val="00C0135E"/>
    <w:pPr>
      <w:numPr>
        <w:numId w:val="2"/>
      </w:numPr>
      <w:tabs>
        <w:tab w:val="left" w:pos="1134"/>
      </w:tabs>
      <w:suppressAutoHyphens/>
      <w:spacing w:before="240"/>
      <w:jc w:val="both"/>
    </w:pPr>
    <w:rPr>
      <w:noProof/>
      <w:sz w:val="28"/>
    </w:rPr>
  </w:style>
  <w:style w:type="paragraph" w:customStyle="1" w:styleId="afff5">
    <w:name w:val="Заголовок текста"/>
    <w:rsid w:val="00C0135E"/>
    <w:pPr>
      <w:spacing w:after="240"/>
      <w:jc w:val="center"/>
    </w:pPr>
    <w:rPr>
      <w:b/>
      <w:noProof/>
      <w:sz w:val="28"/>
    </w:rPr>
  </w:style>
  <w:style w:type="paragraph" w:customStyle="1" w:styleId="afff6">
    <w:name w:val="Текст постановления"/>
    <w:rsid w:val="00C0135E"/>
    <w:pPr>
      <w:suppressAutoHyphens/>
      <w:spacing w:line="288" w:lineRule="auto"/>
      <w:ind w:firstLine="720"/>
      <w:jc w:val="both"/>
    </w:pPr>
    <w:rPr>
      <w:noProof/>
      <w:sz w:val="28"/>
      <w:lang w:val="en-US" w:eastAsia="en-US"/>
    </w:rPr>
  </w:style>
  <w:style w:type="paragraph" w:customStyle="1" w:styleId="2b">
    <w:name w:val="Знак Знак Знак Знак Знак Знак Знак Знак Знак2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afff7">
    <w:name w:val="Знак Знак Знак Знак Знак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nsPlusNonformat">
    <w:name w:val="ConsPlusNonformat"/>
    <w:rsid w:val="00C0135E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8">
    <w:name w:val="footnote text"/>
    <w:basedOn w:val="a0"/>
    <w:link w:val="afff9"/>
    <w:uiPriority w:val="99"/>
    <w:rsid w:val="00C0135E"/>
    <w:pPr>
      <w:ind w:firstLine="0"/>
    </w:pPr>
    <w:rPr>
      <w:sz w:val="20"/>
      <w:szCs w:val="24"/>
    </w:rPr>
  </w:style>
  <w:style w:type="character" w:customStyle="1" w:styleId="afff9">
    <w:name w:val="Текст сноски Знак"/>
    <w:basedOn w:val="a1"/>
    <w:link w:val="afff8"/>
    <w:uiPriority w:val="99"/>
    <w:rsid w:val="00C0135E"/>
    <w:rPr>
      <w:szCs w:val="24"/>
    </w:rPr>
  </w:style>
  <w:style w:type="paragraph" w:styleId="afffa">
    <w:name w:val="Document Map"/>
    <w:basedOn w:val="a0"/>
    <w:link w:val="afffb"/>
    <w:rsid w:val="00C0135E"/>
    <w:pPr>
      <w:shd w:val="clear" w:color="auto" w:fill="000080"/>
      <w:ind w:firstLine="0"/>
    </w:pPr>
    <w:rPr>
      <w:rFonts w:ascii="Tahoma" w:hAnsi="Tahoma"/>
      <w:sz w:val="24"/>
      <w:szCs w:val="24"/>
    </w:rPr>
  </w:style>
  <w:style w:type="character" w:customStyle="1" w:styleId="afffb">
    <w:name w:val="Схема документа Знак"/>
    <w:basedOn w:val="a1"/>
    <w:link w:val="afffa"/>
    <w:rsid w:val="00C0135E"/>
    <w:rPr>
      <w:rFonts w:ascii="Tahoma" w:hAnsi="Tahoma"/>
      <w:sz w:val="24"/>
      <w:szCs w:val="24"/>
      <w:shd w:val="clear" w:color="auto" w:fill="000080"/>
    </w:rPr>
  </w:style>
  <w:style w:type="paragraph" w:customStyle="1" w:styleId="Pro-Gramma">
    <w:name w:val="Pro-Gramma"/>
    <w:basedOn w:val="a0"/>
    <w:link w:val="Pro-Gramma0"/>
    <w:rsid w:val="00C0135E"/>
    <w:pPr>
      <w:spacing w:before="120" w:line="288" w:lineRule="auto"/>
      <w:ind w:left="1134" w:firstLine="0"/>
      <w:jc w:val="both"/>
    </w:pPr>
    <w:rPr>
      <w:rFonts w:ascii="Georgia" w:hAnsi="Georgia"/>
      <w:sz w:val="24"/>
      <w:szCs w:val="24"/>
      <w:lang w:eastAsia="en-US"/>
    </w:rPr>
  </w:style>
  <w:style w:type="character" w:customStyle="1" w:styleId="Pro-Gramma0">
    <w:name w:val="Pro-Gramma Знак"/>
    <w:link w:val="Pro-Gramma"/>
    <w:rsid w:val="00C0135E"/>
    <w:rPr>
      <w:rFonts w:ascii="Georgia" w:hAnsi="Georgia"/>
      <w:sz w:val="24"/>
      <w:szCs w:val="24"/>
      <w:lang w:eastAsia="en-US"/>
    </w:rPr>
  </w:style>
  <w:style w:type="paragraph" w:customStyle="1" w:styleId="110">
    <w:name w:val="Знак1 Знак Знак1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c">
    <w:name w:val="Normal (Web)"/>
    <w:basedOn w:val="a0"/>
    <w:uiPriority w:val="99"/>
    <w:rsid w:val="00C0135E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afffd">
    <w:name w:val="Знак Знак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c">
    <w:name w:val="Знак Знак2 Знак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character" w:styleId="afffe">
    <w:name w:val="FollowedHyperlink"/>
    <w:uiPriority w:val="99"/>
    <w:unhideWhenUsed/>
    <w:rsid w:val="00C0135E"/>
    <w:rPr>
      <w:color w:val="800080"/>
      <w:u w:val="single"/>
    </w:rPr>
  </w:style>
  <w:style w:type="paragraph" w:customStyle="1" w:styleId="211">
    <w:name w:val="Знак Знак21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7">
    <w:name w:val="Знак Знак Знак Знак Знак1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8">
    <w:name w:val="Знак Знак1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12">
    <w:name w:val="Знак Знак2 Знак1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9">
    <w:name w:val="1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f">
    <w:name w:val="annotation subject"/>
    <w:basedOn w:val="ad"/>
    <w:next w:val="ad"/>
    <w:link w:val="affff0"/>
    <w:rsid w:val="00C0135E"/>
    <w:pPr>
      <w:ind w:firstLine="0"/>
    </w:pPr>
    <w:rPr>
      <w:rFonts w:ascii="Calibri" w:eastAsia="Calibri" w:hAnsi="Calibri"/>
      <w:b/>
      <w:bCs/>
      <w:lang w:val="en-US" w:eastAsia="en-US"/>
    </w:rPr>
  </w:style>
  <w:style w:type="character" w:customStyle="1" w:styleId="21">
    <w:name w:val="Текст примечания Знак2"/>
    <w:basedOn w:val="a1"/>
    <w:link w:val="ad"/>
    <w:uiPriority w:val="99"/>
    <w:rsid w:val="00C0135E"/>
    <w:rPr>
      <w:sz w:val="28"/>
    </w:rPr>
  </w:style>
  <w:style w:type="character" w:customStyle="1" w:styleId="affff0">
    <w:name w:val="Тема примечания Знак"/>
    <w:basedOn w:val="21"/>
    <w:link w:val="affff"/>
    <w:rsid w:val="00C0135E"/>
    <w:rPr>
      <w:rFonts w:ascii="Calibri" w:eastAsia="Calibri" w:hAnsi="Calibri"/>
      <w:b/>
      <w:bCs/>
      <w:sz w:val="28"/>
      <w:lang w:val="en-US" w:eastAsia="en-US"/>
    </w:rPr>
  </w:style>
  <w:style w:type="paragraph" w:customStyle="1" w:styleId="1a">
    <w:name w:val="Знак1 Знак Знак Знак Знак"/>
    <w:basedOn w:val="a0"/>
    <w:rsid w:val="00C0135E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character" w:customStyle="1" w:styleId="213">
    <w:name w:val="Основной текст 2 Знак1"/>
    <w:rsid w:val="00C0135E"/>
    <w:rPr>
      <w:rFonts w:ascii="Times New Roman" w:eastAsia="Times New Roman" w:hAnsi="Times New Roman"/>
      <w:sz w:val="28"/>
    </w:rPr>
  </w:style>
  <w:style w:type="paragraph" w:customStyle="1" w:styleId="71">
    <w:name w:val="Знак7 Знак Знак Знак Знак Знак Знак Знак Знак Знак"/>
    <w:basedOn w:val="a0"/>
    <w:autoRedefine/>
    <w:rsid w:val="00C0135E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character" w:styleId="affff1">
    <w:name w:val="footnote reference"/>
    <w:rsid w:val="00C0135E"/>
    <w:rPr>
      <w:vertAlign w:val="superscript"/>
    </w:rPr>
  </w:style>
  <w:style w:type="paragraph" w:customStyle="1" w:styleId="affff2">
    <w:name w:val="Нормальный"/>
    <w:rsid w:val="00C0135E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ffff3">
    <w:name w:val="Гипертекстовая ссылка"/>
    <w:uiPriority w:val="99"/>
    <w:rsid w:val="00C0135E"/>
    <w:rPr>
      <w:b/>
      <w:bCs/>
      <w:color w:val="106BBE"/>
    </w:rPr>
  </w:style>
  <w:style w:type="character" w:customStyle="1" w:styleId="apple-converted-space">
    <w:name w:val="apple-converted-space"/>
    <w:rsid w:val="00C0135E"/>
  </w:style>
  <w:style w:type="paragraph" w:customStyle="1" w:styleId="formattext">
    <w:name w:val="formattext"/>
    <w:basedOn w:val="a0"/>
    <w:rsid w:val="00C0135E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Default">
    <w:name w:val="Default"/>
    <w:rsid w:val="00C0135E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aff0">
    <w:name w:val="Title"/>
    <w:basedOn w:val="a0"/>
    <w:next w:val="a0"/>
    <w:link w:val="aff"/>
    <w:qFormat/>
    <w:rsid w:val="00C0135E"/>
    <w:pPr>
      <w:pBdr>
        <w:bottom w:val="single" w:sz="8" w:space="4" w:color="4F81BD" w:themeColor="accent1"/>
      </w:pBdr>
      <w:spacing w:after="300"/>
      <w:contextualSpacing/>
    </w:pPr>
    <w:rPr>
      <w:rFonts w:ascii="Cambria" w:hAnsi="Cambria"/>
      <w:b/>
      <w:bCs/>
      <w:kern w:val="28"/>
      <w:sz w:val="32"/>
      <w:szCs w:val="32"/>
    </w:rPr>
  </w:style>
  <w:style w:type="character" w:customStyle="1" w:styleId="1b">
    <w:name w:val="Название Знак1"/>
    <w:basedOn w:val="a1"/>
    <w:rsid w:val="00C0135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InternetLink">
    <w:name w:val="Internet Link"/>
    <w:rsid w:val="0046033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62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68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5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9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4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8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7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1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7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2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1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1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8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4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5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3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4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2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85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2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6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6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0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2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1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5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32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4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47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9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7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192.168.3.4\templdoc$\Templates\&#1056;&#1077;&#1096;&#1077;&#1085;&#1080;&#1077;%20&#1057;&#1086;&#1074;&#1077;&#1090;&#1072;%20&#1076;&#1077;&#1087;&#1091;&#1090;&#1072;&#1090;&#1086;&#1074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C16B33-A7D0-47F2-AB86-5FE831AC7D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Решение Совета депутатов</Template>
  <TotalTime>777</TotalTime>
  <Pages>87</Pages>
  <Words>15198</Words>
  <Characters>86629</Characters>
  <Application>Microsoft Office Word</Application>
  <DocSecurity>0</DocSecurity>
  <Lines>721</Lines>
  <Paragraphs>203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решения земского собрания</vt:lpstr>
    </vt:vector>
  </TitlesOfParts>
  <Manager>Зам. начальника отдела</Manager>
  <Company>Администрация Балахны, Отдел по информатизации</Company>
  <LinksUpToDate>false</LinksUpToDate>
  <CharactersWithSpaces>101624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решения земского собрания</dc:title>
  <dc:subject>Шаблоны документов</dc:subject>
  <dc:creator>Пономарева</dc:creator>
  <dc:description>Вер 0.00/26.05.98</dc:description>
  <cp:lastModifiedBy>Елетина Надежда Николаевна</cp:lastModifiedBy>
  <cp:revision>268</cp:revision>
  <cp:lastPrinted>2021-12-29T13:34:00Z</cp:lastPrinted>
  <dcterms:created xsi:type="dcterms:W3CDTF">2021-10-25T05:40:00Z</dcterms:created>
  <dcterms:modified xsi:type="dcterms:W3CDTF">2021-12-29T13:37:00Z</dcterms:modified>
</cp:coreProperties>
</file>